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F83" w:rsidRPr="003902C9" w:rsidRDefault="003902C9">
      <w:pPr>
        <w:rPr>
          <w:b/>
          <w:sz w:val="28"/>
          <w:szCs w:val="28"/>
        </w:rPr>
      </w:pPr>
      <w:r w:rsidRPr="003902C9">
        <w:rPr>
          <w:b/>
          <w:sz w:val="28"/>
          <w:szCs w:val="28"/>
        </w:rPr>
        <w:t>Word order in English…</w:t>
      </w:r>
    </w:p>
    <w:p w:rsidR="003902C9" w:rsidRDefault="003902C9"/>
    <w:p w:rsidR="003902C9" w:rsidRDefault="003902C9"/>
    <w:p w:rsidR="003902C9" w:rsidRDefault="003902C9">
      <w:r>
        <w:t>WIE   DOET   WAT   WAAR   WANNEER</w:t>
      </w:r>
    </w:p>
    <w:p w:rsidR="003902C9" w:rsidRDefault="003902C9"/>
    <w:p w:rsidR="003902C9" w:rsidRDefault="003902C9">
      <w:hyperlink r:id="rId5" w:history="1">
        <w:r w:rsidRPr="00483FEA">
          <w:rPr>
            <w:rStyle w:val="Hyperlink"/>
          </w:rPr>
          <w:t>https://www.ego4u.com/en/cram-up/grammar/word-order/exercises?02</w:t>
        </w:r>
      </w:hyperlink>
      <w:r>
        <w:t xml:space="preserve"> </w:t>
      </w:r>
    </w:p>
    <w:p w:rsidR="003902C9" w:rsidRDefault="003902C9"/>
    <w:p w:rsidR="003902C9" w:rsidRDefault="003902C9">
      <w:hyperlink r:id="rId6" w:history="1">
        <w:r w:rsidRPr="00483FEA">
          <w:rPr>
            <w:rStyle w:val="Hyperlink"/>
          </w:rPr>
          <w:t>http://www.english-4u.de/word_order_ex1.htm</w:t>
        </w:r>
      </w:hyperlink>
      <w:r>
        <w:t xml:space="preserve"> </w:t>
      </w:r>
    </w:p>
    <w:p w:rsidR="003902C9" w:rsidRDefault="003902C9"/>
    <w:p w:rsidR="003902C9" w:rsidRDefault="003902C9">
      <w:hyperlink r:id="rId7" w:history="1">
        <w:r w:rsidRPr="00483FEA">
          <w:rPr>
            <w:rStyle w:val="Hyperlink"/>
          </w:rPr>
          <w:t>http://www.englisch-hilfen.de/en/exercises/word_order/sentences3.htm</w:t>
        </w:r>
      </w:hyperlink>
      <w:r>
        <w:t xml:space="preserve"> </w:t>
      </w:r>
    </w:p>
    <w:p w:rsidR="003902C9" w:rsidRDefault="003902C9"/>
    <w:p w:rsidR="003902C9" w:rsidRDefault="003902C9">
      <w:pPr>
        <w:rPr>
          <w:b/>
        </w:rPr>
      </w:pPr>
      <w:hyperlink r:id="rId8" w:history="1">
        <w:r w:rsidRPr="00483FEA">
          <w:rPr>
            <w:rStyle w:val="Hyperlink"/>
            <w:b/>
          </w:rPr>
          <w:t>http://www.englisch-hilfen.de/en/complex_tests/word_order1/task.php</w:t>
        </w:r>
      </w:hyperlink>
      <w:r>
        <w:rPr>
          <w:b/>
        </w:rPr>
        <w:t xml:space="preserve"> </w:t>
      </w:r>
    </w:p>
    <w:p w:rsidR="003902C9" w:rsidRDefault="003902C9">
      <w:pPr>
        <w:rPr>
          <w:b/>
        </w:rPr>
      </w:pPr>
    </w:p>
    <w:p w:rsidR="003902C9" w:rsidRPr="003902C9" w:rsidRDefault="003902C9">
      <w:pPr>
        <w:rPr>
          <w:b/>
        </w:rPr>
      </w:pPr>
      <w:hyperlink r:id="rId9" w:history="1">
        <w:r w:rsidRPr="00483FEA">
          <w:rPr>
            <w:rStyle w:val="Hyperlink"/>
            <w:b/>
          </w:rPr>
          <w:t>http://www.englisch-hilfen.de/en/exercises/word_order/conjunctions.htm</w:t>
        </w:r>
      </w:hyperlink>
      <w:r>
        <w:rPr>
          <w:b/>
        </w:rPr>
        <w:t xml:space="preserve"> </w:t>
      </w:r>
      <w:bookmarkStart w:id="0" w:name="_GoBack"/>
      <w:bookmarkEnd w:id="0"/>
    </w:p>
    <w:sectPr w:rsidR="003902C9" w:rsidRPr="003902C9" w:rsidSect="00E81CAC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2C9"/>
    <w:rsid w:val="003902C9"/>
    <w:rsid w:val="00886F83"/>
    <w:rsid w:val="00E81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3902C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3902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glisch-hilfen.de/en/complex_tests/word_order1/task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nglisch-hilfen.de/en/exercises/word_order/sentences3.ht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english-4u.de/word_order_ex1.ht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ego4u.com/en/cram-up/grammar/word-order/exercises?02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nglisch-hilfen.de/en/exercises/word_order/conjunctions.ht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663A4B9A</Template>
  <TotalTime>2</TotalTime>
  <Pages>1</Pages>
  <Words>120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Bakker,C.M.</dc:creator>
  <cp:lastModifiedBy>Bakker,C.M.</cp:lastModifiedBy>
  <cp:revision>1</cp:revision>
  <dcterms:created xsi:type="dcterms:W3CDTF">2015-09-22T10:10:00Z</dcterms:created>
  <dcterms:modified xsi:type="dcterms:W3CDTF">2015-09-22T10:12:00Z</dcterms:modified>
</cp:coreProperties>
</file>