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68E" w:rsidRDefault="00CB268E" w:rsidP="00CB268E">
      <w:pPr>
        <w:spacing w:after="0"/>
        <w:rPr>
          <w:rFonts w:ascii="Cambria" w:hAnsi="Cambria"/>
          <w:sz w:val="40"/>
          <w:szCs w:val="40"/>
        </w:rPr>
      </w:pPr>
      <w:r w:rsidRPr="00025631">
        <w:rPr>
          <w:rFonts w:ascii="Cambria" w:hAnsi="Cambria"/>
          <w:color w:val="FF0000"/>
          <w:sz w:val="28"/>
          <w:szCs w:val="28"/>
        </w:rPr>
        <w:t>Opdracht</w:t>
      </w:r>
      <w:r>
        <w:rPr>
          <w:rFonts w:ascii="Cambria" w:hAnsi="Cambria"/>
          <w:color w:val="FF0000"/>
          <w:sz w:val="28"/>
          <w:szCs w:val="28"/>
        </w:rPr>
        <w:t xml:space="preserve"> 1</w:t>
      </w:r>
      <w:r w:rsidRPr="00025631">
        <w:rPr>
          <w:rFonts w:ascii="Cambria" w:hAnsi="Cambria"/>
          <w:sz w:val="28"/>
          <w:szCs w:val="28"/>
        </w:rPr>
        <w:t xml:space="preserve">  Groen in de stad </w:t>
      </w:r>
    </w:p>
    <w:p w:rsidR="00CB268E" w:rsidRDefault="00CB268E" w:rsidP="00CB268E">
      <w:pPr>
        <w:spacing w:after="0"/>
        <w:rPr>
          <w:rFonts w:ascii="Cambria" w:hAnsi="Cambria"/>
          <w:sz w:val="24"/>
          <w:szCs w:val="24"/>
        </w:rPr>
      </w:pPr>
      <w:r w:rsidRPr="00F80E86">
        <w:rPr>
          <w:rFonts w:ascii="Cambria" w:hAnsi="Cambria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38CDF94" wp14:editId="5E6A0030">
                <wp:simplePos x="0" y="0"/>
                <wp:positionH relativeFrom="column">
                  <wp:posOffset>55548</wp:posOffset>
                </wp:positionH>
                <wp:positionV relativeFrom="paragraph">
                  <wp:posOffset>145358</wp:posOffset>
                </wp:positionV>
                <wp:extent cx="2163170" cy="457200"/>
                <wp:effectExtent l="0" t="0" r="0" b="0"/>
                <wp:wrapNone/>
                <wp:docPr id="33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317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268E" w:rsidRPr="00BD3017" w:rsidRDefault="00CB268E" w:rsidP="00CB268E">
                            <w:pPr>
                              <w:rPr>
                                <w:rFonts w:ascii="Cracked Johnnie" w:hAnsi="Cracked Johnnie"/>
                                <w:b/>
                                <w:color w:val="385623" w:themeColor="accent6" w:themeShade="8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racked Johnnie" w:hAnsi="Cracked Johnnie"/>
                                <w:b/>
                                <w:color w:val="385623" w:themeColor="accent6" w:themeShade="80"/>
                                <w:sz w:val="44"/>
                                <w:szCs w:val="44"/>
                              </w:rPr>
                              <w:t>Oriëntatie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8CDF94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4.35pt;margin-top:11.45pt;width:170.35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" filled="f" stroked="f">
                <v:textbox>
                  <w:txbxContent>
                    <w:p w:rsidR="00CB268E" w:rsidRPr="00BD3017" w:rsidRDefault="00CB268E" w:rsidP="00CB268E">
                      <w:pPr>
                        <w:rPr>
                          <w:rFonts w:ascii="Cracked Johnnie" w:hAnsi="Cracked Johnnie"/>
                          <w:b/>
                          <w:color w:val="385623" w:themeColor="accent6" w:themeShade="80"/>
                          <w:sz w:val="44"/>
                          <w:szCs w:val="44"/>
                        </w:rPr>
                      </w:pPr>
                      <w:r>
                        <w:rPr>
                          <w:rFonts w:ascii="Cracked Johnnie" w:hAnsi="Cracked Johnnie"/>
                          <w:b/>
                          <w:color w:val="385623" w:themeColor="accent6" w:themeShade="80"/>
                          <w:sz w:val="44"/>
                          <w:szCs w:val="44"/>
                        </w:rPr>
                        <w:t>Oriëntatie</w:t>
                      </w:r>
                    </w:p>
                  </w:txbxContent>
                </v:textbox>
              </v:shape>
            </w:pict>
          </mc:Fallback>
        </mc:AlternateContent>
      </w:r>
    </w:p>
    <w:p w:rsidR="00CB268E" w:rsidRDefault="00CB268E" w:rsidP="00CB268E">
      <w:pPr>
        <w:spacing w:after="0"/>
        <w:rPr>
          <w:rFonts w:ascii="Cambria" w:hAnsi="Cambria"/>
          <w:sz w:val="24"/>
          <w:szCs w:val="24"/>
        </w:rPr>
      </w:pPr>
    </w:p>
    <w:p w:rsidR="00CB268E" w:rsidRDefault="00CB268E" w:rsidP="00CB268E">
      <w:pPr>
        <w:spacing w:after="0"/>
        <w:rPr>
          <w:rFonts w:ascii="Cambria" w:hAnsi="Cambria"/>
          <w:sz w:val="24"/>
          <w:szCs w:val="24"/>
        </w:rPr>
      </w:pPr>
      <w:r w:rsidRPr="002F0360">
        <w:rPr>
          <w:rFonts w:ascii="Cambria" w:hAnsi="Cambria"/>
          <w:i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961FF5" wp14:editId="5154D0C5">
                <wp:simplePos x="0" y="0"/>
                <wp:positionH relativeFrom="column">
                  <wp:posOffset>-73237</wp:posOffset>
                </wp:positionH>
                <wp:positionV relativeFrom="paragraph">
                  <wp:posOffset>92499</wp:posOffset>
                </wp:positionV>
                <wp:extent cx="6248400" cy="1589964"/>
                <wp:effectExtent l="0" t="0" r="0" b="0"/>
                <wp:wrapNone/>
                <wp:docPr id="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8400" cy="1589964"/>
                        </a:xfrm>
                        <a:prstGeom prst="rect">
                          <a:avLst/>
                        </a:prstGeom>
                        <a:solidFill>
                          <a:srgbClr val="70AD47">
                            <a:lumMod val="60000"/>
                            <a:lumOff val="40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268E" w:rsidRDefault="00CB268E" w:rsidP="00CB268E">
                            <w:pPr>
                              <w:spacing w:after="0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</w:p>
                          <w:p w:rsidR="00CB268E" w:rsidRDefault="00CB268E" w:rsidP="00CB268E">
                            <w:pPr>
                              <w:spacing w:after="0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Voor deze opdracht moet je het volgende doen:              </w:t>
                            </w:r>
                            <w:r w:rsidRPr="00791768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CB268E" w:rsidRDefault="00CB268E" w:rsidP="00CB268E">
                            <w:pPr>
                              <w:spacing w:after="0"/>
                              <w:rPr>
                                <w:rFonts w:ascii="Cambria" w:hAnsi="Cambria"/>
                                <w:sz w:val="16"/>
                                <w:szCs w:val="16"/>
                              </w:rPr>
                            </w:pPr>
                          </w:p>
                          <w:p w:rsidR="00CB268E" w:rsidRPr="00043BC0" w:rsidRDefault="00CB268E" w:rsidP="00CB268E">
                            <w:pPr>
                              <w:spacing w:after="0"/>
                              <w:rPr>
                                <w:rFonts w:ascii="Cambria" w:hAnsi="Cambria"/>
                                <w:sz w:val="16"/>
                                <w:szCs w:val="16"/>
                              </w:rPr>
                            </w:pPr>
                          </w:p>
                          <w:p w:rsidR="00CB268E" w:rsidRDefault="00CB268E" w:rsidP="00CB268E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Lees </w:t>
                            </w:r>
                            <w:r w:rsidR="00EC0AF2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de t</w:t>
                            </w:r>
                            <w:r w:rsidRPr="002F0360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heorie </w:t>
                            </w:r>
                            <w:r w:rsidR="00EC0AF2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“Vergroening van de stad”.</w:t>
                            </w:r>
                          </w:p>
                          <w:p w:rsidR="00CB268E" w:rsidRPr="00EC0AF2" w:rsidRDefault="00CB268E" w:rsidP="002E7A74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  <w:r w:rsidRPr="00EC0AF2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Kijk het filmpje ‘Groen in de stad’ </w:t>
                            </w:r>
                            <w:r w:rsidR="00EC0AF2" w:rsidRPr="00EC0AF2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sym w:font="Wingdings" w:char="F0E0"/>
                            </w:r>
                            <w:r w:rsidR="00EC0AF2" w:rsidRPr="00EC0AF2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 </w:t>
                            </w:r>
                            <w:hyperlink r:id="rId7" w:history="1">
                              <w:r w:rsidR="00EC0AF2">
                                <w:rPr>
                                  <w:rStyle w:val="Hyperlink"/>
                                </w:rPr>
                                <w:t>https://www.youtube.com/watch?v=Xl8uY3lA3U0</w:t>
                              </w:r>
                            </w:hyperlink>
                            <w:r w:rsidR="00EC0AF2" w:rsidRPr="00EC0AF2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CB268E" w:rsidRPr="00791768" w:rsidRDefault="00CB268E" w:rsidP="00CB268E">
                            <w:pPr>
                              <w:spacing w:after="0"/>
                              <w:rPr>
                                <w:rFonts w:ascii="Cambria" w:hAnsi="Cambr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mbria" w:hAnsi="Cambria"/>
                                <w:i/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rFonts w:ascii="Cambria" w:hAnsi="Cambria"/>
                                <w:i/>
                                <w:sz w:val="16"/>
                                <w:szCs w:val="16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961FF5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-5.75pt;margin-top:7.3pt;width:492pt;height:125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" fillcolor="#a9d18e" stroked="f">
                <v:textbox>
                  <w:txbxContent>
                    <w:p w:rsidR="00CB268E" w:rsidRDefault="00CB268E" w:rsidP="00CB268E">
                      <w:pPr>
                        <w:spacing w:after="0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</w:p>
                    <w:p w:rsidR="00CB268E" w:rsidRDefault="00CB268E" w:rsidP="00CB268E">
                      <w:pPr>
                        <w:spacing w:after="0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  <w:r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Voor deze opdracht moet je het volgende doen:              </w:t>
                      </w:r>
                      <w:r w:rsidRPr="00791768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 </w:t>
                      </w:r>
                    </w:p>
                    <w:p w:rsidR="00CB268E" w:rsidRDefault="00CB268E" w:rsidP="00CB268E">
                      <w:pPr>
                        <w:spacing w:after="0"/>
                        <w:rPr>
                          <w:rFonts w:ascii="Cambria" w:hAnsi="Cambria"/>
                          <w:sz w:val="16"/>
                          <w:szCs w:val="16"/>
                        </w:rPr>
                      </w:pPr>
                    </w:p>
                    <w:p w:rsidR="00CB268E" w:rsidRPr="00043BC0" w:rsidRDefault="00CB268E" w:rsidP="00CB268E">
                      <w:pPr>
                        <w:spacing w:after="0"/>
                        <w:rPr>
                          <w:rFonts w:ascii="Cambria" w:hAnsi="Cambria"/>
                          <w:sz w:val="16"/>
                          <w:szCs w:val="16"/>
                        </w:rPr>
                      </w:pPr>
                    </w:p>
                    <w:p w:rsidR="00CB268E" w:rsidRDefault="00CB268E" w:rsidP="00CB268E">
                      <w:pPr>
                        <w:pStyle w:val="Lijstalinea"/>
                        <w:numPr>
                          <w:ilvl w:val="0"/>
                          <w:numId w:val="1"/>
                        </w:numPr>
                        <w:spacing w:after="0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  <w:r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Lees </w:t>
                      </w:r>
                      <w:r w:rsidR="00EC0AF2">
                        <w:rPr>
                          <w:rFonts w:ascii="Cambria" w:hAnsi="Cambria"/>
                          <w:sz w:val="24"/>
                          <w:szCs w:val="24"/>
                        </w:rPr>
                        <w:t>de t</w:t>
                      </w:r>
                      <w:r w:rsidRPr="002F0360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heorie </w:t>
                      </w:r>
                      <w:r w:rsidR="00EC0AF2">
                        <w:rPr>
                          <w:rFonts w:ascii="Cambria" w:hAnsi="Cambria"/>
                          <w:sz w:val="24"/>
                          <w:szCs w:val="24"/>
                        </w:rPr>
                        <w:t>“Vergroening van de stad”.</w:t>
                      </w:r>
                    </w:p>
                    <w:p w:rsidR="00CB268E" w:rsidRPr="00EC0AF2" w:rsidRDefault="00CB268E" w:rsidP="002E7A74">
                      <w:pPr>
                        <w:pStyle w:val="Lijstalinea"/>
                        <w:numPr>
                          <w:ilvl w:val="0"/>
                          <w:numId w:val="1"/>
                        </w:numPr>
                        <w:spacing w:after="0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  <w:r w:rsidRPr="00EC0AF2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Kijk het filmpje ‘Groen in de stad’ </w:t>
                      </w:r>
                      <w:r w:rsidR="00EC0AF2" w:rsidRPr="00EC0AF2">
                        <w:rPr>
                          <w:rFonts w:ascii="Cambria" w:hAnsi="Cambria"/>
                          <w:sz w:val="24"/>
                          <w:szCs w:val="24"/>
                        </w:rPr>
                        <w:sym w:font="Wingdings" w:char="F0E0"/>
                      </w:r>
                      <w:r w:rsidR="00EC0AF2" w:rsidRPr="00EC0AF2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 </w:t>
                      </w:r>
                      <w:hyperlink r:id="rId8" w:history="1">
                        <w:r w:rsidR="00EC0AF2">
                          <w:rPr>
                            <w:rStyle w:val="Hyperlink"/>
                          </w:rPr>
                          <w:t>https://www.youtube.com/watch?v=Xl8uY3lA3U0</w:t>
                        </w:r>
                      </w:hyperlink>
                      <w:r w:rsidR="00EC0AF2" w:rsidRPr="00EC0AF2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 </w:t>
                      </w:r>
                    </w:p>
                    <w:p w:rsidR="00CB268E" w:rsidRPr="00791768" w:rsidRDefault="00CB268E" w:rsidP="00CB268E">
                      <w:pPr>
                        <w:spacing w:after="0"/>
                        <w:rPr>
                          <w:rFonts w:ascii="Cambria" w:hAnsi="Cambria"/>
                          <w:sz w:val="16"/>
                          <w:szCs w:val="16"/>
                        </w:rPr>
                      </w:pPr>
                      <w:r>
                        <w:rPr>
                          <w:rFonts w:ascii="Cambria" w:hAnsi="Cambria"/>
                          <w:i/>
                          <w:sz w:val="16"/>
                          <w:szCs w:val="16"/>
                        </w:rPr>
                        <w:tab/>
                      </w:r>
                      <w:r>
                        <w:rPr>
                          <w:rFonts w:ascii="Cambria" w:hAnsi="Cambria"/>
                          <w:i/>
                          <w:sz w:val="16"/>
                          <w:szCs w:val="16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:rsidR="00CB268E" w:rsidRDefault="00CB268E" w:rsidP="00CB268E">
      <w:pPr>
        <w:spacing w:after="0"/>
        <w:rPr>
          <w:rFonts w:ascii="Cambria" w:hAnsi="Cambria"/>
          <w:i/>
          <w:sz w:val="24"/>
          <w:szCs w:val="24"/>
        </w:rPr>
      </w:pPr>
    </w:p>
    <w:p w:rsidR="00CB268E" w:rsidRDefault="00CB268E" w:rsidP="00CB268E">
      <w:pPr>
        <w:spacing w:after="0"/>
        <w:rPr>
          <w:rFonts w:ascii="Cambria" w:hAnsi="Cambria"/>
          <w:i/>
          <w:sz w:val="24"/>
          <w:szCs w:val="24"/>
        </w:rPr>
      </w:pPr>
    </w:p>
    <w:p w:rsidR="00CB268E" w:rsidRDefault="00CB268E" w:rsidP="00CB268E">
      <w:pPr>
        <w:spacing w:after="0"/>
        <w:rPr>
          <w:rFonts w:ascii="Cambria" w:hAnsi="Cambria"/>
          <w:i/>
          <w:sz w:val="24"/>
          <w:szCs w:val="24"/>
        </w:rPr>
      </w:pPr>
    </w:p>
    <w:p w:rsidR="00CB268E" w:rsidRDefault="00CB268E" w:rsidP="00CB268E">
      <w:pPr>
        <w:spacing w:after="0"/>
        <w:rPr>
          <w:rFonts w:ascii="Cambria" w:hAnsi="Cambria"/>
          <w:i/>
          <w:sz w:val="24"/>
          <w:szCs w:val="24"/>
        </w:rPr>
      </w:pPr>
    </w:p>
    <w:p w:rsidR="00CB268E" w:rsidRDefault="00CB268E" w:rsidP="00CB268E">
      <w:pPr>
        <w:spacing w:after="0"/>
        <w:rPr>
          <w:rFonts w:ascii="Cambria" w:hAnsi="Cambria"/>
          <w:i/>
          <w:sz w:val="24"/>
          <w:szCs w:val="24"/>
        </w:rPr>
      </w:pPr>
    </w:p>
    <w:p w:rsidR="00CB268E" w:rsidRDefault="00CB268E" w:rsidP="00CB268E">
      <w:pPr>
        <w:spacing w:after="0"/>
        <w:rPr>
          <w:rFonts w:ascii="Cambria" w:hAnsi="Cambria"/>
          <w:i/>
          <w:sz w:val="24"/>
          <w:szCs w:val="24"/>
        </w:rPr>
      </w:pPr>
    </w:p>
    <w:p w:rsidR="00CB268E" w:rsidRDefault="00CB268E" w:rsidP="00CB268E">
      <w:pPr>
        <w:spacing w:after="0"/>
        <w:rPr>
          <w:rFonts w:ascii="Cambria" w:hAnsi="Cambria"/>
          <w:i/>
          <w:sz w:val="24"/>
          <w:szCs w:val="24"/>
        </w:rPr>
      </w:pPr>
    </w:p>
    <w:p w:rsidR="00CB268E" w:rsidRDefault="00CB268E" w:rsidP="00CB268E">
      <w:pPr>
        <w:spacing w:after="0"/>
        <w:rPr>
          <w:rFonts w:ascii="Cambria" w:hAnsi="Cambria"/>
          <w:sz w:val="24"/>
          <w:szCs w:val="24"/>
        </w:rPr>
      </w:pPr>
    </w:p>
    <w:p w:rsidR="00CB268E" w:rsidRDefault="00CB268E" w:rsidP="00CB268E">
      <w:pPr>
        <w:spacing w:after="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Beantwoord de volgende vragen:</w:t>
      </w:r>
    </w:p>
    <w:p w:rsidR="00CB268E" w:rsidRDefault="00CB268E" w:rsidP="00CB268E">
      <w:pPr>
        <w:spacing w:after="0"/>
        <w:rPr>
          <w:rFonts w:ascii="Cambria" w:hAnsi="Cambria"/>
          <w:sz w:val="24"/>
          <w:szCs w:val="24"/>
        </w:rPr>
      </w:pPr>
    </w:p>
    <w:p w:rsidR="00CB268E" w:rsidRDefault="00CB268E" w:rsidP="00CB268E">
      <w:pPr>
        <w:spacing w:after="0"/>
        <w:rPr>
          <w:rFonts w:ascii="Cambria" w:hAnsi="Cambria"/>
          <w:sz w:val="40"/>
          <w:szCs w:val="40"/>
        </w:rPr>
      </w:pPr>
      <w:r w:rsidRPr="000600E9">
        <w:rPr>
          <w:rFonts w:ascii="Cambria" w:hAnsi="Cambria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DD9FC72" wp14:editId="6EB663F3">
                <wp:simplePos x="0" y="0"/>
                <wp:positionH relativeFrom="column">
                  <wp:posOffset>2607680</wp:posOffset>
                </wp:positionH>
                <wp:positionV relativeFrom="paragraph">
                  <wp:posOffset>3364666</wp:posOffset>
                </wp:positionV>
                <wp:extent cx="3500120" cy="1964851"/>
                <wp:effectExtent l="0" t="0" r="5080" b="0"/>
                <wp:wrapNone/>
                <wp:docPr id="64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0120" cy="1964851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40000"/>
                            <a:lumOff val="60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268E" w:rsidRPr="00B7187D" w:rsidRDefault="00CB268E" w:rsidP="00CB268E">
                            <w:pPr>
                              <w:shd w:val="clear" w:color="auto" w:fill="BDD6EE" w:themeFill="accent1" w:themeFillTint="66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Wat is volgens de schrijver van het boek het belangrijkste van een stoeptuintje</w:t>
                            </w:r>
                            <w:r w:rsidRPr="00B7187D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?</w:t>
                            </w:r>
                          </w:p>
                          <w:p w:rsidR="00CB268E" w:rsidRDefault="00CB268E" w:rsidP="00CB268E">
                            <w:pPr>
                              <w:shd w:val="clear" w:color="auto" w:fill="BDD6EE" w:themeFill="accent1" w:themeFillTint="66"/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D9FC72" id="_x0000_s1028" type="#_x0000_t202" style="position:absolute;margin-left:205.35pt;margin-top:264.95pt;width:275.6pt;height:154.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" fillcolor="#bdd7ee" stroked="f">
                <v:textbox>
                  <w:txbxContent>
                    <w:p w:rsidR="00CB268E" w:rsidRPr="00B7187D" w:rsidRDefault="00CB268E" w:rsidP="00CB268E">
                      <w:pPr>
                        <w:shd w:val="clear" w:color="auto" w:fill="BDD6EE" w:themeFill="accent1" w:themeFillTint="66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  <w:r>
                        <w:rPr>
                          <w:rFonts w:ascii="Cambria" w:hAnsi="Cambria"/>
                          <w:sz w:val="24"/>
                          <w:szCs w:val="24"/>
                        </w:rPr>
                        <w:t>Wat is volgens de schrijver van het boek het belangrijkste van een stoeptuintje</w:t>
                      </w:r>
                      <w:r w:rsidRPr="00B7187D">
                        <w:rPr>
                          <w:rFonts w:ascii="Cambria" w:hAnsi="Cambria"/>
                          <w:sz w:val="24"/>
                          <w:szCs w:val="24"/>
                        </w:rPr>
                        <w:t>?</w:t>
                      </w:r>
                    </w:p>
                    <w:p w:rsidR="00CB268E" w:rsidRDefault="00CB268E" w:rsidP="00CB268E">
                      <w:pPr>
                        <w:shd w:val="clear" w:color="auto" w:fill="BDD6EE" w:themeFill="accent1" w:themeFillTint="66"/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  <w:r w:rsidRPr="000600E9">
        <w:rPr>
          <w:rFonts w:ascii="Cambria" w:hAnsi="Cambria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6254681" wp14:editId="3F0EABFD">
                <wp:simplePos x="0" y="0"/>
                <wp:positionH relativeFrom="column">
                  <wp:posOffset>2682240</wp:posOffset>
                </wp:positionH>
                <wp:positionV relativeFrom="paragraph">
                  <wp:posOffset>3883025</wp:posOffset>
                </wp:positionV>
                <wp:extent cx="3315970" cy="1296035"/>
                <wp:effectExtent l="0" t="0" r="17780" b="18415"/>
                <wp:wrapNone/>
                <wp:docPr id="64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5970" cy="1296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268E" w:rsidRDefault="00CB268E" w:rsidP="00CB268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254681" id="_x0000_s1029" type="#_x0000_t202" style="position:absolute;margin-left:211.2pt;margin-top:305.75pt;width:261.1pt;height:102.0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">
                <v:textbox>
                  <w:txbxContent>
                    <w:p w:rsidR="00CB268E" w:rsidRDefault="00CB268E" w:rsidP="00CB268E"/>
                  </w:txbxContent>
                </v:textbox>
              </v:shape>
            </w:pict>
          </mc:Fallback>
        </mc:AlternateContent>
      </w:r>
      <w:r w:rsidRPr="000600E9">
        <w:rPr>
          <w:rFonts w:ascii="Cambria" w:hAnsi="Cambria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0E8DCAE" wp14:editId="7066DBE5">
                <wp:simplePos x="0" y="0"/>
                <wp:positionH relativeFrom="column">
                  <wp:posOffset>-40005</wp:posOffset>
                </wp:positionH>
                <wp:positionV relativeFrom="paragraph">
                  <wp:posOffset>3357245</wp:posOffset>
                </wp:positionV>
                <wp:extent cx="2456180" cy="1971675"/>
                <wp:effectExtent l="0" t="0" r="1270" b="9525"/>
                <wp:wrapNone/>
                <wp:docPr id="64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6180" cy="1971675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40000"/>
                            <a:lumOff val="60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268E" w:rsidRPr="00B7187D" w:rsidRDefault="00CB268E" w:rsidP="00CB268E">
                            <w:pPr>
                              <w:shd w:val="clear" w:color="auto" w:fill="BDD6EE" w:themeFill="accent1" w:themeFillTint="66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In het filmpje gaat het over een stoeptuintje. Wat is dat</w:t>
                            </w:r>
                            <w:r w:rsidRPr="00B7187D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?</w:t>
                            </w:r>
                          </w:p>
                          <w:p w:rsidR="00CB268E" w:rsidRDefault="00CB268E" w:rsidP="00CB268E">
                            <w:pPr>
                              <w:shd w:val="clear" w:color="auto" w:fill="BDD6EE" w:themeFill="accent1" w:themeFillTint="66"/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E8DCAE" id="_x0000_s1030" type="#_x0000_t202" style="position:absolute;margin-left:-3.15pt;margin-top:264.35pt;width:193.4pt;height:155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" fillcolor="#bdd7ee" stroked="f">
                <v:textbox>
                  <w:txbxContent>
                    <w:p w:rsidR="00CB268E" w:rsidRPr="00B7187D" w:rsidRDefault="00CB268E" w:rsidP="00CB268E">
                      <w:pPr>
                        <w:shd w:val="clear" w:color="auto" w:fill="BDD6EE" w:themeFill="accent1" w:themeFillTint="66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  <w:r>
                        <w:rPr>
                          <w:rFonts w:ascii="Cambria" w:hAnsi="Cambria"/>
                          <w:sz w:val="24"/>
                          <w:szCs w:val="24"/>
                        </w:rPr>
                        <w:t>In het filmpje gaat het over een stoeptuintje. Wat is dat</w:t>
                      </w:r>
                      <w:r w:rsidRPr="00B7187D">
                        <w:rPr>
                          <w:rFonts w:ascii="Cambria" w:hAnsi="Cambria"/>
                          <w:sz w:val="24"/>
                          <w:szCs w:val="24"/>
                        </w:rPr>
                        <w:t>?</w:t>
                      </w:r>
                    </w:p>
                    <w:p w:rsidR="00CB268E" w:rsidRDefault="00CB268E" w:rsidP="00CB268E">
                      <w:pPr>
                        <w:shd w:val="clear" w:color="auto" w:fill="BDD6EE" w:themeFill="accent1" w:themeFillTint="66"/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  <w:r w:rsidRPr="000600E9">
        <w:rPr>
          <w:rFonts w:ascii="Cambria" w:hAnsi="Cambria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50ED47B" wp14:editId="14FA48EE">
                <wp:simplePos x="0" y="0"/>
                <wp:positionH relativeFrom="column">
                  <wp:posOffset>27940</wp:posOffset>
                </wp:positionH>
                <wp:positionV relativeFrom="paragraph">
                  <wp:posOffset>3883025</wp:posOffset>
                </wp:positionV>
                <wp:extent cx="2224405" cy="1296035"/>
                <wp:effectExtent l="0" t="0" r="23495" b="18415"/>
                <wp:wrapNone/>
                <wp:docPr id="64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4405" cy="1296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268E" w:rsidRDefault="00CB268E" w:rsidP="00CB268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0ED47B" id="_x0000_s1031" type="#_x0000_t202" style="position:absolute;margin-left:2.2pt;margin-top:305.75pt;width:175.15pt;height:102.0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">
                <v:textbox>
                  <w:txbxContent>
                    <w:p w:rsidR="00CB268E" w:rsidRDefault="00CB268E" w:rsidP="00CB268E"/>
                  </w:txbxContent>
                </v:textbox>
              </v:shape>
            </w:pict>
          </mc:Fallback>
        </mc:AlternateContent>
      </w:r>
      <w:r w:rsidRPr="00087AC8">
        <w:rPr>
          <w:rFonts w:ascii="Cambria" w:hAnsi="Cambria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0CC888F" wp14:editId="219FB556">
                <wp:simplePos x="0" y="0"/>
                <wp:positionH relativeFrom="column">
                  <wp:posOffset>55548</wp:posOffset>
                </wp:positionH>
                <wp:positionV relativeFrom="paragraph">
                  <wp:posOffset>1999890</wp:posOffset>
                </wp:positionV>
                <wp:extent cx="3309582" cy="1119116"/>
                <wp:effectExtent l="0" t="0" r="24765" b="24130"/>
                <wp:wrapNone/>
                <wp:docPr id="64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9582" cy="111911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268E" w:rsidRDefault="00CB268E" w:rsidP="00CB268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CC888F" id="_x0000_s1032" type="#_x0000_t202" style="position:absolute;margin-left:4.35pt;margin-top:157.45pt;width:260.6pt;height:88.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">
                <v:textbox>
                  <w:txbxContent>
                    <w:p w:rsidR="00CB268E" w:rsidRDefault="00CB268E" w:rsidP="00CB268E"/>
                  </w:txbxContent>
                </v:textbox>
              </v:shape>
            </w:pict>
          </mc:Fallback>
        </mc:AlternateContent>
      </w:r>
      <w:r w:rsidRPr="00F80E86">
        <w:rPr>
          <w:rFonts w:ascii="Cambria" w:hAnsi="Cambria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FC607D" wp14:editId="1B0E5063">
                <wp:simplePos x="0" y="0"/>
                <wp:positionH relativeFrom="column">
                  <wp:posOffset>2607310</wp:posOffset>
                </wp:positionH>
                <wp:positionV relativeFrom="paragraph">
                  <wp:posOffset>41275</wp:posOffset>
                </wp:positionV>
                <wp:extent cx="3500120" cy="1507490"/>
                <wp:effectExtent l="0" t="0" r="5080" b="0"/>
                <wp:wrapNone/>
                <wp:docPr id="1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0120" cy="1507490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40000"/>
                            <a:lumOff val="60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268E" w:rsidRPr="00B7187D" w:rsidRDefault="00CB268E" w:rsidP="00CB268E">
                            <w:pPr>
                              <w:shd w:val="clear" w:color="auto" w:fill="BDD6EE" w:themeFill="accent1" w:themeFillTint="66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  <w:r w:rsidRPr="00B7187D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Waarom is groen in de stad gezond en wat zegt het filmpje er over?</w:t>
                            </w:r>
                          </w:p>
                          <w:p w:rsidR="00CB268E" w:rsidRDefault="00CB268E" w:rsidP="00CB268E">
                            <w:pPr>
                              <w:shd w:val="clear" w:color="auto" w:fill="BDD6EE" w:themeFill="accent1" w:themeFillTint="66"/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FC607D" id="_x0000_s1033" type="#_x0000_t202" style="position:absolute;margin-left:205.3pt;margin-top:3.25pt;width:275.6pt;height:118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" fillcolor="#bdd7ee" stroked="f">
                <v:textbox>
                  <w:txbxContent>
                    <w:p w:rsidR="00CB268E" w:rsidRPr="00B7187D" w:rsidRDefault="00CB268E" w:rsidP="00CB268E">
                      <w:pPr>
                        <w:shd w:val="clear" w:color="auto" w:fill="BDD6EE" w:themeFill="accent1" w:themeFillTint="66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  <w:r w:rsidRPr="00B7187D">
                        <w:rPr>
                          <w:rFonts w:ascii="Cambria" w:hAnsi="Cambria"/>
                          <w:sz w:val="24"/>
                          <w:szCs w:val="24"/>
                        </w:rPr>
                        <w:t>Waarom is groen in de stad gezond en wat zegt het filmpje er over?</w:t>
                      </w:r>
                    </w:p>
                    <w:p w:rsidR="00CB268E" w:rsidRDefault="00CB268E" w:rsidP="00CB268E">
                      <w:pPr>
                        <w:shd w:val="clear" w:color="auto" w:fill="BDD6EE" w:themeFill="accent1" w:themeFillTint="66"/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  <w:r w:rsidRPr="00F80E86">
        <w:rPr>
          <w:rFonts w:ascii="Cambria" w:hAnsi="Cambria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2EA98E" wp14:editId="0C2B59EC">
                <wp:simplePos x="0" y="0"/>
                <wp:positionH relativeFrom="column">
                  <wp:posOffset>-46990</wp:posOffset>
                </wp:positionH>
                <wp:positionV relativeFrom="paragraph">
                  <wp:posOffset>41275</wp:posOffset>
                </wp:positionV>
                <wp:extent cx="2456180" cy="1507490"/>
                <wp:effectExtent l="0" t="0" r="1270" b="0"/>
                <wp:wrapNone/>
                <wp:docPr id="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6180" cy="1507490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40000"/>
                            <a:lumOff val="60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268E" w:rsidRPr="00B7187D" w:rsidRDefault="00CB268E" w:rsidP="00CB268E">
                            <w:pPr>
                              <w:shd w:val="clear" w:color="auto" w:fill="BDD6EE" w:themeFill="accent1" w:themeFillTint="66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  <w:r w:rsidRPr="00B7187D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Welke func</w:t>
                            </w: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t</w:t>
                            </w:r>
                            <w:r w:rsidRPr="00B7187D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ies heeft groen in de stad? Noem er 3</w:t>
                            </w:r>
                          </w:p>
                          <w:p w:rsidR="00CB268E" w:rsidRPr="00B7187D" w:rsidRDefault="00CB268E" w:rsidP="00CB268E">
                            <w:pPr>
                              <w:shd w:val="clear" w:color="auto" w:fill="BDD6EE" w:themeFill="accent1" w:themeFillTint="66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  <w:r w:rsidRPr="00B7187D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1.</w:t>
                            </w:r>
                          </w:p>
                          <w:p w:rsidR="00CB268E" w:rsidRPr="00B7187D" w:rsidRDefault="00CB268E" w:rsidP="00CB268E">
                            <w:pPr>
                              <w:shd w:val="clear" w:color="auto" w:fill="BDD6EE" w:themeFill="accent1" w:themeFillTint="66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  <w:r w:rsidRPr="00B7187D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2.</w:t>
                            </w:r>
                          </w:p>
                          <w:p w:rsidR="00CB268E" w:rsidRPr="00B7187D" w:rsidRDefault="00CB268E" w:rsidP="00CB268E">
                            <w:pPr>
                              <w:shd w:val="clear" w:color="auto" w:fill="BDD6EE" w:themeFill="accent1" w:themeFillTint="66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  <w:r w:rsidRPr="00B7187D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3.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2EA98E" id="_x0000_s1034" type="#_x0000_t202" style="position:absolute;margin-left:-3.7pt;margin-top:3.25pt;width:193.4pt;height:118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" fillcolor="#bdd7ee" stroked="f">
                <v:textbox>
                  <w:txbxContent>
                    <w:p w:rsidR="00CB268E" w:rsidRPr="00B7187D" w:rsidRDefault="00CB268E" w:rsidP="00CB268E">
                      <w:pPr>
                        <w:shd w:val="clear" w:color="auto" w:fill="BDD6EE" w:themeFill="accent1" w:themeFillTint="66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  <w:r w:rsidRPr="00B7187D">
                        <w:rPr>
                          <w:rFonts w:ascii="Cambria" w:hAnsi="Cambria"/>
                          <w:sz w:val="24"/>
                          <w:szCs w:val="24"/>
                        </w:rPr>
                        <w:t>Welke func</w:t>
                      </w:r>
                      <w:r>
                        <w:rPr>
                          <w:rFonts w:ascii="Cambria" w:hAnsi="Cambria"/>
                          <w:sz w:val="24"/>
                          <w:szCs w:val="24"/>
                        </w:rPr>
                        <w:t>t</w:t>
                      </w:r>
                      <w:r w:rsidRPr="00B7187D">
                        <w:rPr>
                          <w:rFonts w:ascii="Cambria" w:hAnsi="Cambria"/>
                          <w:sz w:val="24"/>
                          <w:szCs w:val="24"/>
                        </w:rPr>
                        <w:t>ies heeft groen in de stad? Noem er 3</w:t>
                      </w:r>
                    </w:p>
                    <w:p w:rsidR="00CB268E" w:rsidRPr="00B7187D" w:rsidRDefault="00CB268E" w:rsidP="00CB268E">
                      <w:pPr>
                        <w:shd w:val="clear" w:color="auto" w:fill="BDD6EE" w:themeFill="accent1" w:themeFillTint="66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  <w:r w:rsidRPr="00B7187D">
                        <w:rPr>
                          <w:rFonts w:ascii="Cambria" w:hAnsi="Cambria"/>
                          <w:sz w:val="24"/>
                          <w:szCs w:val="24"/>
                        </w:rPr>
                        <w:t>1.</w:t>
                      </w:r>
                    </w:p>
                    <w:p w:rsidR="00CB268E" w:rsidRPr="00B7187D" w:rsidRDefault="00CB268E" w:rsidP="00CB268E">
                      <w:pPr>
                        <w:shd w:val="clear" w:color="auto" w:fill="BDD6EE" w:themeFill="accent1" w:themeFillTint="66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  <w:r w:rsidRPr="00B7187D">
                        <w:rPr>
                          <w:rFonts w:ascii="Cambria" w:hAnsi="Cambria"/>
                          <w:sz w:val="24"/>
                          <w:szCs w:val="24"/>
                        </w:rPr>
                        <w:t>2.</w:t>
                      </w:r>
                    </w:p>
                    <w:p w:rsidR="00CB268E" w:rsidRPr="00B7187D" w:rsidRDefault="00CB268E" w:rsidP="00CB268E">
                      <w:pPr>
                        <w:shd w:val="clear" w:color="auto" w:fill="BDD6EE" w:themeFill="accent1" w:themeFillTint="66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  <w:r w:rsidRPr="00B7187D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3. </w:t>
                      </w:r>
                    </w:p>
                  </w:txbxContent>
                </v:textbox>
              </v:shape>
            </w:pict>
          </mc:Fallback>
        </mc:AlternateContent>
      </w:r>
      <w:r w:rsidRPr="00087AC8">
        <w:rPr>
          <w:rFonts w:ascii="Cambria" w:hAnsi="Cambria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6256216" wp14:editId="1330DE68">
                <wp:simplePos x="0" y="0"/>
                <wp:positionH relativeFrom="column">
                  <wp:posOffset>289294</wp:posOffset>
                </wp:positionH>
                <wp:positionV relativeFrom="paragraph">
                  <wp:posOffset>1169339</wp:posOffset>
                </wp:positionV>
                <wp:extent cx="2026693" cy="279400"/>
                <wp:effectExtent l="0" t="0" r="12065" b="25400"/>
                <wp:wrapNone/>
                <wp:docPr id="64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6693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268E" w:rsidRDefault="00CB268E" w:rsidP="00CB268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256216" id="_x0000_s1035" type="#_x0000_t202" style="position:absolute;margin-left:22.8pt;margin-top:92.05pt;width:159.6pt;height:2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">
                <v:textbox>
                  <w:txbxContent>
                    <w:p w:rsidR="00CB268E" w:rsidRDefault="00CB268E" w:rsidP="00CB268E"/>
                  </w:txbxContent>
                </v:textbox>
              </v:shape>
            </w:pict>
          </mc:Fallback>
        </mc:AlternateContent>
      </w:r>
      <w:r w:rsidRPr="00087AC8">
        <w:rPr>
          <w:rFonts w:ascii="Cambria" w:hAnsi="Cambria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4D0EB5C" wp14:editId="6DE20F5F">
                <wp:simplePos x="0" y="0"/>
                <wp:positionH relativeFrom="column">
                  <wp:posOffset>289294</wp:posOffset>
                </wp:positionH>
                <wp:positionV relativeFrom="paragraph">
                  <wp:posOffset>841792</wp:posOffset>
                </wp:positionV>
                <wp:extent cx="2026693" cy="279400"/>
                <wp:effectExtent l="0" t="0" r="12065" b="25400"/>
                <wp:wrapNone/>
                <wp:docPr id="64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6693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268E" w:rsidRDefault="00CB268E" w:rsidP="00CB268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0EB5C" id="_x0000_s1036" type="#_x0000_t202" style="position:absolute;margin-left:22.8pt;margin-top:66.3pt;width:159.6pt;height:2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">
                <v:textbox>
                  <w:txbxContent>
                    <w:p w:rsidR="00CB268E" w:rsidRDefault="00CB268E" w:rsidP="00CB268E"/>
                  </w:txbxContent>
                </v:textbox>
              </v:shape>
            </w:pict>
          </mc:Fallback>
        </mc:AlternateContent>
      </w:r>
      <w:r w:rsidRPr="00087AC8">
        <w:rPr>
          <w:rFonts w:ascii="Cambria" w:hAnsi="Cambria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4749F62" wp14:editId="59132D6B">
                <wp:simplePos x="0" y="0"/>
                <wp:positionH relativeFrom="column">
                  <wp:posOffset>287560</wp:posOffset>
                </wp:positionH>
                <wp:positionV relativeFrom="paragraph">
                  <wp:posOffset>519108</wp:posOffset>
                </wp:positionV>
                <wp:extent cx="2026693" cy="279400"/>
                <wp:effectExtent l="0" t="0" r="12065" b="25400"/>
                <wp:wrapNone/>
                <wp:docPr id="64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6693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268E" w:rsidRDefault="00CB268E" w:rsidP="00CB268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749F62" id="_x0000_s1037" type="#_x0000_t202" style="position:absolute;margin-left:22.65pt;margin-top:40.85pt;width:159.6pt;height:2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">
                <v:textbox>
                  <w:txbxContent>
                    <w:p w:rsidR="00CB268E" w:rsidRDefault="00CB268E" w:rsidP="00CB268E"/>
                  </w:txbxContent>
                </v:textbox>
              </v:shape>
            </w:pict>
          </mc:Fallback>
        </mc:AlternateContent>
      </w:r>
      <w:r w:rsidRPr="00087AC8">
        <w:rPr>
          <w:rFonts w:ascii="Cambria" w:hAnsi="Cambria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FC25243" wp14:editId="6CDABFDC">
                <wp:simplePos x="0" y="0"/>
                <wp:positionH relativeFrom="column">
                  <wp:posOffset>2682742</wp:posOffset>
                </wp:positionH>
                <wp:positionV relativeFrom="paragraph">
                  <wp:posOffset>519108</wp:posOffset>
                </wp:positionV>
                <wp:extent cx="3316406" cy="880280"/>
                <wp:effectExtent l="0" t="0" r="17780" b="15240"/>
                <wp:wrapNone/>
                <wp:docPr id="34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6406" cy="880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268E" w:rsidRDefault="00CB268E" w:rsidP="00CB268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C25243" id="_x0000_s1038" type="#_x0000_t202" style="position:absolute;margin-left:211.25pt;margin-top:40.85pt;width:261.15pt;height:69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">
                <v:textbox>
                  <w:txbxContent>
                    <w:p w:rsidR="00CB268E" w:rsidRDefault="00CB268E" w:rsidP="00CB268E"/>
                  </w:txbxContent>
                </v:textbox>
              </v:shape>
            </w:pict>
          </mc:Fallback>
        </mc:AlternateContent>
      </w:r>
      <w:r w:rsidRPr="00087AC8">
        <w:rPr>
          <w:rFonts w:ascii="Cambria" w:hAnsi="Cambria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EFF4DDD" wp14:editId="435AE356">
                <wp:simplePos x="0" y="0"/>
                <wp:positionH relativeFrom="column">
                  <wp:posOffset>4610470</wp:posOffset>
                </wp:positionH>
                <wp:positionV relativeFrom="paragraph">
                  <wp:posOffset>2738053</wp:posOffset>
                </wp:positionV>
                <wp:extent cx="1221474" cy="279779"/>
                <wp:effectExtent l="0" t="0" r="17145" b="25400"/>
                <wp:wrapNone/>
                <wp:docPr id="34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1474" cy="27977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268E" w:rsidRDefault="00CB268E" w:rsidP="00CB268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FF4DDD" id="_x0000_s1039" type="#_x0000_t202" style="position:absolute;margin-left:363.05pt;margin-top:215.6pt;width:96.2pt;height:22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">
                <v:textbox>
                  <w:txbxContent>
                    <w:p w:rsidR="00CB268E" w:rsidRDefault="00CB268E" w:rsidP="00CB268E"/>
                  </w:txbxContent>
                </v:textbox>
              </v:shape>
            </w:pict>
          </mc:Fallback>
        </mc:AlternateContent>
      </w:r>
      <w:r w:rsidRPr="00087AC8">
        <w:rPr>
          <w:rFonts w:ascii="Cambria" w:hAnsi="Cambria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D04219" wp14:editId="2084631E">
                <wp:simplePos x="0" y="0"/>
                <wp:positionH relativeFrom="column">
                  <wp:posOffset>4608650</wp:posOffset>
                </wp:positionH>
                <wp:positionV relativeFrom="paragraph">
                  <wp:posOffset>2395182</wp:posOffset>
                </wp:positionV>
                <wp:extent cx="1221474" cy="279779"/>
                <wp:effectExtent l="0" t="0" r="17145" b="25400"/>
                <wp:wrapNone/>
                <wp:docPr id="34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1474" cy="27977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268E" w:rsidRDefault="00CB268E" w:rsidP="00CB268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D04219" id="_x0000_s1040" type="#_x0000_t202" style="position:absolute;margin-left:362.9pt;margin-top:188.6pt;width:96.2pt;height:22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">
                <v:textbox>
                  <w:txbxContent>
                    <w:p w:rsidR="00CB268E" w:rsidRDefault="00CB268E" w:rsidP="00CB268E"/>
                  </w:txbxContent>
                </v:textbox>
              </v:shape>
            </w:pict>
          </mc:Fallback>
        </mc:AlternateContent>
      </w:r>
      <w:r w:rsidRPr="00F80E86">
        <w:rPr>
          <w:rFonts w:ascii="Cambria" w:hAnsi="Cambria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1DB4BEB" wp14:editId="24FC3DEE">
                <wp:simplePos x="0" y="0"/>
                <wp:positionH relativeFrom="column">
                  <wp:posOffset>3653155</wp:posOffset>
                </wp:positionH>
                <wp:positionV relativeFrom="paragraph">
                  <wp:posOffset>1732280</wp:posOffset>
                </wp:positionV>
                <wp:extent cx="2456180" cy="1459865"/>
                <wp:effectExtent l="0" t="0" r="1270" b="6985"/>
                <wp:wrapNone/>
                <wp:docPr id="34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6180" cy="1459865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40000"/>
                            <a:lumOff val="60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268E" w:rsidRPr="00B7187D" w:rsidRDefault="00CB268E" w:rsidP="00CB268E">
                            <w:pPr>
                              <w:shd w:val="clear" w:color="auto" w:fill="BDD6EE" w:themeFill="accent1" w:themeFillTint="66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Je kunt niet alle planten gebruiken om de gevel te laten begroeien. Noem van beide 1</w:t>
                            </w:r>
                          </w:p>
                          <w:p w:rsidR="00CB268E" w:rsidRDefault="00CB268E" w:rsidP="00CB268E">
                            <w:pPr>
                              <w:shd w:val="clear" w:color="auto" w:fill="BDD6EE" w:themeFill="accent1" w:themeFillTint="66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Ongeschikt </w:t>
                            </w:r>
                          </w:p>
                          <w:p w:rsidR="00CB268E" w:rsidRPr="00B7187D" w:rsidRDefault="00CB268E" w:rsidP="00CB268E">
                            <w:pPr>
                              <w:shd w:val="clear" w:color="auto" w:fill="BDD6EE" w:themeFill="accent1" w:themeFillTint="66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Geschikt</w:t>
                            </w:r>
                            <w:r w:rsidRPr="00B7187D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DB4BEB" id="_x0000_s1041" type="#_x0000_t202" style="position:absolute;margin-left:287.65pt;margin-top:136.4pt;width:193.4pt;height:114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" fillcolor="#bdd7ee" stroked="f">
                <v:textbox>
                  <w:txbxContent>
                    <w:p w:rsidR="00CB268E" w:rsidRPr="00B7187D" w:rsidRDefault="00CB268E" w:rsidP="00CB268E">
                      <w:pPr>
                        <w:shd w:val="clear" w:color="auto" w:fill="BDD6EE" w:themeFill="accent1" w:themeFillTint="66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  <w:r>
                        <w:rPr>
                          <w:rFonts w:ascii="Cambria" w:hAnsi="Cambria"/>
                          <w:sz w:val="24"/>
                          <w:szCs w:val="24"/>
                        </w:rPr>
                        <w:t>Je kunt niet alle planten gebruiken om de gevel te laten begroeien. Noem van beide 1</w:t>
                      </w:r>
                    </w:p>
                    <w:p w:rsidR="00CB268E" w:rsidRDefault="00CB268E" w:rsidP="00CB268E">
                      <w:pPr>
                        <w:shd w:val="clear" w:color="auto" w:fill="BDD6EE" w:themeFill="accent1" w:themeFillTint="66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  <w:r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Ongeschikt </w:t>
                      </w:r>
                    </w:p>
                    <w:p w:rsidR="00CB268E" w:rsidRPr="00B7187D" w:rsidRDefault="00CB268E" w:rsidP="00CB268E">
                      <w:pPr>
                        <w:shd w:val="clear" w:color="auto" w:fill="BDD6EE" w:themeFill="accent1" w:themeFillTint="66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  <w:r>
                        <w:rPr>
                          <w:rFonts w:ascii="Cambria" w:hAnsi="Cambria"/>
                          <w:sz w:val="24"/>
                          <w:szCs w:val="24"/>
                        </w:rPr>
                        <w:t>Geschikt</w:t>
                      </w:r>
                      <w:r w:rsidRPr="00B7187D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F80E86">
        <w:rPr>
          <w:rFonts w:ascii="Cambria" w:hAnsi="Cambria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BE098D7" wp14:editId="725477F3">
                <wp:simplePos x="0" y="0"/>
                <wp:positionH relativeFrom="column">
                  <wp:posOffset>-44905</wp:posOffset>
                </wp:positionH>
                <wp:positionV relativeFrom="paragraph">
                  <wp:posOffset>1740156</wp:posOffset>
                </wp:positionV>
                <wp:extent cx="3500120" cy="1459865"/>
                <wp:effectExtent l="0" t="0" r="5080" b="6985"/>
                <wp:wrapNone/>
                <wp:docPr id="34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0120" cy="1459865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40000"/>
                            <a:lumOff val="60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268E" w:rsidRPr="00B7187D" w:rsidRDefault="00CB268E" w:rsidP="00CB268E">
                            <w:pPr>
                              <w:shd w:val="clear" w:color="auto" w:fill="BDD6EE" w:themeFill="accent1" w:themeFillTint="66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Wat betekent educatie</w:t>
                            </w:r>
                            <w:r w:rsidRPr="00B7187D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?</w:t>
                            </w:r>
                          </w:p>
                          <w:p w:rsidR="00CB268E" w:rsidRDefault="00CB268E" w:rsidP="00CB268E">
                            <w:pPr>
                              <w:shd w:val="clear" w:color="auto" w:fill="BDD6EE" w:themeFill="accent1" w:themeFillTint="66"/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E098D7" id="_x0000_s1042" type="#_x0000_t202" style="position:absolute;margin-left:-3.55pt;margin-top:137pt;width:275.6pt;height:114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" fillcolor="#bdd7ee" stroked="f">
                <v:textbox>
                  <w:txbxContent>
                    <w:p w:rsidR="00CB268E" w:rsidRPr="00B7187D" w:rsidRDefault="00CB268E" w:rsidP="00CB268E">
                      <w:pPr>
                        <w:shd w:val="clear" w:color="auto" w:fill="BDD6EE" w:themeFill="accent1" w:themeFillTint="66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  <w:r>
                        <w:rPr>
                          <w:rFonts w:ascii="Cambria" w:hAnsi="Cambria"/>
                          <w:sz w:val="24"/>
                          <w:szCs w:val="24"/>
                        </w:rPr>
                        <w:t>Wat betekent educatie</w:t>
                      </w:r>
                      <w:r w:rsidRPr="00B7187D">
                        <w:rPr>
                          <w:rFonts w:ascii="Cambria" w:hAnsi="Cambria"/>
                          <w:sz w:val="24"/>
                          <w:szCs w:val="24"/>
                        </w:rPr>
                        <w:t>?</w:t>
                      </w:r>
                    </w:p>
                    <w:p w:rsidR="00CB268E" w:rsidRDefault="00CB268E" w:rsidP="00CB268E">
                      <w:pPr>
                        <w:shd w:val="clear" w:color="auto" w:fill="BDD6EE" w:themeFill="accent1" w:themeFillTint="66"/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40"/>
          <w:szCs w:val="40"/>
        </w:rPr>
        <w:t xml:space="preserve"> </w:t>
      </w:r>
    </w:p>
    <w:p w:rsidR="002C40F4" w:rsidRDefault="002C40F4" w:rsidP="002C40F4">
      <w:pPr>
        <w:spacing w:after="0" w:line="240" w:lineRule="auto"/>
        <w:rPr>
          <w:rFonts w:ascii="Cambria" w:hAnsi="Cambria"/>
          <w:b/>
          <w:color w:val="FF0000"/>
          <w:sz w:val="24"/>
          <w:szCs w:val="24"/>
        </w:rPr>
      </w:pPr>
      <w:r>
        <w:rPr>
          <w:rFonts w:ascii="Cambria" w:hAnsi="Cambria"/>
          <w:b/>
          <w:color w:val="FF0000"/>
          <w:sz w:val="24"/>
          <w:szCs w:val="24"/>
        </w:rPr>
        <w:t>_____________________________________________________________________________________________________</w:t>
      </w:r>
    </w:p>
    <w:p w:rsidR="002C40F4" w:rsidRDefault="002C40F4" w:rsidP="002C40F4">
      <w:pPr>
        <w:spacing w:after="0" w:line="240" w:lineRule="auto"/>
        <w:rPr>
          <w:rFonts w:ascii="Cambria" w:hAnsi="Cambria"/>
          <w:b/>
          <w:sz w:val="24"/>
          <w:szCs w:val="24"/>
        </w:rPr>
      </w:pPr>
    </w:p>
    <w:p w:rsidR="002C40F4" w:rsidRDefault="002C40F4" w:rsidP="002C40F4">
      <w:pPr>
        <w:spacing w:after="0" w:line="240" w:lineRule="auto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 xml:space="preserve">Lever deze opdracht samen met opdracht </w:t>
      </w:r>
      <w:r>
        <w:rPr>
          <w:rFonts w:ascii="Cambria" w:hAnsi="Cambria"/>
          <w:b/>
          <w:sz w:val="24"/>
          <w:szCs w:val="24"/>
        </w:rPr>
        <w:t>2</w:t>
      </w:r>
      <w:bookmarkStart w:id="0" w:name="_GoBack"/>
      <w:bookmarkEnd w:id="0"/>
      <w:r>
        <w:rPr>
          <w:rFonts w:ascii="Cambria" w:hAnsi="Cambria"/>
          <w:b/>
          <w:sz w:val="24"/>
          <w:szCs w:val="24"/>
        </w:rPr>
        <w:t xml:space="preserve"> in via: </w:t>
      </w:r>
    </w:p>
    <w:p w:rsidR="002C40F4" w:rsidRDefault="002C40F4" w:rsidP="002C40F4">
      <w:pPr>
        <w:spacing w:after="0" w:line="240" w:lineRule="auto"/>
        <w:rPr>
          <w:rFonts w:ascii="Cambria" w:hAnsi="Cambria"/>
          <w:b/>
          <w:sz w:val="24"/>
          <w:szCs w:val="24"/>
        </w:rPr>
      </w:pPr>
      <w:proofErr w:type="spellStart"/>
      <w:r>
        <w:rPr>
          <w:rFonts w:ascii="Cambria" w:hAnsi="Cambria"/>
          <w:b/>
          <w:sz w:val="24"/>
          <w:szCs w:val="24"/>
        </w:rPr>
        <w:t>Elo</w:t>
      </w:r>
      <w:proofErr w:type="spellEnd"/>
      <w:r>
        <w:rPr>
          <w:rFonts w:ascii="Cambria" w:hAnsi="Cambria"/>
          <w:b/>
          <w:sz w:val="24"/>
          <w:szCs w:val="24"/>
        </w:rPr>
        <w:t xml:space="preserve">-opdrachten </w:t>
      </w:r>
      <w:r>
        <w:rPr>
          <w:rFonts w:ascii="Cambria" w:hAnsi="Cambria"/>
          <w:b/>
          <w:sz w:val="24"/>
          <w:szCs w:val="24"/>
        </w:rPr>
        <w:sym w:font="Wingdings" w:char="F0E0"/>
      </w:r>
      <w:r>
        <w:rPr>
          <w:rFonts w:ascii="Cambria" w:hAnsi="Cambria"/>
          <w:b/>
          <w:sz w:val="24"/>
          <w:szCs w:val="24"/>
        </w:rPr>
        <w:t xml:space="preserve"> Verg. </w:t>
      </w:r>
      <w:proofErr w:type="spellStart"/>
      <w:r>
        <w:rPr>
          <w:rFonts w:ascii="Cambria" w:hAnsi="Cambria"/>
          <w:b/>
          <w:sz w:val="24"/>
          <w:szCs w:val="24"/>
        </w:rPr>
        <w:t>Sted</w:t>
      </w:r>
      <w:proofErr w:type="spellEnd"/>
      <w:r>
        <w:rPr>
          <w:rFonts w:ascii="Cambria" w:hAnsi="Cambria"/>
          <w:b/>
          <w:sz w:val="24"/>
          <w:szCs w:val="24"/>
        </w:rPr>
        <w:t xml:space="preserve">. </w:t>
      </w:r>
      <w:proofErr w:type="spellStart"/>
      <w:r>
        <w:rPr>
          <w:rFonts w:ascii="Cambria" w:hAnsi="Cambria"/>
          <w:b/>
          <w:sz w:val="24"/>
          <w:szCs w:val="24"/>
        </w:rPr>
        <w:t>Omg</w:t>
      </w:r>
      <w:proofErr w:type="spellEnd"/>
      <w:r>
        <w:rPr>
          <w:rFonts w:ascii="Cambria" w:hAnsi="Cambria"/>
          <w:b/>
          <w:sz w:val="24"/>
          <w:szCs w:val="24"/>
        </w:rPr>
        <w:t>. / Week 14 / Inleveren</w:t>
      </w:r>
    </w:p>
    <w:p w:rsidR="002C40F4" w:rsidRDefault="002C40F4" w:rsidP="002C40F4">
      <w:pPr>
        <w:rPr>
          <w:rFonts w:ascii="Cambria" w:hAnsi="Cambria"/>
          <w:i/>
          <w:sz w:val="24"/>
          <w:szCs w:val="24"/>
        </w:rPr>
      </w:pPr>
    </w:p>
    <w:p w:rsidR="00CB268E" w:rsidRDefault="002C40F4" w:rsidP="002C40F4">
      <w:pPr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SUCCES!!!</w:t>
      </w:r>
    </w:p>
    <w:sectPr w:rsidR="00CB268E" w:rsidSect="002C40F4">
      <w:headerReference w:type="default" r:id="rId9"/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5294" w:rsidRDefault="00A85294" w:rsidP="00A85294">
      <w:pPr>
        <w:spacing w:after="0" w:line="240" w:lineRule="auto"/>
      </w:pPr>
      <w:r>
        <w:separator/>
      </w:r>
    </w:p>
  </w:endnote>
  <w:endnote w:type="continuationSeparator" w:id="0">
    <w:p w:rsidR="00A85294" w:rsidRDefault="00A85294" w:rsidP="00A852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racked Johnni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5294" w:rsidRDefault="00A85294" w:rsidP="00A85294">
      <w:pPr>
        <w:spacing w:after="0" w:line="240" w:lineRule="auto"/>
      </w:pPr>
      <w:r>
        <w:separator/>
      </w:r>
    </w:p>
  </w:footnote>
  <w:footnote w:type="continuationSeparator" w:id="0">
    <w:p w:rsidR="00A85294" w:rsidRDefault="00A85294" w:rsidP="00A852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5294" w:rsidRDefault="00A85294" w:rsidP="00A85294">
    <w:pPr>
      <w:pStyle w:val="Koptekst"/>
    </w:pPr>
    <w:r>
      <w:rPr>
        <w:color w:val="E7E6E6" w:themeColor="background2"/>
        <w:sz w:val="44"/>
        <w:szCs w:val="44"/>
        <w:highlight w:val="darkGreen"/>
      </w:rPr>
      <w:t xml:space="preserve">Vergroening Stedelijke Omgeving     </w:t>
    </w:r>
    <w:r>
      <w:rPr>
        <w:color w:val="E7E6E6" w:themeColor="background2"/>
        <w:sz w:val="44"/>
        <w:szCs w:val="44"/>
      </w:rPr>
      <w:t xml:space="preserve">  </w:t>
    </w:r>
    <w:r>
      <w:rPr>
        <w:color w:val="808080" w:themeColor="background1" w:themeShade="80"/>
        <w:sz w:val="44"/>
        <w:szCs w:val="44"/>
      </w:rPr>
      <w:t xml:space="preserve">Opdrachten </w:t>
    </w:r>
    <w:r>
      <w:rPr>
        <w:color w:val="808080" w:themeColor="background1" w:themeShade="80"/>
        <w:sz w:val="44"/>
        <w:szCs w:val="44"/>
        <w:highlight w:val="darkGreen"/>
      </w:rPr>
      <w:t xml:space="preserve">  </w:t>
    </w:r>
    <w:r>
      <w:rPr>
        <w:color w:val="E7E6E6" w:themeColor="background2"/>
        <w:sz w:val="44"/>
        <w:szCs w:val="44"/>
        <w:highlight w:val="darkGreen"/>
      </w:rPr>
      <w:t xml:space="preserve">                    </w:t>
    </w:r>
    <w:r>
      <w:rPr>
        <w:color w:val="E7E6E6" w:themeColor="background2"/>
        <w:sz w:val="44"/>
        <w:szCs w:val="44"/>
      </w:rPr>
      <w:t xml:space="preserve">           </w:t>
    </w:r>
  </w:p>
  <w:p w:rsidR="00A85294" w:rsidRDefault="00A85294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D0A46"/>
    <w:multiLevelType w:val="hybridMultilevel"/>
    <w:tmpl w:val="C41037F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54DC6"/>
    <w:multiLevelType w:val="hybridMultilevel"/>
    <w:tmpl w:val="D2BAE95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AD0BEB"/>
    <w:multiLevelType w:val="hybridMultilevel"/>
    <w:tmpl w:val="DD545D9E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45F2568"/>
    <w:multiLevelType w:val="hybridMultilevel"/>
    <w:tmpl w:val="7E0AC7A6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902374"/>
    <w:multiLevelType w:val="hybridMultilevel"/>
    <w:tmpl w:val="B2B4558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68E"/>
    <w:rsid w:val="002C40F4"/>
    <w:rsid w:val="006C30B5"/>
    <w:rsid w:val="009931CA"/>
    <w:rsid w:val="009E54E8"/>
    <w:rsid w:val="00A41C01"/>
    <w:rsid w:val="00A85294"/>
    <w:rsid w:val="00CB268E"/>
    <w:rsid w:val="00CB7F78"/>
    <w:rsid w:val="00EC0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753E0"/>
  <w15:chartTrackingRefBased/>
  <w15:docId w15:val="{8BC17D20-DB3D-478B-8799-3CD65AB5C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B268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B268E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A852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85294"/>
  </w:style>
  <w:style w:type="paragraph" w:styleId="Voettekst">
    <w:name w:val="footer"/>
    <w:basedOn w:val="Standaard"/>
    <w:link w:val="VoettekstChar"/>
    <w:uiPriority w:val="99"/>
    <w:unhideWhenUsed/>
    <w:rsid w:val="00A852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85294"/>
  </w:style>
  <w:style w:type="character" w:styleId="Hyperlink">
    <w:name w:val="Hyperlink"/>
    <w:basedOn w:val="Standaardalinea-lettertype"/>
    <w:uiPriority w:val="99"/>
    <w:semiHidden/>
    <w:unhideWhenUsed/>
    <w:rsid w:val="00EC0A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90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4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Xl8uY3lA3U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Xl8uY3lA3U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96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Arne de Schiffart</dc:creator>
  <cp:keywords/>
  <dc:description/>
  <cp:lastModifiedBy>Anthonie Meuleman</cp:lastModifiedBy>
  <cp:revision>8</cp:revision>
  <dcterms:created xsi:type="dcterms:W3CDTF">2020-03-23T08:58:00Z</dcterms:created>
  <dcterms:modified xsi:type="dcterms:W3CDTF">2020-03-31T21:36:00Z</dcterms:modified>
</cp:coreProperties>
</file>