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2E6B7D" w:rsidRPr="00EC3FF6" w14:paraId="16141278" w14:textId="77777777" w:rsidTr="7D9679E9">
        <w:trPr>
          <w:cantSplit/>
        </w:trPr>
        <w:tc>
          <w:tcPr>
            <w:tcW w:w="9493" w:type="dxa"/>
            <w:gridSpan w:val="4"/>
            <w:shd w:val="clear" w:color="auto" w:fill="D8B511"/>
          </w:tcPr>
          <w:p w14:paraId="42272885" w14:textId="393E7BE5" w:rsidR="004F19E8" w:rsidRPr="00CB4A45" w:rsidRDefault="00AF613A" w:rsidP="00CB4A45">
            <w:pPr>
              <w:jc w:val="center"/>
              <w:rPr>
                <w:sz w:val="40"/>
                <w:szCs w:val="40"/>
              </w:rPr>
            </w:pPr>
            <w:bookmarkStart w:id="0" w:name="_Hlk504473844"/>
            <w:r w:rsidRPr="00CB4A45">
              <w:rPr>
                <w:iCs/>
                <w:noProof/>
                <w:sz w:val="40"/>
                <w:szCs w:val="40"/>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CB4A45">
              <w:rPr>
                <w:rFonts w:eastAsia="Arial"/>
                <w:sz w:val="40"/>
                <w:szCs w:val="40"/>
              </w:rPr>
              <w:t>O</w:t>
            </w:r>
            <w:r w:rsidR="00CD2EB6" w:rsidRPr="00CB4A45">
              <w:rPr>
                <w:rFonts w:eastAsia="Arial"/>
                <w:sz w:val="40"/>
                <w:szCs w:val="40"/>
              </w:rPr>
              <w:t xml:space="preserve">nderwijs- en </w:t>
            </w:r>
            <w:r w:rsidR="00E01F2B" w:rsidRPr="00CB4A45">
              <w:rPr>
                <w:rFonts w:eastAsia="Arial"/>
                <w:sz w:val="40"/>
                <w:szCs w:val="40"/>
              </w:rPr>
              <w:t>e</w:t>
            </w:r>
            <w:r w:rsidR="00CD2EB6" w:rsidRPr="00CB4A45">
              <w:rPr>
                <w:rFonts w:eastAsia="Arial"/>
                <w:sz w:val="40"/>
                <w:szCs w:val="40"/>
              </w:rPr>
              <w:t>xamenregeling mbo</w:t>
            </w:r>
            <w:r w:rsidR="002D6EE6" w:rsidRPr="00CB4A45">
              <w:rPr>
                <w:rFonts w:eastAsia="Arial"/>
                <w:sz w:val="40"/>
                <w:szCs w:val="40"/>
              </w:rPr>
              <w:t>-</w:t>
            </w:r>
            <w:r w:rsidR="004F19E8" w:rsidRPr="00CB4A45">
              <w:rPr>
                <w:rFonts w:eastAsia="Arial"/>
                <w:sz w:val="40"/>
                <w:szCs w:val="40"/>
              </w:rPr>
              <w:t>niveau 4</w:t>
            </w:r>
          </w:p>
          <w:p w14:paraId="0CB9B8D9" w14:textId="1EC2F029"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w:t>
            </w:r>
            <w:r w:rsidR="00664E42">
              <w:rPr>
                <w:rFonts w:ascii="Arial" w:eastAsia="Arial" w:hAnsi="Arial" w:cs="Arial"/>
                <w:b w:val="0"/>
                <w:sz w:val="36"/>
                <w:szCs w:val="36"/>
              </w:rPr>
              <w:t>2</w:t>
            </w:r>
            <w:r w:rsidR="006C50EA">
              <w:rPr>
                <w:rFonts w:ascii="Arial" w:eastAsia="Arial" w:hAnsi="Arial" w:cs="Arial"/>
                <w:b w:val="0"/>
                <w:sz w:val="36"/>
                <w:szCs w:val="36"/>
              </w:rPr>
              <w:t>1</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w:t>
            </w:r>
            <w:r w:rsidR="006C50EA">
              <w:rPr>
                <w:rFonts w:ascii="Arial" w:eastAsia="Arial" w:hAnsi="Arial" w:cs="Arial"/>
                <w:b w:val="0"/>
                <w:sz w:val="36"/>
                <w:szCs w:val="36"/>
              </w:rPr>
              <w:t>2</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2E6B7D" w:rsidRPr="00EC3FF6" w14:paraId="0BA86628" w14:textId="77777777" w:rsidTr="7D9679E9">
        <w:trPr>
          <w:cantSplit/>
          <w:trHeight w:hRule="exact" w:val="1371"/>
        </w:trPr>
        <w:tc>
          <w:tcPr>
            <w:tcW w:w="2972" w:type="dxa"/>
            <w:vAlign w:val="center"/>
          </w:tcPr>
          <w:p w14:paraId="13EB17C4" w14:textId="3784C03F" w:rsidR="004F19E8" w:rsidRPr="00EC3FF6" w:rsidRDefault="56E478AC" w:rsidP="56E478AC">
            <w:pPr>
              <w:rPr>
                <w:rFonts w:cs="Arial"/>
                <w:b/>
                <w:bCs/>
                <w:lang w:val="nl"/>
              </w:rPr>
            </w:pPr>
            <w:bookmarkStart w:id="1" w:name="_Hlk504473548"/>
            <w:r w:rsidRPr="00EC3FF6">
              <w:rPr>
                <w:rFonts w:cs="Arial"/>
                <w:b/>
                <w:bCs/>
                <w:lang w:val="nl"/>
              </w:rPr>
              <w:t xml:space="preserve">CREBO-nummer </w:t>
            </w:r>
          </w:p>
          <w:p w14:paraId="6D218C4D" w14:textId="367FBE71" w:rsidR="004F19E8" w:rsidRPr="00EC3FF6" w:rsidRDefault="00877B3F" w:rsidP="56E478AC">
            <w:pPr>
              <w:rPr>
                <w:rFonts w:cs="Arial"/>
                <w:b/>
                <w:bCs/>
                <w:lang w:val="nl"/>
              </w:rPr>
            </w:pPr>
            <w:r w:rsidRPr="00EC3FF6">
              <w:rPr>
                <w:rFonts w:cs="Arial"/>
                <w:b/>
                <w:bCs/>
                <w:lang w:val="nl"/>
              </w:rPr>
              <w:t>K</w:t>
            </w:r>
            <w:r w:rsidR="56E478AC" w:rsidRPr="00EC3FF6">
              <w:rPr>
                <w:rFonts w:cs="Arial"/>
                <w:b/>
                <w:bCs/>
                <w:lang w:val="nl"/>
              </w:rPr>
              <w:t>walificatiedossier:</w:t>
            </w:r>
          </w:p>
        </w:tc>
        <w:tc>
          <w:tcPr>
            <w:tcW w:w="4111" w:type="dxa"/>
            <w:vAlign w:val="center"/>
          </w:tcPr>
          <w:p w14:paraId="7493D7EC" w14:textId="4E343126" w:rsidR="001322C0" w:rsidRPr="008A3323" w:rsidRDefault="001322C0" w:rsidP="001322C0">
            <w:pPr>
              <w:rPr>
                <w:rFonts w:cs="Arial"/>
                <w:bCs/>
                <w:color w:val="002060"/>
              </w:rPr>
            </w:pPr>
            <w:r>
              <w:rPr>
                <w:rFonts w:cs="Arial"/>
                <w:bCs/>
                <w:color w:val="002060"/>
              </w:rPr>
              <w:br/>
              <w:t>23181</w:t>
            </w:r>
          </w:p>
          <w:p w14:paraId="0186C8E9" w14:textId="00667603" w:rsidR="004F19E8" w:rsidRPr="00EC3FF6" w:rsidRDefault="004F19E8" w:rsidP="0045496F">
            <w:pPr>
              <w:rPr>
                <w:rFonts w:cs="Arial"/>
                <w:bCs/>
              </w:rPr>
            </w:pPr>
          </w:p>
        </w:tc>
        <w:tc>
          <w:tcPr>
            <w:tcW w:w="2410" w:type="dxa"/>
            <w:gridSpan w:val="2"/>
          </w:tcPr>
          <w:p w14:paraId="6C288C5E" w14:textId="1E0E3AE4" w:rsidR="00C65D60" w:rsidRPr="00EC3FF6" w:rsidRDefault="00C65D60" w:rsidP="00C65D60">
            <w:pPr>
              <w:rPr>
                <w:rFonts w:cs="Arial"/>
                <w:b/>
                <w:bCs/>
              </w:rPr>
            </w:pPr>
            <w:r w:rsidRPr="00EC3FF6">
              <w:rPr>
                <w:rFonts w:cs="Arial"/>
                <w:b/>
                <w:bCs/>
              </w:rPr>
              <w:t>Kwalificatiedossier HKS geldig vanaf:</w:t>
            </w:r>
          </w:p>
          <w:p w14:paraId="6A9DEB15" w14:textId="77777777" w:rsidR="00C65D60" w:rsidRPr="00EC3FF6" w:rsidRDefault="00C65D60" w:rsidP="00C65D60">
            <w:pPr>
              <w:rPr>
                <w:rFonts w:cs="Arial"/>
                <w:bCs/>
                <w:sz w:val="16"/>
                <w:szCs w:val="16"/>
              </w:rPr>
            </w:pPr>
          </w:p>
          <w:p w14:paraId="7DED9C6A" w14:textId="79474BC3" w:rsidR="00ED4AA1" w:rsidRPr="006E3108" w:rsidRDefault="00ED4AA1" w:rsidP="00ED4AA1">
            <w:pPr>
              <w:rPr>
                <w:rFonts w:cs="Arial"/>
                <w:b/>
                <w:bCs/>
                <w:color w:val="002060"/>
                <w:lang w:val="nl"/>
              </w:rPr>
            </w:pPr>
            <w:r w:rsidRPr="006E3108">
              <w:rPr>
                <w:rFonts w:cs="Arial"/>
                <w:b/>
                <w:bCs/>
                <w:color w:val="002060"/>
                <w:lang w:val="nl"/>
              </w:rPr>
              <w:t>01-08-201</w:t>
            </w:r>
            <w:r w:rsidR="006C5543">
              <w:rPr>
                <w:rFonts w:cs="Arial"/>
                <w:b/>
                <w:bCs/>
                <w:color w:val="002060"/>
                <w:lang w:val="nl"/>
              </w:rPr>
              <w:t>6</w:t>
            </w:r>
          </w:p>
          <w:p w14:paraId="7241E7E2" w14:textId="77777777" w:rsidR="00C65D60" w:rsidRPr="00EC3FF6" w:rsidRDefault="00C65D60" w:rsidP="00C65D60">
            <w:pPr>
              <w:rPr>
                <w:rFonts w:cs="Arial"/>
                <w:sz w:val="16"/>
                <w:szCs w:val="16"/>
              </w:rPr>
            </w:pPr>
          </w:p>
          <w:p w14:paraId="3DDDFC64" w14:textId="76D8FC60" w:rsidR="004F19E8" w:rsidRPr="00EC3FF6" w:rsidRDefault="00C65D60" w:rsidP="00664E42">
            <w:pPr>
              <w:rPr>
                <w:rFonts w:cs="Arial"/>
                <w:b/>
                <w:bCs/>
              </w:rPr>
            </w:pPr>
            <w:r w:rsidRPr="00EC3FF6">
              <w:rPr>
                <w:rFonts w:cs="Arial"/>
                <w:sz w:val="16"/>
                <w:szCs w:val="16"/>
              </w:rPr>
              <w:t>Zie:</w:t>
            </w:r>
            <w:r w:rsidR="00664E42">
              <w:rPr>
                <w:rFonts w:cs="Arial"/>
                <w:sz w:val="16"/>
                <w:szCs w:val="16"/>
              </w:rPr>
              <w:t xml:space="preserve"> </w:t>
            </w:r>
            <w:hyperlink r:id="rId12" w:history="1">
              <w:r w:rsidR="00664E42" w:rsidRPr="005C1A26">
                <w:rPr>
                  <w:rStyle w:val="Hyperlink"/>
                  <w:rFonts w:cs="Arial"/>
                  <w:sz w:val="16"/>
                  <w:szCs w:val="16"/>
                </w:rPr>
                <w:t>http://kwalificaties.s-bb.nl/</w:t>
              </w:r>
            </w:hyperlink>
          </w:p>
        </w:tc>
      </w:tr>
      <w:bookmarkEnd w:id="1"/>
      <w:tr w:rsidR="002E6B7D" w:rsidRPr="00EC3FF6" w14:paraId="3B30D84F" w14:textId="77777777" w:rsidTr="7D9679E9">
        <w:trPr>
          <w:cantSplit/>
          <w:trHeight w:hRule="exact" w:val="510"/>
        </w:trPr>
        <w:tc>
          <w:tcPr>
            <w:tcW w:w="2972" w:type="dxa"/>
            <w:vAlign w:val="center"/>
          </w:tcPr>
          <w:p w14:paraId="7D844D37" w14:textId="77777777" w:rsidR="004F19E8" w:rsidRPr="00EC3FF6" w:rsidRDefault="56E478AC" w:rsidP="56E478AC">
            <w:pPr>
              <w:rPr>
                <w:rFonts w:cs="Arial"/>
                <w:b/>
                <w:bCs/>
                <w:u w:val="single"/>
                <w:lang w:val="nl"/>
              </w:rPr>
            </w:pPr>
            <w:r w:rsidRPr="00EC3FF6">
              <w:rPr>
                <w:rFonts w:cs="Arial"/>
                <w:b/>
                <w:bCs/>
                <w:lang w:val="nl"/>
              </w:rPr>
              <w:t>Naam kwalificatiedossier:</w:t>
            </w:r>
          </w:p>
        </w:tc>
        <w:tc>
          <w:tcPr>
            <w:tcW w:w="6521" w:type="dxa"/>
            <w:gridSpan w:val="3"/>
            <w:vAlign w:val="center"/>
          </w:tcPr>
          <w:p w14:paraId="6E7BCF2E" w14:textId="79814907" w:rsidR="004F19E8" w:rsidRPr="00EC3FF6" w:rsidRDefault="0061281C" w:rsidP="00E10C9B">
            <w:pPr>
              <w:rPr>
                <w:rFonts w:cs="Arial"/>
                <w:bCs/>
              </w:rPr>
            </w:pPr>
            <w:r>
              <w:rPr>
                <w:rFonts w:cs="Arial"/>
                <w:bCs/>
                <w:color w:val="002060"/>
              </w:rPr>
              <w:t>Maatschappelijke zorg</w:t>
            </w:r>
            <w:r w:rsidRPr="008A3323">
              <w:rPr>
                <w:rFonts w:cs="Arial"/>
                <w:bCs/>
                <w:color w:val="002060"/>
              </w:rPr>
              <w:t xml:space="preserve"> (gewijzigd 2016)</w:t>
            </w:r>
          </w:p>
        </w:tc>
      </w:tr>
      <w:tr w:rsidR="002E6B7D" w:rsidRPr="00EC3FF6" w14:paraId="39662EDC" w14:textId="77777777" w:rsidTr="7D9679E9">
        <w:trPr>
          <w:cantSplit/>
          <w:trHeight w:hRule="exact" w:val="510"/>
        </w:trPr>
        <w:tc>
          <w:tcPr>
            <w:tcW w:w="2972" w:type="dxa"/>
            <w:vAlign w:val="center"/>
          </w:tcPr>
          <w:p w14:paraId="2A8766A4" w14:textId="77777777" w:rsidR="004F19E8" w:rsidRPr="00EC3FF6" w:rsidRDefault="56E478AC" w:rsidP="56E478AC">
            <w:pPr>
              <w:rPr>
                <w:rFonts w:cs="Arial"/>
                <w:sz w:val="16"/>
                <w:szCs w:val="16"/>
                <w:lang w:val="nl"/>
              </w:rPr>
            </w:pPr>
            <w:r w:rsidRPr="00EC3FF6">
              <w:rPr>
                <w:rFonts w:cs="Arial"/>
                <w:b/>
                <w:bCs/>
                <w:lang w:val="nl"/>
              </w:rPr>
              <w:t>CREBO-nummer kwalificatie:</w:t>
            </w:r>
          </w:p>
        </w:tc>
        <w:tc>
          <w:tcPr>
            <w:tcW w:w="6521" w:type="dxa"/>
            <w:gridSpan w:val="3"/>
            <w:vAlign w:val="center"/>
          </w:tcPr>
          <w:p w14:paraId="7602F638" w14:textId="0540BBDF" w:rsidR="004F19E8" w:rsidRPr="00EC3FF6" w:rsidRDefault="00850D47" w:rsidP="00E10C9B">
            <w:pPr>
              <w:rPr>
                <w:rFonts w:cs="Arial"/>
                <w:bCs/>
              </w:rPr>
            </w:pPr>
            <w:r>
              <w:rPr>
                <w:rFonts w:cs="Arial"/>
                <w:bCs/>
                <w:color w:val="002060"/>
              </w:rPr>
              <w:t>25478</w:t>
            </w:r>
          </w:p>
        </w:tc>
      </w:tr>
      <w:tr w:rsidR="002E6B7D" w:rsidRPr="00EC3FF6" w14:paraId="6E0AF8F8" w14:textId="77777777" w:rsidTr="7D9679E9">
        <w:trPr>
          <w:cantSplit/>
          <w:trHeight w:hRule="exact" w:val="510"/>
        </w:trPr>
        <w:tc>
          <w:tcPr>
            <w:tcW w:w="2972" w:type="dxa"/>
            <w:vAlign w:val="center"/>
          </w:tcPr>
          <w:p w14:paraId="1F97CFA4" w14:textId="77777777" w:rsidR="004F19E8" w:rsidRPr="00EC3FF6" w:rsidRDefault="56E478AC" w:rsidP="56E478AC">
            <w:pPr>
              <w:rPr>
                <w:rFonts w:cs="Arial"/>
                <w:b/>
                <w:bCs/>
              </w:rPr>
            </w:pPr>
            <w:r w:rsidRPr="00EC3FF6">
              <w:rPr>
                <w:rFonts w:cs="Arial"/>
                <w:b/>
                <w:bCs/>
                <w:lang w:val="nl"/>
              </w:rPr>
              <w:t>Naam kwalificatie:</w:t>
            </w:r>
          </w:p>
        </w:tc>
        <w:tc>
          <w:tcPr>
            <w:tcW w:w="6521" w:type="dxa"/>
            <w:gridSpan w:val="3"/>
            <w:vAlign w:val="center"/>
          </w:tcPr>
          <w:p w14:paraId="0119CA72" w14:textId="187097D1" w:rsidR="004F19E8" w:rsidRPr="00EC3FF6" w:rsidRDefault="003800AA" w:rsidP="00E10C9B">
            <w:pPr>
              <w:rPr>
                <w:rFonts w:cs="Arial"/>
                <w:bCs/>
              </w:rPr>
            </w:pPr>
            <w:r>
              <w:rPr>
                <w:rFonts w:cs="Arial"/>
                <w:bCs/>
                <w:color w:val="002060"/>
              </w:rPr>
              <w:t>Persoonlijk begeleider specifieke doelgroepen</w:t>
            </w:r>
          </w:p>
        </w:tc>
      </w:tr>
      <w:tr w:rsidR="002E6B7D" w:rsidRPr="00EC3FF6" w14:paraId="0E9612C3" w14:textId="77777777" w:rsidTr="7D9679E9">
        <w:trPr>
          <w:cantSplit/>
          <w:trHeight w:hRule="exact" w:val="1744"/>
        </w:trPr>
        <w:tc>
          <w:tcPr>
            <w:tcW w:w="2972" w:type="dxa"/>
            <w:vAlign w:val="center"/>
          </w:tcPr>
          <w:p w14:paraId="3C9AE23E" w14:textId="47EF3E83" w:rsidR="004F19E8" w:rsidRPr="00EC3FF6" w:rsidRDefault="4A2E3712" w:rsidP="4A2E3712">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4F19E8" w:rsidRPr="00EC3FF6" w:rsidRDefault="00DD7DC3" w:rsidP="00E10C9B">
            <w:pPr>
              <w:pStyle w:val="Tekstopmerking"/>
              <w:rPr>
                <w:rFonts w:ascii="Arial" w:hAnsi="Arial" w:cs="Arial"/>
                <w:sz w:val="16"/>
                <w:szCs w:val="16"/>
              </w:rPr>
            </w:pPr>
            <w:hyperlink r:id="rId13" w:history="1">
              <w:r w:rsidR="004F19E8" w:rsidRPr="00EC3FF6">
                <w:rPr>
                  <w:rStyle w:val="Hyperlink"/>
                  <w:rFonts w:ascii="Arial" w:hAnsi="Arial" w:cs="Arial"/>
                  <w:sz w:val="16"/>
                  <w:szCs w:val="16"/>
                </w:rPr>
                <w:t>https://qlikview.noorderpoort.nl/</w:t>
              </w:r>
            </w:hyperlink>
            <w:r w:rsidR="004F19E8" w:rsidRPr="00EC3FF6">
              <w:rPr>
                <w:rFonts w:ascii="Arial" w:hAnsi="Arial" w:cs="Arial"/>
                <w:sz w:val="16"/>
                <w:szCs w:val="16"/>
              </w:rPr>
              <w:t xml:space="preserve"> </w:t>
            </w:r>
          </w:p>
        </w:tc>
        <w:tc>
          <w:tcPr>
            <w:tcW w:w="6521" w:type="dxa"/>
            <w:gridSpan w:val="3"/>
            <w:vAlign w:val="center"/>
          </w:tcPr>
          <w:p w14:paraId="0C7316DA" w14:textId="53809933" w:rsidR="005E49EB" w:rsidRPr="00747A1A" w:rsidRDefault="00DC012A" w:rsidP="005E49EB">
            <w:pPr>
              <w:pStyle w:val="CommentSubject"/>
              <w:rPr>
                <w:rFonts w:ascii="Arial" w:hAnsi="Arial" w:cs="Arial"/>
                <w:b w:val="0"/>
                <w:bCs w:val="0"/>
                <w:color w:val="auto"/>
              </w:rPr>
            </w:pPr>
            <w:r w:rsidRPr="1523A538">
              <w:rPr>
                <w:rFonts w:ascii="Arial" w:hAnsi="Arial" w:cs="Arial"/>
                <w:b w:val="0"/>
                <w:bCs w:val="0"/>
                <w:color w:val="auto"/>
              </w:rPr>
              <w:t>022</w:t>
            </w:r>
            <w:r w:rsidR="00114EC3" w:rsidRPr="1523A538">
              <w:rPr>
                <w:rFonts w:ascii="Arial" w:hAnsi="Arial" w:cs="Arial"/>
                <w:b w:val="0"/>
                <w:bCs w:val="0"/>
                <w:color w:val="auto"/>
              </w:rPr>
              <w:t>63</w:t>
            </w:r>
            <w:r w:rsidR="001C2151" w:rsidRPr="1523A538">
              <w:rPr>
                <w:rFonts w:ascii="Arial" w:hAnsi="Arial" w:cs="Arial"/>
                <w:b w:val="0"/>
                <w:bCs w:val="0"/>
                <w:color w:val="auto"/>
              </w:rPr>
              <w:t>:</w:t>
            </w:r>
            <w:r w:rsidR="00114EC3" w:rsidRPr="1523A538">
              <w:rPr>
                <w:rFonts w:ascii="Arial" w:hAnsi="Arial" w:cs="Arial"/>
                <w:b w:val="0"/>
                <w:bCs w:val="0"/>
                <w:color w:val="auto"/>
              </w:rPr>
              <w:t xml:space="preserve"> </w:t>
            </w:r>
            <w:r w:rsidR="001C2151" w:rsidRPr="1523A538">
              <w:rPr>
                <w:rFonts w:ascii="Arial" w:hAnsi="Arial" w:cs="Arial"/>
                <w:b w:val="0"/>
                <w:bCs w:val="0"/>
                <w:color w:val="auto"/>
              </w:rPr>
              <w:t>GEW08</w:t>
            </w:r>
            <w:r w:rsidR="4BDD38E8" w:rsidRPr="1523A538">
              <w:rPr>
                <w:rFonts w:ascii="Arial" w:hAnsi="Arial" w:cs="Arial"/>
                <w:b w:val="0"/>
                <w:bCs w:val="0"/>
                <w:color w:val="auto"/>
              </w:rPr>
              <w:t xml:space="preserve"> </w:t>
            </w:r>
            <w:r w:rsidR="00114EC3" w:rsidRPr="1523A538">
              <w:rPr>
                <w:rFonts w:ascii="Arial" w:hAnsi="Arial" w:cs="Arial"/>
                <w:b w:val="0"/>
                <w:bCs w:val="0"/>
                <w:color w:val="auto"/>
              </w:rPr>
              <w:t xml:space="preserve">(PB SD PGL) </w:t>
            </w:r>
            <w:r>
              <w:br/>
            </w:r>
            <w:r w:rsidR="005E49EB" w:rsidRPr="1523A538">
              <w:rPr>
                <w:rFonts w:ascii="Arial" w:hAnsi="Arial" w:cs="Arial"/>
                <w:b w:val="0"/>
                <w:bCs w:val="0"/>
                <w:color w:val="auto"/>
              </w:rPr>
              <w:t>02111</w:t>
            </w:r>
            <w:r w:rsidR="001C2151" w:rsidRPr="1523A538">
              <w:rPr>
                <w:rFonts w:ascii="Arial" w:hAnsi="Arial" w:cs="Arial"/>
                <w:b w:val="0"/>
                <w:bCs w:val="0"/>
                <w:color w:val="auto"/>
              </w:rPr>
              <w:t>:</w:t>
            </w:r>
            <w:r w:rsidR="005E49EB" w:rsidRPr="1523A538">
              <w:rPr>
                <w:rFonts w:ascii="Arial" w:hAnsi="Arial" w:cs="Arial"/>
                <w:b w:val="0"/>
                <w:bCs w:val="0"/>
                <w:color w:val="auto"/>
              </w:rPr>
              <w:t xml:space="preserve"> BOL en BBL </w:t>
            </w:r>
            <w:r w:rsidR="005626FC" w:rsidRPr="1523A538">
              <w:rPr>
                <w:rFonts w:ascii="Arial" w:hAnsi="Arial" w:cs="Arial"/>
                <w:b w:val="0"/>
                <w:bCs w:val="0"/>
                <w:color w:val="auto"/>
              </w:rPr>
              <w:t xml:space="preserve"> 3- jarig</w:t>
            </w:r>
          </w:p>
          <w:p w14:paraId="36406F41" w14:textId="77777777" w:rsidR="005E49EB" w:rsidRPr="00747A1A" w:rsidRDefault="005E49EB" w:rsidP="005E49EB">
            <w:pPr>
              <w:pStyle w:val="CommentSubject"/>
              <w:rPr>
                <w:rFonts w:ascii="Arial" w:hAnsi="Arial" w:cs="Arial"/>
                <w:b w:val="0"/>
                <w:bCs w:val="0"/>
                <w:color w:val="auto"/>
              </w:rPr>
            </w:pPr>
            <w:r w:rsidRPr="00747A1A">
              <w:rPr>
                <w:rFonts w:ascii="Arial" w:hAnsi="Arial" w:cs="Arial"/>
                <w:b w:val="0"/>
                <w:bCs w:val="0"/>
                <w:color w:val="auto"/>
              </w:rPr>
              <w:t xml:space="preserve">02204: WIN19: 3-jarig BBL </w:t>
            </w:r>
          </w:p>
          <w:p w14:paraId="60F8E415" w14:textId="4D531992" w:rsidR="005E49EB" w:rsidRPr="00747A1A" w:rsidRDefault="005E49EB" w:rsidP="005E49EB">
            <w:pPr>
              <w:pStyle w:val="CommentSubject"/>
              <w:rPr>
                <w:rFonts w:ascii="Arial" w:hAnsi="Arial" w:cs="Arial"/>
                <w:b w:val="0"/>
                <w:bCs w:val="0"/>
                <w:color w:val="auto"/>
              </w:rPr>
            </w:pPr>
            <w:r w:rsidRPr="1523A538">
              <w:rPr>
                <w:rFonts w:ascii="Arial" w:hAnsi="Arial" w:cs="Arial"/>
                <w:b w:val="0"/>
                <w:bCs w:val="0"/>
                <w:color w:val="auto"/>
              </w:rPr>
              <w:t>02214: BOS04: 3-jarig BB</w:t>
            </w:r>
            <w:r w:rsidR="37597D8F" w:rsidRPr="1523A538">
              <w:rPr>
                <w:rFonts w:ascii="Arial" w:hAnsi="Arial" w:cs="Arial"/>
                <w:b w:val="0"/>
                <w:bCs w:val="0"/>
                <w:color w:val="auto"/>
              </w:rPr>
              <w:t>L</w:t>
            </w:r>
            <w:r w:rsidRPr="1523A538">
              <w:rPr>
                <w:rFonts w:ascii="Arial" w:hAnsi="Arial" w:cs="Arial"/>
                <w:b w:val="0"/>
                <w:bCs w:val="0"/>
                <w:color w:val="auto"/>
              </w:rPr>
              <w:t>: (PI Ter Apel)</w:t>
            </w:r>
          </w:p>
          <w:p w14:paraId="76BB0F4F" w14:textId="7A4376A5" w:rsidR="00114EC3" w:rsidRPr="00114EC3" w:rsidRDefault="00BB7825" w:rsidP="7DCA331A">
            <w:pPr>
              <w:pStyle w:val="Tekstopmerking"/>
              <w:rPr>
                <w:rFonts w:ascii="Arial" w:hAnsi="Arial" w:cs="Arial"/>
                <w:b/>
                <w:bCs/>
                <w:color w:val="FF0000"/>
              </w:rPr>
            </w:pPr>
            <w:r w:rsidRPr="7DCA331A">
              <w:rPr>
                <w:rFonts w:ascii="Arial" w:hAnsi="Arial" w:cs="Arial"/>
              </w:rPr>
              <w:t xml:space="preserve">02261: </w:t>
            </w:r>
            <w:r w:rsidRPr="7DCA331A">
              <w:rPr>
                <w:rFonts w:ascii="Arial" w:hAnsi="Arial" w:cs="Arial"/>
                <w:color w:val="auto"/>
              </w:rPr>
              <w:t>BO</w:t>
            </w:r>
            <w:r w:rsidR="003967B6" w:rsidRPr="7DCA331A">
              <w:rPr>
                <w:rFonts w:ascii="Arial" w:hAnsi="Arial" w:cs="Arial"/>
                <w:color w:val="auto"/>
              </w:rPr>
              <w:t>V</w:t>
            </w:r>
            <w:r w:rsidRPr="7DCA331A">
              <w:rPr>
                <w:rFonts w:ascii="Arial" w:hAnsi="Arial" w:cs="Arial"/>
                <w:color w:val="auto"/>
              </w:rPr>
              <w:t>0</w:t>
            </w:r>
            <w:r w:rsidR="003967B6" w:rsidRPr="7DCA331A">
              <w:rPr>
                <w:rFonts w:ascii="Arial" w:hAnsi="Arial" w:cs="Arial"/>
                <w:color w:val="auto"/>
              </w:rPr>
              <w:t>5</w:t>
            </w:r>
          </w:p>
        </w:tc>
      </w:tr>
      <w:tr w:rsidR="002E6B7D" w:rsidRPr="00EC3FF6" w14:paraId="5B0BAA81" w14:textId="77777777" w:rsidTr="7D9679E9">
        <w:trPr>
          <w:cantSplit/>
          <w:trHeight w:hRule="exact" w:val="635"/>
        </w:trPr>
        <w:tc>
          <w:tcPr>
            <w:tcW w:w="2972" w:type="dxa"/>
            <w:vAlign w:val="center"/>
          </w:tcPr>
          <w:p w14:paraId="6B91E6A0" w14:textId="77777777" w:rsidR="004F19E8" w:rsidRPr="00EC3FF6" w:rsidRDefault="4A2E3712" w:rsidP="4A2E3712">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40297136" w14:textId="77777777" w:rsidR="00DB75D9" w:rsidRPr="00B21171" w:rsidRDefault="00DB75D9" w:rsidP="4A2E3712">
            <w:pPr>
              <w:pStyle w:val="CommentSubject"/>
              <w:rPr>
                <w:rFonts w:ascii="Arial" w:eastAsia="Arial" w:hAnsi="Arial" w:cs="Arial"/>
              </w:rPr>
            </w:pPr>
          </w:p>
          <w:p w14:paraId="1E324DB3" w14:textId="036476AD" w:rsidR="006D78C8" w:rsidRPr="00B21171" w:rsidRDefault="4A2E3712" w:rsidP="4A2E3712">
            <w:pPr>
              <w:pStyle w:val="CommentSubject"/>
              <w:rPr>
                <w:rFonts w:ascii="Arial" w:eastAsia="Arial" w:hAnsi="Arial" w:cs="Arial"/>
              </w:rPr>
            </w:pPr>
            <w:r w:rsidRPr="00B21171">
              <w:rPr>
                <w:rFonts w:ascii="Arial" w:eastAsia="Arial" w:hAnsi="Arial" w:cs="Arial"/>
              </w:rPr>
              <w:t xml:space="preserve">Totaal </w:t>
            </w:r>
            <w:r w:rsidR="00004AF7" w:rsidRPr="00B21171">
              <w:rPr>
                <w:rFonts w:ascii="Arial" w:eastAsia="Arial" w:hAnsi="Arial" w:cs="Arial"/>
              </w:rPr>
              <w:t>aantal uren BOT</w:t>
            </w:r>
            <w:r w:rsidR="009E12E3" w:rsidRPr="00B21171">
              <w:rPr>
                <w:rFonts w:ascii="Arial" w:eastAsia="Arial" w:hAnsi="Arial" w:cs="Arial"/>
              </w:rPr>
              <w:t xml:space="preserve"> inclusief BPV</w:t>
            </w:r>
            <w:r w:rsidR="00004AF7" w:rsidRPr="00B21171">
              <w:rPr>
                <w:rFonts w:ascii="Arial" w:eastAsia="Arial" w:hAnsi="Arial" w:cs="Arial"/>
              </w:rPr>
              <w:t>:</w:t>
            </w:r>
          </w:p>
          <w:p w14:paraId="4A82C39B" w14:textId="77777777" w:rsidR="006D78C8" w:rsidRPr="00B21171" w:rsidRDefault="006D78C8" w:rsidP="006D78C8">
            <w:pPr>
              <w:pStyle w:val="Tekstopmerking"/>
              <w:rPr>
                <w:rFonts w:eastAsia="Arial"/>
              </w:rPr>
            </w:pPr>
          </w:p>
          <w:p w14:paraId="278E1A78" w14:textId="144ECBFE" w:rsidR="006D78C8" w:rsidRPr="00B21171" w:rsidRDefault="006D78C8" w:rsidP="006D78C8">
            <w:pPr>
              <w:pStyle w:val="Tekstopmerking"/>
              <w:rPr>
                <w:rFonts w:eastAsia="Arial"/>
              </w:rPr>
            </w:pPr>
          </w:p>
        </w:tc>
        <w:tc>
          <w:tcPr>
            <w:tcW w:w="1134" w:type="dxa"/>
            <w:vAlign w:val="center"/>
          </w:tcPr>
          <w:p w14:paraId="0AC31811" w14:textId="77777777" w:rsidR="004F19E8" w:rsidRPr="00B21171" w:rsidRDefault="4A2E3712" w:rsidP="4A2E3712">
            <w:pPr>
              <w:pStyle w:val="CommentSubject"/>
              <w:rPr>
                <w:rFonts w:ascii="Arial" w:eastAsia="Arial" w:hAnsi="Arial" w:cs="Arial"/>
              </w:rPr>
            </w:pPr>
            <w:r w:rsidRPr="00B21171">
              <w:rPr>
                <w:rFonts w:ascii="Arial" w:eastAsia="Arial" w:hAnsi="Arial" w:cs="Arial"/>
              </w:rPr>
              <w:t>SBU:</w:t>
            </w:r>
          </w:p>
        </w:tc>
        <w:tc>
          <w:tcPr>
            <w:tcW w:w="1276" w:type="dxa"/>
            <w:vAlign w:val="center"/>
          </w:tcPr>
          <w:p w14:paraId="07DA9491" w14:textId="77777777" w:rsidR="004F19E8" w:rsidRPr="00B21171" w:rsidRDefault="4A2E3712" w:rsidP="4A2E3712">
            <w:pPr>
              <w:pStyle w:val="CommentSubject"/>
              <w:rPr>
                <w:rFonts w:ascii="Arial" w:eastAsia="Arial" w:hAnsi="Arial" w:cs="Arial"/>
              </w:rPr>
            </w:pPr>
            <w:r w:rsidRPr="00B21171">
              <w:rPr>
                <w:rFonts w:ascii="Arial" w:eastAsia="Arial" w:hAnsi="Arial" w:cs="Arial"/>
              </w:rPr>
              <w:t>Leerjaren:</w:t>
            </w:r>
          </w:p>
        </w:tc>
      </w:tr>
      <w:tr w:rsidR="00336D3F" w:rsidRPr="00EC3FF6" w14:paraId="788A8F7F" w14:textId="77777777" w:rsidTr="7D9679E9">
        <w:trPr>
          <w:cantSplit/>
          <w:trHeight w:val="20"/>
        </w:trPr>
        <w:tc>
          <w:tcPr>
            <w:tcW w:w="2972" w:type="dxa"/>
            <w:vAlign w:val="center"/>
          </w:tcPr>
          <w:p w14:paraId="29399A3F" w14:textId="76012DDB" w:rsidR="00336D3F" w:rsidRPr="00EC3FF6" w:rsidRDefault="00DD7DC3" w:rsidP="00336D3F">
            <w:pPr>
              <w:rPr>
                <w:rFonts w:cs="Arial"/>
                <w:lang w:val="nl"/>
              </w:rPr>
            </w:pPr>
            <w:sdt>
              <w:sdtPr>
                <w:rPr>
                  <w:rFonts w:cs="Arial"/>
                  <w:lang w:val="nl"/>
                </w:rPr>
                <w:id w:val="1445422460"/>
                <w14:checkbox>
                  <w14:checked w14:val="1"/>
                  <w14:checkedState w14:val="2612" w14:font="MS Gothic"/>
                  <w14:uncheckedState w14:val="2610" w14:font="MS Gothic"/>
                </w14:checkbox>
              </w:sdtPr>
              <w:sdtEndPr/>
              <w:sdtContent>
                <w:r w:rsidR="00336D3F">
                  <w:rPr>
                    <w:rFonts w:ascii="MS Gothic" w:eastAsia="MS Gothic" w:hAnsi="MS Gothic" w:cs="Arial" w:hint="eastAsia"/>
                    <w:lang w:val="nl"/>
                  </w:rPr>
                  <w:t>☒</w:t>
                </w:r>
              </w:sdtContent>
            </w:sdt>
            <w:r w:rsidR="00336D3F" w:rsidRPr="00EC3FF6">
              <w:rPr>
                <w:rFonts w:cs="Arial"/>
                <w:lang w:val="nl"/>
              </w:rPr>
              <w:t xml:space="preserve"> </w:t>
            </w:r>
            <w:r w:rsidR="00336D3F">
              <w:rPr>
                <w:rFonts w:cs="Arial"/>
                <w:lang w:val="nl"/>
              </w:rPr>
              <w:t xml:space="preserve"> </w:t>
            </w:r>
            <w:r w:rsidR="00336D3F" w:rsidRPr="00EC3FF6">
              <w:rPr>
                <w:rFonts w:cs="Arial"/>
                <w:lang w:val="nl"/>
              </w:rPr>
              <w:t>B</w:t>
            </w:r>
            <w:r w:rsidR="00336D3F">
              <w:rPr>
                <w:rFonts w:cs="Arial"/>
                <w:lang w:val="nl"/>
              </w:rPr>
              <w:t>O</w:t>
            </w:r>
            <w:r w:rsidR="00336D3F" w:rsidRPr="00EC3FF6">
              <w:rPr>
                <w:rFonts w:cs="Arial"/>
                <w:lang w:val="nl"/>
              </w:rPr>
              <w:t>L</w:t>
            </w:r>
          </w:p>
        </w:tc>
        <w:tc>
          <w:tcPr>
            <w:tcW w:w="4111" w:type="dxa"/>
            <w:vAlign w:val="center"/>
          </w:tcPr>
          <w:p w14:paraId="3A3C74C9" w14:textId="26493328" w:rsidR="00336D3F" w:rsidRPr="00B21171" w:rsidRDefault="00336D3F" w:rsidP="00336D3F">
            <w:pPr>
              <w:rPr>
                <w:rFonts w:cs="Arial"/>
                <w:iCs/>
                <w:sz w:val="18"/>
                <w:szCs w:val="18"/>
                <w:lang w:val="nl"/>
              </w:rPr>
            </w:pPr>
            <w:r>
              <w:rPr>
                <w:rFonts w:cs="Arial"/>
                <w:iCs/>
                <w:color w:val="002060"/>
                <w:sz w:val="18"/>
                <w:szCs w:val="18"/>
                <w:lang w:val="nl"/>
              </w:rPr>
              <w:t>Minimaal 3000</w:t>
            </w:r>
          </w:p>
        </w:tc>
        <w:tc>
          <w:tcPr>
            <w:tcW w:w="1134" w:type="dxa"/>
            <w:vAlign w:val="center"/>
          </w:tcPr>
          <w:p w14:paraId="06E95D7F" w14:textId="613C3E1A" w:rsidR="00336D3F" w:rsidRPr="00B21171" w:rsidRDefault="00336D3F" w:rsidP="00336D3F">
            <w:pPr>
              <w:rPr>
                <w:rFonts w:cs="Arial"/>
                <w:bCs/>
                <w:lang w:val="nl"/>
              </w:rPr>
            </w:pPr>
            <w:r w:rsidRPr="008A3323">
              <w:rPr>
                <w:rFonts w:cs="Arial"/>
                <w:bCs/>
                <w:color w:val="002060"/>
                <w:lang w:val="nl"/>
              </w:rPr>
              <w:t>4800</w:t>
            </w:r>
          </w:p>
        </w:tc>
        <w:tc>
          <w:tcPr>
            <w:tcW w:w="1276" w:type="dxa"/>
            <w:vAlign w:val="center"/>
          </w:tcPr>
          <w:p w14:paraId="2A252298" w14:textId="5F274A9A" w:rsidR="00336D3F" w:rsidRPr="00B21171" w:rsidRDefault="00336D3F" w:rsidP="00336D3F">
            <w:pPr>
              <w:rPr>
                <w:rFonts w:cs="Arial"/>
                <w:bCs/>
                <w:lang w:val="nl"/>
              </w:rPr>
            </w:pPr>
            <w:r w:rsidRPr="008A3323">
              <w:rPr>
                <w:rFonts w:cs="Arial"/>
                <w:bCs/>
                <w:color w:val="002060"/>
                <w:lang w:val="nl"/>
              </w:rPr>
              <w:t>3</w:t>
            </w:r>
          </w:p>
        </w:tc>
      </w:tr>
      <w:tr w:rsidR="00336D3F" w:rsidRPr="00EC3FF6" w14:paraId="698B188E" w14:textId="77777777" w:rsidTr="7D9679E9">
        <w:trPr>
          <w:cantSplit/>
          <w:trHeight w:val="20"/>
        </w:trPr>
        <w:tc>
          <w:tcPr>
            <w:tcW w:w="2972" w:type="dxa"/>
            <w:vAlign w:val="center"/>
          </w:tcPr>
          <w:p w14:paraId="3A03616B" w14:textId="3DCF366E" w:rsidR="00336D3F" w:rsidRPr="00EC3FF6" w:rsidRDefault="00DD7DC3" w:rsidP="00336D3F">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336D3F">
                  <w:rPr>
                    <w:rFonts w:ascii="MS Gothic" w:eastAsia="MS Gothic" w:hAnsi="MS Gothic" w:cs="Arial" w:hint="eastAsia"/>
                    <w:lang w:val="nl"/>
                  </w:rPr>
                  <w:t>☒</w:t>
                </w:r>
              </w:sdtContent>
            </w:sdt>
            <w:r w:rsidR="00336D3F" w:rsidRPr="00EC3FF6">
              <w:rPr>
                <w:rFonts w:cs="Arial"/>
                <w:lang w:val="nl"/>
              </w:rPr>
              <w:t xml:space="preserve"> </w:t>
            </w:r>
            <w:r w:rsidR="00336D3F">
              <w:rPr>
                <w:rFonts w:cs="Arial"/>
                <w:lang w:val="nl"/>
              </w:rPr>
              <w:t xml:space="preserve"> </w:t>
            </w:r>
            <w:r w:rsidR="00336D3F" w:rsidRPr="00EC3FF6">
              <w:rPr>
                <w:rFonts w:cs="Arial"/>
                <w:lang w:val="nl"/>
              </w:rPr>
              <w:t>BBL</w:t>
            </w:r>
          </w:p>
        </w:tc>
        <w:tc>
          <w:tcPr>
            <w:tcW w:w="4111" w:type="dxa"/>
            <w:vAlign w:val="center"/>
          </w:tcPr>
          <w:p w14:paraId="56BDE71C" w14:textId="77777777" w:rsidR="00C95330" w:rsidRPr="00E345E5" w:rsidRDefault="00C95330" w:rsidP="00C95330">
            <w:pPr>
              <w:rPr>
                <w:rFonts w:cs="Arial"/>
                <w:iCs/>
                <w:color w:val="002060"/>
                <w:sz w:val="18"/>
                <w:szCs w:val="18"/>
                <w:lang w:val="nl"/>
              </w:rPr>
            </w:pPr>
            <w:r w:rsidRPr="00E345E5">
              <w:rPr>
                <w:rFonts w:cs="Arial"/>
                <w:iCs/>
                <w:color w:val="002060"/>
                <w:sz w:val="18"/>
                <w:szCs w:val="18"/>
                <w:lang w:val="nl"/>
              </w:rPr>
              <w:t>3 jaar: Minimaal 2550</w:t>
            </w:r>
          </w:p>
          <w:p w14:paraId="27DDAD5A" w14:textId="3529C195" w:rsidR="009B3FA7" w:rsidRPr="00E345E5" w:rsidRDefault="00C95330" w:rsidP="00C95330">
            <w:pPr>
              <w:rPr>
                <w:rFonts w:cs="Arial"/>
                <w:iCs/>
                <w:sz w:val="18"/>
                <w:szCs w:val="18"/>
                <w:lang w:val="nl"/>
              </w:rPr>
            </w:pPr>
            <w:r w:rsidRPr="00E345E5">
              <w:rPr>
                <w:rFonts w:cs="Arial"/>
                <w:iCs/>
                <w:color w:val="002060"/>
                <w:lang w:val="nl"/>
              </w:rPr>
              <w:t>2 jaar: Minimaal 1700</w:t>
            </w:r>
          </w:p>
        </w:tc>
        <w:tc>
          <w:tcPr>
            <w:tcW w:w="1134" w:type="dxa"/>
            <w:vAlign w:val="center"/>
          </w:tcPr>
          <w:p w14:paraId="77052A0D" w14:textId="77777777" w:rsidR="00E80BF6" w:rsidRPr="00E345E5" w:rsidRDefault="00E80BF6" w:rsidP="00E80BF6">
            <w:pPr>
              <w:rPr>
                <w:rFonts w:cs="Arial"/>
                <w:bCs/>
                <w:color w:val="002060"/>
                <w:lang w:val="nl"/>
              </w:rPr>
            </w:pPr>
            <w:r w:rsidRPr="00E345E5">
              <w:rPr>
                <w:rFonts w:cs="Arial"/>
                <w:bCs/>
                <w:color w:val="002060"/>
                <w:lang w:val="nl"/>
              </w:rPr>
              <w:t>3 jr: 4800</w:t>
            </w:r>
          </w:p>
          <w:p w14:paraId="41E66A67" w14:textId="1DF43923" w:rsidR="00336D3F" w:rsidRPr="00E345E5" w:rsidRDefault="00E80BF6" w:rsidP="00E80BF6">
            <w:pPr>
              <w:rPr>
                <w:rFonts w:cs="Arial"/>
                <w:bCs/>
                <w:lang w:val="nl"/>
              </w:rPr>
            </w:pPr>
            <w:r w:rsidRPr="00E345E5">
              <w:rPr>
                <w:rFonts w:cs="Arial"/>
                <w:bCs/>
                <w:lang w:val="nl"/>
              </w:rPr>
              <w:t>2 jr: 3200</w:t>
            </w:r>
          </w:p>
        </w:tc>
        <w:tc>
          <w:tcPr>
            <w:tcW w:w="1276" w:type="dxa"/>
            <w:vAlign w:val="center"/>
          </w:tcPr>
          <w:p w14:paraId="2093F777" w14:textId="77777777" w:rsidR="00201DA9" w:rsidRPr="00E345E5" w:rsidRDefault="00201DA9" w:rsidP="00201DA9">
            <w:pPr>
              <w:rPr>
                <w:rFonts w:cs="Arial"/>
                <w:bCs/>
                <w:color w:val="002060"/>
                <w:lang w:val="nl"/>
              </w:rPr>
            </w:pPr>
            <w:r w:rsidRPr="00E345E5">
              <w:rPr>
                <w:rFonts w:cs="Arial"/>
                <w:bCs/>
                <w:color w:val="002060"/>
                <w:lang w:val="nl"/>
              </w:rPr>
              <w:t>3 jr: 3</w:t>
            </w:r>
          </w:p>
          <w:p w14:paraId="2D29906A" w14:textId="3D40C80C" w:rsidR="00336D3F" w:rsidRPr="00E345E5" w:rsidRDefault="00201DA9" w:rsidP="00201DA9">
            <w:pPr>
              <w:rPr>
                <w:rFonts w:cs="Arial"/>
                <w:bCs/>
                <w:lang w:val="nl"/>
              </w:rPr>
            </w:pPr>
            <w:r w:rsidRPr="00E345E5">
              <w:rPr>
                <w:rFonts w:cs="Arial"/>
                <w:bCs/>
                <w:color w:val="002060"/>
                <w:lang w:val="nl"/>
              </w:rPr>
              <w:t>2 jr: 2</w:t>
            </w:r>
          </w:p>
        </w:tc>
      </w:tr>
      <w:tr w:rsidR="00004AF7" w:rsidRPr="00EC3FF6" w14:paraId="2A4EC7E3" w14:textId="77777777" w:rsidTr="7D9679E9">
        <w:trPr>
          <w:cantSplit/>
          <w:trHeight w:val="20"/>
        </w:trPr>
        <w:tc>
          <w:tcPr>
            <w:tcW w:w="2972" w:type="dxa"/>
            <w:vAlign w:val="center"/>
          </w:tcPr>
          <w:p w14:paraId="3C29683E" w14:textId="1AEC6F60" w:rsidR="00004AF7" w:rsidRDefault="00DD7DC3" w:rsidP="56E478AC">
            <w:pPr>
              <w:rPr>
                <w:rFonts w:cs="Arial"/>
                <w:lang w:val="nl"/>
              </w:rPr>
            </w:pPr>
            <w:sdt>
              <w:sdtPr>
                <w:rPr>
                  <w:rFonts w:cs="Arial"/>
                  <w:lang w:val="nl"/>
                </w:rPr>
                <w:id w:val="1064991286"/>
                <w14:checkbox>
                  <w14:checked w14:val="1"/>
                  <w14:checkedState w14:val="2612" w14:font="MS Gothic"/>
                  <w14:uncheckedState w14:val="2610" w14:font="MS Gothic"/>
                </w14:checkbox>
              </w:sdtPr>
              <w:sdtEndPr/>
              <w:sdtContent>
                <w:r w:rsidR="00E345E5">
                  <w:rPr>
                    <w:rFonts w:ascii="MS Gothic" w:eastAsia="MS Gothic" w:hAnsi="MS Gothic" w:cs="Arial" w:hint="eastAsia"/>
                    <w:lang w:val="nl"/>
                  </w:rPr>
                  <w:t>☒</w:t>
                </w:r>
              </w:sdtContent>
            </w:sdt>
            <w:r w:rsidR="006C5543" w:rsidRPr="00FE6976" w:rsidDel="006C5543">
              <w:rPr>
                <w:rFonts w:ascii="Segoe UI Symbol" w:hAnsi="Segoe UI Symbol" w:cs="Segoe UI Symbol"/>
                <w:lang w:val="nl"/>
              </w:rPr>
              <w:t xml:space="preserve"> </w:t>
            </w:r>
            <w:r w:rsidR="00004AF7" w:rsidRPr="00FE6976">
              <w:rPr>
                <w:rFonts w:cs="Arial"/>
                <w:lang w:val="nl"/>
              </w:rPr>
              <w:t xml:space="preserve"> </w:t>
            </w:r>
            <w:r w:rsidR="00585386">
              <w:rPr>
                <w:rFonts w:cs="Arial"/>
                <w:lang w:val="nl"/>
              </w:rPr>
              <w:t xml:space="preserve"> </w:t>
            </w:r>
            <w:r w:rsidR="00004AF7">
              <w:rPr>
                <w:rFonts w:cs="Arial"/>
                <w:lang w:val="nl"/>
              </w:rPr>
              <w:t>OVO (derde leerweg)</w:t>
            </w:r>
          </w:p>
        </w:tc>
        <w:tc>
          <w:tcPr>
            <w:tcW w:w="6521" w:type="dxa"/>
            <w:gridSpan w:val="3"/>
            <w:vAlign w:val="center"/>
          </w:tcPr>
          <w:p w14:paraId="64945A08" w14:textId="49A3B60A" w:rsidR="00004AF7" w:rsidRPr="00B21171" w:rsidRDefault="00004AF7" w:rsidP="00004AF7">
            <w:pPr>
              <w:jc w:val="center"/>
              <w:rPr>
                <w:rFonts w:cs="Arial"/>
                <w:bCs/>
                <w:lang w:val="nl"/>
              </w:rPr>
            </w:pPr>
            <w:r w:rsidRPr="00B21171">
              <w:rPr>
                <w:rFonts w:cs="Arial"/>
                <w:iCs/>
                <w:sz w:val="18"/>
                <w:szCs w:val="18"/>
                <w:lang w:val="nl"/>
              </w:rPr>
              <w:t>De OVO valt niet onder de urennorm</w:t>
            </w:r>
          </w:p>
        </w:tc>
      </w:tr>
      <w:tr w:rsidR="002E6B7D" w:rsidRPr="00EC3FF6" w14:paraId="3B5F86BC" w14:textId="77777777" w:rsidTr="7D9679E9">
        <w:trPr>
          <w:cantSplit/>
          <w:trHeight w:val="113"/>
        </w:trPr>
        <w:tc>
          <w:tcPr>
            <w:tcW w:w="9493" w:type="dxa"/>
            <w:gridSpan w:val="4"/>
            <w:shd w:val="clear" w:color="auto" w:fill="D8B511"/>
          </w:tcPr>
          <w:p w14:paraId="0E8E41DD" w14:textId="77777777" w:rsidR="004F19E8" w:rsidRPr="00EC3FF6" w:rsidRDefault="004F19E8" w:rsidP="00095EEB">
            <w:pPr>
              <w:rPr>
                <w:rFonts w:cs="Arial"/>
                <w:b/>
                <w:sz w:val="16"/>
                <w:szCs w:val="16"/>
                <w:lang w:val="nl"/>
              </w:rPr>
            </w:pPr>
          </w:p>
        </w:tc>
      </w:tr>
      <w:tr w:rsidR="0064777E" w:rsidRPr="00EC3FF6" w14:paraId="330AEC47" w14:textId="77777777" w:rsidTr="7D9679E9">
        <w:trPr>
          <w:cantSplit/>
          <w:trHeight w:hRule="exact" w:val="784"/>
        </w:trPr>
        <w:tc>
          <w:tcPr>
            <w:tcW w:w="8217" w:type="dxa"/>
            <w:gridSpan w:val="3"/>
            <w:vAlign w:val="center"/>
          </w:tcPr>
          <w:p w14:paraId="4480E446" w14:textId="77777777" w:rsidR="0064777E" w:rsidRPr="00EC3FF6" w:rsidRDefault="56E478AC" w:rsidP="56E478AC">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3A63670E" w14:textId="33C0C0A8" w:rsidR="00FE17F3" w:rsidRPr="00EC3FF6" w:rsidRDefault="00DD7DC3" w:rsidP="56E478AC">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336D3F">
                  <w:rPr>
                    <w:rFonts w:ascii="MS Gothic" w:eastAsia="MS Gothic" w:hAnsi="MS Gothic" w:cs="Arial" w:hint="eastAsia"/>
                    <w:b/>
                    <w:lang w:val="nl"/>
                  </w:rPr>
                  <w:t>☒</w:t>
                </w:r>
              </w:sdtContent>
            </w:sdt>
            <w:r w:rsidR="0064777E" w:rsidRPr="00EC3FF6">
              <w:rPr>
                <w:rFonts w:cs="Arial"/>
                <w:b/>
                <w:bCs/>
                <w:lang w:val="nl"/>
              </w:rPr>
              <w:t xml:space="preserve"> </w:t>
            </w:r>
            <w:r w:rsidR="00585386">
              <w:rPr>
                <w:rFonts w:cs="Arial"/>
                <w:b/>
                <w:bCs/>
                <w:lang w:val="nl"/>
              </w:rPr>
              <w:t xml:space="preserve"> </w:t>
            </w:r>
            <w:r w:rsidR="0064777E" w:rsidRPr="00EC3FF6">
              <w:rPr>
                <w:rFonts w:cs="Arial"/>
                <w:b/>
                <w:bCs/>
                <w:lang w:val="nl"/>
              </w:rPr>
              <w:t>960</w:t>
            </w:r>
          </w:p>
          <w:p w14:paraId="58361613" w14:textId="5B48E283" w:rsidR="0064777E" w:rsidRPr="00EC3FF6" w:rsidRDefault="00DD7DC3" w:rsidP="56E478AC">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64777E" w:rsidRPr="00EC3FF6">
                  <w:rPr>
                    <w:rFonts w:ascii="Segoe UI Symbol" w:eastAsia="MS Gothic" w:hAnsi="Segoe UI Symbol" w:cs="Segoe UI Symbol"/>
                    <w:b/>
                    <w:lang w:val="nl"/>
                  </w:rPr>
                  <w:t>☐</w:t>
                </w:r>
              </w:sdtContent>
            </w:sdt>
            <w:r w:rsidR="0064777E" w:rsidRPr="00EC3FF6">
              <w:rPr>
                <w:rFonts w:cs="Arial"/>
                <w:b/>
                <w:bCs/>
                <w:lang w:val="nl"/>
              </w:rPr>
              <w:t xml:space="preserve"> </w:t>
            </w:r>
            <w:r w:rsidR="00585386">
              <w:rPr>
                <w:rFonts w:cs="Arial"/>
                <w:b/>
                <w:bCs/>
                <w:lang w:val="nl"/>
              </w:rPr>
              <w:t xml:space="preserve"> </w:t>
            </w:r>
            <w:r w:rsidR="0064777E" w:rsidRPr="00EC3FF6">
              <w:rPr>
                <w:rFonts w:cs="Arial"/>
                <w:b/>
                <w:bCs/>
                <w:lang w:val="nl"/>
              </w:rPr>
              <w:t>720</w:t>
            </w:r>
          </w:p>
        </w:tc>
      </w:tr>
      <w:tr w:rsidR="002E6B7D" w:rsidRPr="00EC3FF6" w14:paraId="6A0C50BF" w14:textId="77777777" w:rsidTr="7D9679E9">
        <w:trPr>
          <w:cantSplit/>
          <w:trHeight w:hRule="exact" w:val="806"/>
        </w:trPr>
        <w:tc>
          <w:tcPr>
            <w:tcW w:w="2972" w:type="dxa"/>
            <w:vAlign w:val="center"/>
          </w:tcPr>
          <w:p w14:paraId="0F356BA1" w14:textId="77777777" w:rsidR="004F19E8" w:rsidRPr="00EC3FF6" w:rsidRDefault="56E478AC" w:rsidP="56E478AC">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6D3B38D2" w14:textId="570589A7" w:rsidR="004F19E8" w:rsidRPr="00EC3FF6" w:rsidRDefault="00C27DB4" w:rsidP="11526A2C">
            <w:pPr>
              <w:rPr>
                <w:rFonts w:cs="Arial"/>
                <w:color w:val="002060"/>
                <w:lang w:val="nl"/>
              </w:rPr>
            </w:pPr>
            <w:r w:rsidRPr="11526A2C">
              <w:rPr>
                <w:rFonts w:cs="Arial"/>
                <w:color w:val="002060"/>
                <w:lang w:val="nl"/>
              </w:rPr>
              <w:t>Gezondheidszorg en Welzijn Groningen, Beroepsonderwijs Appingedam, Beroepsonderwijs Stadskanaal, Campus Winschoten</w:t>
            </w:r>
            <w:r w:rsidR="1ADB0A74" w:rsidRPr="11526A2C">
              <w:rPr>
                <w:rFonts w:cs="Arial"/>
                <w:color w:val="002060"/>
                <w:lang w:val="nl"/>
              </w:rPr>
              <w:t>, Beroepsonderwijs Veendam.</w:t>
            </w:r>
          </w:p>
        </w:tc>
      </w:tr>
      <w:tr w:rsidR="002E6B7D" w:rsidRPr="00EC3FF6" w14:paraId="1D62CF50" w14:textId="77777777" w:rsidTr="7D9679E9">
        <w:trPr>
          <w:cantSplit/>
          <w:trHeight w:hRule="exact" w:val="830"/>
        </w:trPr>
        <w:tc>
          <w:tcPr>
            <w:tcW w:w="2972" w:type="dxa"/>
            <w:vAlign w:val="center"/>
          </w:tcPr>
          <w:p w14:paraId="4B1FE362" w14:textId="77777777" w:rsidR="004F19E8" w:rsidRPr="00EC3FF6" w:rsidRDefault="4A2E3712" w:rsidP="00E10C9B">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CF5B91F" w14:textId="12FD0FC2" w:rsidR="004F19E8" w:rsidRPr="00EC3FF6" w:rsidRDefault="4A2E3712" w:rsidP="00095EEB">
            <w:pPr>
              <w:rPr>
                <w:rFonts w:cs="Arial"/>
              </w:rPr>
            </w:pPr>
            <w:r w:rsidRPr="00EC3FF6">
              <w:rPr>
                <w:rFonts w:cs="Arial"/>
              </w:rPr>
              <w:t xml:space="preserve">Vastgesteld door de </w:t>
            </w:r>
            <w:r w:rsidR="000A1CC8">
              <w:rPr>
                <w:rFonts w:cs="Arial"/>
              </w:rPr>
              <w:t>voorzitter van de examencommissie</w:t>
            </w:r>
            <w:r w:rsidRPr="00EC3FF6">
              <w:rPr>
                <w:rFonts w:cs="Arial"/>
              </w:rPr>
              <w:t>:</w:t>
            </w:r>
          </w:p>
          <w:p w14:paraId="2BA9D877" w14:textId="77777777" w:rsidR="004F19E8" w:rsidRPr="00EC3FF6" w:rsidRDefault="004F19E8" w:rsidP="00095EEB">
            <w:pPr>
              <w:rPr>
                <w:rFonts w:cs="Arial"/>
              </w:rPr>
            </w:pPr>
          </w:p>
          <w:p w14:paraId="692FD1C5" w14:textId="601EAE73" w:rsidR="004F19E8" w:rsidRPr="00EC3FF6" w:rsidRDefault="4A2E3712" w:rsidP="11526A2C">
            <w:pPr>
              <w:rPr>
                <w:rFonts w:cs="Arial"/>
              </w:rPr>
            </w:pPr>
            <w:r w:rsidRPr="7D9679E9">
              <w:rPr>
                <w:rFonts w:cs="Arial"/>
              </w:rPr>
              <w:t xml:space="preserve">Naam: </w:t>
            </w:r>
            <w:r w:rsidR="006D3743" w:rsidRPr="7D9679E9">
              <w:rPr>
                <w:rFonts w:cs="Arial"/>
              </w:rPr>
              <w:t>Henriette Bos</w:t>
            </w:r>
          </w:p>
          <w:p w14:paraId="1CA2DB56" w14:textId="77777777" w:rsidR="004F19E8" w:rsidRPr="00EC3FF6" w:rsidRDefault="004F19E8" w:rsidP="00095EEB">
            <w:pPr>
              <w:rPr>
                <w:rFonts w:cs="Arial"/>
              </w:rPr>
            </w:pPr>
          </w:p>
          <w:p w14:paraId="7C4F5A3D" w14:textId="2BD454B6" w:rsidR="004F19E8" w:rsidRPr="00EC3FF6" w:rsidRDefault="4A2E3712" w:rsidP="00E21AC4">
            <w:pPr>
              <w:rPr>
                <w:rFonts w:cs="Arial"/>
              </w:rPr>
            </w:pPr>
            <w:r w:rsidRPr="00EC3FF6">
              <w:rPr>
                <w:rFonts w:cs="Arial"/>
              </w:rPr>
              <w:t>Juni 20</w:t>
            </w:r>
            <w:r w:rsidR="00422036">
              <w:rPr>
                <w:rFonts w:cs="Arial"/>
              </w:rPr>
              <w:t>2</w:t>
            </w:r>
            <w:r w:rsidR="006C50EA">
              <w:rPr>
                <w:rFonts w:cs="Arial"/>
              </w:rPr>
              <w:t>1</w:t>
            </w:r>
          </w:p>
        </w:tc>
      </w:tr>
      <w:tr w:rsidR="002E6B7D" w:rsidRPr="00EC3FF6" w14:paraId="0D50A646" w14:textId="77777777" w:rsidTr="7D9679E9">
        <w:trPr>
          <w:cantSplit/>
          <w:trHeight w:hRule="exact" w:val="1090"/>
        </w:trPr>
        <w:tc>
          <w:tcPr>
            <w:tcW w:w="2972" w:type="dxa"/>
            <w:vAlign w:val="center"/>
          </w:tcPr>
          <w:p w14:paraId="67FE7CD3" w14:textId="7F911C8E" w:rsidR="004F19E8" w:rsidRPr="00EC3FF6" w:rsidRDefault="00DD7DC3" w:rsidP="4A2E3712">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4B195B">
                  <w:rPr>
                    <w:rFonts w:ascii="MS Gothic" w:eastAsia="MS Gothic" w:hAnsi="MS Gothic" w:cs="Arial" w:hint="eastAsia"/>
                    <w:b/>
                    <w:bCs/>
                    <w:szCs w:val="18"/>
                  </w:rPr>
                  <w:t>☒</w:t>
                </w:r>
              </w:sdtContent>
            </w:sdt>
            <w:r w:rsidR="004F19E8" w:rsidRPr="00EC3FF6">
              <w:rPr>
                <w:rFonts w:cs="Arial"/>
                <w:b/>
                <w:bCs/>
              </w:rPr>
              <w:t xml:space="preserve"> </w:t>
            </w:r>
            <w:r w:rsidR="00585386">
              <w:rPr>
                <w:rFonts w:cs="Arial"/>
                <w:b/>
                <w:bCs/>
              </w:rPr>
              <w:t xml:space="preserve"> </w:t>
            </w:r>
            <w:r w:rsidR="004F19E8" w:rsidRPr="00EC3FF6">
              <w:rPr>
                <w:rFonts w:cs="Arial"/>
                <w:b/>
                <w:bCs/>
              </w:rPr>
              <w:t xml:space="preserve">Cluster </w:t>
            </w:r>
          </w:p>
          <w:p w14:paraId="3C97D64A" w14:textId="0E22C853" w:rsidR="004F19E8" w:rsidRPr="00EC3FF6" w:rsidRDefault="2C2B9C7A" w:rsidP="2C2B9C7A">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w:t>
            </w:r>
            <w:r w:rsidR="00054371" w:rsidRPr="00EC3FF6">
              <w:rPr>
                <w:rFonts w:cs="Arial"/>
                <w:sz w:val="16"/>
                <w:szCs w:val="16"/>
              </w:rPr>
              <w:t>. Indien van toepassing alle scholen vermelden</w:t>
            </w:r>
            <w:r w:rsidRPr="00EC3FF6">
              <w:rPr>
                <w:rFonts w:cs="Arial"/>
                <w:sz w:val="16"/>
                <w:szCs w:val="16"/>
              </w:rPr>
              <w:t>)</w:t>
            </w:r>
          </w:p>
        </w:tc>
        <w:tc>
          <w:tcPr>
            <w:tcW w:w="6521" w:type="dxa"/>
            <w:gridSpan w:val="3"/>
            <w:vMerge/>
          </w:tcPr>
          <w:p w14:paraId="6B9B5FA0" w14:textId="77777777" w:rsidR="004F19E8" w:rsidRPr="00EC3FF6" w:rsidRDefault="004F19E8" w:rsidP="00095EEB">
            <w:pPr>
              <w:rPr>
                <w:rFonts w:cs="Arial"/>
              </w:rPr>
            </w:pPr>
          </w:p>
        </w:tc>
      </w:tr>
      <w:tr w:rsidR="002E6B7D" w:rsidRPr="00EC3FF6" w14:paraId="0FF86EE2" w14:textId="77777777" w:rsidTr="7D9679E9">
        <w:trPr>
          <w:cantSplit/>
          <w:trHeight w:hRule="exact" w:val="510"/>
        </w:trPr>
        <w:tc>
          <w:tcPr>
            <w:tcW w:w="2972" w:type="dxa"/>
            <w:vAlign w:val="center"/>
          </w:tcPr>
          <w:p w14:paraId="00E54E17" w14:textId="2BFB535A" w:rsidR="004F19E8" w:rsidRPr="00EC3FF6" w:rsidRDefault="00DD7DC3" w:rsidP="00E10C9B">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64777E" w:rsidRPr="00EC3FF6">
                  <w:rPr>
                    <w:rFonts w:ascii="Segoe UI Symbol" w:eastAsia="MS Gothic" w:hAnsi="Segoe UI Symbol" w:cs="Segoe UI Symbol"/>
                    <w:b/>
                    <w:szCs w:val="18"/>
                  </w:rPr>
                  <w:t>☐</w:t>
                </w:r>
              </w:sdtContent>
            </w:sdt>
            <w:r w:rsidR="004F19E8" w:rsidRPr="00EC3FF6">
              <w:rPr>
                <w:rFonts w:cs="Arial"/>
                <w:b/>
                <w:bCs/>
              </w:rPr>
              <w:t xml:space="preserve"> </w:t>
            </w:r>
            <w:r w:rsidR="00585386">
              <w:rPr>
                <w:rFonts w:cs="Arial"/>
                <w:b/>
                <w:bCs/>
              </w:rPr>
              <w:t xml:space="preserve"> </w:t>
            </w:r>
            <w:r w:rsidR="004F19E8" w:rsidRPr="00EC3FF6">
              <w:rPr>
                <w:rFonts w:cs="Arial"/>
                <w:b/>
                <w:bCs/>
              </w:rPr>
              <w:t>Team</w:t>
            </w:r>
            <w:r w:rsidR="004F19E8" w:rsidRPr="00EC3FF6">
              <w:rPr>
                <w:rFonts w:cs="Arial"/>
              </w:rPr>
              <w:t xml:space="preserve"> </w:t>
            </w:r>
            <w:r w:rsidR="004F19E8" w:rsidRPr="00EC3FF6">
              <w:rPr>
                <w:rFonts w:cs="Arial"/>
                <w:sz w:val="16"/>
                <w:szCs w:val="16"/>
              </w:rPr>
              <w:t>(bij unieke opleiding)</w:t>
            </w:r>
          </w:p>
        </w:tc>
        <w:tc>
          <w:tcPr>
            <w:tcW w:w="6521" w:type="dxa"/>
            <w:gridSpan w:val="3"/>
            <w:vMerge/>
          </w:tcPr>
          <w:p w14:paraId="0C108333" w14:textId="77777777" w:rsidR="004F19E8" w:rsidRPr="00EC3FF6" w:rsidRDefault="004F19E8" w:rsidP="00095EEB">
            <w:pPr>
              <w:rPr>
                <w:rFonts w:cs="Arial"/>
              </w:rPr>
            </w:pPr>
          </w:p>
        </w:tc>
      </w:tr>
      <w:tr w:rsidR="002E6B7D" w:rsidRPr="00EC3FF6" w14:paraId="7496FCCD" w14:textId="77777777" w:rsidTr="7D9679E9">
        <w:trPr>
          <w:cantSplit/>
          <w:trHeight w:val="340"/>
        </w:trPr>
        <w:tc>
          <w:tcPr>
            <w:tcW w:w="9493" w:type="dxa"/>
            <w:gridSpan w:val="4"/>
            <w:tcBorders>
              <w:bottom w:val="single" w:sz="4" w:space="0" w:color="D8B511"/>
            </w:tcBorders>
            <w:shd w:val="clear" w:color="auto" w:fill="D8B511"/>
          </w:tcPr>
          <w:p w14:paraId="584D2EA9" w14:textId="6A36C67B" w:rsidR="004F19E8" w:rsidRPr="00EC3FF6" w:rsidRDefault="4A2E3712" w:rsidP="4A2E3712">
            <w:pPr>
              <w:rPr>
                <w:rFonts w:cs="Arial"/>
                <w:sz w:val="16"/>
                <w:szCs w:val="16"/>
              </w:rPr>
            </w:pPr>
            <w:r w:rsidRPr="00EC3FF6">
              <w:rPr>
                <w:rFonts w:cs="Arial"/>
                <w:b/>
                <w:bCs/>
                <w:sz w:val="16"/>
                <w:szCs w:val="16"/>
              </w:rPr>
              <w:t xml:space="preserve">Noorderpoort volgt de landelijke </w:t>
            </w:r>
            <w:r w:rsidR="009C4D90">
              <w:rPr>
                <w:rFonts w:cs="Arial"/>
                <w:b/>
                <w:bCs/>
                <w:sz w:val="16"/>
                <w:szCs w:val="16"/>
              </w:rPr>
              <w:t xml:space="preserve">wet- en </w:t>
            </w:r>
            <w:r w:rsidRPr="00EC3FF6">
              <w:rPr>
                <w:rFonts w:cs="Arial"/>
                <w:b/>
                <w:bCs/>
                <w:sz w:val="16"/>
                <w:szCs w:val="16"/>
              </w:rPr>
              <w:t xml:space="preserve">regelgeving. Over wijzigingen/aanpassingen </w:t>
            </w:r>
            <w:r w:rsidR="00403678" w:rsidRPr="00EC3FF6">
              <w:rPr>
                <w:rFonts w:cs="Arial"/>
                <w:b/>
                <w:bCs/>
                <w:sz w:val="16"/>
                <w:szCs w:val="16"/>
              </w:rPr>
              <w:t xml:space="preserve">van deze OER </w:t>
            </w:r>
            <w:r w:rsidRPr="00EC3FF6">
              <w:rPr>
                <w:rFonts w:cs="Arial"/>
                <w:b/>
                <w:bCs/>
                <w:sz w:val="16"/>
                <w:szCs w:val="16"/>
              </w:rPr>
              <w:t xml:space="preserve">wordt de student door de opleiding geïnformeerd. </w:t>
            </w:r>
          </w:p>
        </w:tc>
      </w:tr>
      <w:tr w:rsidR="002E6B7D" w:rsidRPr="00EC3FF6" w14:paraId="03A1879B" w14:textId="77777777" w:rsidTr="7D9679E9">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4F19E8" w:rsidRPr="00B21171" w:rsidRDefault="4A2E3712" w:rsidP="00095EEB">
            <w:pPr>
              <w:rPr>
                <w:rFonts w:cs="Arial"/>
                <w:szCs w:val="18"/>
              </w:rPr>
            </w:pPr>
            <w:r w:rsidRPr="00B21171">
              <w:rPr>
                <w:rFonts w:cs="Arial"/>
              </w:rPr>
              <w:lastRenderedPageBreak/>
              <w:t>Formeel vastgesteld door het College van Bestuur ROC Noorderpoort.</w:t>
            </w:r>
          </w:p>
          <w:p w14:paraId="7F62CD70" w14:textId="684FA8DB" w:rsidR="004F19E8" w:rsidRPr="00B21171" w:rsidRDefault="530FDAB5" w:rsidP="530FDAB5">
            <w:pPr>
              <w:rPr>
                <w:rFonts w:cs="Arial"/>
              </w:rPr>
            </w:pPr>
            <w:r w:rsidRPr="00B21171">
              <w:rPr>
                <w:rFonts w:cs="Arial"/>
              </w:rPr>
              <w:t xml:space="preserve">Groningen, </w:t>
            </w:r>
            <w:r w:rsidR="00870713" w:rsidRPr="00B21171">
              <w:rPr>
                <w:rFonts w:cs="Arial"/>
              </w:rPr>
              <w:t xml:space="preserve">Dhr. </w:t>
            </w:r>
            <w:r w:rsidR="00004AF7" w:rsidRPr="00B21171">
              <w:rPr>
                <w:rFonts w:cs="Arial"/>
              </w:rPr>
              <w:t>Wim van de Pol</w:t>
            </w:r>
            <w:r w:rsidR="000D2F9D" w:rsidRPr="00B21171">
              <w:rPr>
                <w:rFonts w:cs="Arial"/>
              </w:rPr>
              <w:t>.</w:t>
            </w:r>
          </w:p>
        </w:tc>
      </w:tr>
      <w:tr w:rsidR="004F19E8" w:rsidRPr="00EC3FF6" w14:paraId="02A9B94A" w14:textId="77777777" w:rsidTr="7D9679E9">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CBBC9A" w14:textId="6C513AE6" w:rsidR="00664E42" w:rsidRPr="00B21171" w:rsidRDefault="00664E42" w:rsidP="00664E42">
            <w:pPr>
              <w:rPr>
                <w:rFonts w:cs="Arial"/>
                <w:sz w:val="16"/>
                <w:szCs w:val="16"/>
              </w:rPr>
            </w:pPr>
            <w:r w:rsidRPr="00B21171">
              <w:rPr>
                <w:rFonts w:cs="Arial"/>
                <w:sz w:val="16"/>
                <w:szCs w:val="16"/>
              </w:rPr>
              <w:t xml:space="preserve">De BOL en BBL voldoen aan de wettelijke urennorm. BOL= Beroeps Opleidende Leerweg. BBL= Beroeps Begeleidende </w:t>
            </w:r>
          </w:p>
          <w:p w14:paraId="341C8BD1" w14:textId="6D860328" w:rsidR="004F19E8" w:rsidRPr="00B21171" w:rsidRDefault="00664E42" w:rsidP="00664E42">
            <w:pPr>
              <w:rPr>
                <w:rFonts w:cs="Arial"/>
                <w:iCs/>
                <w:szCs w:val="18"/>
              </w:rPr>
            </w:pPr>
            <w:r w:rsidRPr="00B21171">
              <w:rPr>
                <w:rFonts w:cs="Arial"/>
                <w:sz w:val="16"/>
                <w:szCs w:val="16"/>
              </w:rPr>
              <w:t>Leerweg. De OVO</w:t>
            </w:r>
            <w:r w:rsidR="0040071E">
              <w:rPr>
                <w:rFonts w:cs="Arial"/>
                <w:sz w:val="16"/>
                <w:szCs w:val="16"/>
              </w:rPr>
              <w:t xml:space="preserve"> </w:t>
            </w:r>
            <w:r w:rsidRPr="00B21171">
              <w:rPr>
                <w:rFonts w:cs="Arial"/>
                <w:sz w:val="16"/>
                <w:szCs w:val="16"/>
              </w:rPr>
              <w:t>(derde leerweg) valt niet onder de wettelijke urennorm. De OER wordt uitgewerkt in de Studiewijzer.</w:t>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187C94F7"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1C46FFE3"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2606339D"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00495055">
        <w:rPr>
          <w:rFonts w:cs="Arial"/>
          <w:bCs/>
        </w:rPr>
        <w:t>Regels voor het aantal examengelegenheden en herkansingen</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2" w:name="_Hlk535931583"/>
      <w:r w:rsidRPr="00EC3FF6">
        <w:t xml:space="preserve">De </w:t>
      </w:r>
      <w:r w:rsidR="00C33167" w:rsidRPr="00EC3FF6">
        <w:t>p</w:t>
      </w:r>
      <w:r w:rsidRPr="00EC3FF6">
        <w:t xml:space="preserve">lanning in </w:t>
      </w:r>
      <w:proofErr w:type="spellStart"/>
      <w:r w:rsidRPr="00EC3FF6">
        <w:t>Xedule</w:t>
      </w:r>
      <w:bookmarkEnd w:id="2"/>
      <w:proofErr w:type="spellEnd"/>
      <w:r w:rsidRPr="00EC3FF6">
        <w:t xml:space="preserve"> voor de wettelijke urennorm is in te zien bij de schoolleiding.</w:t>
      </w:r>
      <w:bookmarkStart w:id="3" w:name="_Hlk503186921"/>
      <w:bookmarkEnd w:id="3"/>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4" w:name="_Hlk29284971"/>
      <w:bookmarkStart w:id="5" w:name="_Hlk504474262"/>
      <w:r w:rsidRPr="00EC3FF6">
        <w:rPr>
          <w:rFonts w:cs="Arial"/>
        </w:rPr>
        <w:lastRenderedPageBreak/>
        <w:t xml:space="preserve">Inleiding </w:t>
      </w:r>
    </w:p>
    <w:p w14:paraId="08D92D4E" w14:textId="160295BF" w:rsidR="00B91FC6" w:rsidRPr="00EC3FF6" w:rsidRDefault="4A2E3712" w:rsidP="006D1C8A">
      <w:pPr>
        <w:rPr>
          <w:rFonts w:cs="Arial"/>
        </w:rPr>
      </w:pPr>
      <w:r w:rsidRPr="00EA00CC">
        <w:rPr>
          <w:rFonts w:cs="Arial"/>
        </w:rPr>
        <w:t xml:space="preserve">Deze Onderwijs- en </w:t>
      </w:r>
      <w:r w:rsidR="00E451DE" w:rsidRPr="00EA00CC">
        <w:rPr>
          <w:rFonts w:cs="Arial"/>
        </w:rPr>
        <w:t>e</w:t>
      </w:r>
      <w:r w:rsidRPr="00EA00CC">
        <w:rPr>
          <w:rFonts w:cs="Arial"/>
        </w:rPr>
        <w:t>xamenregeling (OER) is bedoeld om studenten inzicht te geven in het onderwijs en de examinering van de opleiding</w:t>
      </w:r>
      <w:r w:rsidR="00B676AB" w:rsidRPr="00EA00CC">
        <w:rPr>
          <w:rFonts w:cs="Arial"/>
        </w:rPr>
        <w:t xml:space="preserve">. </w:t>
      </w:r>
      <w:bookmarkStart w:id="6" w:name="_Hlk61679234"/>
      <w:r w:rsidR="00B676AB" w:rsidRPr="00EA00CC">
        <w:rPr>
          <w:rFonts w:cs="Arial"/>
        </w:rPr>
        <w:t xml:space="preserve">Hierin worden </w:t>
      </w:r>
      <w:r w:rsidRPr="00EA00CC">
        <w:rPr>
          <w:rFonts w:cs="Arial"/>
        </w:rPr>
        <w:t>de minimale wettelijke vereisten</w:t>
      </w:r>
      <w:r w:rsidR="00B676AB" w:rsidRPr="00EA00CC">
        <w:rPr>
          <w:rFonts w:cs="Arial"/>
        </w:rPr>
        <w:t xml:space="preserve"> voor diplomering beschreven</w:t>
      </w:r>
      <w:r w:rsidRPr="00EA00CC">
        <w:rPr>
          <w:rFonts w:cs="Arial"/>
        </w:rPr>
        <w:t xml:space="preserve">. </w:t>
      </w:r>
      <w:r w:rsidR="00B676AB" w:rsidRPr="00EA00CC">
        <w:rPr>
          <w:rFonts w:cs="Arial"/>
        </w:rPr>
        <w:t>Gedetailleerde</w:t>
      </w:r>
      <w:r w:rsidRPr="00EA00CC">
        <w:rPr>
          <w:rFonts w:cs="Arial"/>
        </w:rPr>
        <w:t xml:space="preserve"> informatie </w:t>
      </w:r>
      <w:r w:rsidR="00B676AB" w:rsidRPr="00EA00CC">
        <w:rPr>
          <w:rFonts w:cs="Arial"/>
        </w:rPr>
        <w:t xml:space="preserve">over het onderwijs en de examinering </w:t>
      </w:r>
      <w:r w:rsidRPr="00EA00CC">
        <w:rPr>
          <w:rFonts w:cs="Arial"/>
        </w:rPr>
        <w:t xml:space="preserve">is </w:t>
      </w:r>
      <w:r w:rsidR="00B676AB" w:rsidRPr="00EA00CC">
        <w:rPr>
          <w:rFonts w:cs="Arial"/>
        </w:rPr>
        <w:t xml:space="preserve">per opleiding </w:t>
      </w:r>
      <w:r w:rsidRPr="00EA00CC">
        <w:rPr>
          <w:rFonts w:cs="Arial"/>
        </w:rPr>
        <w:t xml:space="preserve">te vinden in de </w:t>
      </w:r>
      <w:r w:rsidR="00B676AB" w:rsidRPr="00EA00CC">
        <w:rPr>
          <w:rFonts w:cs="Arial"/>
        </w:rPr>
        <w:t>s</w:t>
      </w:r>
      <w:r w:rsidRPr="00EA00CC">
        <w:rPr>
          <w:rFonts w:cs="Arial"/>
        </w:rPr>
        <w:t>tudiewijzer.</w:t>
      </w:r>
    </w:p>
    <w:bookmarkEnd w:id="6"/>
    <w:p w14:paraId="6AC86FE8" w14:textId="7A014873" w:rsidR="006D1C8A" w:rsidRPr="00EC3FF6" w:rsidRDefault="4A2E3712" w:rsidP="003E0E28">
      <w:pPr>
        <w:pStyle w:val="Kop2"/>
        <w:rPr>
          <w:rFonts w:cs="Arial"/>
        </w:rPr>
      </w:pPr>
      <w:r w:rsidRPr="00EC3FF6">
        <w:rPr>
          <w:rFonts w:cs="Arial"/>
        </w:rPr>
        <w:t xml:space="preserve">Algemene informatie over </w:t>
      </w:r>
      <w:r w:rsidRPr="00B850F4">
        <w:rPr>
          <w:rFonts w:cs="Arial"/>
        </w:rPr>
        <w:t>de herziene</w:t>
      </w:r>
      <w:r w:rsidRPr="00EC3FF6">
        <w:rPr>
          <w:rFonts w:cs="Arial"/>
        </w:rPr>
        <w:t xml:space="preserv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7"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7"/>
    <w:p w14:paraId="49798397" w14:textId="67539E89" w:rsidR="006D1C8A" w:rsidRPr="00EC3FF6" w:rsidRDefault="006D1C8A" w:rsidP="00560C7A">
      <w:pPr>
        <w:rPr>
          <w:rFonts w:cs="Arial"/>
        </w:rPr>
      </w:pPr>
    </w:p>
    <w:p w14:paraId="4B987C88" w14:textId="5539FFA9"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Pr="00EC3FF6">
        <w:rPr>
          <w:rFonts w:cs="Arial"/>
        </w:rPr>
        <w:t xml:space="preserve"> </w:t>
      </w:r>
    </w:p>
    <w:p w14:paraId="0F3EE4A1" w14:textId="2658D14C" w:rsidR="006D1C8A" w:rsidRPr="00EC3FF6" w:rsidRDefault="006D1C8A" w:rsidP="006D1C8A">
      <w:pPr>
        <w:rPr>
          <w:rFonts w:cs="Arial"/>
          <w:b/>
        </w:rPr>
      </w:pPr>
    </w:p>
    <w:p w14:paraId="55A58D3C" w14:textId="5F2369EB" w:rsidR="006D1C8A" w:rsidRPr="00EC3FF6" w:rsidRDefault="4A2E3712" w:rsidP="4A2E3712">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bookmarkEnd w:id="4"/>
    </w:p>
    <w:p w14:paraId="64E294CE" w14:textId="78540F5E" w:rsidR="006D1C8A" w:rsidRPr="00EC3FF6" w:rsidRDefault="4A2E3712" w:rsidP="00983898">
      <w:pPr>
        <w:pStyle w:val="Kop2"/>
        <w:rPr>
          <w:rFonts w:cs="Arial"/>
        </w:rPr>
      </w:pPr>
      <w:bookmarkStart w:id="8" w:name="_Hlk29285082"/>
      <w:r w:rsidRPr="00EC3FF6">
        <w:rPr>
          <w:rFonts w:cs="Arial"/>
        </w:rPr>
        <w:lastRenderedPageBreak/>
        <w:t>Tussentijdse wijzigingen OER</w:t>
      </w:r>
    </w:p>
    <w:p w14:paraId="3490BD67" w14:textId="0B111F5C" w:rsidR="006D1C8A" w:rsidRPr="00B21171" w:rsidRDefault="4A2E3712" w:rsidP="006D1C8A">
      <w:pPr>
        <w:rPr>
          <w:rFonts w:cs="Arial"/>
          <w:bCs/>
        </w:rPr>
      </w:pPr>
      <w:bookmarkStart w:id="9" w:name="_Hlk31181503"/>
      <w:r w:rsidRPr="00EC3FF6">
        <w:rPr>
          <w:rFonts w:cs="Arial"/>
        </w:rPr>
        <w:t xml:space="preserve">Het kan voorkomen dat een </w:t>
      </w:r>
      <w:r w:rsidRPr="00B21171">
        <w:rPr>
          <w:rFonts w:cs="Arial"/>
        </w:rPr>
        <w:t>onderwijsprogramma of een examenplan gedurende de opleiding wijzigt. Dit kan veroorzaakt worden door wijzigingen in de landelijke</w:t>
      </w:r>
      <w:r w:rsidR="00E451DE" w:rsidRPr="00B21171">
        <w:rPr>
          <w:rFonts w:cs="Arial"/>
        </w:rPr>
        <w:t xml:space="preserve"> wet- en </w:t>
      </w:r>
      <w:r w:rsidRPr="00B21171">
        <w:rPr>
          <w:rFonts w:cs="Arial"/>
        </w:rPr>
        <w:t>regelgeving maar bijvoorbeeld ook door het introduceren van een vernieuwde leermethode</w:t>
      </w:r>
      <w:r w:rsidR="00A8317D" w:rsidRPr="00B21171">
        <w:rPr>
          <w:rFonts w:cs="Arial"/>
        </w:rPr>
        <w:t>.</w:t>
      </w:r>
      <w:r w:rsidRPr="00B21171">
        <w:rPr>
          <w:rFonts w:cs="Arial"/>
        </w:rPr>
        <w:t xml:space="preserve"> Over eventuele wijzigingen/aanpassingen in de onderwijsprogrammering en/of examinering in het lopende schooljaar wordt de student tijdig geïnformeerd. </w:t>
      </w:r>
    </w:p>
    <w:p w14:paraId="2830167F" w14:textId="24F5F383" w:rsidR="006B3886" w:rsidRPr="00B21171" w:rsidRDefault="006B3886" w:rsidP="006D1C8A">
      <w:pPr>
        <w:rPr>
          <w:rFonts w:cs="Arial"/>
          <w:bCs/>
        </w:rPr>
      </w:pPr>
    </w:p>
    <w:p w14:paraId="4B62FB0B" w14:textId="058990E8" w:rsidR="006D1C8A" w:rsidRPr="00B21171" w:rsidRDefault="4A2E3712" w:rsidP="006D1C8A">
      <w:pPr>
        <w:rPr>
          <w:rFonts w:cs="Arial"/>
          <w:bCs/>
        </w:rPr>
      </w:pPr>
      <w:r w:rsidRPr="00B21171">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B21171" w:rsidRDefault="4A2E3712" w:rsidP="4A2E3712">
      <w:pPr>
        <w:pStyle w:val="Kop2"/>
        <w:rPr>
          <w:rFonts w:cs="Arial"/>
          <w:color w:val="231F20"/>
        </w:rPr>
      </w:pPr>
      <w:r w:rsidRPr="00B21171">
        <w:rPr>
          <w:rFonts w:cs="Arial"/>
        </w:rPr>
        <w:t>Onderwijstijd</w:t>
      </w:r>
    </w:p>
    <w:p w14:paraId="3B3A83D2" w14:textId="0F69D62A" w:rsidR="006D1C8A" w:rsidRPr="00B21171" w:rsidRDefault="4A2E3712" w:rsidP="006D1C8A">
      <w:pPr>
        <w:rPr>
          <w:rFonts w:cs="Arial"/>
        </w:rPr>
      </w:pPr>
      <w:r w:rsidRPr="00B21171">
        <w:rPr>
          <w:rFonts w:cs="Arial"/>
        </w:rPr>
        <w:t xml:space="preserve">Een mbo-opleiding heeft per leerjaar een normatieve studieduur van 1600 SBU (studiebelastingsuren). </w:t>
      </w:r>
    </w:p>
    <w:p w14:paraId="208639FE" w14:textId="68EB6994" w:rsidR="006D1C8A" w:rsidRPr="00B21171" w:rsidRDefault="530FDAB5" w:rsidP="530FDAB5">
      <w:pPr>
        <w:rPr>
          <w:rFonts w:cs="Arial"/>
          <w:b/>
          <w:bCs/>
        </w:rPr>
      </w:pPr>
      <w:r w:rsidRPr="00B21171">
        <w:rPr>
          <w:rFonts w:cs="Arial"/>
        </w:rPr>
        <w:t xml:space="preserve">Een deel hiervan bestaat uit begeleide onderwijstijd (ingeroosterde lesuren) zoals vermeld in de planning in </w:t>
      </w:r>
      <w:proofErr w:type="spellStart"/>
      <w:r w:rsidRPr="00B21171">
        <w:rPr>
          <w:rFonts w:cs="Arial"/>
        </w:rPr>
        <w:t>Xedule</w:t>
      </w:r>
      <w:proofErr w:type="spellEnd"/>
      <w:r w:rsidRPr="00B21171">
        <w:rPr>
          <w:rFonts w:cs="Arial"/>
        </w:rPr>
        <w:t xml:space="preserve"> op basis van de </w:t>
      </w:r>
      <w:r w:rsidRPr="00B21171">
        <w:rPr>
          <w:rFonts w:cs="Arial"/>
          <w:b/>
          <w:bCs/>
          <w:lang w:val="nl"/>
        </w:rPr>
        <w:t>wettelijke urennorm</w:t>
      </w:r>
      <w:r w:rsidR="00A8317D" w:rsidRPr="00B21171">
        <w:rPr>
          <w:rFonts w:cs="Arial"/>
          <w:b/>
          <w:bCs/>
          <w:lang w:val="nl"/>
        </w:rPr>
        <w:t>.</w:t>
      </w:r>
      <w:r w:rsidRPr="00B21171">
        <w:rPr>
          <w:rFonts w:cs="Arial"/>
        </w:rPr>
        <w:t xml:space="preserve"> </w:t>
      </w:r>
      <w:r w:rsidR="00A8317D" w:rsidRPr="00B21171">
        <w:rPr>
          <w:rFonts w:cs="Arial"/>
        </w:rPr>
        <w:t>H</w:t>
      </w:r>
      <w:r w:rsidRPr="00B21171">
        <w:rPr>
          <w:rFonts w:cs="Arial"/>
        </w:rPr>
        <w:t xml:space="preserve">et andere deel is studietijd bijvoorbeeld </w:t>
      </w:r>
      <w:r w:rsidR="00E451DE" w:rsidRPr="00B21171">
        <w:rPr>
          <w:rFonts w:cs="Arial"/>
        </w:rPr>
        <w:t xml:space="preserve">in de vorm van </w:t>
      </w:r>
      <w:r w:rsidRPr="00B21171">
        <w:rPr>
          <w:rFonts w:cs="Arial"/>
        </w:rPr>
        <w:t>leertijd ter voorbereiding van een examen of huiswerk.</w:t>
      </w:r>
      <w:r w:rsidRPr="00B21171">
        <w:rPr>
          <w:rFonts w:cs="Arial"/>
          <w:b/>
          <w:bCs/>
        </w:rPr>
        <w:t xml:space="preserve"> </w:t>
      </w:r>
    </w:p>
    <w:p w14:paraId="52085F72" w14:textId="7AEEBCD9" w:rsidR="006B3886" w:rsidRPr="00B21171" w:rsidRDefault="006B3886" w:rsidP="006D1C8A">
      <w:pPr>
        <w:rPr>
          <w:rFonts w:cs="Arial"/>
        </w:rPr>
      </w:pPr>
    </w:p>
    <w:p w14:paraId="4F6046E1" w14:textId="05FC5FFF" w:rsidR="006D1C8A" w:rsidRPr="00EC3FF6" w:rsidRDefault="4A2E3712" w:rsidP="006D1C8A">
      <w:pPr>
        <w:rPr>
          <w:rFonts w:cs="Arial"/>
        </w:rPr>
      </w:pPr>
      <w:r w:rsidRPr="00B21171">
        <w:rPr>
          <w:rFonts w:cs="Arial"/>
        </w:rPr>
        <w:t>De wettelijk voorgeschreven studieduur van deze mbo-opleiding staat op het voorblad van deze OER.</w:t>
      </w:r>
    </w:p>
    <w:bookmarkEnd w:id="8"/>
    <w:bookmarkEnd w:id="9"/>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10"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B21171" w:rsidRDefault="4A2E3712" w:rsidP="00E45143">
      <w:pPr>
        <w:pStyle w:val="Kop2"/>
        <w:rPr>
          <w:rFonts w:cs="Arial"/>
        </w:rPr>
      </w:pPr>
      <w:r w:rsidRPr="00B21171">
        <w:rPr>
          <w:rFonts w:cs="Arial"/>
        </w:rPr>
        <w:t>1.2 Het kwalificatieprofiel van een mbo-opleiding</w:t>
      </w:r>
    </w:p>
    <w:p w14:paraId="39B61794" w14:textId="6A7188EE" w:rsidR="00107C2A" w:rsidRPr="00B21171" w:rsidRDefault="00E451DE" w:rsidP="00107C2A">
      <w:pPr>
        <w:rPr>
          <w:rFonts w:cs="Arial"/>
          <w:iCs/>
        </w:rPr>
      </w:pPr>
      <w:bookmarkStart w:id="11" w:name="_Hlk31181862"/>
      <w:r w:rsidRPr="00B21171">
        <w:rPr>
          <w:rFonts w:cs="Arial"/>
        </w:rPr>
        <w:t>H</w:t>
      </w:r>
      <w:r w:rsidR="2C2B9C7A" w:rsidRPr="00B21171">
        <w:rPr>
          <w:rFonts w:cs="Arial"/>
        </w:rPr>
        <w:t xml:space="preserve">et kwalificatieprofiel van een mbo-opleiding </w:t>
      </w:r>
      <w:bookmarkStart w:id="12" w:name="_Hlk879698"/>
      <w:r w:rsidR="2C2B9C7A" w:rsidRPr="00B21171">
        <w:rPr>
          <w:rFonts w:cs="Arial"/>
        </w:rPr>
        <w:t xml:space="preserve">bestaat uit een </w:t>
      </w:r>
      <w:proofErr w:type="spellStart"/>
      <w:r w:rsidR="2C2B9C7A" w:rsidRPr="00B21171">
        <w:rPr>
          <w:rFonts w:cs="Arial"/>
        </w:rPr>
        <w:t>beroepsspecifiek</w:t>
      </w:r>
      <w:proofErr w:type="spellEnd"/>
      <w:r w:rsidR="2C2B9C7A" w:rsidRPr="00B21171">
        <w:rPr>
          <w:rFonts w:cs="Arial"/>
        </w:rPr>
        <w:t xml:space="preserve"> deel, een generiek deel</w:t>
      </w:r>
      <w:bookmarkEnd w:id="12"/>
      <w:r w:rsidR="2C2B9C7A" w:rsidRPr="00B21171">
        <w:rPr>
          <w:rFonts w:cs="Arial"/>
        </w:rPr>
        <w:t xml:space="preserve"> en keuzedelen. </w:t>
      </w:r>
      <w:r w:rsidRPr="00B21171">
        <w:rPr>
          <w:rFonts w:cs="Arial"/>
        </w:rPr>
        <w:t>Deze worden hieronder toegelicht.</w:t>
      </w:r>
    </w:p>
    <w:bookmarkEnd w:id="11"/>
    <w:p w14:paraId="324F4C28" w14:textId="2DF274D2" w:rsidR="005B4D5D" w:rsidRPr="00EC3FF6" w:rsidRDefault="2C2B9C7A" w:rsidP="00D4136B">
      <w:pPr>
        <w:pStyle w:val="Kop4"/>
        <w:rPr>
          <w:rFonts w:cs="Arial"/>
        </w:rPr>
      </w:pPr>
      <w:proofErr w:type="spellStart"/>
      <w:r w:rsidRPr="00B21171">
        <w:rPr>
          <w:rFonts w:cs="Arial"/>
        </w:rPr>
        <w:t>Beroepsspecifiek</w:t>
      </w:r>
      <w:proofErr w:type="spellEnd"/>
      <w:r w:rsidRPr="00B21171">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7AFDC4D"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9C4D90">
        <w:rPr>
          <w:sz w:val="20"/>
          <w:szCs w:val="20"/>
        </w:rPr>
        <w:t>eveneens</w:t>
      </w:r>
      <w:r w:rsidRPr="00EC3FF6">
        <w:rPr>
          <w:sz w:val="20"/>
          <w:szCs w:val="20"/>
        </w:rPr>
        <w:t xml:space="preserve">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13"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4"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13"/>
    <w:bookmarkEnd w:id="14"/>
    <w:p w14:paraId="4B4FEF93" w14:textId="57B270E0" w:rsidR="006D1C8A" w:rsidRPr="00EC3FF6" w:rsidRDefault="006D1C8A" w:rsidP="006D1C8A">
      <w:pPr>
        <w:rPr>
          <w:rFonts w:cs="Arial"/>
        </w:rPr>
      </w:pPr>
    </w:p>
    <w:p w14:paraId="3FFD5751" w14:textId="77777777"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014FD6AE" w:rsidR="00107C2A" w:rsidRPr="00EC3FF6" w:rsidRDefault="2C2B9C7A" w:rsidP="2C2B9C7A">
      <w:pPr>
        <w:autoSpaceDE w:val="0"/>
        <w:autoSpaceDN w:val="0"/>
        <w:adjustRightInd w:val="0"/>
        <w:rPr>
          <w:rFonts w:eastAsiaTheme="minorEastAsia" w:cs="Arial"/>
          <w:lang w:eastAsia="ko-KR"/>
        </w:rPr>
      </w:pPr>
      <w:bookmarkStart w:id="15" w:name="_Hlk938246"/>
      <w:r w:rsidRPr="00EC3FF6">
        <w:rPr>
          <w:rFonts w:eastAsiaTheme="minorEastAsia" w:cs="Arial"/>
          <w:lang w:eastAsia="ko-KR"/>
        </w:rPr>
        <w:t>Een keuzedeel kent een omvang van 240 SBU of een veelvoud daarvan. De 240 SBU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SBU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r w:rsidRPr="00EC3FF6">
        <w:rPr>
          <w:rFonts w:eastAsiaTheme="minorEastAsia" w:cs="Arial"/>
          <w:lang w:eastAsia="ko-KR"/>
        </w:rPr>
        <w:t xml:space="preserve">SBU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1AF0694"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aantal SBU voor keuzedelen van deze opleiding</w:t>
      </w:r>
      <w:r w:rsidR="008565C3" w:rsidRPr="00EC3FF6">
        <w:rPr>
          <w:rFonts w:cs="Arial"/>
        </w:rPr>
        <w:t>,</w:t>
      </w:r>
      <w:r w:rsidRPr="00EC3FF6">
        <w:rPr>
          <w:rFonts w:cs="Arial"/>
        </w:rPr>
        <w:t xml:space="preserve"> </w:t>
      </w:r>
      <w:r w:rsidRPr="00E43F40">
        <w:rPr>
          <w:rFonts w:cs="Arial"/>
        </w:rPr>
        <w:t>staa</w:t>
      </w:r>
      <w:r w:rsidR="00476767" w:rsidRPr="00E43F40">
        <w:rPr>
          <w:rFonts w:cs="Arial"/>
        </w:rPr>
        <w:t>t</w:t>
      </w:r>
      <w:r w:rsidRPr="00EC3FF6">
        <w:rPr>
          <w:rFonts w:cs="Arial"/>
        </w:rPr>
        <w:t xml:space="preserve">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5"/>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69AE1A" w:rsidR="00107C2A" w:rsidRPr="00EC3FF6" w:rsidRDefault="00DD7DC3" w:rsidP="00107C2A">
      <w:hyperlink r:id="rId15" w:history="1">
        <w:r w:rsidR="00467418" w:rsidRPr="00EC3FF6">
          <w:rPr>
            <w:rStyle w:val="Hyperlink"/>
          </w:rPr>
          <w:t>https://www.s-bb.nl/onderwijs/kwalificeren-en-examineren</w:t>
        </w:r>
      </w:hyperlink>
    </w:p>
    <w:bookmarkEnd w:id="10"/>
    <w:p w14:paraId="4424BE74" w14:textId="2880949E"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6" w:name="_Hlk535835656"/>
      <w:r w:rsidRPr="00EC3FF6">
        <w:rPr>
          <w:rFonts w:cs="Arial"/>
          <w:b/>
          <w:bCs/>
        </w:rPr>
        <w:t xml:space="preserve">Overzicht van de kerntaken en werkprocessen </w:t>
      </w:r>
      <w:bookmarkEnd w:id="16"/>
      <w:r w:rsidRPr="00EC3FF6">
        <w:rPr>
          <w:rFonts w:cs="Arial"/>
          <w:b/>
          <w:bCs/>
        </w:rPr>
        <w:t xml:space="preserve">     </w:t>
      </w:r>
    </w:p>
    <w:p w14:paraId="125A223D" w14:textId="705EE959" w:rsidR="000C29B7" w:rsidRPr="00EC3FF6" w:rsidRDefault="000C29B7" w:rsidP="000C29B7">
      <w:pPr>
        <w:ind w:left="708"/>
        <w:rPr>
          <w:rFonts w:cs="Arial"/>
          <w:sz w:val="16"/>
          <w:szCs w:val="16"/>
        </w:rPr>
      </w:pPr>
      <w:r w:rsidRPr="00EC3FF6">
        <w:rPr>
          <w:rFonts w:cs="Arial"/>
          <w:sz w:val="16"/>
          <w:szCs w:val="16"/>
        </w:rPr>
        <w:t xml:space="preserve">Legenda: B1-K1= basiskerntaak 1, B1-K1-W1= basiskerntaak en het </w:t>
      </w:r>
      <w:r w:rsidRPr="00102E21">
        <w:rPr>
          <w:rFonts w:cs="Arial"/>
          <w:sz w:val="16"/>
          <w:szCs w:val="16"/>
        </w:rPr>
        <w:t>bijb</w:t>
      </w:r>
      <w:r w:rsidRPr="00EC3FF6">
        <w:rPr>
          <w:rFonts w:cs="Arial"/>
          <w:sz w:val="16"/>
          <w:szCs w:val="16"/>
        </w:rPr>
        <w:t xml:space="preserve">ehorende basiswerkproces. P2-K1= profielkerntaak 1, P2-K1-W1= profielkerntaak en het </w:t>
      </w:r>
      <w:r w:rsidRPr="00102E21">
        <w:rPr>
          <w:rFonts w:cs="Arial"/>
          <w:sz w:val="16"/>
          <w:szCs w:val="16"/>
        </w:rPr>
        <w:t>bijbe</w:t>
      </w:r>
      <w:r w:rsidRPr="00EC3FF6">
        <w:rPr>
          <w:rFonts w:cs="Arial"/>
          <w:sz w:val="16"/>
          <w:szCs w:val="16"/>
        </w:rPr>
        <w:t>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43E8DE78" w:rsidR="002053E8" w:rsidRPr="00EC3FF6" w:rsidRDefault="00EC237E" w:rsidP="002053E8">
      <w:pPr>
        <w:pStyle w:val="Voetnoottekst"/>
        <w:rPr>
          <w:rFonts w:ascii="Arial" w:hAnsi="Arial" w:cs="Arial"/>
        </w:rPr>
      </w:pPr>
      <w:r>
        <w:rPr>
          <w:noProof/>
        </w:rPr>
        <w:drawing>
          <wp:inline distT="0" distB="0" distL="0" distR="0" wp14:anchorId="57AB70B8" wp14:editId="1287FC5D">
            <wp:extent cx="5761356"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6">
                      <a:extLst>
                        <a:ext uri="{28A0092B-C50C-407E-A947-70E740481C1C}">
                          <a14:useLocalDpi xmlns:a14="http://schemas.microsoft.com/office/drawing/2010/main" val="0"/>
                        </a:ext>
                      </a:extLst>
                    </a:blip>
                    <a:stretch>
                      <a:fillRect/>
                    </a:stretch>
                  </pic:blipFill>
                  <pic:spPr>
                    <a:xfrm>
                      <a:off x="0" y="0"/>
                      <a:ext cx="5761356" cy="1926590"/>
                    </a:xfrm>
                    <a:prstGeom prst="rect">
                      <a:avLst/>
                    </a:prstGeom>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77777777" w:rsidR="005B4D5D" w:rsidRPr="00EC3FF6" w:rsidRDefault="005B4D5D" w:rsidP="002053E8">
      <w:pPr>
        <w:pStyle w:val="Voetnoottekst"/>
        <w:rPr>
          <w:rFonts w:ascii="Arial" w:hAnsi="Arial" w:cs="Arial"/>
        </w:rPr>
      </w:pPr>
    </w:p>
    <w:p w14:paraId="4FB8F728" w14:textId="124638FD" w:rsidR="008B2099" w:rsidRPr="00EC3FF6" w:rsidRDefault="0055706D" w:rsidP="00922DD8">
      <w:pPr>
        <w:rPr>
          <w:rFonts w:cs="Arial"/>
          <w:bCs/>
        </w:rPr>
      </w:pPr>
      <w:r w:rsidRPr="003032AA">
        <w:rPr>
          <w:noProof/>
        </w:rPr>
        <w:drawing>
          <wp:inline distT="0" distB="0" distL="0" distR="0" wp14:anchorId="00BFE7C1" wp14:editId="0A0C3B29">
            <wp:extent cx="5795645" cy="14560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5645" cy="1456055"/>
                    </a:xfrm>
                    <a:prstGeom prst="rect">
                      <a:avLst/>
                    </a:prstGeom>
                    <a:noFill/>
                    <a:ln>
                      <a:noFill/>
                    </a:ln>
                  </pic:spPr>
                </pic:pic>
              </a:graphicData>
            </a:graphic>
          </wp:inline>
        </w:drawing>
      </w:r>
      <w:r>
        <w:rPr>
          <w:rFonts w:cs="Arial"/>
          <w:bCs/>
        </w:rPr>
        <w:br/>
      </w: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404D4123" w14:textId="668FB266" w:rsidR="00AD7832" w:rsidRPr="00EC3FF6" w:rsidRDefault="4A2E3712" w:rsidP="00922DD8">
            <w:pPr>
              <w:rPr>
                <w:rFonts w:cs="Arial"/>
              </w:rPr>
            </w:pPr>
            <w:bookmarkStart w:id="17" w:name="_Hlk535933795"/>
            <w:bookmarkStart w:id="18" w:name="_Hlk535932363"/>
            <w:r w:rsidRPr="00EC3FF6">
              <w:rPr>
                <w:rFonts w:cs="Arial"/>
              </w:rPr>
              <w:t>Indien van toepassing</w:t>
            </w:r>
            <w:r w:rsidR="00441705">
              <w:rPr>
                <w:rFonts w:cs="Arial"/>
              </w:rPr>
              <w:t xml:space="preserve"> i</w:t>
            </w:r>
            <w:r w:rsidR="00F07701" w:rsidRPr="00EC3FF6">
              <w:rPr>
                <w:rFonts w:cs="Arial"/>
              </w:rPr>
              <w:t>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p w14:paraId="65717132" w14:textId="53D7403C" w:rsidR="00251EBF" w:rsidRPr="00EC3FF6" w:rsidRDefault="00251EBF" w:rsidP="00922DD8">
            <w:pPr>
              <w:rPr>
                <w:rFonts w:cs="Arial"/>
                <w:bCs/>
              </w:rPr>
            </w:pP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39B59DEB" w:rsidR="00AD7832" w:rsidRPr="00EC3FF6" w:rsidRDefault="0055706D"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741AFC9F" w:rsidR="00AD7832" w:rsidRPr="00EC3FF6" w:rsidRDefault="0055706D" w:rsidP="00922DD8">
            <w:pPr>
              <w:rPr>
                <w:rFonts w:cs="Arial"/>
                <w:bCs/>
              </w:rPr>
            </w:pPr>
            <w:r>
              <w:rPr>
                <w:rFonts w:cs="Arial"/>
                <w:bCs/>
              </w:rPr>
              <w:t>n.v.t</w:t>
            </w:r>
          </w:p>
        </w:tc>
      </w:tr>
    </w:tbl>
    <w:p w14:paraId="1D9BD7F6" w14:textId="4A95CF0B" w:rsidR="00D23E58" w:rsidRPr="00EC3FF6" w:rsidRDefault="00D23E58" w:rsidP="00922DD8">
      <w:pPr>
        <w:rPr>
          <w:rFonts w:cs="Arial"/>
          <w:bCs/>
        </w:rPr>
      </w:pPr>
    </w:p>
    <w:p w14:paraId="7034C471" w14:textId="495FD07B" w:rsidR="0028342B" w:rsidRPr="00EC3FF6" w:rsidRDefault="0028342B" w:rsidP="00922DD8">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 specifieke opleiding</w:t>
      </w:r>
      <w:r w:rsidRPr="00EC3FF6">
        <w:rPr>
          <w:rFonts w:cs="Arial"/>
          <w:bCs/>
          <w:i/>
          <w:sz w:val="18"/>
          <w:szCs w:val="18"/>
        </w:rPr>
        <w:t>:</w:t>
      </w:r>
      <w:r w:rsidRPr="00EC3FF6">
        <w:rPr>
          <w:sz w:val="18"/>
          <w:szCs w:val="18"/>
        </w:rPr>
        <w:t xml:space="preserve"> </w:t>
      </w:r>
      <w:hyperlink r:id="rId18" w:history="1">
        <w:r w:rsidR="00811EC6" w:rsidRPr="00EC3FF6">
          <w:rPr>
            <w:rStyle w:val="Hyperlink"/>
            <w:rFonts w:cs="Arial"/>
            <w:bCs/>
            <w:i/>
            <w:sz w:val="18"/>
            <w:szCs w:val="18"/>
          </w:rPr>
          <w:t>https://onderwijsenexaminering.nl/app/uploads/Handreiking-wettelijke-beroepsvereisten.pdf</w:t>
        </w:r>
      </w:hyperlink>
      <w:r w:rsidR="00811EC6" w:rsidRPr="00EC3FF6">
        <w:rPr>
          <w:rFonts w:cs="Arial"/>
          <w:bCs/>
          <w:i/>
          <w:sz w:val="18"/>
          <w:szCs w:val="18"/>
        </w:rPr>
        <w:t xml:space="preserve"> </w:t>
      </w:r>
      <w:r w:rsidRPr="00EC3FF6">
        <w:rPr>
          <w:rFonts w:cs="Arial"/>
          <w:bCs/>
          <w:i/>
          <w:sz w:val="18"/>
          <w:szCs w:val="18"/>
        </w:rPr>
        <w:t>.</w:t>
      </w:r>
    </w:p>
    <w:p w14:paraId="17820A20" w14:textId="77777777" w:rsidR="007B7D49" w:rsidRPr="00EC3FF6" w:rsidRDefault="2C2B9C7A" w:rsidP="2C2B9C7A">
      <w:pPr>
        <w:pStyle w:val="Kop3"/>
        <w:rPr>
          <w:rFonts w:cs="Arial"/>
        </w:rPr>
      </w:pPr>
      <w:bookmarkStart w:id="19" w:name="_Hlk29285229"/>
      <w:bookmarkEnd w:id="17"/>
      <w:bookmarkEnd w:id="18"/>
      <w:r w:rsidRPr="00EC3FF6">
        <w:rPr>
          <w:rFonts w:cs="Arial"/>
        </w:rPr>
        <w:t xml:space="preserve">1.4.2 </w:t>
      </w:r>
      <w:proofErr w:type="spellStart"/>
      <w:r w:rsidRPr="00EC3FF6">
        <w:rPr>
          <w:rFonts w:cs="Arial"/>
        </w:rPr>
        <w:t>Beroepsspecifieke</w:t>
      </w:r>
      <w:proofErr w:type="spellEnd"/>
      <w:r w:rsidRPr="00EC3FF6">
        <w:rPr>
          <w:rFonts w:cs="Arial"/>
        </w:rPr>
        <w:t xml:space="preserve"> eisen voor moderne vreemde talen (MVT)</w:t>
      </w:r>
    </w:p>
    <w:p w14:paraId="287E69CA" w14:textId="2BB19CE9" w:rsidR="00247FA0" w:rsidRPr="003F7302" w:rsidRDefault="00853392">
      <w:pPr>
        <w:rPr>
          <w:rFonts w:cs="Arial"/>
        </w:rPr>
      </w:pPr>
      <w:bookmarkStart w:id="20" w:name="_Hlk31183128"/>
      <w:r w:rsidRPr="003F7302">
        <w:rPr>
          <w:rFonts w:cs="Arial"/>
        </w:rPr>
        <w:t xml:space="preserve">Zie examenplan </w:t>
      </w:r>
      <w:proofErr w:type="spellStart"/>
      <w:r w:rsidRPr="003F7302">
        <w:rPr>
          <w:rFonts w:cs="Arial"/>
        </w:rPr>
        <w:t>beroepsspecifiek</w:t>
      </w:r>
      <w:proofErr w:type="spellEnd"/>
      <w:r w:rsidRPr="003F7302">
        <w:rPr>
          <w:rFonts w:cs="Arial"/>
        </w:rPr>
        <w:t xml:space="preserve">. </w:t>
      </w:r>
      <w:r w:rsidR="2C2B9C7A" w:rsidRPr="003F7302">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5EBCA803" w14:textId="701DA57D" w:rsidR="005D0A82" w:rsidRPr="003F7302" w:rsidRDefault="2C2B9C7A">
      <w:pPr>
        <w:rPr>
          <w:rFonts w:cs="Arial"/>
        </w:rPr>
      </w:pPr>
      <w:r w:rsidRPr="003F7302">
        <w:rPr>
          <w:rFonts w:cs="Arial"/>
        </w:rPr>
        <w:t xml:space="preserve">Hierbij wordt géén referentieniveau genoemd. </w:t>
      </w:r>
      <w:bookmarkStart w:id="21" w:name="_Hlk939978"/>
      <w:r w:rsidR="00CB6AE4" w:rsidRPr="003F7302">
        <w:rPr>
          <w:rFonts w:cs="Arial"/>
        </w:rPr>
        <w:t>Het</w:t>
      </w:r>
      <w:r w:rsidR="0077566E" w:rsidRPr="003F7302">
        <w:rPr>
          <w:rFonts w:cs="Arial"/>
        </w:rPr>
        <w:t xml:space="preserve"> (indicatieve) ERK-niveau </w:t>
      </w:r>
      <w:r w:rsidR="00CB6AE4" w:rsidRPr="003F7302">
        <w:rPr>
          <w:rFonts w:cs="Arial"/>
        </w:rPr>
        <w:t>staat in</w:t>
      </w:r>
      <w:r w:rsidR="0077566E" w:rsidRPr="003F7302">
        <w:rPr>
          <w:rFonts w:cs="Arial"/>
        </w:rPr>
        <w:t xml:space="preserve"> het  </w:t>
      </w:r>
      <w:r w:rsidRPr="003F7302">
        <w:rPr>
          <w:rFonts w:cs="Arial"/>
        </w:rPr>
        <w:t xml:space="preserve"> verantwoordingsdocument dat bij de kwalificatie hoort</w:t>
      </w:r>
      <w:r w:rsidR="0077566E" w:rsidRPr="003F7302">
        <w:rPr>
          <w:rFonts w:cs="Arial"/>
        </w:rPr>
        <w:t>.</w:t>
      </w:r>
    </w:p>
    <w:p w14:paraId="4FE322B9" w14:textId="4CAEE484" w:rsidR="2C2B9C7A" w:rsidRPr="00EC3FF6" w:rsidRDefault="0077566E">
      <w:pPr>
        <w:rPr>
          <w:rFonts w:cs="Arial"/>
          <w:i/>
          <w:sz w:val="16"/>
          <w:szCs w:val="16"/>
        </w:rPr>
      </w:pPr>
      <w:r w:rsidRPr="003F7302">
        <w:rPr>
          <w:rFonts w:eastAsia="Arial" w:cs="Arial"/>
          <w:i/>
          <w:sz w:val="16"/>
          <w:szCs w:val="16"/>
        </w:rPr>
        <w:t xml:space="preserve">NB. </w:t>
      </w:r>
      <w:r w:rsidR="2C2B9C7A" w:rsidRPr="003F7302">
        <w:rPr>
          <w:rFonts w:eastAsia="Arial" w:cs="Arial"/>
          <w:i/>
          <w:sz w:val="16"/>
          <w:szCs w:val="16"/>
        </w:rPr>
        <w:t xml:space="preserve">Het team van de opleiding bepaalt de wijze waarop de </w:t>
      </w:r>
      <w:proofErr w:type="spellStart"/>
      <w:r w:rsidR="2C2B9C7A" w:rsidRPr="003F7302">
        <w:rPr>
          <w:rFonts w:eastAsia="Arial" w:cs="Arial"/>
          <w:i/>
          <w:sz w:val="16"/>
          <w:szCs w:val="16"/>
        </w:rPr>
        <w:t>beroepsspecifieke</w:t>
      </w:r>
      <w:proofErr w:type="spellEnd"/>
      <w:r w:rsidR="2C2B9C7A" w:rsidRPr="003F7302">
        <w:rPr>
          <w:rFonts w:eastAsia="Arial" w:cs="Arial"/>
          <w:i/>
          <w:sz w:val="16"/>
          <w:szCs w:val="16"/>
        </w:rPr>
        <w:t xml:space="preserve"> eisen MVT geëxamineerd worden en legt dit vast in het </w:t>
      </w:r>
      <w:proofErr w:type="spellStart"/>
      <w:r w:rsidR="2C2B9C7A" w:rsidRPr="003F7302">
        <w:rPr>
          <w:rFonts w:eastAsia="Arial" w:cs="Arial"/>
          <w:i/>
          <w:sz w:val="16"/>
          <w:szCs w:val="16"/>
        </w:rPr>
        <w:t>beroepsspecifieke</w:t>
      </w:r>
      <w:proofErr w:type="spellEnd"/>
      <w:r w:rsidR="2C2B9C7A" w:rsidRPr="003F7302">
        <w:rPr>
          <w:rFonts w:eastAsia="Arial" w:cs="Arial"/>
          <w:i/>
          <w:sz w:val="16"/>
          <w:szCs w:val="16"/>
        </w:rPr>
        <w:t xml:space="preserve"> examenplan in de OER</w:t>
      </w:r>
      <w:r w:rsidR="00490CC5" w:rsidRPr="003F7302">
        <w:rPr>
          <w:rFonts w:eastAsia="Arial" w:cs="Arial"/>
          <w:i/>
          <w:sz w:val="16"/>
          <w:szCs w:val="16"/>
        </w:rPr>
        <w:t>.</w:t>
      </w:r>
      <w:r w:rsidR="2C2B9C7A" w:rsidRPr="003F7302">
        <w:rPr>
          <w:rFonts w:eastAsia="Arial" w:cs="Arial"/>
          <w:i/>
          <w:sz w:val="16"/>
          <w:szCs w:val="16"/>
        </w:rPr>
        <w:t xml:space="preserve"> </w:t>
      </w:r>
      <w:r w:rsidR="00490CC5" w:rsidRPr="003F7302">
        <w:rPr>
          <w:rFonts w:eastAsia="Arial" w:cs="Arial"/>
          <w:i/>
          <w:sz w:val="16"/>
          <w:szCs w:val="16"/>
        </w:rPr>
        <w:t>De OER wordt</w:t>
      </w:r>
      <w:r w:rsidR="2C2B9C7A" w:rsidRPr="003F7302">
        <w:rPr>
          <w:rFonts w:eastAsia="Arial" w:cs="Arial"/>
          <w:i/>
          <w:sz w:val="16"/>
          <w:szCs w:val="16"/>
        </w:rPr>
        <w:t xml:space="preserve"> vervolgens vastgesteld door de schoolexamencommissie.</w:t>
      </w:r>
      <w:bookmarkEnd w:id="19"/>
      <w:bookmarkEnd w:id="21"/>
    </w:p>
    <w:bookmarkEnd w:id="20"/>
    <w:p w14:paraId="5F526850" w14:textId="77777777" w:rsidR="007B7D49" w:rsidRPr="00EC3FF6" w:rsidRDefault="4A2E3712" w:rsidP="00D4136B">
      <w:pPr>
        <w:pStyle w:val="Kop2"/>
        <w:rPr>
          <w:rFonts w:cs="Arial"/>
        </w:rPr>
      </w:pPr>
      <w:r w:rsidRPr="00EC3FF6">
        <w:rPr>
          <w:rFonts w:cs="Arial"/>
        </w:rPr>
        <w:t xml:space="preserve">1.5 Generieke exameneisen Nederlandse taal en rekenen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lastRenderedPageBreak/>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495A695F" w:rsidR="00DA58D9" w:rsidRPr="00EC3FF6" w:rsidRDefault="4A2E3712" w:rsidP="4A2E3712">
            <w:pPr>
              <w:rPr>
                <w:rFonts w:cs="Arial"/>
                <w:b/>
                <w:bCs/>
              </w:rPr>
            </w:pPr>
            <w:r w:rsidRPr="00EC3FF6">
              <w:rPr>
                <w:rFonts w:cs="Arial"/>
                <w:b/>
                <w:bCs/>
              </w:rPr>
              <w:t>Engels mbo</w:t>
            </w:r>
            <w:r w:rsidR="00311AE4">
              <w:rPr>
                <w:rFonts w:cs="Arial"/>
                <w:b/>
                <w:bCs/>
              </w:rPr>
              <w:t xml:space="preserve"> </w:t>
            </w:r>
            <w:r w:rsidRPr="00EC3FF6">
              <w:rPr>
                <w:rFonts w:cs="Arial"/>
                <w:b/>
                <w:bCs/>
              </w:rPr>
              <w:t>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22"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4A2E3712">
        <w:trPr>
          <w:cantSplit/>
          <w:trHeight w:val="340"/>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22"/>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2E5FCD69" w:rsidR="00584C4E" w:rsidRPr="00EC3FF6" w:rsidRDefault="4A2E3712" w:rsidP="00584C4E">
      <w:pPr>
        <w:rPr>
          <w:rFonts w:cs="Arial"/>
        </w:rPr>
      </w:pPr>
      <w:bookmarkStart w:id="23" w:name="_Hlk504474480"/>
      <w:r w:rsidRPr="00EC3FF6">
        <w:rPr>
          <w:rFonts w:cs="Arial"/>
        </w:rPr>
        <w:t>De BPV is een verplicht onderdeel binnen de opleiding. Studentinformatie over de BPV wordt verstrekt via de Studiewijzer en/of de BPV-gids van de opleiding. Hier</w:t>
      </w:r>
      <w:r w:rsidR="00D1776B">
        <w:rPr>
          <w:rFonts w:cs="Arial"/>
        </w:rPr>
        <w:t>in</w:t>
      </w:r>
      <w:r w:rsidRPr="00EC3FF6">
        <w:rPr>
          <w:rFonts w:cs="Arial"/>
        </w:rPr>
        <w:t xml:space="preserve">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23"/>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B21171" w:rsidRDefault="4A2E3712" w:rsidP="00D4136B">
      <w:pPr>
        <w:pStyle w:val="Kop1"/>
        <w:rPr>
          <w:rFonts w:cs="Arial"/>
        </w:rPr>
      </w:pPr>
      <w:bookmarkStart w:id="24" w:name="_Hlk535932617"/>
      <w:bookmarkStart w:id="25" w:name="_Hlk29289360"/>
      <w:bookmarkStart w:id="26" w:name="_Hlk535930124"/>
      <w:r w:rsidRPr="00B21171">
        <w:rPr>
          <w:rFonts w:cs="Arial"/>
        </w:rPr>
        <w:lastRenderedPageBreak/>
        <w:t>2. De examenregeling</w:t>
      </w:r>
    </w:p>
    <w:p w14:paraId="2772866E" w14:textId="3018455C" w:rsidR="00B3781A" w:rsidRPr="00B21171" w:rsidRDefault="2C2B9C7A" w:rsidP="00B3781A">
      <w:pPr>
        <w:rPr>
          <w:rFonts w:cs="Arial"/>
        </w:rPr>
      </w:pPr>
      <w:r w:rsidRPr="00B21171">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B21171">
        <w:rPr>
          <w:rFonts w:cs="Arial"/>
        </w:rPr>
        <w:t>beroepsspecifieke</w:t>
      </w:r>
      <w:proofErr w:type="spellEnd"/>
      <w:r w:rsidRPr="00B21171">
        <w:rPr>
          <w:rFonts w:cs="Arial"/>
        </w:rPr>
        <w:t xml:space="preserve"> deel van de opleiding en de generieke examens voor Nederlandse taal, rekenen en Engels</w:t>
      </w:r>
      <w:r w:rsidR="00014D22" w:rsidRPr="00B21171">
        <w:rPr>
          <w:rFonts w:cs="Arial"/>
        </w:rPr>
        <w:t xml:space="preserve"> (</w:t>
      </w:r>
      <w:r w:rsidR="009A7353" w:rsidRPr="00B21171">
        <w:rPr>
          <w:rFonts w:cs="Arial"/>
        </w:rPr>
        <w:t>mbo-niveau 4)</w:t>
      </w:r>
      <w:r w:rsidRPr="00B21171">
        <w:rPr>
          <w:rFonts w:cs="Arial"/>
        </w:rPr>
        <w:t xml:space="preserve">. </w:t>
      </w:r>
    </w:p>
    <w:p w14:paraId="13EBC50F" w14:textId="77777777" w:rsidR="00B3781A" w:rsidRPr="00B21171" w:rsidRDefault="00B3781A" w:rsidP="00B3781A">
      <w:pPr>
        <w:rPr>
          <w:rFonts w:cs="Arial"/>
        </w:rPr>
      </w:pPr>
    </w:p>
    <w:p w14:paraId="4BB446CA" w14:textId="453C5B19" w:rsidR="00B3781A" w:rsidRPr="00B21171" w:rsidRDefault="4A2E3712" w:rsidP="00B3781A">
      <w:pPr>
        <w:rPr>
          <w:rFonts w:cs="Arial"/>
        </w:rPr>
      </w:pPr>
      <w:r w:rsidRPr="00B21171">
        <w:rPr>
          <w:rFonts w:cs="Arial"/>
        </w:rPr>
        <w:t xml:space="preserve">Op </w:t>
      </w:r>
      <w:r w:rsidR="00D1776B" w:rsidRPr="00B21171">
        <w:rPr>
          <w:rFonts w:cs="Arial"/>
        </w:rPr>
        <w:t>elk</w:t>
      </w:r>
      <w:r w:rsidRPr="00B21171">
        <w:rPr>
          <w:rFonts w:cs="Arial"/>
        </w:rPr>
        <w:t xml:space="preserve"> examenplan is het</w:t>
      </w:r>
      <w:r w:rsidR="001318F0" w:rsidRPr="00B21171">
        <w:rPr>
          <w:rFonts w:cs="Arial"/>
        </w:rPr>
        <w:t xml:space="preserve"> </w:t>
      </w:r>
      <w:hyperlink r:id="rId21" w:history="1">
        <w:r w:rsidR="001318F0" w:rsidRPr="00B21171">
          <w:rPr>
            <w:rStyle w:val="Hyperlink"/>
            <w:color w:val="FFC000"/>
          </w:rPr>
          <w:t>Noorderpoort Examenreglement</w:t>
        </w:r>
      </w:hyperlink>
      <w:r w:rsidRPr="00B21171">
        <w:rPr>
          <w:rFonts w:cs="Arial"/>
        </w:rPr>
        <w:t xml:space="preserve"> van toepassing</w:t>
      </w:r>
      <w:r w:rsidR="00D1776B" w:rsidRPr="00B21171">
        <w:rPr>
          <w:rFonts w:cs="Arial"/>
        </w:rPr>
        <w:t xml:space="preserve"> waarin </w:t>
      </w:r>
      <w:r w:rsidR="00CE5B78" w:rsidRPr="00B21171">
        <w:rPr>
          <w:rFonts w:cs="Arial"/>
        </w:rPr>
        <w:t xml:space="preserve">de </w:t>
      </w:r>
      <w:r w:rsidR="00D1776B" w:rsidRPr="00B21171">
        <w:rPr>
          <w:rFonts w:cs="Arial"/>
        </w:rPr>
        <w:t>regels en rechten staan beschreven die gelden voor alle examens binnen Noorderpoort.</w:t>
      </w:r>
      <w:r w:rsidRPr="00B21171">
        <w:rPr>
          <w:rFonts w:cs="Arial"/>
        </w:rPr>
        <w:t xml:space="preserve"> </w:t>
      </w:r>
      <w:r w:rsidR="001318F0" w:rsidRPr="00B21171">
        <w:rPr>
          <w:rFonts w:cs="Arial"/>
        </w:rPr>
        <w:t>Het e</w:t>
      </w:r>
      <w:r w:rsidRPr="00B21171">
        <w:rPr>
          <w:rFonts w:cs="Arial"/>
        </w:rPr>
        <w:t xml:space="preserve">xamenplan en </w:t>
      </w:r>
      <w:r w:rsidR="001318F0" w:rsidRPr="00B21171">
        <w:rPr>
          <w:rFonts w:cs="Arial"/>
        </w:rPr>
        <w:t>het e</w:t>
      </w:r>
      <w:r w:rsidRPr="00B21171">
        <w:rPr>
          <w:rFonts w:cs="Arial"/>
        </w:rPr>
        <w:t>xamenreglement vormen samen de Examenregeling van de opleiding.</w:t>
      </w:r>
    </w:p>
    <w:p w14:paraId="6F0B725C" w14:textId="18B82481" w:rsidR="00E9729D" w:rsidRPr="00B21171" w:rsidRDefault="4A2E3712" w:rsidP="4A2E3712">
      <w:pPr>
        <w:pStyle w:val="Geenafstand"/>
        <w:rPr>
          <w:sz w:val="20"/>
          <w:szCs w:val="20"/>
        </w:rPr>
      </w:pPr>
      <w:r w:rsidRPr="00B21171">
        <w:rPr>
          <w:sz w:val="20"/>
          <w:szCs w:val="20"/>
        </w:rPr>
        <w:t>In de</w:t>
      </w:r>
      <w:r w:rsidR="001318F0" w:rsidRPr="00B21171">
        <w:rPr>
          <w:sz w:val="20"/>
          <w:szCs w:val="20"/>
        </w:rPr>
        <w:t>ze</w:t>
      </w:r>
      <w:r w:rsidR="00E9729D" w:rsidRPr="00B21171">
        <w:rPr>
          <w:sz w:val="20"/>
          <w:szCs w:val="20"/>
        </w:rPr>
        <w:t xml:space="preserve"> OER </w:t>
      </w:r>
      <w:r w:rsidRPr="00B21171">
        <w:rPr>
          <w:sz w:val="20"/>
          <w:szCs w:val="20"/>
        </w:rPr>
        <w:t>staat welke examens een student moet afleggen</w:t>
      </w:r>
      <w:r w:rsidR="00E9729D" w:rsidRPr="00B21171">
        <w:rPr>
          <w:sz w:val="20"/>
          <w:szCs w:val="20"/>
        </w:rPr>
        <w:t xml:space="preserve"> en</w:t>
      </w:r>
      <w:r w:rsidRPr="00B21171">
        <w:rPr>
          <w:sz w:val="20"/>
          <w:szCs w:val="20"/>
        </w:rPr>
        <w:t xml:space="preserve"> aan welke vereisten hij/zij moet voldoen om in aanmerking te komen voor een diploma</w:t>
      </w:r>
      <w:r w:rsidR="00E9729D" w:rsidRPr="00B21171">
        <w:rPr>
          <w:sz w:val="20"/>
          <w:szCs w:val="20"/>
        </w:rPr>
        <w:t xml:space="preserve">. </w:t>
      </w:r>
    </w:p>
    <w:p w14:paraId="6077594B" w14:textId="77777777" w:rsidR="00B3781A" w:rsidRPr="00B21171" w:rsidRDefault="00B3781A" w:rsidP="00B3781A">
      <w:pPr>
        <w:pStyle w:val="Geenafstand"/>
        <w:rPr>
          <w:sz w:val="20"/>
          <w:szCs w:val="20"/>
        </w:rPr>
      </w:pPr>
    </w:p>
    <w:p w14:paraId="2410E7D9" w14:textId="77777777" w:rsidR="001318F0" w:rsidRPr="00B21171" w:rsidRDefault="2C2B9C7A" w:rsidP="2C2B9C7A">
      <w:pPr>
        <w:pStyle w:val="Geenafstand"/>
        <w:rPr>
          <w:sz w:val="20"/>
          <w:szCs w:val="20"/>
        </w:rPr>
      </w:pPr>
      <w:r w:rsidRPr="00B21171">
        <w:rPr>
          <w:sz w:val="20"/>
          <w:szCs w:val="20"/>
        </w:rPr>
        <w:t xml:space="preserve">De examens staan beschreven in verschillende examenplannen: </w:t>
      </w:r>
    </w:p>
    <w:p w14:paraId="26445AAC" w14:textId="32CB1614" w:rsidR="001318F0" w:rsidRPr="00B21171" w:rsidRDefault="00D1776B" w:rsidP="001318F0">
      <w:pPr>
        <w:pStyle w:val="Geenafstand"/>
        <w:numPr>
          <w:ilvl w:val="0"/>
          <w:numId w:val="21"/>
        </w:numPr>
        <w:rPr>
          <w:sz w:val="20"/>
          <w:szCs w:val="20"/>
        </w:rPr>
      </w:pPr>
      <w:r w:rsidRPr="00B21171">
        <w:rPr>
          <w:sz w:val="20"/>
          <w:szCs w:val="20"/>
        </w:rPr>
        <w:t>D</w:t>
      </w:r>
      <w:r w:rsidR="2C2B9C7A" w:rsidRPr="00B21171">
        <w:rPr>
          <w:sz w:val="20"/>
          <w:szCs w:val="20"/>
        </w:rPr>
        <w:t xml:space="preserve">e </w:t>
      </w:r>
      <w:proofErr w:type="spellStart"/>
      <w:r w:rsidR="2C2B9C7A" w:rsidRPr="00B21171">
        <w:rPr>
          <w:sz w:val="20"/>
          <w:szCs w:val="20"/>
        </w:rPr>
        <w:t>beroepsspecifieke</w:t>
      </w:r>
      <w:proofErr w:type="spellEnd"/>
      <w:r w:rsidR="001318F0" w:rsidRPr="00B21171">
        <w:rPr>
          <w:sz w:val="20"/>
          <w:szCs w:val="20"/>
        </w:rPr>
        <w:t>-</w:t>
      </w:r>
      <w:r w:rsidR="2C2B9C7A" w:rsidRPr="00B21171">
        <w:rPr>
          <w:sz w:val="20"/>
          <w:szCs w:val="20"/>
        </w:rPr>
        <w:t xml:space="preserve"> en generieke examenplannen staan in 2.2 en 2.3. </w:t>
      </w:r>
    </w:p>
    <w:p w14:paraId="5C1523A7" w14:textId="6DEC88AE" w:rsidR="00B3781A" w:rsidRPr="00B21171" w:rsidRDefault="2C2B9C7A" w:rsidP="001318F0">
      <w:pPr>
        <w:pStyle w:val="Geenafstand"/>
        <w:numPr>
          <w:ilvl w:val="0"/>
          <w:numId w:val="21"/>
        </w:numPr>
        <w:rPr>
          <w:sz w:val="20"/>
          <w:szCs w:val="20"/>
        </w:rPr>
      </w:pPr>
      <w:r w:rsidRPr="00B21171">
        <w:rPr>
          <w:sz w:val="20"/>
          <w:szCs w:val="20"/>
        </w:rPr>
        <w:t xml:space="preserve">Informatie over de examinering van de keuzedelen staat in 2.4.3.   </w:t>
      </w:r>
    </w:p>
    <w:p w14:paraId="2550C329" w14:textId="77777777" w:rsidR="00B3781A" w:rsidRPr="00B21171" w:rsidRDefault="00B3781A" w:rsidP="00B3781A">
      <w:pPr>
        <w:pStyle w:val="Geenafstand"/>
        <w:rPr>
          <w:sz w:val="20"/>
          <w:szCs w:val="20"/>
        </w:rPr>
      </w:pPr>
    </w:p>
    <w:p w14:paraId="6A0F8052" w14:textId="77777777" w:rsidR="00B3781A" w:rsidRPr="00B21171" w:rsidRDefault="4A2E3712" w:rsidP="4A2E3712">
      <w:pPr>
        <w:pStyle w:val="Geenafstand"/>
        <w:rPr>
          <w:sz w:val="20"/>
          <w:szCs w:val="20"/>
        </w:rPr>
      </w:pPr>
      <w:r w:rsidRPr="00B21171">
        <w:rPr>
          <w:sz w:val="20"/>
          <w:szCs w:val="20"/>
        </w:rPr>
        <w:t xml:space="preserve">Naast de examenplicht geldt een inspanningsverplichting voor Loopbaan en Burgerschap en de verplichting voor beroepspraktijkvorming (zie 2.4.1 en 2.4.2).  </w:t>
      </w:r>
    </w:p>
    <w:p w14:paraId="7361FF91" w14:textId="1487A7F4" w:rsidR="00C245CA" w:rsidRPr="00B21171" w:rsidRDefault="2C2B9C7A" w:rsidP="00D4136B">
      <w:pPr>
        <w:pStyle w:val="Kop2"/>
        <w:rPr>
          <w:rFonts w:cs="Arial"/>
        </w:rPr>
      </w:pPr>
      <w:r w:rsidRPr="00B21171">
        <w:rPr>
          <w:rFonts w:cs="Arial"/>
        </w:rPr>
        <w:t xml:space="preserve">2.1 Toelichting </w:t>
      </w:r>
      <w:r w:rsidR="00FF439C" w:rsidRPr="00B21171">
        <w:rPr>
          <w:rFonts w:cs="Arial"/>
        </w:rPr>
        <w:t xml:space="preserve">bij </w:t>
      </w:r>
      <w:r w:rsidRPr="00B21171">
        <w:rPr>
          <w:rFonts w:cs="Arial"/>
        </w:rPr>
        <w:t xml:space="preserve">het </w:t>
      </w:r>
      <w:proofErr w:type="spellStart"/>
      <w:r w:rsidRPr="00B21171">
        <w:rPr>
          <w:rFonts w:cs="Arial"/>
        </w:rPr>
        <w:t>beroepsspecifieke</w:t>
      </w:r>
      <w:proofErr w:type="spellEnd"/>
      <w:r w:rsidRPr="00B21171">
        <w:rPr>
          <w:rFonts w:cs="Arial"/>
        </w:rPr>
        <w:t xml:space="preserve"> examenplan  </w:t>
      </w:r>
    </w:p>
    <w:p w14:paraId="49E2EBCD" w14:textId="77777777" w:rsidR="00B3781A" w:rsidRPr="00B21171" w:rsidRDefault="2C2B9C7A" w:rsidP="00B3781A">
      <w:pPr>
        <w:rPr>
          <w:rFonts w:cs="Arial"/>
        </w:rPr>
      </w:pPr>
      <w:r w:rsidRPr="00B21171">
        <w:rPr>
          <w:rFonts w:cs="Arial"/>
        </w:rPr>
        <w:t xml:space="preserve">Het </w:t>
      </w:r>
      <w:proofErr w:type="spellStart"/>
      <w:r w:rsidRPr="00B21171">
        <w:rPr>
          <w:rFonts w:cs="Arial"/>
        </w:rPr>
        <w:t>beroepsspecifieke</w:t>
      </w:r>
      <w:proofErr w:type="spellEnd"/>
      <w:r w:rsidRPr="00B21171">
        <w:rPr>
          <w:rFonts w:cs="Arial"/>
        </w:rPr>
        <w:t xml:space="preserve"> examenplan van deze kwalificatie geeft een overzicht van alle verplichte examenonderdelen en de exameninstrumenten die bij elk van die onderdelen worden ingezet (methodemix). </w:t>
      </w:r>
    </w:p>
    <w:p w14:paraId="631511D6" w14:textId="3342F2B7" w:rsidR="00B3781A" w:rsidRPr="00B21171" w:rsidRDefault="2C2B9C7A" w:rsidP="00B3781A">
      <w:pPr>
        <w:rPr>
          <w:rFonts w:cs="Arial"/>
        </w:rPr>
      </w:pPr>
      <w:r w:rsidRPr="00B21171">
        <w:rPr>
          <w:rFonts w:cs="Arial"/>
        </w:rPr>
        <w:t xml:space="preserve">Het examenplan is </w:t>
      </w:r>
      <w:proofErr w:type="spellStart"/>
      <w:r w:rsidRPr="00B21171">
        <w:rPr>
          <w:rFonts w:cs="Arial"/>
        </w:rPr>
        <w:t>kaderstellend</w:t>
      </w:r>
      <w:proofErr w:type="spellEnd"/>
      <w:r w:rsidRPr="00B21171">
        <w:rPr>
          <w:rFonts w:cs="Arial"/>
        </w:rPr>
        <w:t xml:space="preserve"> voor het onderwijsteam en voor de administratieve verwerking.</w:t>
      </w:r>
    </w:p>
    <w:p w14:paraId="2A661D5D" w14:textId="7B19F454" w:rsidR="00FF439C" w:rsidRPr="00B21171" w:rsidRDefault="00FF439C" w:rsidP="00B3781A">
      <w:pPr>
        <w:rPr>
          <w:rFonts w:cs="Arial"/>
        </w:rPr>
      </w:pPr>
      <w:r w:rsidRPr="00B21171">
        <w:rPr>
          <w:rFonts w:cs="Arial"/>
        </w:rPr>
        <w:t>In 2.2. is hiervoor een tabel opgenomen. Hieronder een leeswijzer:</w:t>
      </w:r>
    </w:p>
    <w:p w14:paraId="74299230" w14:textId="54E9294F" w:rsidR="00F72DBF" w:rsidRPr="00B21171" w:rsidRDefault="4A2E3712" w:rsidP="00D4136B">
      <w:pPr>
        <w:pStyle w:val="Kop4"/>
        <w:rPr>
          <w:rFonts w:cs="Arial"/>
        </w:rPr>
      </w:pPr>
      <w:r w:rsidRPr="00B21171">
        <w:rPr>
          <w:rFonts w:cs="Arial"/>
        </w:rPr>
        <w:t xml:space="preserve">Op de tweede regel van </w:t>
      </w:r>
      <w:r w:rsidR="00FF439C" w:rsidRPr="00B21171">
        <w:rPr>
          <w:rFonts w:cs="Arial"/>
        </w:rPr>
        <w:t>de tabel</w:t>
      </w:r>
      <w:r w:rsidRPr="00B21171">
        <w:rPr>
          <w:rFonts w:cs="Arial"/>
        </w:rPr>
        <w:t xml:space="preserve"> staat </w:t>
      </w:r>
      <w:r w:rsidR="00FF439C" w:rsidRPr="00B21171">
        <w:rPr>
          <w:rFonts w:cs="Arial"/>
        </w:rPr>
        <w:t xml:space="preserve">vermeld </w:t>
      </w:r>
      <w:r w:rsidR="00D47E8C" w:rsidRPr="00B21171">
        <w:rPr>
          <w:rFonts w:cs="Arial"/>
        </w:rPr>
        <w:t xml:space="preserve">om welke </w:t>
      </w:r>
      <w:r w:rsidRPr="00B21171">
        <w:rPr>
          <w:rFonts w:cs="Arial"/>
        </w:rPr>
        <w:t>opleiding</w:t>
      </w:r>
      <w:r w:rsidR="00D47E8C" w:rsidRPr="00B21171">
        <w:rPr>
          <w:rFonts w:cs="Arial"/>
        </w:rPr>
        <w:t xml:space="preserve"> het gaat</w:t>
      </w:r>
      <w:r w:rsidRPr="00B21171">
        <w:rPr>
          <w:rFonts w:cs="Arial"/>
        </w:rPr>
        <w:t>. Hier</w:t>
      </w:r>
      <w:r w:rsidR="00FF439C" w:rsidRPr="00B21171">
        <w:rPr>
          <w:rFonts w:cs="Arial"/>
        </w:rPr>
        <w:t xml:space="preserve"> staat</w:t>
      </w:r>
      <w:r w:rsidRPr="00B21171">
        <w:rPr>
          <w:rFonts w:cs="Arial"/>
        </w:rPr>
        <w:t>:</w:t>
      </w:r>
    </w:p>
    <w:p w14:paraId="71427919" w14:textId="1764EFCE" w:rsidR="00B3781A" w:rsidRPr="00B21171" w:rsidRDefault="00B94855" w:rsidP="00B3781A">
      <w:pPr>
        <w:pStyle w:val="Lijstalinea"/>
        <w:numPr>
          <w:ilvl w:val="0"/>
          <w:numId w:val="5"/>
        </w:numPr>
        <w:rPr>
          <w:rFonts w:cs="Arial"/>
        </w:rPr>
      </w:pPr>
      <w:r w:rsidRPr="00B21171">
        <w:rPr>
          <w:rFonts w:cs="Arial"/>
        </w:rPr>
        <w:t>Naam Kwalificatie</w:t>
      </w:r>
      <w:r w:rsidRPr="00B21171">
        <w:rPr>
          <w:rFonts w:cs="Arial"/>
          <w:i/>
        </w:rPr>
        <w:t xml:space="preserve">: </w:t>
      </w:r>
      <w:r w:rsidR="4A2E3712" w:rsidRPr="00B21171">
        <w:rPr>
          <w:rFonts w:cs="Arial"/>
          <w:i/>
        </w:rPr>
        <w:t xml:space="preserve">de officiële </w:t>
      </w:r>
      <w:proofErr w:type="spellStart"/>
      <w:r w:rsidR="00FF439C" w:rsidRPr="00B21171">
        <w:rPr>
          <w:rFonts w:cs="Arial"/>
          <w:i/>
        </w:rPr>
        <w:t>crebo</w:t>
      </w:r>
      <w:proofErr w:type="spellEnd"/>
      <w:r w:rsidR="00FF439C" w:rsidRPr="00B21171">
        <w:rPr>
          <w:rFonts w:cs="Arial"/>
          <w:i/>
        </w:rPr>
        <w:t>-</w:t>
      </w:r>
      <w:r w:rsidR="4A2E3712" w:rsidRPr="00B21171">
        <w:rPr>
          <w:rFonts w:cs="Arial"/>
          <w:i/>
        </w:rPr>
        <w:t>naam van de kwalificatie;</w:t>
      </w:r>
    </w:p>
    <w:p w14:paraId="3085C022" w14:textId="129A417C" w:rsidR="00B3781A" w:rsidRPr="00B21171" w:rsidRDefault="00B94855" w:rsidP="00B3781A">
      <w:pPr>
        <w:pStyle w:val="Lijstalinea"/>
        <w:numPr>
          <w:ilvl w:val="0"/>
          <w:numId w:val="5"/>
        </w:numPr>
        <w:rPr>
          <w:rFonts w:cs="Arial"/>
        </w:rPr>
      </w:pPr>
      <w:proofErr w:type="spellStart"/>
      <w:r w:rsidRPr="00B21171">
        <w:rPr>
          <w:rFonts w:cs="Arial"/>
        </w:rPr>
        <w:t>Crebo</w:t>
      </w:r>
      <w:proofErr w:type="spellEnd"/>
      <w:r w:rsidRPr="00B21171">
        <w:rPr>
          <w:rFonts w:cs="Arial"/>
        </w:rPr>
        <w:t xml:space="preserve"> van de kwalificatie</w:t>
      </w:r>
      <w:r w:rsidRPr="00B21171">
        <w:rPr>
          <w:rFonts w:cs="Arial"/>
          <w:i/>
        </w:rPr>
        <w:t xml:space="preserve">: </w:t>
      </w:r>
      <w:r w:rsidR="2C2B9C7A" w:rsidRPr="00B21171">
        <w:rPr>
          <w:rFonts w:cs="Arial"/>
          <w:i/>
        </w:rPr>
        <w:t xml:space="preserve">het </w:t>
      </w:r>
      <w:r w:rsidRPr="00B21171">
        <w:rPr>
          <w:rFonts w:cs="Arial"/>
          <w:i/>
        </w:rPr>
        <w:t xml:space="preserve">officiële </w:t>
      </w:r>
      <w:proofErr w:type="spellStart"/>
      <w:r w:rsidR="2C2B9C7A" w:rsidRPr="00B21171">
        <w:rPr>
          <w:rFonts w:cs="Arial"/>
          <w:i/>
        </w:rPr>
        <w:t>crebonummer</w:t>
      </w:r>
      <w:proofErr w:type="spellEnd"/>
      <w:r w:rsidR="2C2B9C7A" w:rsidRPr="00B21171">
        <w:rPr>
          <w:rFonts w:cs="Arial"/>
          <w:i/>
        </w:rPr>
        <w:t xml:space="preserve"> van de kwalificatie</w:t>
      </w:r>
      <w:r w:rsidR="00A77794" w:rsidRPr="00B21171">
        <w:rPr>
          <w:rFonts w:cs="Arial"/>
          <w:i/>
        </w:rPr>
        <w:t>.</w:t>
      </w:r>
    </w:p>
    <w:p w14:paraId="496408C5" w14:textId="3E6C70C2" w:rsidR="00F72DBF" w:rsidRPr="00B21171" w:rsidRDefault="4A2E3712" w:rsidP="00D4136B">
      <w:pPr>
        <w:pStyle w:val="Kop4"/>
        <w:rPr>
          <w:rFonts w:cs="Arial"/>
        </w:rPr>
      </w:pPr>
      <w:r w:rsidRPr="00B21171">
        <w:rPr>
          <w:rFonts w:cs="Arial"/>
        </w:rPr>
        <w:t>In de kolommen staat</w:t>
      </w:r>
      <w:r w:rsidR="005C3C93" w:rsidRPr="00B21171">
        <w:rPr>
          <w:rFonts w:cs="Arial"/>
        </w:rPr>
        <w:t xml:space="preserve"> </w:t>
      </w:r>
      <w:r w:rsidR="00FF439C" w:rsidRPr="00B21171">
        <w:rPr>
          <w:rFonts w:cs="Arial"/>
        </w:rPr>
        <w:t xml:space="preserve">van links naar rechts </w:t>
      </w:r>
      <w:r w:rsidR="005C3C93" w:rsidRPr="00B21171">
        <w:rPr>
          <w:rFonts w:cs="Arial"/>
        </w:rPr>
        <w:t>ingevuld</w:t>
      </w:r>
      <w:r w:rsidRPr="00B21171">
        <w:rPr>
          <w:rFonts w:cs="Arial"/>
        </w:rPr>
        <w:t>:</w:t>
      </w:r>
    </w:p>
    <w:p w14:paraId="2B532C50" w14:textId="54D7A79C" w:rsidR="00B3781A" w:rsidRPr="00B21171" w:rsidRDefault="4A2E3712" w:rsidP="00B3781A">
      <w:pPr>
        <w:pStyle w:val="Lijstalinea"/>
        <w:numPr>
          <w:ilvl w:val="0"/>
          <w:numId w:val="5"/>
        </w:numPr>
        <w:rPr>
          <w:rFonts w:cs="Arial"/>
        </w:rPr>
      </w:pPr>
      <w:r w:rsidRPr="00B21171">
        <w:rPr>
          <w:rFonts w:cs="Arial"/>
          <w:b/>
        </w:rPr>
        <w:t xml:space="preserve">naam exameneenheid: </w:t>
      </w:r>
      <w:r w:rsidRPr="00B21171">
        <w:rPr>
          <w:rFonts w:cs="Arial"/>
          <w:i/>
          <w:iCs/>
        </w:rPr>
        <w:t>de officiële naam van de exameneenheid;</w:t>
      </w:r>
    </w:p>
    <w:p w14:paraId="67A3B824" w14:textId="77777777" w:rsidR="00B3781A" w:rsidRPr="00B21171" w:rsidRDefault="4A2E3712" w:rsidP="00B3781A">
      <w:pPr>
        <w:pStyle w:val="Lijstalinea"/>
        <w:numPr>
          <w:ilvl w:val="0"/>
          <w:numId w:val="5"/>
        </w:numPr>
        <w:rPr>
          <w:rFonts w:cs="Arial"/>
        </w:rPr>
      </w:pPr>
      <w:r w:rsidRPr="00B21171">
        <w:rPr>
          <w:rFonts w:cs="Arial"/>
          <w:b/>
        </w:rPr>
        <w:t>de examenvorm:</w:t>
      </w:r>
      <w:r w:rsidRPr="00B21171">
        <w:rPr>
          <w:rFonts w:cs="Arial"/>
          <w:i/>
          <w:iCs/>
        </w:rPr>
        <w:t xml:space="preserve"> is het een proeve van bekwaamheid, een examenproject of anders</w:t>
      </w:r>
      <w:r w:rsidRPr="00B21171">
        <w:rPr>
          <w:rFonts w:cs="Arial"/>
        </w:rPr>
        <w:t>;</w:t>
      </w:r>
    </w:p>
    <w:p w14:paraId="2FFD57D6" w14:textId="77777777" w:rsidR="00B3781A" w:rsidRPr="00B21171" w:rsidRDefault="4A2E3712" w:rsidP="00B3781A">
      <w:pPr>
        <w:pStyle w:val="Lijstalinea"/>
        <w:numPr>
          <w:ilvl w:val="0"/>
          <w:numId w:val="5"/>
        </w:numPr>
        <w:rPr>
          <w:rFonts w:cs="Arial"/>
        </w:rPr>
      </w:pPr>
      <w:r w:rsidRPr="00B21171">
        <w:rPr>
          <w:rFonts w:cs="Arial"/>
          <w:b/>
        </w:rPr>
        <w:t>kerntaak:</w:t>
      </w:r>
      <w:r w:rsidRPr="00B21171">
        <w:rPr>
          <w:rFonts w:cs="Arial"/>
          <w:i/>
          <w:iCs/>
        </w:rPr>
        <w:t xml:space="preserve"> alle kerntaken die minimaal met een voldoende resultaat moeten worden afgerond</w:t>
      </w:r>
      <w:r w:rsidRPr="00B21171">
        <w:rPr>
          <w:rFonts w:cs="Arial"/>
        </w:rPr>
        <w:t>;</w:t>
      </w:r>
    </w:p>
    <w:p w14:paraId="03A46C0B" w14:textId="77777777" w:rsidR="00B3781A" w:rsidRPr="00B21171" w:rsidRDefault="4A2E3712" w:rsidP="00B3781A">
      <w:pPr>
        <w:pStyle w:val="Lijstalinea"/>
        <w:numPr>
          <w:ilvl w:val="0"/>
          <w:numId w:val="5"/>
        </w:numPr>
        <w:rPr>
          <w:rFonts w:cs="Arial"/>
        </w:rPr>
      </w:pPr>
      <w:r w:rsidRPr="00B21171">
        <w:rPr>
          <w:rFonts w:cs="Arial"/>
          <w:b/>
        </w:rPr>
        <w:t>werkproces:</w:t>
      </w:r>
      <w:r w:rsidRPr="00B21171">
        <w:rPr>
          <w:rFonts w:cs="Arial"/>
        </w:rPr>
        <w:t xml:space="preserve"> </w:t>
      </w:r>
      <w:r w:rsidRPr="00B21171">
        <w:rPr>
          <w:rFonts w:cs="Arial"/>
          <w:i/>
          <w:iCs/>
        </w:rPr>
        <w:t>de werkprocessen die bij de kerntaak horen</w:t>
      </w:r>
      <w:r w:rsidRPr="00B21171">
        <w:rPr>
          <w:rFonts w:cs="Arial"/>
        </w:rPr>
        <w:t>;</w:t>
      </w:r>
    </w:p>
    <w:p w14:paraId="1C78D978" w14:textId="77777777" w:rsidR="00B3781A" w:rsidRPr="00B21171" w:rsidRDefault="4A2E3712" w:rsidP="00B3781A">
      <w:pPr>
        <w:pStyle w:val="Lijstalinea"/>
        <w:numPr>
          <w:ilvl w:val="0"/>
          <w:numId w:val="5"/>
        </w:numPr>
        <w:rPr>
          <w:rFonts w:cs="Arial"/>
        </w:rPr>
      </w:pPr>
      <w:r w:rsidRPr="00B21171">
        <w:rPr>
          <w:rFonts w:cs="Arial"/>
          <w:b/>
        </w:rPr>
        <w:t>wanneer en duur examen:</w:t>
      </w:r>
      <w:r w:rsidRPr="00B21171">
        <w:rPr>
          <w:rFonts w:cs="Arial"/>
        </w:rPr>
        <w:t xml:space="preserve"> </w:t>
      </w:r>
      <w:r w:rsidRPr="00B21171">
        <w:rPr>
          <w:rFonts w:cs="Arial"/>
          <w:i/>
          <w:iCs/>
        </w:rPr>
        <w:t>in welke periode vindt het examen plaats en hoe lang duurt het;</w:t>
      </w:r>
    </w:p>
    <w:p w14:paraId="1DB2DB1B" w14:textId="61E7CC69" w:rsidR="00B3781A" w:rsidRPr="00B21171" w:rsidRDefault="4A2E3712" w:rsidP="4A2E3712">
      <w:pPr>
        <w:pStyle w:val="Lijstalinea"/>
        <w:numPr>
          <w:ilvl w:val="0"/>
          <w:numId w:val="5"/>
        </w:numPr>
        <w:rPr>
          <w:rFonts w:cs="Arial"/>
          <w:i/>
          <w:iCs/>
        </w:rPr>
      </w:pPr>
      <w:r w:rsidRPr="00B21171">
        <w:rPr>
          <w:rFonts w:cs="Arial"/>
          <w:b/>
        </w:rPr>
        <w:t>plaat</w:t>
      </w:r>
      <w:r w:rsidR="00812F08" w:rsidRPr="00B21171">
        <w:rPr>
          <w:rFonts w:cs="Arial"/>
          <w:b/>
        </w:rPr>
        <w:t>s</w:t>
      </w:r>
      <w:r w:rsidRPr="00B21171">
        <w:rPr>
          <w:rFonts w:cs="Arial"/>
          <w:b/>
        </w:rPr>
        <w:t xml:space="preserve"> afname:</w:t>
      </w:r>
      <w:r w:rsidRPr="00B21171">
        <w:rPr>
          <w:rFonts w:cs="Arial"/>
        </w:rPr>
        <w:t xml:space="preserve"> </w:t>
      </w:r>
      <w:r w:rsidRPr="00B21171">
        <w:rPr>
          <w:rFonts w:cs="Arial"/>
          <w:i/>
          <w:iCs/>
        </w:rPr>
        <w:t>de locatie waar het examen plaatsvindt, d.w.z. in de beroepspraktijk of op school</w:t>
      </w:r>
      <w:r w:rsidRPr="00B21171">
        <w:rPr>
          <w:rFonts w:cs="Arial"/>
        </w:rPr>
        <w:t>;</w:t>
      </w:r>
    </w:p>
    <w:p w14:paraId="38107C8C" w14:textId="3293D63B" w:rsidR="00B3781A" w:rsidRPr="00B21171" w:rsidRDefault="4A2E3712" w:rsidP="00B3781A">
      <w:pPr>
        <w:pStyle w:val="Lijstalinea"/>
        <w:numPr>
          <w:ilvl w:val="0"/>
          <w:numId w:val="5"/>
        </w:numPr>
        <w:rPr>
          <w:rFonts w:cs="Arial"/>
        </w:rPr>
      </w:pPr>
      <w:r w:rsidRPr="00B21171">
        <w:rPr>
          <w:rFonts w:cs="Arial"/>
          <w:b/>
        </w:rPr>
        <w:t>weging resultaat van het werkproces t.b.v. resultaat per kerntaak:</w:t>
      </w:r>
      <w:r w:rsidRPr="00B21171">
        <w:rPr>
          <w:rFonts w:cs="Arial"/>
        </w:rPr>
        <w:t xml:space="preserve"> o</w:t>
      </w:r>
      <w:r w:rsidRPr="00B21171">
        <w:rPr>
          <w:rFonts w:cs="Arial"/>
          <w:i/>
          <w:iCs/>
        </w:rPr>
        <w:t>f en in hoeverre een examenresultaat meetelt bij de bepaling van het eindexamenresultaat per kerntaak</w:t>
      </w:r>
      <w:r w:rsidRPr="00B21171">
        <w:rPr>
          <w:rFonts w:cs="Arial"/>
          <w:lang w:val="nl"/>
        </w:rPr>
        <w:t>;</w:t>
      </w:r>
    </w:p>
    <w:p w14:paraId="3DEDB500" w14:textId="374F28A0" w:rsidR="005B1DAB" w:rsidRPr="00B21171" w:rsidRDefault="005B1DAB" w:rsidP="006D5FE1">
      <w:pPr>
        <w:pStyle w:val="Lijstalinea"/>
        <w:numPr>
          <w:ilvl w:val="0"/>
          <w:numId w:val="5"/>
        </w:numPr>
        <w:rPr>
          <w:rFonts w:cs="Arial"/>
          <w:i/>
        </w:rPr>
      </w:pPr>
      <w:r w:rsidRPr="00B21171">
        <w:rPr>
          <w:rFonts w:cs="Arial"/>
          <w:b/>
          <w:lang w:val="nl"/>
        </w:rPr>
        <w:t xml:space="preserve">minimaal te behalen resultaat </w:t>
      </w:r>
      <w:r w:rsidRPr="00B21171">
        <w:rPr>
          <w:rFonts w:cs="Arial"/>
          <w:b/>
          <w:u w:val="single"/>
          <w:lang w:val="nl"/>
        </w:rPr>
        <w:t>per examen</w:t>
      </w:r>
      <w:r w:rsidRPr="00B21171">
        <w:rPr>
          <w:rFonts w:cs="Arial"/>
          <w:b/>
          <w:lang w:val="nl"/>
        </w:rPr>
        <w:t>:</w:t>
      </w:r>
      <w:r w:rsidRPr="00B21171">
        <w:rPr>
          <w:rFonts w:cs="Arial"/>
          <w:lang w:val="nl"/>
        </w:rPr>
        <w:t xml:space="preserve"> </w:t>
      </w:r>
      <w:r w:rsidRPr="00B21171">
        <w:rPr>
          <w:rFonts w:cs="Arial"/>
          <w:i/>
          <w:lang w:val="nl"/>
        </w:rPr>
        <w:t>indien van toepassing;</w:t>
      </w:r>
    </w:p>
    <w:p w14:paraId="0356D16F" w14:textId="0394BD83" w:rsidR="00B3781A" w:rsidRPr="00B21171" w:rsidRDefault="009A7353" w:rsidP="00DE5A41">
      <w:pPr>
        <w:pStyle w:val="Lijstalinea"/>
        <w:numPr>
          <w:ilvl w:val="0"/>
          <w:numId w:val="5"/>
        </w:numPr>
        <w:rPr>
          <w:rFonts w:cs="Arial"/>
        </w:rPr>
      </w:pPr>
      <w:r w:rsidRPr="00B21171">
        <w:rPr>
          <w:rFonts w:cs="Arial"/>
          <w:b/>
        </w:rPr>
        <w:t>onder het kopje</w:t>
      </w:r>
      <w:r w:rsidRPr="00B21171">
        <w:rPr>
          <w:rFonts w:cs="Arial"/>
        </w:rPr>
        <w:t xml:space="preserve">: ‘BEROEPSSPECIFIEKE EISEN VOOR TAAL EN REKENEN BEHORENDE BIJ KERNTAKEN’ kunnen examens </w:t>
      </w:r>
      <w:r w:rsidR="00B94855" w:rsidRPr="00B21171">
        <w:rPr>
          <w:rFonts w:cs="Arial"/>
        </w:rPr>
        <w:t xml:space="preserve">worden vermeld </w:t>
      </w:r>
      <w:r w:rsidRPr="00B21171">
        <w:rPr>
          <w:rFonts w:cs="Arial"/>
        </w:rPr>
        <w:t xml:space="preserve">voor </w:t>
      </w:r>
      <w:proofErr w:type="spellStart"/>
      <w:r w:rsidRPr="00B21171">
        <w:rPr>
          <w:rFonts w:cs="Arial"/>
          <w:b/>
        </w:rPr>
        <w:t>b</w:t>
      </w:r>
      <w:r w:rsidR="2C2B9C7A" w:rsidRPr="00B21171">
        <w:rPr>
          <w:rFonts w:cs="Arial"/>
          <w:b/>
        </w:rPr>
        <w:t>eroepsspecifieke</w:t>
      </w:r>
      <w:proofErr w:type="spellEnd"/>
      <w:r w:rsidR="2C2B9C7A" w:rsidRPr="00B21171">
        <w:rPr>
          <w:rFonts w:cs="Arial"/>
          <w:b/>
        </w:rPr>
        <w:t xml:space="preserve"> moderne vreemde taalexamens die de opleiding apart wil examineren</w:t>
      </w:r>
      <w:r w:rsidRPr="00B21171">
        <w:rPr>
          <w:rFonts w:cs="Arial"/>
          <w:b/>
        </w:rPr>
        <w:t xml:space="preserve">. </w:t>
      </w:r>
      <w:r w:rsidRPr="00B21171">
        <w:rPr>
          <w:rFonts w:cs="Arial"/>
        </w:rPr>
        <w:t>D</w:t>
      </w:r>
      <w:r w:rsidR="0034675A" w:rsidRPr="00B21171">
        <w:rPr>
          <w:rFonts w:cs="Arial"/>
        </w:rPr>
        <w:t>e resultaten</w:t>
      </w:r>
      <w:r w:rsidR="2C2B9C7A" w:rsidRPr="00B21171">
        <w:rPr>
          <w:rFonts w:cs="Arial"/>
        </w:rPr>
        <w:t xml:space="preserve"> </w:t>
      </w:r>
      <w:r w:rsidR="2C2B9C7A" w:rsidRPr="00B21171">
        <w:rPr>
          <w:rFonts w:cs="Arial"/>
          <w:u w:val="single"/>
        </w:rPr>
        <w:t>kunnen</w:t>
      </w:r>
      <w:r w:rsidR="2C2B9C7A" w:rsidRPr="00B21171">
        <w:rPr>
          <w:rFonts w:cs="Arial"/>
        </w:rPr>
        <w:t xml:space="preserve"> per te examineren vaardigheid vermeld worden </w:t>
      </w:r>
      <w:bookmarkEnd w:id="24"/>
    </w:p>
    <w:p w14:paraId="7BA57086" w14:textId="77777777" w:rsidR="005B1DAB" w:rsidRPr="00B21171" w:rsidRDefault="005B1DAB" w:rsidP="005B1DAB">
      <w:pPr>
        <w:pStyle w:val="Lijstalinea"/>
        <w:rPr>
          <w:rFonts w:cs="Arial"/>
        </w:rPr>
      </w:pPr>
    </w:p>
    <w:p w14:paraId="76652F81" w14:textId="488D4A96" w:rsidR="005B1DAB" w:rsidRPr="00D47E8C" w:rsidRDefault="009A7353" w:rsidP="009A7353">
      <w:pPr>
        <w:rPr>
          <w:rFonts w:cs="Arial"/>
        </w:rPr>
      </w:pPr>
      <w:r w:rsidRPr="00B21171">
        <w:rPr>
          <w:rFonts w:cs="Arial"/>
        </w:rPr>
        <w:t>Belangrijk: h</w:t>
      </w:r>
      <w:r w:rsidR="005B1DAB" w:rsidRPr="00B21171">
        <w:rPr>
          <w:rFonts w:cs="Arial"/>
        </w:rPr>
        <w:t xml:space="preserve">et eindresultaat per kerntaak </w:t>
      </w:r>
      <w:r w:rsidR="00FF439C" w:rsidRPr="00B21171">
        <w:rPr>
          <w:rFonts w:cs="Arial"/>
        </w:rPr>
        <w:t>wordt altijd uitgedrukt in:</w:t>
      </w:r>
      <w:r w:rsidR="005B1DAB" w:rsidRPr="00B21171">
        <w:rPr>
          <w:rFonts w:cs="Arial"/>
        </w:rPr>
        <w:t xml:space="preserve"> </w:t>
      </w:r>
      <w:r w:rsidR="005B1DAB" w:rsidRPr="00B21171">
        <w:rPr>
          <w:rFonts w:cs="Arial"/>
          <w:i/>
          <w:iCs/>
        </w:rPr>
        <w:t xml:space="preserve">minimaal </w:t>
      </w:r>
      <w:r w:rsidR="00D47E8C" w:rsidRPr="00B21171">
        <w:rPr>
          <w:rFonts w:cs="Arial"/>
          <w:i/>
          <w:iCs/>
        </w:rPr>
        <w:t>V</w:t>
      </w:r>
      <w:r w:rsidR="005B1DAB" w:rsidRPr="00B21171">
        <w:rPr>
          <w:rFonts w:cs="Arial"/>
          <w:i/>
          <w:iCs/>
        </w:rPr>
        <w:t xml:space="preserve"> </w:t>
      </w:r>
      <w:r w:rsidR="00D47E8C" w:rsidRPr="00B21171">
        <w:rPr>
          <w:rFonts w:cs="Arial"/>
          <w:i/>
          <w:iCs/>
        </w:rPr>
        <w:t>(bij gebruik van p</w:t>
      </w:r>
      <w:r w:rsidR="005B1DAB" w:rsidRPr="00B21171">
        <w:rPr>
          <w:rFonts w:cs="Arial"/>
          <w:i/>
          <w:iCs/>
        </w:rPr>
        <w:t xml:space="preserve">untenschaal </w:t>
      </w:r>
      <w:r w:rsidR="00D47E8C" w:rsidRPr="00B21171">
        <w:rPr>
          <w:rFonts w:cs="Arial"/>
          <w:i/>
          <w:iCs/>
        </w:rPr>
        <w:t xml:space="preserve">O/V/G </w:t>
      </w:r>
      <w:r w:rsidR="005B1DAB" w:rsidRPr="00B21171">
        <w:rPr>
          <w:rFonts w:cs="Arial"/>
          <w:b/>
          <w:i/>
          <w:iCs/>
        </w:rPr>
        <w:t xml:space="preserve">of </w:t>
      </w:r>
      <w:r w:rsidR="00D47E8C" w:rsidRPr="00B21171">
        <w:rPr>
          <w:rFonts w:cs="Arial"/>
          <w:i/>
          <w:iCs/>
        </w:rPr>
        <w:t xml:space="preserve">minimaal 5,5 bij gebruik van </w:t>
      </w:r>
      <w:r w:rsidR="005B1DAB" w:rsidRPr="00B21171">
        <w:rPr>
          <w:rFonts w:cs="Arial"/>
          <w:i/>
          <w:iCs/>
        </w:rPr>
        <w:t>cijfers</w:t>
      </w:r>
      <w:r w:rsidR="00D47E8C" w:rsidRPr="00B21171">
        <w:rPr>
          <w:rFonts w:cs="Arial"/>
          <w:i/>
          <w:iCs/>
        </w:rPr>
        <w:t xml:space="preserve"> (puntenschaal</w:t>
      </w:r>
      <w:r w:rsidR="005B1DAB" w:rsidRPr="00B21171">
        <w:rPr>
          <w:rFonts w:cs="Arial"/>
          <w:i/>
          <w:iCs/>
        </w:rPr>
        <w:t xml:space="preserve"> 1 t/m 10)</w:t>
      </w:r>
      <w:r w:rsidR="00D47E8C" w:rsidRPr="00B21171">
        <w:rPr>
          <w:rFonts w:cs="Arial"/>
          <w:i/>
          <w:iCs/>
        </w:rPr>
        <w:t>.</w:t>
      </w:r>
    </w:p>
    <w:bookmarkEnd w:id="25"/>
    <w:p w14:paraId="6760D793" w14:textId="6955654B" w:rsidR="005B1DAB" w:rsidRPr="00D47E8C" w:rsidRDefault="005B1DAB" w:rsidP="00D47E8C">
      <w:pPr>
        <w:rPr>
          <w:rFonts w:cs="Arial"/>
        </w:rPr>
      </w:pPr>
    </w:p>
    <w:bookmarkEnd w:id="26"/>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5DFE00D6" w:rsidR="00DD4187" w:rsidRPr="00EC3FF6"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613DC129" w14:textId="3DA82195" w:rsidR="00C23716" w:rsidRDefault="006B6DE0">
      <w:bookmarkStart w:id="27" w:name="_Hlk504474645"/>
      <w:r>
        <w:rPr>
          <w:noProof/>
        </w:rPr>
        <w:drawing>
          <wp:inline distT="0" distB="0" distL="0" distR="0" wp14:anchorId="761D16CF" wp14:editId="22E95F45">
            <wp:extent cx="8927466" cy="3420849"/>
            <wp:effectExtent l="0" t="0" r="6985" b="8255"/>
            <wp:docPr id="3" name="Afbeelding 3" descr="Afbeelding met tafel, computer, lapto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22">
                      <a:extLst>
                        <a:ext uri="{28A0092B-C50C-407E-A947-70E740481C1C}">
                          <a14:useLocalDpi xmlns:a14="http://schemas.microsoft.com/office/drawing/2010/main" val="0"/>
                        </a:ext>
                      </a:extLst>
                    </a:blip>
                    <a:stretch>
                      <a:fillRect/>
                    </a:stretch>
                  </pic:blipFill>
                  <pic:spPr>
                    <a:xfrm>
                      <a:off x="0" y="0"/>
                      <a:ext cx="8927466" cy="3420849"/>
                    </a:xfrm>
                    <a:prstGeom prst="rect">
                      <a:avLst/>
                    </a:prstGeom>
                  </pic:spPr>
                </pic:pic>
              </a:graphicData>
            </a:graphic>
          </wp:inline>
        </w:drawing>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E6077" w:rsidRPr="00B21171" w14:paraId="0ED2AEA6" w14:textId="77777777" w:rsidTr="00493A80">
        <w:trPr>
          <w:cantSplit/>
          <w:trHeight w:val="227"/>
        </w:trPr>
        <w:tc>
          <w:tcPr>
            <w:tcW w:w="14885" w:type="dxa"/>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7FC6F5DA" w14:textId="77777777" w:rsidR="00AE6077" w:rsidRPr="00B21171" w:rsidRDefault="00AE6077" w:rsidP="00493A80">
            <w:pPr>
              <w:rPr>
                <w:rFonts w:eastAsia="Calibri" w:cs="Arial"/>
                <w:sz w:val="16"/>
                <w:szCs w:val="16"/>
                <w:lang w:eastAsia="en-US"/>
              </w:rPr>
            </w:pPr>
            <w:r w:rsidRPr="00B21171">
              <w:rPr>
                <w:rFonts w:eastAsia="Calibri" w:cs="Arial"/>
                <w:sz w:val="16"/>
                <w:szCs w:val="16"/>
                <w:lang w:eastAsia="en-US"/>
              </w:rPr>
              <w:t>*Per examen indien van toepassing scorevoorschrift invullen. Zie servicedocument ‘Richtlijnen en tips...’</w:t>
            </w:r>
          </w:p>
        </w:tc>
      </w:tr>
      <w:tr w:rsidR="00AE6077" w:rsidRPr="00B21171" w14:paraId="0CE27F8E"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4382D2EC" w14:textId="0007229E"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basisdeel per kerntaak: minimaal V (voldoende) per kerntaak (schaal O-V-G)</w:t>
            </w:r>
            <w:r w:rsidR="00F96F16">
              <w:rPr>
                <w:rFonts w:eastAsia="Calibri" w:cs="Arial"/>
                <w:b/>
                <w:sz w:val="18"/>
                <w:szCs w:val="18"/>
                <w:lang w:eastAsia="en-US"/>
              </w:rPr>
              <w:t>.</w:t>
            </w:r>
          </w:p>
        </w:tc>
      </w:tr>
      <w:tr w:rsidR="00AE6077" w:rsidRPr="00EC3FF6" w14:paraId="1795A53F"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68441990" w14:textId="0248A2BE"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profieldeel per kerntaak: minimaal V (voldoende) per kerntaak (schaal O-V-G)</w:t>
            </w:r>
            <w:r w:rsidR="00F96F16">
              <w:rPr>
                <w:rFonts w:eastAsia="Calibri" w:cs="Arial"/>
                <w:sz w:val="16"/>
                <w:szCs w:val="16"/>
                <w:lang w:eastAsia="en-US"/>
              </w:rPr>
              <w:t>.</w:t>
            </w:r>
          </w:p>
        </w:tc>
      </w:tr>
    </w:tbl>
    <w:p w14:paraId="2612DABF" w14:textId="77777777" w:rsidR="00AE6077" w:rsidRPr="00B21171" w:rsidRDefault="00AE6077"/>
    <w:p w14:paraId="4DF5EB08" w14:textId="74D839DA" w:rsidR="00E94315" w:rsidRDefault="00EE18EC" w:rsidP="00E94315">
      <w:pPr>
        <w:pStyle w:val="Kop2"/>
        <w:rPr>
          <w:rFonts w:cs="Arial"/>
        </w:rPr>
      </w:pPr>
      <w:bookmarkStart w:id="28" w:name="_Hlk503169239"/>
      <w:bookmarkEnd w:id="27"/>
      <w:r w:rsidRPr="00EC3FF6">
        <w:rPr>
          <w:rFonts w:cs="Arial"/>
        </w:rPr>
        <w:lastRenderedPageBreak/>
        <w:t>2.3 Generieke examenplannen Nederlands, rekenen en Engels</w:t>
      </w:r>
    </w:p>
    <w:tbl>
      <w:tblPr>
        <w:tblpPr w:leftFromText="141" w:rightFromText="141" w:vertAnchor="page" w:horzAnchor="margin" w:tblpY="2221"/>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3823"/>
        <w:gridCol w:w="1984"/>
        <w:gridCol w:w="851"/>
        <w:gridCol w:w="1417"/>
        <w:gridCol w:w="1307"/>
        <w:gridCol w:w="996"/>
        <w:gridCol w:w="1327"/>
        <w:gridCol w:w="1292"/>
        <w:gridCol w:w="1882"/>
      </w:tblGrid>
      <w:tr w:rsidR="00E94315" w:rsidRPr="00E94315" w14:paraId="19195803" w14:textId="77777777" w:rsidTr="00EE18EC">
        <w:trPr>
          <w:cantSplit/>
          <w:trHeight w:val="396"/>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DBE5F1"/>
            <w:vAlign w:val="center"/>
          </w:tcPr>
          <w:p w14:paraId="5E37ADF4" w14:textId="77777777" w:rsidR="00E94315" w:rsidRPr="00E94315" w:rsidRDefault="00E94315" w:rsidP="00EE18EC">
            <w:pPr>
              <w:jc w:val="center"/>
              <w:rPr>
                <w:rFonts w:eastAsia="Calibri" w:cs="Arial"/>
                <w:color w:val="000000"/>
                <w:sz w:val="36"/>
                <w:szCs w:val="36"/>
                <w:lang w:eastAsia="en-US"/>
              </w:rPr>
            </w:pPr>
            <w:bookmarkStart w:id="29" w:name="_Hlk24622584"/>
            <w:r w:rsidRPr="00E94315">
              <w:rPr>
                <w:rFonts w:eastAsia="Malgun Gothic" w:cs="Arial"/>
                <w:b/>
                <w:bCs/>
                <w:color w:val="000000"/>
                <w:sz w:val="28"/>
                <w:szCs w:val="28"/>
                <w:lang w:eastAsia="en-US"/>
              </w:rPr>
              <w:t>Generiek examenplan Nederlands, rekenen en Engels mbo-niveau 4</w:t>
            </w:r>
          </w:p>
        </w:tc>
      </w:tr>
      <w:tr w:rsidR="00E94315" w:rsidRPr="00E94315" w14:paraId="2495ACF4" w14:textId="77777777" w:rsidTr="006057C9">
        <w:trPr>
          <w:cantSplit/>
          <w:trHeight w:val="303"/>
        </w:trPr>
        <w:tc>
          <w:tcPr>
            <w:tcW w:w="3823" w:type="dxa"/>
            <w:tcBorders>
              <w:top w:val="single" w:sz="4" w:space="0" w:color="D8B511"/>
              <w:left w:val="single" w:sz="4" w:space="0" w:color="D8B511"/>
              <w:bottom w:val="single" w:sz="4" w:space="0" w:color="D8B511"/>
              <w:right w:val="single" w:sz="4" w:space="0" w:color="D8B511"/>
            </w:tcBorders>
            <w:shd w:val="clear" w:color="auto" w:fill="F2DBDB"/>
          </w:tcPr>
          <w:p w14:paraId="7C5233EB"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Examenvorm</w:t>
            </w:r>
          </w:p>
        </w:tc>
        <w:tc>
          <w:tcPr>
            <w:tcW w:w="1984" w:type="dxa"/>
            <w:tcBorders>
              <w:top w:val="single" w:sz="4" w:space="0" w:color="D8B511"/>
              <w:left w:val="single" w:sz="4" w:space="0" w:color="D8B511"/>
              <w:bottom w:val="single" w:sz="4" w:space="0" w:color="D8B511"/>
              <w:right w:val="single" w:sz="4" w:space="0" w:color="D8B511"/>
            </w:tcBorders>
            <w:shd w:val="clear" w:color="auto" w:fill="F2DBDB"/>
          </w:tcPr>
          <w:p w14:paraId="789EAD7D"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Vaardigheid</w:t>
            </w:r>
          </w:p>
        </w:tc>
        <w:tc>
          <w:tcPr>
            <w:tcW w:w="851" w:type="dxa"/>
            <w:tcBorders>
              <w:top w:val="single" w:sz="4" w:space="0" w:color="D8B511"/>
              <w:left w:val="single" w:sz="4" w:space="0" w:color="D8B511"/>
              <w:bottom w:val="single" w:sz="4" w:space="0" w:color="D8B511"/>
              <w:right w:val="single" w:sz="4" w:space="0" w:color="D8B511"/>
            </w:tcBorders>
            <w:shd w:val="clear" w:color="auto" w:fill="F2DBDB"/>
          </w:tcPr>
          <w:p w14:paraId="7A727CA2"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Niveau examen</w:t>
            </w:r>
          </w:p>
        </w:tc>
        <w:tc>
          <w:tcPr>
            <w:tcW w:w="1417" w:type="dxa"/>
            <w:tcBorders>
              <w:top w:val="single" w:sz="4" w:space="0" w:color="D8B511"/>
              <w:left w:val="single" w:sz="4" w:space="0" w:color="D8B511"/>
              <w:bottom w:val="single" w:sz="4" w:space="0" w:color="D8B511"/>
              <w:right w:val="single" w:sz="4" w:space="0" w:color="D8B511"/>
            </w:tcBorders>
            <w:shd w:val="clear" w:color="auto" w:fill="F2DBDB"/>
          </w:tcPr>
          <w:p w14:paraId="1524462B"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cPr>
          <w:p w14:paraId="2BA4A814"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cPr>
          <w:p w14:paraId="66D0D38A"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cPr>
          <w:p w14:paraId="745051E3"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cPr>
          <w:p w14:paraId="48625BDD"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Eindresultaat</w:t>
            </w:r>
          </w:p>
        </w:tc>
        <w:tc>
          <w:tcPr>
            <w:tcW w:w="1882" w:type="dxa"/>
            <w:tcBorders>
              <w:top w:val="single" w:sz="4" w:space="0" w:color="D8B511"/>
              <w:left w:val="single" w:sz="4" w:space="0" w:color="D8B511"/>
              <w:bottom w:val="single" w:sz="4" w:space="0" w:color="D8B511"/>
              <w:right w:val="single" w:sz="4" w:space="0" w:color="D8B511"/>
            </w:tcBorders>
            <w:shd w:val="clear" w:color="auto" w:fill="F2DBDB"/>
          </w:tcPr>
          <w:p w14:paraId="006B046E"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Diploma-eisen</w:t>
            </w:r>
          </w:p>
        </w:tc>
      </w:tr>
      <w:tr w:rsidR="00E94315" w:rsidRPr="00E94315" w14:paraId="5E7A236D"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1D18E0F0"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NEDERLANDS</w:t>
            </w:r>
          </w:p>
        </w:tc>
      </w:tr>
      <w:tr w:rsidR="00E94315" w:rsidRPr="00E94315" w14:paraId="34B8ADB8"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0EADF2B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CE (centraal examen Nederlands) 3F   </w:t>
            </w:r>
          </w:p>
          <w:p w14:paraId="4244234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Digitaal examen</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B093BD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Lezen en luisteren </w:t>
            </w:r>
            <w:r w:rsidRPr="00E94315">
              <w:rPr>
                <w:rFonts w:eastAsia="Calibri" w:cs="Arial"/>
                <w:color w:val="000000"/>
                <w:sz w:val="14"/>
                <w:szCs w:val="14"/>
                <w:lang w:eastAsia="en-US"/>
              </w:rPr>
              <w:t>1)</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C4AA9E3"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7643512"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A54B194" w14:textId="77777777" w:rsidR="00E94315" w:rsidRPr="00E94315" w:rsidRDefault="00E94315" w:rsidP="00EE18EC">
            <w:pPr>
              <w:rPr>
                <w:rFonts w:eastAsia="Calibri" w:cs="Arial"/>
                <w:color w:val="000000"/>
                <w:sz w:val="18"/>
                <w:szCs w:val="18"/>
                <w:lang w:eastAsia="en-US"/>
              </w:rPr>
            </w:pPr>
            <w:r w:rsidRPr="00E94315">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E2D63E4"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E5DF5A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5A6AB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op geheel getal</w:t>
            </w:r>
          </w:p>
        </w:tc>
        <w:tc>
          <w:tcPr>
            <w:tcW w:w="188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66004DE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Nederlands en Engels tenminste een 5 en een 6 in willekeurige volgorde</w:t>
            </w:r>
          </w:p>
        </w:tc>
      </w:tr>
      <w:tr w:rsidR="00E94315" w:rsidRPr="00E94315" w14:paraId="3C99D08A"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BED44C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TOA Nederlands Spreken 3F IE </w:t>
            </w:r>
          </w:p>
          <w:p w14:paraId="48749DC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 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CD67F9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Spreken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BE98D9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9E983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E58D924" w14:textId="77777777" w:rsidR="00E94315" w:rsidRPr="00E94315" w:rsidRDefault="00E94315" w:rsidP="00EE18EC">
            <w:pPr>
              <w:rPr>
                <w:rFonts w:eastAsia="Calibri" w:cs="Arial"/>
                <w:color w:val="000000"/>
                <w:sz w:val="16"/>
                <w:szCs w:val="16"/>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8F047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6ABCAB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tcBorders>
              <w:left w:val="single" w:sz="4" w:space="0" w:color="D8B511"/>
              <w:bottom w:val="single" w:sz="4" w:space="0" w:color="000000"/>
              <w:right w:val="single" w:sz="4" w:space="0" w:color="D8B511"/>
            </w:tcBorders>
          </w:tcPr>
          <w:p w14:paraId="078B79EA"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0CD0AD6C" w14:textId="77777777" w:rsidR="00E94315" w:rsidRPr="00E94315" w:rsidRDefault="00E94315" w:rsidP="00EE18EC">
            <w:pPr>
              <w:jc w:val="center"/>
              <w:rPr>
                <w:rFonts w:eastAsia="Calibri" w:cs="Arial"/>
                <w:color w:val="000000"/>
                <w:sz w:val="18"/>
                <w:szCs w:val="18"/>
                <w:lang w:eastAsia="en-US"/>
              </w:rPr>
            </w:pPr>
          </w:p>
        </w:tc>
      </w:tr>
      <w:tr w:rsidR="00E94315" w:rsidRPr="00E94315" w14:paraId="7E944AF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3E222D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Gesprekken 3F IE</w:t>
            </w:r>
          </w:p>
          <w:p w14:paraId="455F4A6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3B52E9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Gesprekken voeren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8C988BD"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8F768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8C2F7E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AAD311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tcBorders>
              <w:left w:val="single" w:sz="4" w:space="0" w:color="D8B511"/>
              <w:bottom w:val="single" w:sz="4" w:space="0" w:color="000000"/>
              <w:right w:val="single" w:sz="4" w:space="0" w:color="D8B511"/>
            </w:tcBorders>
          </w:tcPr>
          <w:p w14:paraId="5141D0FE"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000000"/>
              <w:right w:val="single" w:sz="4" w:space="0" w:color="D8B511"/>
            </w:tcBorders>
          </w:tcPr>
          <w:p w14:paraId="64FB8799"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208DE4EE" w14:textId="77777777" w:rsidR="00E94315" w:rsidRPr="00E94315" w:rsidRDefault="00E94315" w:rsidP="00EE18EC">
            <w:pPr>
              <w:jc w:val="center"/>
              <w:rPr>
                <w:rFonts w:eastAsia="Calibri" w:cs="Arial"/>
                <w:color w:val="000000"/>
                <w:sz w:val="18"/>
                <w:szCs w:val="18"/>
                <w:lang w:eastAsia="en-US"/>
              </w:rPr>
            </w:pPr>
          </w:p>
        </w:tc>
      </w:tr>
      <w:tr w:rsidR="00E94315" w:rsidRPr="00E94315" w14:paraId="305B52AB"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A0CAAAB"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Schrijven 3F IE</w:t>
            </w:r>
          </w:p>
          <w:p w14:paraId="72FC19CA"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C765903"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341A10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7CB7AA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42E703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5493528E"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32D2FF5B"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39B23DE"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51BBE55F" w14:textId="77777777" w:rsidR="00E94315" w:rsidRPr="00E94315" w:rsidRDefault="00E94315" w:rsidP="00EE18EC">
            <w:pPr>
              <w:jc w:val="center"/>
              <w:rPr>
                <w:rFonts w:eastAsia="Calibri" w:cs="Arial"/>
                <w:color w:val="000000"/>
                <w:sz w:val="18"/>
                <w:szCs w:val="18"/>
                <w:lang w:eastAsia="en-US"/>
              </w:rPr>
            </w:pPr>
          </w:p>
        </w:tc>
      </w:tr>
      <w:tr w:rsidR="00E94315" w:rsidRPr="00E94315" w14:paraId="3ADB7A07"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A7F25D7"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REKENEN</w:t>
            </w:r>
          </w:p>
        </w:tc>
      </w:tr>
      <w:tr w:rsidR="00E94315" w:rsidRPr="00E94315" w14:paraId="3001ECE3" w14:textId="77777777" w:rsidTr="006057C9">
        <w:trPr>
          <w:cantSplit/>
          <w:trHeight w:val="605"/>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0E53EF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Instellingsexamen rekenen (IE)</w:t>
            </w:r>
            <w:r w:rsidRPr="00B21171">
              <w:rPr>
                <w:rFonts w:eastAsia="Malgun Gothic" w:cs="Arial"/>
                <w:color w:val="000000"/>
                <w:sz w:val="16"/>
                <w:szCs w:val="16"/>
              </w:rPr>
              <w:t xml:space="preserve"> </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5ADCDE5" w14:textId="316526A2"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Getallen, </w:t>
            </w:r>
            <w:proofErr w:type="spellStart"/>
            <w:r w:rsidR="00CB577E" w:rsidRPr="00B21171">
              <w:rPr>
                <w:rFonts w:eastAsia="Calibri" w:cs="Arial"/>
                <w:color w:val="000000"/>
                <w:sz w:val="18"/>
                <w:szCs w:val="18"/>
                <w:lang w:eastAsia="en-US"/>
              </w:rPr>
              <w:t>v</w:t>
            </w:r>
            <w:r w:rsidRPr="00B21171">
              <w:rPr>
                <w:rFonts w:eastAsia="Calibri" w:cs="Arial"/>
                <w:color w:val="000000"/>
                <w:sz w:val="18"/>
                <w:szCs w:val="18"/>
                <w:lang w:eastAsia="en-US"/>
              </w:rPr>
              <w:t>er-houdingen</w:t>
            </w:r>
            <w:proofErr w:type="spellEnd"/>
            <w:r w:rsidRPr="00B21171">
              <w:rPr>
                <w:rFonts w:eastAsia="Calibri" w:cs="Arial"/>
                <w:color w:val="000000"/>
                <w:sz w:val="18"/>
                <w:szCs w:val="18"/>
                <w:lang w:eastAsia="en-US"/>
              </w:rPr>
              <w:t>, meten en meetkunde, verbanden</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7C09233"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3F of 3ER</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1B5775B" w14:textId="77777777" w:rsidR="00E94315" w:rsidRPr="00B21171" w:rsidRDefault="00E94315" w:rsidP="00EE18EC">
            <w:pPr>
              <w:rPr>
                <w:rFonts w:eastAsia="Calibri" w:cs="Arial"/>
                <w:color w:val="000000"/>
                <w:sz w:val="18"/>
                <w:szCs w:val="18"/>
                <w:lang w:eastAsia="en-US"/>
              </w:rPr>
            </w:pPr>
            <w:r w:rsidRPr="001C7233">
              <w:rPr>
                <w:rFonts w:eastAsia="Calibri" w:cs="Arial"/>
                <w:color w:val="000000"/>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9B0CD2D"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EBC1F92"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2141747"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Cijfer</w:t>
            </w:r>
          </w:p>
          <w:p w14:paraId="17CDE6B9" w14:textId="77777777" w:rsidR="00E94315" w:rsidRPr="00B21171" w:rsidRDefault="00E94315" w:rsidP="00EE18EC">
            <w:pPr>
              <w:jc w:val="center"/>
              <w:rPr>
                <w:rFonts w:eastAsia="Calibri" w:cs="Arial"/>
                <w:color w:val="000000"/>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5118F83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tc>
        <w:tc>
          <w:tcPr>
            <w:tcW w:w="1882" w:type="dxa"/>
            <w:tcBorders>
              <w:top w:val="single" w:sz="4" w:space="0" w:color="D8B511"/>
              <w:left w:val="single" w:sz="4" w:space="0" w:color="D8B511"/>
              <w:bottom w:val="single" w:sz="4" w:space="0" w:color="D8B511"/>
              <w:right w:val="single" w:sz="4" w:space="0" w:color="D8B511"/>
            </w:tcBorders>
            <w:shd w:val="clear" w:color="auto" w:fill="auto"/>
          </w:tcPr>
          <w:p w14:paraId="45F70184" w14:textId="32E33C24" w:rsidR="00E94315" w:rsidRPr="00B21171" w:rsidRDefault="005C11B7" w:rsidP="00EE18EC">
            <w:pPr>
              <w:rPr>
                <w:rFonts w:eastAsia="Calibri" w:cs="Arial"/>
                <w:color w:val="000000"/>
                <w:sz w:val="18"/>
                <w:szCs w:val="18"/>
                <w:lang w:eastAsia="en-US"/>
              </w:rPr>
            </w:pPr>
            <w:r w:rsidRPr="001C7233">
              <w:rPr>
                <w:rFonts w:eastAsia="Calibri" w:cs="Arial"/>
                <w:color w:val="000000"/>
                <w:sz w:val="18"/>
                <w:szCs w:val="18"/>
                <w:lang w:eastAsia="en-US"/>
              </w:rPr>
              <w:t xml:space="preserve">Het resultaat telt </w:t>
            </w:r>
            <w:r w:rsidR="007D789B" w:rsidRPr="001C7233">
              <w:rPr>
                <w:rFonts w:eastAsia="Calibri" w:cs="Arial"/>
                <w:color w:val="000000"/>
                <w:sz w:val="18"/>
                <w:szCs w:val="18"/>
                <w:lang w:eastAsia="en-US"/>
              </w:rPr>
              <w:t xml:space="preserve">nog niet </w:t>
            </w:r>
            <w:r w:rsidRPr="001C7233">
              <w:rPr>
                <w:rFonts w:eastAsia="Calibri" w:cs="Arial"/>
                <w:color w:val="000000"/>
                <w:sz w:val="18"/>
                <w:szCs w:val="18"/>
                <w:lang w:eastAsia="en-US"/>
              </w:rPr>
              <w:t>mee</w:t>
            </w:r>
            <w:r w:rsidR="007D789B" w:rsidRPr="001C7233">
              <w:rPr>
                <w:rFonts w:eastAsia="Calibri" w:cs="Arial"/>
                <w:color w:val="000000"/>
                <w:sz w:val="18"/>
                <w:szCs w:val="18"/>
                <w:lang w:eastAsia="en-US"/>
              </w:rPr>
              <w:t>.</w:t>
            </w:r>
          </w:p>
        </w:tc>
      </w:tr>
      <w:tr w:rsidR="00E94315" w:rsidRPr="00E94315" w14:paraId="1D399D65"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4E98253" w14:textId="77777777" w:rsidR="00E94315" w:rsidRPr="00B21171" w:rsidRDefault="00E94315" w:rsidP="00EE18EC">
            <w:pPr>
              <w:jc w:val="center"/>
              <w:rPr>
                <w:rFonts w:eastAsia="Calibri" w:cs="Arial"/>
                <w:b/>
                <w:bCs/>
                <w:color w:val="000000"/>
                <w:sz w:val="18"/>
                <w:szCs w:val="18"/>
                <w:lang w:eastAsia="en-US"/>
              </w:rPr>
            </w:pPr>
            <w:r w:rsidRPr="00B21171">
              <w:rPr>
                <w:rFonts w:eastAsia="Calibri" w:cs="Arial"/>
                <w:b/>
                <w:bCs/>
                <w:color w:val="000000"/>
                <w:sz w:val="18"/>
                <w:szCs w:val="18"/>
                <w:lang w:eastAsia="en-US"/>
              </w:rPr>
              <w:t xml:space="preserve">ENGELS </w:t>
            </w:r>
            <w:r w:rsidRPr="00B21171">
              <w:rPr>
                <w:rFonts w:eastAsia="Calibri" w:cs="Arial"/>
                <w:color w:val="000000"/>
                <w:sz w:val="14"/>
                <w:szCs w:val="14"/>
                <w:lang w:eastAsia="en-US"/>
              </w:rPr>
              <w:t>4)</w:t>
            </w:r>
          </w:p>
        </w:tc>
      </w:tr>
      <w:tr w:rsidR="00E94315" w:rsidRPr="00E94315" w14:paraId="595A4F9D"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657ED1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Centraal examen Engels, CE (digitaal)</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62FEE3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Lezen en luisteren </w:t>
            </w:r>
            <w:r w:rsidRPr="00B21171">
              <w:rPr>
                <w:rFonts w:eastAsia="Calibri" w:cs="Arial"/>
                <w:color w:val="000000"/>
                <w:sz w:val="14"/>
                <w:szCs w:val="14"/>
                <w:lang w:eastAsia="en-US"/>
              </w:rPr>
              <w:t>3)</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67D3744C"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B1</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217528"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984870"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91FC06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225602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EE764A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p w14:paraId="4E0C5CDD" w14:textId="77777777" w:rsidR="00E94315" w:rsidRPr="00B21171" w:rsidRDefault="00E94315" w:rsidP="00EE18EC">
            <w:pPr>
              <w:rPr>
                <w:rFonts w:eastAsia="Calibri" w:cs="Arial"/>
                <w:color w:val="000000"/>
                <w:sz w:val="18"/>
                <w:szCs w:val="18"/>
                <w:lang w:eastAsia="en-US"/>
              </w:rPr>
            </w:pPr>
          </w:p>
        </w:tc>
        <w:tc>
          <w:tcPr>
            <w:tcW w:w="188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4B53651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Nederlands en Engels tenminste een 5 en een 6 in willekeurige volgorde</w:t>
            </w:r>
          </w:p>
        </w:tc>
      </w:tr>
      <w:tr w:rsidR="00E94315" w:rsidRPr="00E94315" w14:paraId="2861A42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8AD2A9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Spreken A2 IE</w:t>
            </w:r>
          </w:p>
          <w:p w14:paraId="264742D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6DCDCB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Spreken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20B6C4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B45FB4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6C55C3C"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C703F71"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193E9D22"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p w14:paraId="121ED4FB" w14:textId="77777777" w:rsidR="00E94315" w:rsidRPr="00B21171" w:rsidRDefault="00E94315" w:rsidP="00EE18EC">
            <w:pP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43DD5A6E"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DE2FF1C" w14:textId="77777777" w:rsidR="00E94315" w:rsidRPr="00B21171" w:rsidRDefault="00E94315" w:rsidP="00EE18EC">
            <w:pPr>
              <w:jc w:val="center"/>
              <w:rPr>
                <w:rFonts w:eastAsia="Calibri" w:cs="Arial"/>
                <w:color w:val="000000"/>
                <w:sz w:val="18"/>
                <w:szCs w:val="18"/>
                <w:lang w:eastAsia="en-US"/>
              </w:rPr>
            </w:pPr>
          </w:p>
        </w:tc>
      </w:tr>
      <w:tr w:rsidR="00E94315" w:rsidRPr="00E94315" w14:paraId="39665917"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4E30A8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Gesprekken A2 IE</w:t>
            </w:r>
          </w:p>
          <w:p w14:paraId="55173315"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60F914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Gesprekken voeren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4E4468A4"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16F498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56378E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4215796"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tcBorders>
              <w:left w:val="single" w:sz="4" w:space="0" w:color="D8B511"/>
              <w:right w:val="single" w:sz="4" w:space="0" w:color="D8B511"/>
            </w:tcBorders>
          </w:tcPr>
          <w:p w14:paraId="2E29D508"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15DE6EF2"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15307FE" w14:textId="77777777" w:rsidR="00E94315" w:rsidRPr="00B21171" w:rsidRDefault="00E94315" w:rsidP="00EE18EC">
            <w:pPr>
              <w:jc w:val="center"/>
              <w:rPr>
                <w:rFonts w:eastAsia="Calibri" w:cs="Arial"/>
                <w:color w:val="000000"/>
                <w:sz w:val="18"/>
                <w:szCs w:val="18"/>
                <w:lang w:eastAsia="en-US"/>
              </w:rPr>
            </w:pPr>
          </w:p>
        </w:tc>
      </w:tr>
      <w:tr w:rsidR="00E94315" w:rsidRPr="00E94315" w14:paraId="55C1A240"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6749B9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Schrijven A2 IE</w:t>
            </w:r>
          </w:p>
          <w:p w14:paraId="6281368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216015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13DF25E"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087EDD7"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9BC4E5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8151A9F"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1CAB0B26"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8D76BEC"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2B5422A3" w14:textId="77777777" w:rsidR="00E94315" w:rsidRPr="00B21171" w:rsidRDefault="00E94315" w:rsidP="00EE18EC">
            <w:pPr>
              <w:jc w:val="center"/>
              <w:rPr>
                <w:rFonts w:eastAsia="Calibri" w:cs="Arial"/>
                <w:color w:val="000000"/>
                <w:sz w:val="18"/>
                <w:szCs w:val="18"/>
                <w:lang w:eastAsia="en-US"/>
              </w:rPr>
            </w:pPr>
          </w:p>
        </w:tc>
      </w:tr>
      <w:tr w:rsidR="00E94315" w:rsidRPr="00E94315" w14:paraId="1568C38E" w14:textId="77777777" w:rsidTr="00EE18EC">
        <w:trPr>
          <w:cantSplit/>
          <w:trHeight w:val="217"/>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auto"/>
          </w:tcPr>
          <w:p w14:paraId="007A65B1"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 xml:space="preserve">1) CE Nederlands lezen en luisteren in één afnamemoment.  </w:t>
            </w:r>
          </w:p>
          <w:p w14:paraId="729BF51D"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2) IE Nederlands spreken/gesprekken voeren kan in één afnamemoment: inclusief beoordeling: 20 minuten, 2 cijfers.</w:t>
            </w:r>
          </w:p>
          <w:p w14:paraId="6417541E" w14:textId="77777777" w:rsidR="00E94315" w:rsidRPr="00B21171" w:rsidRDefault="00E94315" w:rsidP="00EE18EC">
            <w:pPr>
              <w:rPr>
                <w:rFonts w:eastAsia="Malgun Gothic" w:cs="Arial"/>
                <w:b/>
                <w:bCs/>
                <w:color w:val="000000"/>
                <w:sz w:val="16"/>
                <w:szCs w:val="16"/>
              </w:rPr>
            </w:pPr>
            <w:r w:rsidRPr="00B21171">
              <w:rPr>
                <w:rFonts w:eastAsia="Malgun Gothic" w:cs="Arial"/>
                <w:color w:val="000000"/>
                <w:sz w:val="16"/>
                <w:szCs w:val="16"/>
              </w:rPr>
              <w:t xml:space="preserve">3) CE Engels lezen en luisteren in één afnamemoment. </w:t>
            </w:r>
          </w:p>
          <w:p w14:paraId="6E02EE91" w14:textId="02940EDE" w:rsidR="00E94315" w:rsidRPr="00B21171" w:rsidRDefault="00E94315" w:rsidP="00EE18EC">
            <w:pPr>
              <w:rPr>
                <w:rFonts w:cs="Arial"/>
                <w:color w:val="000000"/>
                <w:sz w:val="16"/>
                <w:szCs w:val="16"/>
              </w:rPr>
            </w:pPr>
            <w:r w:rsidRPr="00B21171">
              <w:rPr>
                <w:rFonts w:cs="Arial"/>
                <w:color w:val="000000"/>
                <w:sz w:val="16"/>
                <w:szCs w:val="16"/>
              </w:rPr>
              <w:t xml:space="preserve">4) Engels IE en CE </w:t>
            </w:r>
            <w:r w:rsidRPr="00B21171">
              <w:rPr>
                <w:rFonts w:cs="Arial"/>
                <w:color w:val="auto"/>
                <w:sz w:val="16"/>
                <w:szCs w:val="16"/>
              </w:rPr>
              <w:t xml:space="preserve">mag </w:t>
            </w:r>
            <w:r w:rsidRPr="00B21171">
              <w:rPr>
                <w:rFonts w:cs="Arial"/>
                <w:color w:val="000000"/>
                <w:sz w:val="16"/>
                <w:szCs w:val="16"/>
              </w:rPr>
              <w:t xml:space="preserve">op een hoger niveau geëxamineerd worden. </w:t>
            </w:r>
            <w:r w:rsidRPr="00B21171">
              <w:rPr>
                <w:rFonts w:cs="Arial"/>
                <w:color w:val="000000"/>
                <w:sz w:val="16"/>
                <w:szCs w:val="16"/>
                <w:u w:val="single"/>
              </w:rPr>
              <w:t>Alleen de IE</w:t>
            </w:r>
            <w:r w:rsidRPr="00B21171">
              <w:rPr>
                <w:rFonts w:cs="Arial"/>
                <w:color w:val="000000"/>
                <w:sz w:val="16"/>
                <w:szCs w:val="16"/>
              </w:rPr>
              <w:t xml:space="preserve">-vaardigheden </w:t>
            </w:r>
            <w:r w:rsidRPr="00B21171">
              <w:rPr>
                <w:rFonts w:cs="Arial"/>
                <w:color w:val="000000"/>
                <w:sz w:val="16"/>
                <w:szCs w:val="16"/>
                <w:u w:val="single"/>
              </w:rPr>
              <w:t xml:space="preserve">of alleen de </w:t>
            </w:r>
            <w:r w:rsidRPr="00B21171">
              <w:rPr>
                <w:rFonts w:cs="Arial"/>
                <w:color w:val="000000"/>
                <w:sz w:val="16"/>
                <w:szCs w:val="16"/>
              </w:rPr>
              <w:t xml:space="preserve">CE vaardigheden op een hoger niveau mag ook. </w:t>
            </w:r>
            <w:r w:rsidR="00C83F7C" w:rsidRPr="00B21171">
              <w:rPr>
                <w:rFonts w:cs="Arial"/>
                <w:color w:val="000000"/>
                <w:sz w:val="16"/>
                <w:szCs w:val="16"/>
              </w:rPr>
              <w:t>Bij</w:t>
            </w:r>
            <w:r w:rsidRPr="00B21171">
              <w:rPr>
                <w:rFonts w:cs="Arial"/>
                <w:color w:val="000000"/>
                <w:sz w:val="16"/>
                <w:szCs w:val="16"/>
              </w:rPr>
              <w:t xml:space="preserve"> IE op een hoger niveau geldt dat alle </w:t>
            </w:r>
            <w:r w:rsidR="000101A4" w:rsidRPr="00B21171">
              <w:rPr>
                <w:rFonts w:cs="Arial"/>
                <w:color w:val="000000"/>
                <w:sz w:val="16"/>
                <w:szCs w:val="16"/>
              </w:rPr>
              <w:t>3 sub domeinen</w:t>
            </w:r>
            <w:r w:rsidRPr="00B21171">
              <w:rPr>
                <w:rFonts w:cs="Arial"/>
                <w:color w:val="000000"/>
                <w:sz w:val="16"/>
                <w:szCs w:val="16"/>
              </w:rPr>
              <w:t xml:space="preserve"> op het</w:t>
            </w:r>
            <w:r w:rsidR="00B401A4" w:rsidRPr="00B21171">
              <w:rPr>
                <w:rFonts w:cs="Arial"/>
                <w:color w:val="000000"/>
                <w:sz w:val="16"/>
                <w:szCs w:val="16"/>
              </w:rPr>
              <w:t>zelfde</w:t>
            </w:r>
            <w:r w:rsidRPr="00B21171">
              <w:rPr>
                <w:rFonts w:cs="Arial"/>
                <w:color w:val="000000"/>
                <w:sz w:val="16"/>
                <w:szCs w:val="16"/>
              </w:rPr>
              <w:t xml:space="preserve"> niveau moeten worden geëxamineerd. Exameninstrument IE is TOA. N.B. </w:t>
            </w:r>
            <w:r w:rsidRPr="00B21171">
              <w:rPr>
                <w:rFonts w:cs="Arial"/>
                <w:b/>
                <w:bCs/>
                <w:color w:val="000000"/>
                <w:sz w:val="16"/>
                <w:szCs w:val="16"/>
              </w:rPr>
              <w:t>Een examen op een hoger niveau moet altijd worden aangevraagd bij de schoolexamencommissie.</w:t>
            </w:r>
            <w:r w:rsidRPr="00B21171">
              <w:rPr>
                <w:rFonts w:cs="Arial"/>
                <w:color w:val="000000"/>
                <w:sz w:val="16"/>
                <w:szCs w:val="16"/>
              </w:rPr>
              <w:t xml:space="preserve"> </w:t>
            </w:r>
          </w:p>
          <w:p w14:paraId="0187318E"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5) IE Engels spreken/gesprekken voeren kan in één afnamemoment: inclusief beoordeling: 20 minuten, 2 cijfers.</w:t>
            </w:r>
          </w:p>
          <w:p w14:paraId="3A84D83F" w14:textId="7DA4A72F" w:rsidR="00E94315" w:rsidRPr="00B21171" w:rsidRDefault="00E94315" w:rsidP="00EE18EC">
            <w:pPr>
              <w:rPr>
                <w:rFonts w:eastAsia="Calibri" w:cs="Arial"/>
                <w:color w:val="000000"/>
                <w:sz w:val="18"/>
                <w:szCs w:val="18"/>
                <w:lang w:eastAsia="en-US"/>
              </w:rPr>
            </w:pPr>
            <w:r w:rsidRPr="00B21171">
              <w:rPr>
                <w:rFonts w:cs="Arial"/>
                <w:color w:val="000000"/>
                <w:sz w:val="16"/>
                <w:szCs w:val="16"/>
              </w:rPr>
              <w:t xml:space="preserve">6) </w:t>
            </w:r>
            <w:r w:rsidRPr="00B21171">
              <w:rPr>
                <w:rFonts w:ascii="Calibri" w:eastAsia="Calibri" w:hAnsi="Calibri"/>
                <w:color w:val="auto"/>
                <w:sz w:val="22"/>
                <w:szCs w:val="22"/>
                <w:lang w:eastAsia="en-US"/>
              </w:rPr>
              <w:t xml:space="preserve"> </w:t>
            </w:r>
            <w:r w:rsidRPr="00B21171">
              <w:rPr>
                <w:rFonts w:cs="Arial"/>
                <w:color w:val="000000"/>
                <w:sz w:val="16"/>
                <w:szCs w:val="16"/>
              </w:rPr>
              <w:t>Alleen versies waar IE in de naam staat, mogen gebruikt worden als examen. Welke versie</w:t>
            </w:r>
            <w:r w:rsidR="00520F7F" w:rsidRPr="00B21171">
              <w:rPr>
                <w:rFonts w:cs="Arial"/>
                <w:color w:val="000000"/>
                <w:sz w:val="16"/>
                <w:szCs w:val="16"/>
              </w:rPr>
              <w:t>s</w:t>
            </w:r>
            <w:r w:rsidRPr="00B21171">
              <w:rPr>
                <w:rFonts w:cs="Arial"/>
                <w:color w:val="000000"/>
                <w:sz w:val="16"/>
                <w:szCs w:val="16"/>
              </w:rPr>
              <w:t xml:space="preserve"> (001/002 enz.)</w:t>
            </w:r>
            <w:r w:rsidR="00520F7F" w:rsidRPr="00B21171">
              <w:rPr>
                <w:rFonts w:cs="Arial"/>
                <w:color w:val="000000"/>
                <w:sz w:val="16"/>
                <w:szCs w:val="16"/>
              </w:rPr>
              <w:t xml:space="preserve"> geschikt zijn voor een bepaalde </w:t>
            </w:r>
            <w:proofErr w:type="spellStart"/>
            <w:r w:rsidR="00520F7F" w:rsidRPr="00B21171">
              <w:rPr>
                <w:rFonts w:cs="Arial"/>
                <w:color w:val="000000"/>
                <w:sz w:val="16"/>
                <w:szCs w:val="16"/>
              </w:rPr>
              <w:t>crebo</w:t>
            </w:r>
            <w:proofErr w:type="spellEnd"/>
            <w:r w:rsidRPr="00B21171">
              <w:rPr>
                <w:rFonts w:cs="Arial"/>
                <w:color w:val="000000"/>
                <w:sz w:val="16"/>
                <w:szCs w:val="16"/>
              </w:rPr>
              <w:t>,</w:t>
            </w:r>
            <w:r w:rsidR="001D607C" w:rsidRPr="00B21171">
              <w:rPr>
                <w:rFonts w:cs="Arial"/>
                <w:color w:val="000000"/>
                <w:sz w:val="16"/>
                <w:szCs w:val="16"/>
              </w:rPr>
              <w:t xml:space="preserve"> </w:t>
            </w:r>
            <w:r w:rsidRPr="00B21171">
              <w:rPr>
                <w:rFonts w:cs="Arial"/>
                <w:color w:val="000000"/>
                <w:sz w:val="16"/>
                <w:szCs w:val="16"/>
              </w:rPr>
              <w:t>word</w:t>
            </w:r>
            <w:r w:rsidR="001D607C" w:rsidRPr="00B21171">
              <w:rPr>
                <w:rFonts w:cs="Arial"/>
                <w:color w:val="000000"/>
                <w:sz w:val="16"/>
                <w:szCs w:val="16"/>
              </w:rPr>
              <w:t>t</w:t>
            </w:r>
            <w:r w:rsidRPr="00B21171">
              <w:rPr>
                <w:rFonts w:cs="Arial"/>
                <w:color w:val="000000"/>
                <w:sz w:val="16"/>
                <w:szCs w:val="16"/>
              </w:rPr>
              <w:t xml:space="preserve"> in overleg bepaald tussen teammanager/domeinverantwoordelijke examinering en examenbureau en </w:t>
            </w:r>
            <w:r w:rsidR="00520F7F" w:rsidRPr="00B21171">
              <w:rPr>
                <w:rFonts w:cs="Arial"/>
                <w:color w:val="000000"/>
                <w:sz w:val="16"/>
                <w:szCs w:val="16"/>
              </w:rPr>
              <w:t xml:space="preserve">dat wordt </w:t>
            </w:r>
            <w:r w:rsidRPr="00B21171">
              <w:rPr>
                <w:rFonts w:cs="Arial"/>
                <w:color w:val="000000"/>
                <w:sz w:val="16"/>
                <w:szCs w:val="16"/>
              </w:rPr>
              <w:t>vastge</w:t>
            </w:r>
            <w:r w:rsidR="00C13191" w:rsidRPr="00B21171">
              <w:rPr>
                <w:rFonts w:cs="Arial"/>
                <w:color w:val="000000"/>
                <w:sz w:val="16"/>
                <w:szCs w:val="16"/>
              </w:rPr>
              <w:t>legd door</w:t>
            </w:r>
            <w:r w:rsidRPr="00B21171">
              <w:rPr>
                <w:rFonts w:cs="Arial"/>
                <w:color w:val="000000"/>
                <w:sz w:val="16"/>
                <w:szCs w:val="16"/>
              </w:rPr>
              <w:t xml:space="preserve"> de examencommissie. Naast TOA is er </w:t>
            </w:r>
            <w:r w:rsidRPr="00A815F2">
              <w:rPr>
                <w:rFonts w:cs="Arial"/>
                <w:color w:val="000000"/>
                <w:sz w:val="16"/>
                <w:szCs w:val="16"/>
              </w:rPr>
              <w:t>TOA-</w:t>
            </w:r>
            <w:proofErr w:type="spellStart"/>
            <w:r w:rsidRPr="00A815F2">
              <w:rPr>
                <w:rFonts w:cs="Arial"/>
                <w:color w:val="000000"/>
                <w:sz w:val="16"/>
                <w:szCs w:val="16"/>
              </w:rPr>
              <w:t>connect</w:t>
            </w:r>
            <w:proofErr w:type="spellEnd"/>
            <w:r w:rsidRPr="00B21171">
              <w:rPr>
                <w:rFonts w:cs="Arial"/>
                <w:color w:val="000000"/>
                <w:sz w:val="16"/>
                <w:szCs w:val="16"/>
              </w:rPr>
              <w:t>, waarin de generieke talen worden geëxamineerd in een specifieke beroepscontext. Deze examens staan in hetzelfde overzicht als de TOA-examens in generieke context. Op TOETS.NL is een overzicht te vinden van alle examens TOA-</w:t>
            </w:r>
            <w:proofErr w:type="spellStart"/>
            <w:r w:rsidRPr="00B21171">
              <w:rPr>
                <w:rFonts w:cs="Arial"/>
                <w:color w:val="000000"/>
                <w:sz w:val="16"/>
                <w:szCs w:val="16"/>
              </w:rPr>
              <w:t>connect</w:t>
            </w:r>
            <w:proofErr w:type="spellEnd"/>
            <w:r w:rsidRPr="00B21171">
              <w:rPr>
                <w:rFonts w:cs="Arial"/>
                <w:color w:val="000000"/>
                <w:sz w:val="16"/>
                <w:szCs w:val="16"/>
              </w:rPr>
              <w:t xml:space="preserve"> met domeinen en onderwerpen.</w:t>
            </w:r>
          </w:p>
        </w:tc>
      </w:tr>
      <w:bookmarkEnd w:id="29"/>
    </w:tbl>
    <w:p w14:paraId="20103F82" w14:textId="77777777" w:rsidR="00E94315" w:rsidRDefault="00E94315" w:rsidP="00E94315"/>
    <w:p w14:paraId="26DF0B7A" w14:textId="6E467555" w:rsidR="00E94315" w:rsidRPr="00E94315" w:rsidRDefault="00E94315" w:rsidP="00E94315">
      <w:pPr>
        <w:sectPr w:rsidR="00E94315" w:rsidRPr="00E94315" w:rsidSect="001C5CFF">
          <w:headerReference w:type="default" r:id="rId23"/>
          <w:pgSz w:w="16838" w:h="11906" w:orient="landscape" w:code="9"/>
          <w:pgMar w:top="1701" w:right="1418" w:bottom="1418" w:left="1361" w:header="709" w:footer="709" w:gutter="0"/>
          <w:cols w:space="708"/>
          <w:docGrid w:linePitch="360"/>
        </w:sectPr>
      </w:pPr>
    </w:p>
    <w:p w14:paraId="032601F6" w14:textId="77777777" w:rsidR="006D0A4B" w:rsidRPr="00EC3FF6" w:rsidRDefault="2C2B9C7A" w:rsidP="00D4136B">
      <w:pPr>
        <w:pStyle w:val="Kop2"/>
        <w:rPr>
          <w:rFonts w:cs="Arial"/>
        </w:rPr>
      </w:pPr>
      <w:bookmarkStart w:id="30" w:name="_Hlk31187435"/>
      <w:bookmarkEnd w:id="28"/>
      <w:r w:rsidRPr="00EC3FF6">
        <w:rPr>
          <w:rFonts w:cs="Arial"/>
        </w:rPr>
        <w:lastRenderedPageBreak/>
        <w:t xml:space="preserve">2.4 Diplomavereisten </w:t>
      </w:r>
    </w:p>
    <w:p w14:paraId="10A55544" w14:textId="49E2B44B" w:rsidR="00AC5E30" w:rsidRPr="001411DE" w:rsidRDefault="2C2B9C7A" w:rsidP="00AC5E30">
      <w:pPr>
        <w:rPr>
          <w:rFonts w:cs="Arial"/>
        </w:rPr>
      </w:pPr>
      <w:r w:rsidRPr="001411DE">
        <w:rPr>
          <w:rFonts w:cs="Arial"/>
        </w:rPr>
        <w:t>Om in aanmerking te komen voor een diploma moet de student aan alle eisen in het examenplan voldoen. Daarnaast zijn er nog andere diploma-vereisten, namelijk:</w:t>
      </w:r>
    </w:p>
    <w:p w14:paraId="0C1CEC20" w14:textId="79A3D7E2" w:rsidR="00AC5E30" w:rsidRPr="00B21171" w:rsidRDefault="00A57720" w:rsidP="00AC5E30">
      <w:pPr>
        <w:pStyle w:val="Lijstalinea"/>
        <w:numPr>
          <w:ilvl w:val="0"/>
          <w:numId w:val="6"/>
        </w:numPr>
        <w:rPr>
          <w:rFonts w:cs="Arial"/>
        </w:rPr>
      </w:pPr>
      <w:bookmarkStart w:id="31" w:name="_Hlk61679570"/>
      <w:r w:rsidRPr="001411DE">
        <w:rPr>
          <w:rFonts w:cs="Arial"/>
        </w:rPr>
        <w:t xml:space="preserve">er moet zijn </w:t>
      </w:r>
      <w:r w:rsidR="2C2B9C7A" w:rsidRPr="001411DE">
        <w:rPr>
          <w:rFonts w:cs="Arial"/>
        </w:rPr>
        <w:t xml:space="preserve">voldaan aan </w:t>
      </w:r>
      <w:r w:rsidR="00F63FD1" w:rsidRPr="001411DE">
        <w:rPr>
          <w:rFonts w:cs="Arial"/>
        </w:rPr>
        <w:t xml:space="preserve">de kwalificatievereisten vanuit </w:t>
      </w:r>
      <w:r w:rsidR="005233AF" w:rsidRPr="001411DE">
        <w:rPr>
          <w:rFonts w:cs="Arial"/>
        </w:rPr>
        <w:t xml:space="preserve">het examen- en kwalificatiebesluit </w:t>
      </w:r>
      <w:r w:rsidR="005233AF" w:rsidRPr="00B21171">
        <w:rPr>
          <w:rFonts w:cs="Arial"/>
        </w:rPr>
        <w:t>WEB</w:t>
      </w:r>
      <w:r w:rsidR="00F63FD1" w:rsidRPr="00B21171">
        <w:rPr>
          <w:rFonts w:cs="Arial"/>
        </w:rPr>
        <w:t>;</w:t>
      </w:r>
    </w:p>
    <w:p w14:paraId="6322D55C" w14:textId="0CA740B1" w:rsidR="00CF6973" w:rsidRPr="00B21171" w:rsidRDefault="00B03BCC" w:rsidP="00CF6973">
      <w:pPr>
        <w:pStyle w:val="Lijstalinea"/>
        <w:numPr>
          <w:ilvl w:val="0"/>
          <w:numId w:val="6"/>
        </w:numPr>
        <w:rPr>
          <w:rFonts w:cs="Arial"/>
        </w:rPr>
      </w:pPr>
      <w:r w:rsidRPr="00B21171">
        <w:rPr>
          <w:rFonts w:cs="Arial"/>
        </w:rPr>
        <w:t>d</w:t>
      </w:r>
      <w:r w:rsidR="00CF6973" w:rsidRPr="00B21171">
        <w:rPr>
          <w:rFonts w:cs="Arial"/>
        </w:rPr>
        <w:t xml:space="preserve">e beroepspraktijkvorming voor zover </w:t>
      </w:r>
      <w:r w:rsidR="00A57720" w:rsidRPr="00B21171">
        <w:rPr>
          <w:rFonts w:cs="Arial"/>
        </w:rPr>
        <w:t xml:space="preserve">die </w:t>
      </w:r>
      <w:r w:rsidR="00CF6973" w:rsidRPr="00B21171">
        <w:rPr>
          <w:rFonts w:cs="Arial"/>
        </w:rPr>
        <w:t>betrekking he</w:t>
      </w:r>
      <w:r w:rsidR="00A57720" w:rsidRPr="00B21171">
        <w:rPr>
          <w:rFonts w:cs="Arial"/>
        </w:rPr>
        <w:t>eft</w:t>
      </w:r>
      <w:r w:rsidR="00CF6973" w:rsidRPr="00B21171">
        <w:rPr>
          <w:rFonts w:cs="Arial"/>
        </w:rPr>
        <w:t xml:space="preserve"> op de kwalificatie moet met een positieve beoordeling zijn voltooid;</w:t>
      </w:r>
    </w:p>
    <w:p w14:paraId="5C904788" w14:textId="145FCF72" w:rsidR="00AC5E30" w:rsidRPr="000E374F" w:rsidRDefault="007C7EF3" w:rsidP="00825355">
      <w:pPr>
        <w:pStyle w:val="Lijstalinea"/>
        <w:numPr>
          <w:ilvl w:val="0"/>
          <w:numId w:val="6"/>
        </w:numPr>
        <w:rPr>
          <w:rFonts w:cs="Arial"/>
        </w:rPr>
      </w:pPr>
      <w:r w:rsidRPr="000E374F">
        <w:rPr>
          <w:rFonts w:cs="Arial"/>
        </w:rPr>
        <w:t xml:space="preserve">voor elk keuzedeel </w:t>
      </w:r>
      <w:r w:rsidR="2C2B9C7A" w:rsidRPr="000E374F">
        <w:rPr>
          <w:rFonts w:cs="Arial"/>
        </w:rPr>
        <w:t>d</w:t>
      </w:r>
      <w:r w:rsidR="00A57720" w:rsidRPr="000E374F">
        <w:rPr>
          <w:rFonts w:cs="Arial"/>
        </w:rPr>
        <w:t>at</w:t>
      </w:r>
      <w:r w:rsidR="2C2B9C7A" w:rsidRPr="000E374F">
        <w:rPr>
          <w:rFonts w:cs="Arial"/>
        </w:rPr>
        <w:t xml:space="preserve"> beho</w:t>
      </w:r>
      <w:r w:rsidR="00A57720" w:rsidRPr="000E374F">
        <w:rPr>
          <w:rFonts w:cs="Arial"/>
        </w:rPr>
        <w:t>ort</w:t>
      </w:r>
      <w:r w:rsidR="2C2B9C7A" w:rsidRPr="000E374F">
        <w:rPr>
          <w:rFonts w:cs="Arial"/>
        </w:rPr>
        <w:t xml:space="preserve"> tot de keuzedeelverplichting van de opleiding</w:t>
      </w:r>
      <w:r w:rsidRPr="000E374F">
        <w:rPr>
          <w:rFonts w:cs="Arial"/>
        </w:rPr>
        <w:t xml:space="preserve"> moet e</w:t>
      </w:r>
      <w:r w:rsidR="0099374F" w:rsidRPr="000E374F">
        <w:rPr>
          <w:rFonts w:cs="Arial"/>
        </w:rPr>
        <w:t>r</w:t>
      </w:r>
      <w:r w:rsidR="006F0487" w:rsidRPr="000E374F">
        <w:rPr>
          <w:rFonts w:cs="Arial"/>
        </w:rPr>
        <w:t xml:space="preserve"> een</w:t>
      </w:r>
      <w:r w:rsidRPr="000E374F">
        <w:rPr>
          <w:rFonts w:cs="Arial"/>
        </w:rPr>
        <w:t xml:space="preserve"> aantoonbaar resultaat aanwezig zijn.</w:t>
      </w:r>
      <w:r w:rsidR="00A44A24" w:rsidRPr="000E374F">
        <w:rPr>
          <w:rFonts w:cs="Arial"/>
        </w:rPr>
        <w:t xml:space="preserve"> De hoogte van het behaalde resultaat voor een keuzedeel telt mee in de slaag-</w:t>
      </w:r>
      <w:r w:rsidR="005A714B" w:rsidRPr="000E374F">
        <w:rPr>
          <w:rFonts w:cs="Arial"/>
        </w:rPr>
        <w:t>/</w:t>
      </w:r>
      <w:r w:rsidR="00A44A24" w:rsidRPr="000E374F">
        <w:rPr>
          <w:rFonts w:cs="Arial"/>
        </w:rPr>
        <w:t>zakregeling.</w:t>
      </w:r>
      <w:r w:rsidRPr="000E374F">
        <w:rPr>
          <w:rFonts w:cs="Arial"/>
        </w:rPr>
        <w:t xml:space="preserve"> </w:t>
      </w:r>
      <w:r w:rsidR="006256F5" w:rsidRPr="000E374F">
        <w:rPr>
          <w:rFonts w:cs="Arial"/>
        </w:rPr>
        <w:t>Vanaf 1 augustus 2020 gaat h</w:t>
      </w:r>
      <w:r w:rsidRPr="000E374F">
        <w:rPr>
          <w:rFonts w:cs="Arial"/>
        </w:rPr>
        <w:t>iervoor de onderstaande compensatieregeling gelden:</w:t>
      </w:r>
    </w:p>
    <w:p w14:paraId="641B9F13" w14:textId="62DE4B4F" w:rsidR="007C7EF3" w:rsidRPr="000E374F" w:rsidRDefault="007C7EF3" w:rsidP="007C7EF3">
      <w:pPr>
        <w:pStyle w:val="Lijstalinea"/>
        <w:numPr>
          <w:ilvl w:val="0"/>
          <w:numId w:val="22"/>
        </w:numPr>
        <w:spacing w:after="160" w:line="259" w:lineRule="auto"/>
        <w:rPr>
          <w:rFonts w:cs="Arial"/>
        </w:rPr>
      </w:pPr>
      <w:r w:rsidRPr="000E374F">
        <w:rPr>
          <w:rFonts w:cs="Arial"/>
        </w:rPr>
        <w:t>het gemiddelde van de examenresultaten van de keuzedelen binnen de keuzedeelverplichting moet ten</w:t>
      </w:r>
      <w:r w:rsidR="00106AE0" w:rsidRPr="000E374F">
        <w:rPr>
          <w:rFonts w:cs="Arial"/>
        </w:rPr>
        <w:t xml:space="preserve"> </w:t>
      </w:r>
      <w:r w:rsidRPr="000E374F">
        <w:rPr>
          <w:rFonts w:cs="Arial"/>
        </w:rPr>
        <w:t>minste een 6 zijn;</w:t>
      </w:r>
    </w:p>
    <w:p w14:paraId="12B276B8" w14:textId="0FF270F2" w:rsidR="007C7EF3" w:rsidRPr="000E374F" w:rsidRDefault="007C7EF3" w:rsidP="007C7EF3">
      <w:pPr>
        <w:pStyle w:val="Lijstalinea"/>
        <w:numPr>
          <w:ilvl w:val="0"/>
          <w:numId w:val="22"/>
        </w:numPr>
        <w:spacing w:after="160" w:line="259" w:lineRule="auto"/>
        <w:rPr>
          <w:rFonts w:cs="Arial"/>
        </w:rPr>
      </w:pPr>
      <w:r w:rsidRPr="000E374F">
        <w:rPr>
          <w:rFonts w:cs="Arial"/>
        </w:rPr>
        <w:t>voor minimaal de helft van deze keuzedelen moet het resultaat ten</w:t>
      </w:r>
      <w:r w:rsidR="00106AE0" w:rsidRPr="000E374F">
        <w:rPr>
          <w:rFonts w:cs="Arial"/>
        </w:rPr>
        <w:t xml:space="preserve"> </w:t>
      </w:r>
      <w:r w:rsidRPr="000E374F">
        <w:rPr>
          <w:rFonts w:cs="Arial"/>
        </w:rPr>
        <w:t>minste een 6 zijn;</w:t>
      </w:r>
    </w:p>
    <w:p w14:paraId="63812A03" w14:textId="4788F29F" w:rsidR="007C7EF3" w:rsidRPr="000E374F" w:rsidRDefault="007C7EF3" w:rsidP="007C7EF3">
      <w:pPr>
        <w:pStyle w:val="Lijstalinea"/>
        <w:numPr>
          <w:ilvl w:val="0"/>
          <w:numId w:val="22"/>
        </w:numPr>
        <w:spacing w:after="160" w:line="259" w:lineRule="auto"/>
        <w:rPr>
          <w:rFonts w:cs="Arial"/>
        </w:rPr>
      </w:pPr>
      <w:r w:rsidRPr="000E374F">
        <w:rPr>
          <w:rFonts w:cs="Arial"/>
        </w:rPr>
        <w:t>een keuzedeelresultaat mag nooit lager dan een 4 zijn.</w:t>
      </w:r>
    </w:p>
    <w:p w14:paraId="6BD08B03" w14:textId="37C345BC" w:rsidR="00106AE0" w:rsidRPr="000E374F" w:rsidRDefault="00106AE0" w:rsidP="007C7EF3">
      <w:pPr>
        <w:pStyle w:val="Lijstalinea"/>
        <w:numPr>
          <w:ilvl w:val="0"/>
          <w:numId w:val="22"/>
        </w:numPr>
        <w:spacing w:after="160" w:line="259" w:lineRule="auto"/>
        <w:rPr>
          <w:rFonts w:cs="Arial"/>
        </w:rPr>
      </w:pPr>
      <w:r w:rsidRPr="000E374F">
        <w:rPr>
          <w:rFonts w:cs="Arial"/>
        </w:rPr>
        <w:t>Voor ‘Entree’ geldt geen compensatieregeling.</w:t>
      </w:r>
    </w:p>
    <w:bookmarkEnd w:id="30"/>
    <w:bookmarkEnd w:id="31"/>
    <w:p w14:paraId="17223E16" w14:textId="77777777" w:rsidR="007C7EF3" w:rsidRPr="00B21171" w:rsidRDefault="007C7EF3" w:rsidP="007C7EF3">
      <w:pPr>
        <w:pStyle w:val="Lijstalinea"/>
        <w:rPr>
          <w:rFonts w:cs="Arial"/>
        </w:rPr>
      </w:pP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364"/>
        <w:gridCol w:w="2101"/>
        <w:gridCol w:w="3319"/>
        <w:gridCol w:w="1120"/>
        <w:gridCol w:w="1168"/>
      </w:tblGrid>
      <w:tr w:rsidR="005F6EE9" w:rsidRPr="00EC3FF6" w14:paraId="208FE205" w14:textId="77777777" w:rsidTr="11526A2C">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32"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7C5D41CB" w:rsidR="00883681" w:rsidRPr="00EC3FF6" w:rsidRDefault="56E478AC" w:rsidP="56E478AC">
            <w:pPr>
              <w:rPr>
                <w:rFonts w:cs="Arial"/>
                <w:b/>
                <w:bCs/>
                <w:lang w:val="nl"/>
              </w:rPr>
            </w:pPr>
            <w:r w:rsidRPr="11526A2C">
              <w:rPr>
                <w:rFonts w:cs="Arial"/>
                <w:b/>
                <w:bCs/>
                <w:lang w:val="nl"/>
              </w:rPr>
              <w:t xml:space="preserve">Bewijzen van inspanning van </w:t>
            </w:r>
            <w:r>
              <w:br/>
            </w:r>
            <w:r w:rsidRPr="11526A2C">
              <w:rPr>
                <w:rFonts w:cs="Arial"/>
                <w:b/>
                <w:bCs/>
                <w:lang w:val="nl"/>
              </w:rPr>
              <w:t>de student</w:t>
            </w:r>
            <w:r w:rsidRPr="11526A2C">
              <w:rPr>
                <w:rStyle w:val="Voetnootmarkering"/>
                <w:rFonts w:cs="Arial"/>
                <w:b/>
                <w:bCs/>
                <w:lang w:val="nl"/>
              </w:rPr>
              <w:footnoteReference w:id="1"/>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112C02" w:rsidRDefault="56E478AC" w:rsidP="56E478AC">
            <w:pPr>
              <w:rPr>
                <w:rFonts w:cs="Arial"/>
                <w:b/>
                <w:bCs/>
                <w:lang w:val="nl"/>
              </w:rPr>
            </w:pPr>
            <w:r w:rsidRPr="00112C02">
              <w:rPr>
                <w:rFonts w:cs="Arial"/>
                <w:b/>
                <w:bCs/>
                <w:lang w:val="nl"/>
              </w:rPr>
              <w:t>Inlever-</w:t>
            </w:r>
          </w:p>
          <w:p w14:paraId="362F31FC" w14:textId="77777777" w:rsidR="00883681" w:rsidRPr="005C11B7" w:rsidRDefault="56E478AC" w:rsidP="56E478AC">
            <w:pPr>
              <w:rPr>
                <w:rFonts w:cs="Arial"/>
                <w:b/>
                <w:bCs/>
                <w:highlight w:val="yellow"/>
                <w:lang w:val="nl"/>
              </w:rPr>
            </w:pPr>
            <w:r w:rsidRPr="00112C02">
              <w:rPr>
                <w:rFonts w:cs="Arial"/>
                <w:b/>
                <w:bCs/>
                <w:lang w:val="nl"/>
              </w:rPr>
              <w:t>datum</w:t>
            </w:r>
          </w:p>
        </w:tc>
      </w:tr>
      <w:tr w:rsidR="00112C02" w:rsidRPr="00EC3FF6" w14:paraId="43FAA575" w14:textId="77777777" w:rsidTr="11526A2C">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112C02" w:rsidRPr="00EC3FF6" w:rsidRDefault="00112C02" w:rsidP="00112C02">
            <w:pPr>
              <w:rPr>
                <w:rFonts w:cs="Arial"/>
                <w:b/>
                <w:bCs/>
                <w:lang w:val="nl"/>
              </w:rPr>
            </w:pPr>
            <w:r w:rsidRPr="00EC3FF6">
              <w:rPr>
                <w:rFonts w:cs="Arial"/>
                <w:b/>
                <w:bCs/>
                <w:lang w:val="nl"/>
              </w:rPr>
              <w:t>1. Loopbaan</w:t>
            </w:r>
          </w:p>
        </w:tc>
        <w:tc>
          <w:tcPr>
            <w:tcW w:w="3402" w:type="dxa"/>
            <w:tcBorders>
              <w:left w:val="nil"/>
            </w:tcBorders>
          </w:tcPr>
          <w:p w14:paraId="6AAA6EBF" w14:textId="77777777" w:rsidR="00112C02" w:rsidRPr="00EC3FF6" w:rsidRDefault="00112C02" w:rsidP="00112C02">
            <w:pPr>
              <w:pStyle w:val="Tekstopmerking"/>
              <w:rPr>
                <w:rFonts w:ascii="Arial" w:hAnsi="Arial" w:cs="Arial"/>
                <w:lang w:val="nl"/>
              </w:rPr>
            </w:pPr>
            <w:r w:rsidRPr="00EC3FF6">
              <w:rPr>
                <w:rFonts w:ascii="Arial" w:hAnsi="Arial" w:cs="Arial"/>
                <w:lang w:val="nl"/>
              </w:rPr>
              <w:t xml:space="preserve">1. Loopbaanoriëntatie en </w:t>
            </w:r>
          </w:p>
          <w:p w14:paraId="7BB24F87" w14:textId="0333BD4B" w:rsidR="00112C02" w:rsidRPr="00EC3FF6" w:rsidRDefault="00112C02" w:rsidP="00112C02">
            <w:pPr>
              <w:pStyle w:val="Tekstopmerking"/>
              <w:rPr>
                <w:rFonts w:ascii="Arial" w:hAnsi="Arial" w:cs="Arial"/>
                <w:lang w:val="nl"/>
              </w:rPr>
            </w:pPr>
            <w:r w:rsidRPr="00EC3FF6">
              <w:rPr>
                <w:rFonts w:ascii="Arial" w:hAnsi="Arial" w:cs="Arial"/>
                <w:lang w:val="nl"/>
              </w:rPr>
              <w:t xml:space="preserve">    -ontwikkeling</w:t>
            </w:r>
          </w:p>
        </w:tc>
        <w:tc>
          <w:tcPr>
            <w:tcW w:w="1985" w:type="dxa"/>
          </w:tcPr>
          <w:p w14:paraId="02A1F1D9" w14:textId="5FDF90FB" w:rsidR="00112C02" w:rsidRPr="00BD1523" w:rsidRDefault="00F131F9" w:rsidP="00112C02">
            <w:pPr>
              <w:pStyle w:val="Tekstopmerking"/>
              <w:rPr>
                <w:rFonts w:ascii="Arial" w:hAnsi="Arial" w:cs="Arial"/>
                <w:lang w:val="nl"/>
              </w:rPr>
            </w:pPr>
            <w:r w:rsidRPr="00BD1523">
              <w:rPr>
                <w:rFonts w:cs="Arial"/>
                <w:sz w:val="16"/>
                <w:szCs w:val="16"/>
                <w:lang w:val="nl"/>
              </w:rPr>
              <w:t>Keuze uit:</w:t>
            </w:r>
            <w:r w:rsidRPr="00BD1523">
              <w:br/>
            </w:r>
            <w:r w:rsidRPr="00BD1523">
              <w:rPr>
                <w:rFonts w:cs="Arial"/>
                <w:sz w:val="16"/>
                <w:szCs w:val="16"/>
                <w:lang w:val="nl"/>
              </w:rPr>
              <w:t>Presentatie/workshop/excursie/verslag/opdrachten/ projecten en begeleidingsgesprekken</w:t>
            </w:r>
          </w:p>
        </w:tc>
        <w:tc>
          <w:tcPr>
            <w:tcW w:w="1193" w:type="dxa"/>
          </w:tcPr>
          <w:p w14:paraId="19C7B26E" w14:textId="77777777" w:rsidR="00112C02" w:rsidRPr="00EC3FF6" w:rsidRDefault="00112C02" w:rsidP="00112C02">
            <w:pPr>
              <w:rPr>
                <w:rFonts w:cs="Arial"/>
              </w:rPr>
            </w:pPr>
            <w:r w:rsidRPr="00EC3FF6">
              <w:rPr>
                <w:rFonts w:cs="Arial"/>
                <w:lang w:val="nl"/>
              </w:rPr>
              <w:t>Voldaan</w:t>
            </w:r>
          </w:p>
        </w:tc>
        <w:tc>
          <w:tcPr>
            <w:tcW w:w="842" w:type="dxa"/>
          </w:tcPr>
          <w:p w14:paraId="1D14D9F7" w14:textId="124697AE" w:rsidR="00112C02" w:rsidRPr="005C11B7" w:rsidRDefault="00112C02" w:rsidP="00112C02">
            <w:pPr>
              <w:pStyle w:val="Tekstopmerking"/>
              <w:rPr>
                <w:rFonts w:ascii="Arial" w:hAnsi="Arial" w:cs="Arial"/>
                <w:highlight w:val="yellow"/>
                <w:lang w:val="nl"/>
              </w:rPr>
            </w:pPr>
            <w:r w:rsidRPr="119B8035">
              <w:rPr>
                <w:sz w:val="16"/>
                <w:szCs w:val="16"/>
                <w:lang w:val="nl"/>
              </w:rPr>
              <w:t>Uiterlijk de laatste onderwijsperiode</w:t>
            </w:r>
          </w:p>
        </w:tc>
      </w:tr>
      <w:tr w:rsidR="00112C02" w:rsidRPr="00EC3FF6" w14:paraId="15AB0F8D" w14:textId="77777777" w:rsidTr="11526A2C">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112C02" w:rsidRPr="00EC3FF6" w:rsidRDefault="00112C02" w:rsidP="00112C02">
            <w:pPr>
              <w:pStyle w:val="CommentSubject"/>
              <w:rPr>
                <w:rFonts w:ascii="Arial" w:eastAsia="Arial" w:hAnsi="Arial" w:cs="Arial"/>
                <w:lang w:val="nl"/>
              </w:rPr>
            </w:pPr>
            <w:r w:rsidRPr="00EC3FF6">
              <w:rPr>
                <w:rFonts w:ascii="Arial" w:eastAsia="Arial" w:hAnsi="Arial" w:cs="Arial"/>
                <w:lang w:val="nl"/>
              </w:rPr>
              <w:t>2. Burgerschap</w:t>
            </w:r>
          </w:p>
        </w:tc>
        <w:tc>
          <w:tcPr>
            <w:tcW w:w="3402" w:type="dxa"/>
            <w:tcBorders>
              <w:left w:val="nil"/>
            </w:tcBorders>
          </w:tcPr>
          <w:p w14:paraId="7DB660CD" w14:textId="6A0D8004" w:rsidR="00112C02" w:rsidRPr="00EC3FF6" w:rsidRDefault="00112C02" w:rsidP="00112C02">
            <w:pPr>
              <w:pStyle w:val="Tekstopmerking"/>
              <w:rPr>
                <w:rFonts w:ascii="Arial" w:eastAsia="Arial" w:hAnsi="Arial" w:cs="Arial"/>
                <w:lang w:val="nl"/>
              </w:rPr>
            </w:pPr>
            <w:r w:rsidRPr="00EC3FF6">
              <w:rPr>
                <w:rFonts w:ascii="Arial" w:eastAsia="Arial" w:hAnsi="Arial" w:cs="Arial"/>
                <w:lang w:val="nl"/>
              </w:rPr>
              <w:t>2.1  De politiek-juridische</w:t>
            </w:r>
          </w:p>
          <w:p w14:paraId="0B43D998" w14:textId="77777777" w:rsidR="00112C02" w:rsidRPr="00EC3FF6" w:rsidRDefault="00112C02" w:rsidP="00112C02">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48C48AC4" w:rsidR="00112C02" w:rsidRPr="00BD1523" w:rsidRDefault="00F131F9" w:rsidP="00112C02">
            <w:pPr>
              <w:pStyle w:val="Tekstopmerking"/>
              <w:rPr>
                <w:rFonts w:ascii="Arial" w:hAnsi="Arial" w:cs="Arial"/>
                <w:lang w:val="nl"/>
              </w:rPr>
            </w:pPr>
            <w:r w:rsidRPr="00BD1523">
              <w:rPr>
                <w:rFonts w:cs="Arial"/>
                <w:sz w:val="16"/>
                <w:szCs w:val="16"/>
                <w:lang w:val="nl"/>
              </w:rPr>
              <w:t>Keuze uit:</w:t>
            </w:r>
            <w:r w:rsidRPr="00BD1523">
              <w:br/>
            </w:r>
            <w:r w:rsidRPr="00BD1523">
              <w:rPr>
                <w:rFonts w:cs="Arial"/>
                <w:sz w:val="16"/>
                <w:szCs w:val="16"/>
                <w:lang w:val="nl"/>
              </w:rPr>
              <w:t>Presentatie/workshop/excursie/verslag/opdrachten/ projecten en begeleidingsgesprekken</w:t>
            </w:r>
          </w:p>
        </w:tc>
        <w:tc>
          <w:tcPr>
            <w:tcW w:w="1193" w:type="dxa"/>
          </w:tcPr>
          <w:p w14:paraId="55943DC3" w14:textId="77777777" w:rsidR="00112C02" w:rsidRPr="00EC3FF6" w:rsidRDefault="00112C02" w:rsidP="00112C02">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3935A835" w:rsidR="00112C02" w:rsidRPr="005C11B7" w:rsidRDefault="00112C02" w:rsidP="00112C02">
            <w:pPr>
              <w:pStyle w:val="Tekstopmerking"/>
              <w:rPr>
                <w:rFonts w:ascii="Arial" w:hAnsi="Arial" w:cs="Arial"/>
                <w:highlight w:val="yellow"/>
                <w:lang w:val="nl"/>
              </w:rPr>
            </w:pPr>
            <w:r>
              <w:rPr>
                <w:bCs/>
                <w:sz w:val="16"/>
                <w:szCs w:val="16"/>
                <w:lang w:val="nl"/>
              </w:rPr>
              <w:t>De laatste onderwijsperiode</w:t>
            </w:r>
          </w:p>
        </w:tc>
      </w:tr>
      <w:tr w:rsidR="00112C02" w:rsidRPr="00EC3FF6" w14:paraId="04B6BA0B" w14:textId="77777777" w:rsidTr="11526A2C">
        <w:trPr>
          <w:cantSplit/>
          <w:trHeight w:val="510"/>
        </w:trPr>
        <w:tc>
          <w:tcPr>
            <w:tcW w:w="1650" w:type="dxa"/>
            <w:vMerge/>
          </w:tcPr>
          <w:p w14:paraId="1B642264" w14:textId="77777777" w:rsidR="00112C02" w:rsidRPr="00EC3FF6" w:rsidRDefault="00112C02" w:rsidP="00112C02">
            <w:pPr>
              <w:rPr>
                <w:rFonts w:cs="Arial"/>
                <w:b/>
                <w:bCs/>
                <w:lang w:val="nl"/>
              </w:rPr>
            </w:pPr>
          </w:p>
        </w:tc>
        <w:tc>
          <w:tcPr>
            <w:tcW w:w="3402" w:type="dxa"/>
            <w:tcBorders>
              <w:left w:val="nil"/>
            </w:tcBorders>
          </w:tcPr>
          <w:p w14:paraId="7813F4A8" w14:textId="5C04687B" w:rsidR="00112C02" w:rsidRPr="00EC3FF6" w:rsidRDefault="00112C02" w:rsidP="00112C02">
            <w:pPr>
              <w:pStyle w:val="Tekstopmerking"/>
              <w:rPr>
                <w:rFonts w:ascii="Arial" w:eastAsia="Arial" w:hAnsi="Arial" w:cs="Arial"/>
                <w:lang w:val="nl"/>
              </w:rPr>
            </w:pPr>
            <w:r w:rsidRPr="00EC3FF6">
              <w:rPr>
                <w:rFonts w:ascii="Arial" w:eastAsia="Arial" w:hAnsi="Arial" w:cs="Arial"/>
                <w:lang w:val="nl"/>
              </w:rPr>
              <w:t>2.2  De economische dimensie</w:t>
            </w:r>
          </w:p>
        </w:tc>
        <w:tc>
          <w:tcPr>
            <w:tcW w:w="1985" w:type="dxa"/>
          </w:tcPr>
          <w:p w14:paraId="104ECE1B" w14:textId="65F1F901" w:rsidR="00112C02" w:rsidRPr="00BD1523" w:rsidRDefault="00F131F9" w:rsidP="00112C02">
            <w:pPr>
              <w:pStyle w:val="Tekstopmerking"/>
              <w:rPr>
                <w:rFonts w:ascii="Arial" w:hAnsi="Arial" w:cs="Arial"/>
                <w:lang w:val="nl"/>
              </w:rPr>
            </w:pPr>
            <w:r w:rsidRPr="00BD1523">
              <w:rPr>
                <w:rFonts w:cs="Arial"/>
                <w:sz w:val="16"/>
                <w:szCs w:val="16"/>
                <w:lang w:val="nl"/>
              </w:rPr>
              <w:t>Keuze uit:</w:t>
            </w:r>
            <w:r w:rsidRPr="00BD1523">
              <w:br/>
            </w:r>
            <w:r w:rsidRPr="00BD1523">
              <w:rPr>
                <w:rFonts w:cs="Arial"/>
                <w:sz w:val="16"/>
                <w:szCs w:val="16"/>
                <w:lang w:val="nl"/>
              </w:rPr>
              <w:t>Presentatie/workshop/excursie/verslag/opdrachten/ projecten en begeleidingsgesprekken</w:t>
            </w:r>
          </w:p>
        </w:tc>
        <w:tc>
          <w:tcPr>
            <w:tcW w:w="1193" w:type="dxa"/>
          </w:tcPr>
          <w:p w14:paraId="4EC6F9E0" w14:textId="77777777" w:rsidR="00112C02" w:rsidRPr="00EC3FF6" w:rsidRDefault="00112C02" w:rsidP="00112C02">
            <w:pPr>
              <w:rPr>
                <w:rFonts w:cs="Arial"/>
              </w:rPr>
            </w:pPr>
            <w:r w:rsidRPr="00EC3FF6">
              <w:rPr>
                <w:rFonts w:cs="Arial"/>
                <w:lang w:val="nl"/>
              </w:rPr>
              <w:t>Voldaan</w:t>
            </w:r>
          </w:p>
        </w:tc>
        <w:tc>
          <w:tcPr>
            <w:tcW w:w="842" w:type="dxa"/>
          </w:tcPr>
          <w:p w14:paraId="7E9B5621" w14:textId="5A82C35B" w:rsidR="00112C02" w:rsidRPr="005C11B7" w:rsidRDefault="00112C02" w:rsidP="00112C02">
            <w:pPr>
              <w:pStyle w:val="Tekstopmerking"/>
              <w:rPr>
                <w:rFonts w:ascii="Arial" w:hAnsi="Arial" w:cs="Arial"/>
                <w:highlight w:val="yellow"/>
                <w:lang w:val="nl"/>
              </w:rPr>
            </w:pPr>
            <w:r>
              <w:rPr>
                <w:bCs/>
                <w:sz w:val="16"/>
                <w:szCs w:val="16"/>
                <w:lang w:val="nl"/>
              </w:rPr>
              <w:t>De laatste onderwijsperiode</w:t>
            </w:r>
          </w:p>
        </w:tc>
      </w:tr>
      <w:tr w:rsidR="00112C02" w:rsidRPr="00EC3FF6" w14:paraId="19E269D4" w14:textId="77777777" w:rsidTr="11526A2C">
        <w:trPr>
          <w:cantSplit/>
          <w:trHeight w:val="510"/>
        </w:trPr>
        <w:tc>
          <w:tcPr>
            <w:tcW w:w="1650" w:type="dxa"/>
            <w:vMerge/>
          </w:tcPr>
          <w:p w14:paraId="09E8653A" w14:textId="77777777" w:rsidR="00112C02" w:rsidRPr="00EC3FF6" w:rsidRDefault="00112C02" w:rsidP="00112C02">
            <w:pPr>
              <w:rPr>
                <w:rFonts w:cs="Arial"/>
                <w:b/>
                <w:bCs/>
                <w:lang w:val="nl"/>
              </w:rPr>
            </w:pPr>
          </w:p>
        </w:tc>
        <w:tc>
          <w:tcPr>
            <w:tcW w:w="3402" w:type="dxa"/>
            <w:tcBorders>
              <w:left w:val="nil"/>
            </w:tcBorders>
          </w:tcPr>
          <w:p w14:paraId="781DC279" w14:textId="2DFB2DAF" w:rsidR="00112C02" w:rsidRPr="00EC3FF6" w:rsidRDefault="00112C02" w:rsidP="00112C02">
            <w:pPr>
              <w:pStyle w:val="Tekstopmerking"/>
              <w:rPr>
                <w:rFonts w:ascii="Arial" w:eastAsia="Arial" w:hAnsi="Arial" w:cs="Arial"/>
                <w:lang w:val="nl"/>
              </w:rPr>
            </w:pPr>
            <w:r w:rsidRPr="00EC3FF6">
              <w:rPr>
                <w:rFonts w:ascii="Arial" w:eastAsia="Arial" w:hAnsi="Arial" w:cs="Arial"/>
                <w:lang w:val="nl"/>
              </w:rPr>
              <w:t>2.3  De sociaal-maatschappelijke</w:t>
            </w:r>
          </w:p>
          <w:p w14:paraId="4762D0D6" w14:textId="7E4CB70C" w:rsidR="00112C02" w:rsidRPr="00EC3FF6" w:rsidRDefault="00112C02" w:rsidP="00112C02">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417EEB0C" w:rsidR="00112C02" w:rsidRPr="00BD1523" w:rsidRDefault="00F131F9" w:rsidP="00112C02">
            <w:pPr>
              <w:pStyle w:val="Tekstopmerking"/>
              <w:rPr>
                <w:rFonts w:ascii="Arial" w:hAnsi="Arial" w:cs="Arial"/>
                <w:lang w:val="nl"/>
              </w:rPr>
            </w:pPr>
            <w:r w:rsidRPr="00BD1523">
              <w:rPr>
                <w:rFonts w:cs="Arial"/>
                <w:sz w:val="16"/>
                <w:szCs w:val="16"/>
                <w:lang w:val="nl"/>
              </w:rPr>
              <w:t>Keuze uit:</w:t>
            </w:r>
            <w:r w:rsidRPr="00BD1523">
              <w:br/>
            </w:r>
            <w:r w:rsidRPr="00BD1523">
              <w:rPr>
                <w:rFonts w:cs="Arial"/>
                <w:sz w:val="16"/>
                <w:szCs w:val="16"/>
                <w:lang w:val="nl"/>
              </w:rPr>
              <w:t>Presentatie/workshop/excursie/verslag/opdrachten/ projecten en begeleidingsgesprekken</w:t>
            </w:r>
          </w:p>
        </w:tc>
        <w:tc>
          <w:tcPr>
            <w:tcW w:w="1193" w:type="dxa"/>
          </w:tcPr>
          <w:p w14:paraId="67633BC8" w14:textId="77777777" w:rsidR="00112C02" w:rsidRPr="00EC3FF6" w:rsidRDefault="00112C02" w:rsidP="00112C02">
            <w:pPr>
              <w:rPr>
                <w:rFonts w:cs="Arial"/>
              </w:rPr>
            </w:pPr>
            <w:r w:rsidRPr="00EC3FF6">
              <w:rPr>
                <w:rFonts w:cs="Arial"/>
                <w:lang w:val="nl"/>
              </w:rPr>
              <w:t>Voldaan</w:t>
            </w:r>
          </w:p>
        </w:tc>
        <w:tc>
          <w:tcPr>
            <w:tcW w:w="842" w:type="dxa"/>
          </w:tcPr>
          <w:p w14:paraId="00452C98" w14:textId="658D6C8C" w:rsidR="00112C02" w:rsidRPr="005C11B7" w:rsidRDefault="00112C02" w:rsidP="00112C02">
            <w:pPr>
              <w:pStyle w:val="Tekstopmerking"/>
              <w:rPr>
                <w:rFonts w:ascii="Arial" w:hAnsi="Arial" w:cs="Arial"/>
                <w:highlight w:val="yellow"/>
                <w:lang w:val="nl"/>
              </w:rPr>
            </w:pPr>
            <w:r>
              <w:rPr>
                <w:bCs/>
                <w:sz w:val="16"/>
                <w:szCs w:val="16"/>
                <w:lang w:val="nl"/>
              </w:rPr>
              <w:t>De laatste onderwijsperiode</w:t>
            </w:r>
          </w:p>
        </w:tc>
      </w:tr>
      <w:tr w:rsidR="00112C02" w:rsidRPr="00EC3FF6" w14:paraId="7A35CA21" w14:textId="77777777" w:rsidTr="11526A2C">
        <w:trPr>
          <w:cantSplit/>
          <w:trHeight w:val="510"/>
        </w:trPr>
        <w:tc>
          <w:tcPr>
            <w:tcW w:w="1650" w:type="dxa"/>
            <w:vMerge/>
          </w:tcPr>
          <w:p w14:paraId="3D6F4D29" w14:textId="77777777" w:rsidR="00112C02" w:rsidRPr="00EC3FF6" w:rsidRDefault="00112C02" w:rsidP="00112C02">
            <w:pPr>
              <w:rPr>
                <w:rFonts w:cs="Arial"/>
                <w:b/>
                <w:bCs/>
                <w:lang w:val="nl"/>
              </w:rPr>
            </w:pPr>
          </w:p>
        </w:tc>
        <w:tc>
          <w:tcPr>
            <w:tcW w:w="3402" w:type="dxa"/>
            <w:tcBorders>
              <w:left w:val="nil"/>
            </w:tcBorders>
          </w:tcPr>
          <w:p w14:paraId="3B9BD39A" w14:textId="1F6446EC" w:rsidR="00112C02" w:rsidRPr="00EC3FF6" w:rsidRDefault="00112C02" w:rsidP="00112C02">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112C02" w:rsidRPr="00EC3FF6" w:rsidRDefault="00112C02" w:rsidP="00112C02">
            <w:pPr>
              <w:pStyle w:val="Tekstopmerking"/>
              <w:rPr>
                <w:rFonts w:ascii="Arial" w:hAnsi="Arial" w:cs="Arial"/>
                <w:lang w:val="nl"/>
              </w:rPr>
            </w:pPr>
            <w:r w:rsidRPr="00EC3FF6">
              <w:rPr>
                <w:rFonts w:ascii="Arial" w:hAnsi="Arial" w:cs="Arial"/>
                <w:i/>
                <w:iCs/>
                <w:lang w:val="nl"/>
              </w:rPr>
              <w:t xml:space="preserve">      </w:t>
            </w:r>
          </w:p>
        </w:tc>
        <w:tc>
          <w:tcPr>
            <w:tcW w:w="1985" w:type="dxa"/>
          </w:tcPr>
          <w:p w14:paraId="71007897" w14:textId="5AC5C73B" w:rsidR="00060CA3" w:rsidRPr="00BD1523" w:rsidRDefault="00060CA3" w:rsidP="00060CA3">
            <w:pPr>
              <w:rPr>
                <w:rFonts w:cs="Arial"/>
                <w:sz w:val="16"/>
                <w:szCs w:val="16"/>
                <w:lang w:val="nl"/>
              </w:rPr>
            </w:pPr>
            <w:r w:rsidRPr="00BD1523">
              <w:rPr>
                <w:rFonts w:cs="Arial"/>
                <w:sz w:val="16"/>
                <w:szCs w:val="16"/>
                <w:lang w:val="nl"/>
              </w:rPr>
              <w:t xml:space="preserve"> Sport en keuze uit:</w:t>
            </w:r>
          </w:p>
          <w:p w14:paraId="45FE5588" w14:textId="3A1F3876" w:rsidR="00112C02" w:rsidRPr="00BD1523" w:rsidRDefault="00060CA3" w:rsidP="00060CA3">
            <w:pPr>
              <w:pStyle w:val="Tekstopmerking"/>
              <w:rPr>
                <w:rFonts w:ascii="Arial" w:hAnsi="Arial" w:cs="Arial"/>
                <w:lang w:val="nl"/>
              </w:rPr>
            </w:pPr>
            <w:r w:rsidRPr="00BD1523">
              <w:rPr>
                <w:rFonts w:cs="Arial"/>
                <w:sz w:val="16"/>
                <w:szCs w:val="16"/>
                <w:lang w:val="nl"/>
              </w:rPr>
              <w:t>Presentatie/workshop/excursie/verslag/opdrachten/ projecten/ deelname burgerschapsdagen en begeleidingsgesprekken</w:t>
            </w:r>
          </w:p>
        </w:tc>
        <w:tc>
          <w:tcPr>
            <w:tcW w:w="1193" w:type="dxa"/>
          </w:tcPr>
          <w:p w14:paraId="04D7ED8B" w14:textId="77777777" w:rsidR="00112C02" w:rsidRPr="00EC3FF6" w:rsidRDefault="00112C02" w:rsidP="00112C02">
            <w:pPr>
              <w:rPr>
                <w:rFonts w:cs="Arial"/>
              </w:rPr>
            </w:pPr>
            <w:r w:rsidRPr="00EC3FF6">
              <w:rPr>
                <w:rFonts w:cs="Arial"/>
                <w:lang w:val="nl"/>
              </w:rPr>
              <w:t>Voldaan</w:t>
            </w:r>
          </w:p>
        </w:tc>
        <w:tc>
          <w:tcPr>
            <w:tcW w:w="842" w:type="dxa"/>
          </w:tcPr>
          <w:p w14:paraId="5E8D3B2B" w14:textId="7D8A25AD" w:rsidR="00112C02" w:rsidRPr="005C11B7" w:rsidRDefault="00112C02" w:rsidP="00112C02">
            <w:pPr>
              <w:pStyle w:val="Tekstopmerking"/>
              <w:rPr>
                <w:rFonts w:ascii="Arial" w:hAnsi="Arial" w:cs="Arial"/>
                <w:highlight w:val="yellow"/>
                <w:lang w:val="nl"/>
              </w:rPr>
            </w:pPr>
            <w:r>
              <w:rPr>
                <w:bCs/>
                <w:sz w:val="16"/>
                <w:szCs w:val="16"/>
                <w:lang w:val="nl"/>
              </w:rPr>
              <w:t>De laatste onderwijsperiode</w:t>
            </w:r>
          </w:p>
        </w:tc>
      </w:tr>
    </w:tbl>
    <w:p w14:paraId="4015213F" w14:textId="77777777" w:rsidR="00883681" w:rsidRPr="00EC3FF6" w:rsidRDefault="00883681" w:rsidP="2C2B9C7A">
      <w:pPr>
        <w:pStyle w:val="Kop3"/>
        <w:rPr>
          <w:rFonts w:cs="Arial"/>
          <w:i/>
          <w:iCs/>
        </w:rPr>
      </w:pPr>
      <w:bookmarkStart w:id="33" w:name="_Hlk31187517"/>
      <w:bookmarkEnd w:id="32"/>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01B85C4F" w:rsidR="00AC5E30" w:rsidRPr="00112C02" w:rsidRDefault="2C2B9C7A" w:rsidP="00AC5E30">
      <w:pPr>
        <w:rPr>
          <w:rFonts w:cs="Arial"/>
        </w:rPr>
      </w:pPr>
      <w:bookmarkStart w:id="34" w:name="_Hlk61679716"/>
      <w:r w:rsidRPr="00EC3FF6">
        <w:rPr>
          <w:rFonts w:cs="Arial"/>
        </w:rPr>
        <w:t xml:space="preserve">De student dient een voldoende te behalen voor beroepspraktijkvorming. Daarnaast moet </w:t>
      </w:r>
      <w:r w:rsidR="00A57720">
        <w:rPr>
          <w:rFonts w:cs="Arial"/>
        </w:rPr>
        <w:t xml:space="preserve">zijn </w:t>
      </w:r>
      <w:r w:rsidRPr="00EC3FF6">
        <w:rPr>
          <w:rFonts w:cs="Arial"/>
        </w:rPr>
        <w:t>voldaan aan de verplichte BPV-uren per studiejaar. In het</w:t>
      </w:r>
      <w:r w:rsidR="00F96CB9">
        <w:rPr>
          <w:rFonts w:cs="Arial"/>
        </w:rPr>
        <w:t xml:space="preserve"> </w:t>
      </w:r>
      <w:r w:rsidR="00F96CB9" w:rsidRPr="00112C02">
        <w:rPr>
          <w:rFonts w:cs="Arial"/>
        </w:rPr>
        <w:t>document met</w:t>
      </w:r>
      <w:r w:rsidRPr="00112C02">
        <w:rPr>
          <w:rFonts w:cs="Arial"/>
        </w:rPr>
        <w:t xml:space="preserve"> BPV-</w:t>
      </w:r>
      <w:r w:rsidR="00F96CB9" w:rsidRPr="00112C02">
        <w:rPr>
          <w:rFonts w:cs="Arial"/>
        </w:rPr>
        <w:t>informatie</w:t>
      </w:r>
      <w:r w:rsidRPr="00112C02">
        <w:rPr>
          <w:rFonts w:cs="Arial"/>
        </w:rPr>
        <w:t xml:space="preserve"> geeft de opleiding aan welke beoordelingswijzen </w:t>
      </w:r>
      <w:r w:rsidR="008B3303" w:rsidRPr="00112C02">
        <w:rPr>
          <w:rFonts w:cs="Arial"/>
        </w:rPr>
        <w:t xml:space="preserve">m.b.t. de BPV </w:t>
      </w:r>
      <w:r w:rsidRPr="00112C02">
        <w:rPr>
          <w:rFonts w:cs="Arial"/>
        </w:rPr>
        <w:t>worden gehanteerd</w:t>
      </w:r>
      <w:r w:rsidR="008B3303" w:rsidRPr="00112C02">
        <w:rPr>
          <w:rFonts w:cs="Arial"/>
        </w:rPr>
        <w:t xml:space="preserve"> en wanneer een BPV voldoende is afgerond</w:t>
      </w:r>
      <w:r w:rsidRPr="00112C02">
        <w:rPr>
          <w:rFonts w:cs="Arial"/>
        </w:rPr>
        <w:t>.</w:t>
      </w:r>
    </w:p>
    <w:bookmarkEnd w:id="34"/>
    <w:p w14:paraId="2D91C432" w14:textId="77777777" w:rsidR="00F84DD8" w:rsidRPr="00112C02" w:rsidRDefault="0040235A" w:rsidP="00D4136B">
      <w:pPr>
        <w:pStyle w:val="Kop3"/>
        <w:rPr>
          <w:rFonts w:cs="Arial"/>
        </w:rPr>
      </w:pPr>
      <w:r w:rsidRPr="00112C02">
        <w:rPr>
          <w:rFonts w:cs="Arial"/>
        </w:rPr>
        <w:t>2.4.3</w:t>
      </w:r>
      <w:r w:rsidRPr="00112C02">
        <w:rPr>
          <w:rFonts w:cs="Arial"/>
        </w:rPr>
        <w:tab/>
      </w:r>
      <w:r w:rsidR="00347675" w:rsidRPr="00112C02">
        <w:rPr>
          <w:rFonts w:cs="Arial"/>
        </w:rPr>
        <w:t xml:space="preserve">Examinering </w:t>
      </w:r>
      <w:r w:rsidR="00F84DD8" w:rsidRPr="00112C02">
        <w:rPr>
          <w:rFonts w:cs="Arial"/>
        </w:rPr>
        <w:t>Keuzedelen</w:t>
      </w:r>
    </w:p>
    <w:p w14:paraId="4EC03B6D" w14:textId="64CDC886" w:rsidR="00AC5E30" w:rsidRPr="00B21171" w:rsidRDefault="2C2B9C7A" w:rsidP="00AC5E30">
      <w:pPr>
        <w:rPr>
          <w:rFonts w:cs="Arial"/>
        </w:rPr>
      </w:pPr>
      <w:bookmarkStart w:id="35" w:name="_Hlk29284040"/>
      <w:r w:rsidRPr="00112C02">
        <w:rPr>
          <w:rFonts w:cs="Arial"/>
        </w:rPr>
        <w:t>Keuzedelen moeten worden geëxamineerd. De student is verplicht deel te nemen aan het examen. Het is een voorwaarde dat er een examenresultaat</w:t>
      </w:r>
      <w:r w:rsidR="000E176C" w:rsidRPr="00112C02">
        <w:rPr>
          <w:rFonts w:cs="Arial"/>
        </w:rPr>
        <w:t xml:space="preserve"> voor een keuzedeel is,</w:t>
      </w:r>
      <w:r w:rsidR="00393D5D" w:rsidRPr="00112C02">
        <w:rPr>
          <w:rFonts w:cs="Arial"/>
        </w:rPr>
        <w:t xml:space="preserve"> uitgedrukt in cijfers 1 t/m 10</w:t>
      </w:r>
      <w:r w:rsidR="000E176C" w:rsidRPr="00112C02">
        <w:rPr>
          <w:rFonts w:cs="Arial"/>
        </w:rPr>
        <w:t>,</w:t>
      </w:r>
      <w:r w:rsidRPr="00B21171">
        <w:rPr>
          <w:rFonts w:cs="Arial"/>
        </w:rPr>
        <w:t xml:space="preserve"> aanwezig is. Het </w:t>
      </w:r>
      <w:proofErr w:type="spellStart"/>
      <w:r w:rsidRPr="00B21171">
        <w:rPr>
          <w:rFonts w:cs="Arial"/>
        </w:rPr>
        <w:t>keuzedeelexamenplan</w:t>
      </w:r>
      <w:proofErr w:type="spellEnd"/>
      <w:r w:rsidRPr="00B21171">
        <w:rPr>
          <w:rFonts w:cs="Arial"/>
        </w:rPr>
        <w:t xml:space="preserve"> (KEP) dat </w:t>
      </w:r>
      <w:r w:rsidR="00A57720" w:rsidRPr="00B21171">
        <w:rPr>
          <w:rFonts w:cs="Arial"/>
        </w:rPr>
        <w:t xml:space="preserve">bij een door de student </w:t>
      </w:r>
      <w:r w:rsidR="00354E54" w:rsidRPr="00B21171">
        <w:rPr>
          <w:rFonts w:cs="Arial"/>
        </w:rPr>
        <w:t xml:space="preserve">gekozen </w:t>
      </w:r>
      <w:r w:rsidRPr="00B21171">
        <w:rPr>
          <w:rFonts w:cs="Arial"/>
        </w:rPr>
        <w:t>keuzedeel</w:t>
      </w:r>
      <w:r w:rsidR="00354E54" w:rsidRPr="00B21171">
        <w:rPr>
          <w:rFonts w:cs="Arial"/>
        </w:rPr>
        <w:t xml:space="preserve"> behoort</w:t>
      </w:r>
      <w:r w:rsidR="001F03AC" w:rsidRPr="00B21171">
        <w:rPr>
          <w:rFonts w:cs="Arial"/>
        </w:rPr>
        <w:t>,</w:t>
      </w:r>
      <w:r w:rsidRPr="00B21171">
        <w:rPr>
          <w:rFonts w:cs="Arial"/>
        </w:rPr>
        <w:t xml:space="preserve"> </w:t>
      </w:r>
      <w:r w:rsidRPr="00B21171">
        <w:rPr>
          <w:rFonts w:cs="Arial"/>
        </w:rPr>
        <w:lastRenderedPageBreak/>
        <w:t xml:space="preserve">is beschikbaar op school. </w:t>
      </w:r>
      <w:r w:rsidR="00F36EA7" w:rsidRPr="00B21171">
        <w:rPr>
          <w:rFonts w:cs="Arial"/>
        </w:rPr>
        <w:t xml:space="preserve">Vanaf </w:t>
      </w:r>
      <w:r w:rsidR="00096F28" w:rsidRPr="00B21171">
        <w:rPr>
          <w:rFonts w:cs="Arial"/>
        </w:rPr>
        <w:t>start</w:t>
      </w:r>
      <w:r w:rsidR="00F36EA7" w:rsidRPr="00B21171">
        <w:rPr>
          <w:rFonts w:cs="Arial"/>
        </w:rPr>
        <w:t xml:space="preserve">cohort 2020/2021 </w:t>
      </w:r>
      <w:r w:rsidR="005A714B" w:rsidRPr="00B21171">
        <w:rPr>
          <w:rFonts w:cs="Arial"/>
        </w:rPr>
        <w:t xml:space="preserve">telt het behaalde </w:t>
      </w:r>
      <w:r w:rsidR="00F36EA7" w:rsidRPr="00B21171">
        <w:rPr>
          <w:rFonts w:cs="Arial"/>
        </w:rPr>
        <w:t>resulta</w:t>
      </w:r>
      <w:r w:rsidR="005A714B" w:rsidRPr="00B21171">
        <w:rPr>
          <w:rFonts w:cs="Arial"/>
        </w:rPr>
        <w:t>at</w:t>
      </w:r>
      <w:r w:rsidR="00F36EA7" w:rsidRPr="00B21171">
        <w:rPr>
          <w:rFonts w:cs="Arial"/>
        </w:rPr>
        <w:t xml:space="preserve"> voor </w:t>
      </w:r>
      <w:r w:rsidR="005A714B" w:rsidRPr="00B21171">
        <w:rPr>
          <w:rFonts w:cs="Arial"/>
        </w:rPr>
        <w:t>een</w:t>
      </w:r>
      <w:r w:rsidR="00F36EA7" w:rsidRPr="00B21171">
        <w:rPr>
          <w:rFonts w:cs="Arial"/>
        </w:rPr>
        <w:t xml:space="preserve"> keuzede</w:t>
      </w:r>
      <w:r w:rsidR="005A714B" w:rsidRPr="00B21171">
        <w:rPr>
          <w:rFonts w:cs="Arial"/>
        </w:rPr>
        <w:t>el</w:t>
      </w:r>
      <w:r w:rsidR="00F36EA7" w:rsidRPr="00B21171">
        <w:rPr>
          <w:rFonts w:cs="Arial"/>
        </w:rPr>
        <w:t xml:space="preserve"> mee in de slaag-</w:t>
      </w:r>
      <w:r w:rsidR="006057C9" w:rsidRPr="00B21171">
        <w:rPr>
          <w:rFonts w:cs="Arial"/>
        </w:rPr>
        <w:t>/</w:t>
      </w:r>
      <w:r w:rsidR="00F36EA7" w:rsidRPr="00B21171">
        <w:rPr>
          <w:rFonts w:cs="Arial"/>
        </w:rPr>
        <w:t>zakregeling</w:t>
      </w:r>
      <w:r w:rsidR="00B87195" w:rsidRPr="00B21171">
        <w:rPr>
          <w:rFonts w:cs="Arial"/>
        </w:rPr>
        <w:t>.</w:t>
      </w:r>
    </w:p>
    <w:bookmarkEnd w:id="35"/>
    <w:p w14:paraId="07663215" w14:textId="77777777" w:rsidR="00302916" w:rsidRPr="00B21171" w:rsidRDefault="00302916" w:rsidP="00AC5E30">
      <w:pPr>
        <w:rPr>
          <w:rFonts w:cs="Arial"/>
        </w:rPr>
      </w:pPr>
    </w:p>
    <w:p w14:paraId="7D82E5FA" w14:textId="569BA60A" w:rsidR="0085023D" w:rsidRPr="00B21171" w:rsidRDefault="2C2B9C7A" w:rsidP="00D4136B">
      <w:pPr>
        <w:pStyle w:val="Kop2"/>
        <w:rPr>
          <w:rFonts w:cs="Arial"/>
          <w:b w:val="0"/>
          <w:sz w:val="18"/>
          <w:szCs w:val="18"/>
        </w:rPr>
      </w:pPr>
      <w:bookmarkStart w:id="36" w:name="_Hlk29284103"/>
      <w:r w:rsidRPr="00B21171">
        <w:rPr>
          <w:rFonts w:cs="Arial"/>
        </w:rPr>
        <w:t>2.5 Noorderpoort Examenreglement</w:t>
      </w:r>
      <w:r w:rsidR="00DD17BF" w:rsidRPr="00B21171">
        <w:rPr>
          <w:rFonts w:cs="Arial"/>
        </w:rPr>
        <w:t xml:space="preserve"> </w:t>
      </w:r>
    </w:p>
    <w:p w14:paraId="22F67DAF" w14:textId="77777777" w:rsidR="00992307" w:rsidRPr="00B21171" w:rsidRDefault="2C2B9C7A" w:rsidP="00992307">
      <w:pPr>
        <w:rPr>
          <w:rFonts w:cs="Arial"/>
        </w:rPr>
      </w:pPr>
      <w:bookmarkStart w:id="37" w:name="_Hlk941246"/>
      <w:r w:rsidRPr="00B21171">
        <w:rPr>
          <w:rFonts w:cs="Arial"/>
        </w:rPr>
        <w:t>Bij de examenregeling van de opleiding hoort het </w:t>
      </w:r>
      <w:hyperlink r:id="rId24" w:history="1">
        <w:r w:rsidR="00092E1E" w:rsidRPr="00B21171">
          <w:rPr>
            <w:rStyle w:val="Hyperlink"/>
            <w:color w:val="FFC000"/>
          </w:rPr>
          <w:t>Noorderpoort Examenreglement</w:t>
        </w:r>
      </w:hyperlink>
      <w:r w:rsidRPr="00B21171">
        <w:rPr>
          <w:rFonts w:cs="Arial"/>
        </w:rPr>
        <w:t>. </w:t>
      </w:r>
    </w:p>
    <w:p w14:paraId="6979CA8E" w14:textId="32629F18" w:rsidR="00E67A29" w:rsidRPr="00B21171" w:rsidRDefault="00354E54" w:rsidP="00992307">
      <w:pPr>
        <w:rPr>
          <w:rFonts w:cs="Arial"/>
        </w:rPr>
      </w:pPr>
      <w:r w:rsidRPr="00B21171">
        <w:rPr>
          <w:rFonts w:cs="Arial"/>
        </w:rPr>
        <w:t>Hierin</w:t>
      </w:r>
      <w:r w:rsidR="00E67A29" w:rsidRPr="00B21171">
        <w:rPr>
          <w:rFonts w:cs="Arial"/>
        </w:rPr>
        <w:t xml:space="preserve"> </w:t>
      </w:r>
      <w:r w:rsidRPr="00B21171">
        <w:rPr>
          <w:rFonts w:cs="Arial"/>
        </w:rPr>
        <w:t xml:space="preserve">heeft </w:t>
      </w:r>
      <w:r w:rsidR="00E67A29" w:rsidRPr="00B21171">
        <w:rPr>
          <w:rFonts w:cs="Arial"/>
        </w:rPr>
        <w:t>Noorderpoort de wettelijke examenbepalingen uit</w:t>
      </w:r>
      <w:r w:rsidRPr="00B21171">
        <w:rPr>
          <w:rFonts w:cs="Arial"/>
        </w:rPr>
        <w:t>gewerkt</w:t>
      </w:r>
      <w:r w:rsidR="00E67A29" w:rsidRPr="00B21171">
        <w:rPr>
          <w:rFonts w:cs="Arial"/>
        </w:rPr>
        <w:t xml:space="preserve"> met regels en procedures voor de organisatie en beoordeling van examens.</w:t>
      </w:r>
      <w:r w:rsidR="002363F1" w:rsidRPr="00B21171">
        <w:rPr>
          <w:rFonts w:cs="Arial"/>
        </w:rPr>
        <w:t xml:space="preserve"> </w:t>
      </w:r>
      <w:r w:rsidR="00E67A29" w:rsidRPr="00B21171">
        <w:rPr>
          <w:rFonts w:cs="Arial"/>
        </w:rPr>
        <w:t xml:space="preserve">Deze </w:t>
      </w:r>
      <w:r w:rsidR="002363F1" w:rsidRPr="00B21171">
        <w:rPr>
          <w:rFonts w:cs="Arial"/>
        </w:rPr>
        <w:t xml:space="preserve">regels </w:t>
      </w:r>
      <w:r w:rsidR="00E67A29" w:rsidRPr="00B21171">
        <w:rPr>
          <w:rFonts w:cs="Arial"/>
        </w:rPr>
        <w:t>gelden voor alle beroepsopleidingen en educatie.</w:t>
      </w:r>
    </w:p>
    <w:p w14:paraId="6D4A4BB1" w14:textId="4D23847D" w:rsidR="009617D0" w:rsidRPr="00B21171" w:rsidRDefault="00354E54" w:rsidP="2C2B9C7A">
      <w:pPr>
        <w:pStyle w:val="Geenafstand"/>
        <w:rPr>
          <w:sz w:val="20"/>
          <w:szCs w:val="20"/>
        </w:rPr>
      </w:pPr>
      <w:r w:rsidRPr="00B21171">
        <w:rPr>
          <w:sz w:val="20"/>
          <w:szCs w:val="20"/>
        </w:rPr>
        <w:t xml:space="preserve">Ook bevat het reglement de </w:t>
      </w:r>
      <w:r w:rsidR="009617D0" w:rsidRPr="00B21171">
        <w:rPr>
          <w:sz w:val="20"/>
          <w:szCs w:val="20"/>
        </w:rPr>
        <w:t xml:space="preserve">regels </w:t>
      </w:r>
      <w:r w:rsidR="002442E8" w:rsidRPr="00B21171">
        <w:rPr>
          <w:sz w:val="20"/>
          <w:szCs w:val="20"/>
        </w:rPr>
        <w:t>voor</w:t>
      </w:r>
      <w:r w:rsidR="2C2B9C7A" w:rsidRPr="00B21171">
        <w:rPr>
          <w:sz w:val="20"/>
          <w:szCs w:val="20"/>
        </w:rPr>
        <w:t xml:space="preserve"> </w:t>
      </w:r>
      <w:r w:rsidR="002442E8" w:rsidRPr="00B21171">
        <w:rPr>
          <w:sz w:val="20"/>
          <w:szCs w:val="20"/>
        </w:rPr>
        <w:t xml:space="preserve">vrijstellingen, </w:t>
      </w:r>
      <w:r w:rsidR="2C2B9C7A" w:rsidRPr="00B21171">
        <w:rPr>
          <w:sz w:val="20"/>
          <w:szCs w:val="20"/>
        </w:rPr>
        <w:t>fraude of te laat komen</w:t>
      </w:r>
      <w:r w:rsidR="002363F1" w:rsidRPr="00B21171">
        <w:rPr>
          <w:sz w:val="20"/>
          <w:szCs w:val="20"/>
        </w:rPr>
        <w:t xml:space="preserve"> bij een examen</w:t>
      </w:r>
      <w:r w:rsidRPr="00B21171">
        <w:rPr>
          <w:sz w:val="20"/>
          <w:szCs w:val="20"/>
        </w:rPr>
        <w:t xml:space="preserve"> en d</w:t>
      </w:r>
      <w:r w:rsidR="009617D0" w:rsidRPr="00B21171">
        <w:rPr>
          <w:sz w:val="20"/>
          <w:szCs w:val="20"/>
        </w:rPr>
        <w:t>e procedure van bezwaar en beroep.</w:t>
      </w:r>
    </w:p>
    <w:p w14:paraId="647C52DF" w14:textId="4AFD002C" w:rsidR="00AC5E30" w:rsidRPr="00B21171" w:rsidRDefault="00354E54" w:rsidP="2C2B9C7A">
      <w:pPr>
        <w:pStyle w:val="Geenafstand"/>
        <w:rPr>
          <w:sz w:val="20"/>
          <w:szCs w:val="20"/>
        </w:rPr>
      </w:pPr>
      <w:r w:rsidRPr="00B21171">
        <w:rPr>
          <w:sz w:val="20"/>
          <w:szCs w:val="20"/>
        </w:rPr>
        <w:t>E</w:t>
      </w:r>
      <w:r w:rsidR="00E67A29" w:rsidRPr="00B21171">
        <w:rPr>
          <w:sz w:val="20"/>
          <w:szCs w:val="20"/>
        </w:rPr>
        <w:t xml:space="preserve">nkele belangrijke regels en procedures </w:t>
      </w:r>
      <w:r w:rsidRPr="00B21171">
        <w:rPr>
          <w:sz w:val="20"/>
          <w:szCs w:val="20"/>
        </w:rPr>
        <w:t>worden hieronder beknopt beschreven</w:t>
      </w:r>
      <w:r w:rsidR="2C2B9C7A" w:rsidRPr="00B21171">
        <w:rPr>
          <w:sz w:val="20"/>
          <w:szCs w:val="20"/>
        </w:rPr>
        <w:t>.  </w:t>
      </w:r>
    </w:p>
    <w:bookmarkEnd w:id="37"/>
    <w:p w14:paraId="1299F33F" w14:textId="77777777" w:rsidR="0085023D" w:rsidRPr="00B21171" w:rsidRDefault="2C2B9C7A" w:rsidP="00D4136B">
      <w:pPr>
        <w:pStyle w:val="Kop3"/>
        <w:rPr>
          <w:rFonts w:cs="Arial"/>
        </w:rPr>
      </w:pPr>
      <w:r w:rsidRPr="00B21171">
        <w:rPr>
          <w:rFonts w:cs="Arial"/>
        </w:rPr>
        <w:t>2.5.1 Vrijstellingen</w:t>
      </w:r>
    </w:p>
    <w:p w14:paraId="7575E46C" w14:textId="77777777" w:rsidR="00092E1E" w:rsidRPr="00B21171" w:rsidRDefault="2C2B9C7A" w:rsidP="00092E1E">
      <w:pPr>
        <w:rPr>
          <w:color w:val="FFC000"/>
        </w:rPr>
      </w:pPr>
      <w:r w:rsidRPr="00B21171">
        <w:t xml:space="preserve">Voor vrijstellingen kan bij de schoolexamencommissie een aanvraag worden ingediend. De procedure </w:t>
      </w:r>
      <w:r w:rsidR="002442E8" w:rsidRPr="00B21171">
        <w:t xml:space="preserve">en de wettelijke regels voor het verlenen van vrijstellingen </w:t>
      </w:r>
      <w:r w:rsidRPr="00B21171">
        <w:t>staa</w:t>
      </w:r>
      <w:r w:rsidR="002442E8" w:rsidRPr="00B21171">
        <w:t>n</w:t>
      </w:r>
      <w:r w:rsidRPr="00B21171">
        <w:t xml:space="preserve"> in het </w:t>
      </w:r>
      <w:bookmarkStart w:id="38" w:name="_Hlk29289039"/>
      <w:r w:rsidR="005F0E8E" w:rsidRPr="00B21171">
        <w:fldChar w:fldCharType="begin"/>
      </w:r>
      <w:r w:rsidR="005F0E8E" w:rsidRPr="00B21171">
        <w:instrText xml:space="preserve"> HYPERLINK "https://npcg.sharepoint.com/sites/pubdocs/Publicatie%20doc%20Studenten/Gedeelde%20%20documenten/Weten%20en%20Regelen/Wetten%20en%20regeltjes/Noorderpoort%20Examenreglement%20mbo.pdf" </w:instrText>
      </w:r>
      <w:r w:rsidR="005F0E8E" w:rsidRPr="00B21171">
        <w:fldChar w:fldCharType="separate"/>
      </w:r>
      <w:r w:rsidR="00092E1E" w:rsidRPr="00B21171">
        <w:rPr>
          <w:rStyle w:val="Hyperlink"/>
          <w:color w:val="FFC000"/>
        </w:rPr>
        <w:t>Noorderpoort Examenreglement</w:t>
      </w:r>
      <w:r w:rsidR="005F0E8E" w:rsidRPr="00B21171">
        <w:rPr>
          <w:rStyle w:val="Hyperlink"/>
          <w:color w:val="FFC000"/>
        </w:rPr>
        <w:fldChar w:fldCharType="end"/>
      </w:r>
      <w:r w:rsidR="00092E1E" w:rsidRPr="00B21171">
        <w:rPr>
          <w:color w:val="FFC000"/>
        </w:rPr>
        <w:t xml:space="preserve"> </w:t>
      </w:r>
      <w:bookmarkEnd w:id="38"/>
      <w:r w:rsidR="00092E1E" w:rsidRPr="00B21171">
        <w:rPr>
          <w:color w:val="FFC000"/>
        </w:rPr>
        <w:t xml:space="preserve"> </w:t>
      </w:r>
    </w:p>
    <w:p w14:paraId="2AC24F90" w14:textId="16953744" w:rsidR="00AC5E30" w:rsidRPr="00B21171" w:rsidRDefault="00DD17BF" w:rsidP="2C2B9C7A">
      <w:pPr>
        <w:pStyle w:val="Geenafstand"/>
        <w:rPr>
          <w:sz w:val="20"/>
          <w:szCs w:val="20"/>
        </w:rPr>
      </w:pPr>
      <w:r w:rsidRPr="00B21171">
        <w:rPr>
          <w:sz w:val="20"/>
          <w:szCs w:val="20"/>
        </w:rPr>
        <w:t>in paragraaf 1.7</w:t>
      </w:r>
      <w:r w:rsidR="2C2B9C7A" w:rsidRPr="00B21171">
        <w:rPr>
          <w:sz w:val="20"/>
          <w:szCs w:val="20"/>
        </w:rPr>
        <w:t xml:space="preserve">.  </w:t>
      </w:r>
    </w:p>
    <w:p w14:paraId="06AD7831" w14:textId="77777777" w:rsidR="0085023D" w:rsidRPr="00B21171" w:rsidRDefault="2C2B9C7A" w:rsidP="00D4136B">
      <w:pPr>
        <w:pStyle w:val="Kop3"/>
        <w:rPr>
          <w:rFonts w:cs="Arial"/>
        </w:rPr>
      </w:pPr>
      <w:r w:rsidRPr="00B21171">
        <w:rPr>
          <w:rFonts w:cs="Arial"/>
        </w:rPr>
        <w:t>2.5.2 Aangepaste examinering</w:t>
      </w:r>
    </w:p>
    <w:p w14:paraId="0AC3876B" w14:textId="6E589251" w:rsidR="00092E1E" w:rsidRPr="00B21171" w:rsidRDefault="2C2B9C7A" w:rsidP="00092E1E">
      <w:pPr>
        <w:rPr>
          <w:color w:val="FFC000"/>
        </w:rPr>
      </w:pPr>
      <w:r w:rsidRPr="00B21171">
        <w:t xml:space="preserve">Indien er sprake is van </w:t>
      </w:r>
      <w:r w:rsidRPr="00B850F4">
        <w:t xml:space="preserve">een leerbeperking, </w:t>
      </w:r>
      <w:r w:rsidR="009617D0" w:rsidRPr="00B850F4">
        <w:t>dan</w:t>
      </w:r>
      <w:r w:rsidR="009617D0" w:rsidRPr="00B21171">
        <w:t xml:space="preserve"> </w:t>
      </w:r>
      <w:r w:rsidRPr="00B21171">
        <w:t xml:space="preserve">kan bij de schoolexamencommissie middels een aanvraagformulier een verzoek tot aangepaste examinering worden ingediend. </w:t>
      </w:r>
      <w:r w:rsidR="00092E1E" w:rsidRPr="00B21171">
        <w:t xml:space="preserve">Zie </w:t>
      </w:r>
      <w:hyperlink r:id="rId25" w:history="1">
        <w:r w:rsidR="00092E1E" w:rsidRPr="00B21171">
          <w:rPr>
            <w:rStyle w:val="Hyperlink"/>
            <w:color w:val="FFC000"/>
          </w:rPr>
          <w:t>Noorderpoort Examenreglement</w:t>
        </w:r>
      </w:hyperlink>
      <w:r w:rsidR="00092E1E" w:rsidRPr="00B21171">
        <w:rPr>
          <w:color w:val="FFC000"/>
        </w:rPr>
        <w:t>.</w:t>
      </w:r>
    </w:p>
    <w:p w14:paraId="56F2204A" w14:textId="77777777" w:rsidR="00092E1E" w:rsidRPr="00B21171" w:rsidRDefault="00092E1E" w:rsidP="00092E1E">
      <w:pPr>
        <w:rPr>
          <w:color w:val="FFC000"/>
        </w:rPr>
      </w:pPr>
    </w:p>
    <w:p w14:paraId="78C28600" w14:textId="13DFC634" w:rsidR="0085023D" w:rsidRPr="00B21171" w:rsidRDefault="2C2B9C7A" w:rsidP="00092E1E">
      <w:pPr>
        <w:pStyle w:val="Geenafstand"/>
        <w:rPr>
          <w:b/>
          <w:sz w:val="20"/>
          <w:szCs w:val="20"/>
        </w:rPr>
      </w:pPr>
      <w:r w:rsidRPr="00B21171">
        <w:rPr>
          <w:b/>
          <w:sz w:val="20"/>
          <w:szCs w:val="20"/>
        </w:rPr>
        <w:t>2.5.3 Toelating extraneus tot examen</w:t>
      </w:r>
    </w:p>
    <w:p w14:paraId="51BAE189" w14:textId="62EEE6AF" w:rsidR="00AC5E30" w:rsidRPr="00B21171" w:rsidRDefault="2C2B9C7A" w:rsidP="00092E1E">
      <w:r w:rsidRPr="00B21171">
        <w:t>Iemand die uitsluitend tot de examenvoorziening toegelaten wenst te worden, kan zich als examendeelnemer laten inschrijven. Aan de inschrijving worden voorwaarden gesteld en er zijn kosten aan verbonden</w:t>
      </w:r>
      <w:r w:rsidR="00092E1E" w:rsidRPr="00B21171">
        <w:t xml:space="preserve">. De examendeelnemer tekent hiervoor een specifieke examenovereenkomst. De specifieke regelgeving staat in het </w:t>
      </w:r>
      <w:hyperlink r:id="rId26" w:history="1">
        <w:r w:rsidR="00092E1E" w:rsidRPr="00B21171">
          <w:rPr>
            <w:rStyle w:val="Hyperlink"/>
            <w:color w:val="FFC000"/>
          </w:rPr>
          <w:t>Noorderpoort Examenreglement</w:t>
        </w:r>
      </w:hyperlink>
      <w:r w:rsidRPr="00B21171">
        <w:t xml:space="preserve">. </w:t>
      </w:r>
    </w:p>
    <w:p w14:paraId="4EF03722" w14:textId="3984E2C2" w:rsidR="0085023D" w:rsidRPr="00B21171" w:rsidRDefault="2C2B9C7A" w:rsidP="00D4136B">
      <w:pPr>
        <w:pStyle w:val="Kop3"/>
        <w:rPr>
          <w:rFonts w:cs="Arial"/>
        </w:rPr>
      </w:pPr>
      <w:r w:rsidRPr="00B21171">
        <w:rPr>
          <w:rFonts w:cs="Arial"/>
        </w:rPr>
        <w:t xml:space="preserve">2.5.4 Regels voor </w:t>
      </w:r>
      <w:r w:rsidR="00613C8D" w:rsidRPr="00B21171">
        <w:rPr>
          <w:rFonts w:cs="Arial"/>
        </w:rPr>
        <w:t xml:space="preserve">het aantal examengelegenheden en </w:t>
      </w:r>
      <w:r w:rsidRPr="00B21171">
        <w:rPr>
          <w:rFonts w:cs="Arial"/>
        </w:rPr>
        <w:t>her</w:t>
      </w:r>
      <w:r w:rsidR="00613C8D" w:rsidRPr="00B21171">
        <w:rPr>
          <w:rFonts w:cs="Arial"/>
        </w:rPr>
        <w:t>kans</w:t>
      </w:r>
      <w:r w:rsidR="00495055" w:rsidRPr="00B21171">
        <w:rPr>
          <w:rFonts w:cs="Arial"/>
        </w:rPr>
        <w:t>ingen</w:t>
      </w:r>
    </w:p>
    <w:p w14:paraId="03E8CCAE" w14:textId="2674B476" w:rsidR="003A708F" w:rsidRPr="00B21171" w:rsidRDefault="00495055" w:rsidP="003A708F">
      <w:pPr>
        <w:rPr>
          <w:color w:val="FFC000"/>
        </w:rPr>
      </w:pPr>
      <w:bookmarkStart w:id="39" w:name="_Hlk61679862"/>
      <w:r w:rsidRPr="00112C02">
        <w:t xml:space="preserve">Het </w:t>
      </w:r>
      <w:r w:rsidR="00D34771" w:rsidRPr="00112C02">
        <w:t xml:space="preserve">minimale </w:t>
      </w:r>
      <w:r w:rsidRPr="00112C02">
        <w:t>aantal examengelegenheden en h</w:t>
      </w:r>
      <w:r w:rsidR="006A7F9A" w:rsidRPr="00112C02">
        <w:t xml:space="preserve">et recht op herkansing wordt geregeld in het </w:t>
      </w:r>
      <w:hyperlink r:id="rId27" w:history="1">
        <w:r w:rsidR="003A708F" w:rsidRPr="00112C02">
          <w:rPr>
            <w:rStyle w:val="Hyperlink"/>
            <w:color w:val="FFC000"/>
          </w:rPr>
          <w:t>Noorderpoort Examenreglement</w:t>
        </w:r>
      </w:hyperlink>
      <w:r w:rsidR="003A708F" w:rsidRPr="00B21171">
        <w:rPr>
          <w:color w:val="FFC000"/>
        </w:rPr>
        <w:t xml:space="preserve">  </w:t>
      </w:r>
    </w:p>
    <w:bookmarkEnd w:id="39"/>
    <w:p w14:paraId="10E9AAC4" w14:textId="5289F3A6" w:rsidR="0085023D" w:rsidRPr="00B21171" w:rsidRDefault="2C2B9C7A" w:rsidP="00613C8D">
      <w:pPr>
        <w:pStyle w:val="Kop3"/>
        <w:rPr>
          <w:rFonts w:cs="Arial"/>
        </w:rPr>
      </w:pPr>
      <w:r w:rsidRPr="00B21171">
        <w:rPr>
          <w:rFonts w:cs="Arial"/>
        </w:rPr>
        <w:t>2.5.5 Bezwaar en beroep</w:t>
      </w:r>
    </w:p>
    <w:p w14:paraId="3BF967DA" w14:textId="6F8C3577" w:rsidR="00AC5E30" w:rsidRPr="00EC3FF6" w:rsidRDefault="2C2B9C7A" w:rsidP="00495055">
      <w:r w:rsidRPr="00B21171">
        <w:t xml:space="preserve">Indien een student het niet eens is met de uitslag van het examen kan hij/zij bezwaar maken bij de </w:t>
      </w:r>
      <w:r w:rsidR="006437B6" w:rsidRPr="00B21171">
        <w:t>school</w:t>
      </w:r>
      <w:r w:rsidRPr="00B21171">
        <w:t xml:space="preserve">examencommissie en/of in beroep gaan bij de commissie van beroep. </w:t>
      </w:r>
      <w:bookmarkStart w:id="40" w:name="_Hlk536088657"/>
      <w:r w:rsidR="000F1613" w:rsidRPr="00B21171">
        <w:t xml:space="preserve">In het </w:t>
      </w:r>
      <w:hyperlink r:id="rId28" w:history="1">
        <w:r w:rsidR="00495055" w:rsidRPr="00B21171">
          <w:rPr>
            <w:rStyle w:val="Hyperlink"/>
            <w:color w:val="FFC000"/>
          </w:rPr>
          <w:t>Noorderpoort Examenreglement</w:t>
        </w:r>
      </w:hyperlink>
      <w:r w:rsidR="00495055" w:rsidRPr="00B21171">
        <w:rPr>
          <w:color w:val="FFC000"/>
        </w:rPr>
        <w:t xml:space="preserve"> </w:t>
      </w:r>
      <w:r w:rsidR="00C4439B" w:rsidRPr="00B21171">
        <w:t>staan de procedures v</w:t>
      </w:r>
      <w:r w:rsidRPr="00B21171">
        <w:t xml:space="preserve">oor </w:t>
      </w:r>
      <w:r w:rsidR="00C4439B" w:rsidRPr="00B21171">
        <w:t>bezwaar en beroep</w:t>
      </w:r>
      <w:r w:rsidRPr="00B21171">
        <w:t>.</w:t>
      </w:r>
      <w:r w:rsidRPr="00EC3FF6">
        <w:t>   </w:t>
      </w:r>
      <w:bookmarkEnd w:id="33"/>
      <w:r w:rsidRPr="00EC3FF6">
        <w:t xml:space="preserve"> </w:t>
      </w:r>
    </w:p>
    <w:bookmarkEnd w:id="36"/>
    <w:bookmarkEnd w:id="40"/>
    <w:p w14:paraId="583BC263" w14:textId="77777777" w:rsidR="0085023D" w:rsidRPr="00EC3FF6" w:rsidRDefault="0085023D" w:rsidP="0085023D">
      <w:pPr>
        <w:pStyle w:val="Geenafstand"/>
        <w:rPr>
          <w:sz w:val="20"/>
          <w:szCs w:val="20"/>
        </w:rPr>
      </w:pPr>
    </w:p>
    <w:sectPr w:rsidR="0085023D" w:rsidRPr="00EC3FF6"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5365B" w14:textId="77777777" w:rsidR="001E77A7" w:rsidRDefault="001E77A7">
      <w:r>
        <w:separator/>
      </w:r>
    </w:p>
  </w:endnote>
  <w:endnote w:type="continuationSeparator" w:id="0">
    <w:p w14:paraId="2C9791BB" w14:textId="77777777" w:rsidR="001E77A7" w:rsidRDefault="001E7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AC23" w14:textId="77777777" w:rsidR="006C5543" w:rsidRDefault="006C554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6C5543" w:rsidRDefault="006C554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743902DE" w14:textId="1F9D7D86" w:rsidR="006C5543" w:rsidRDefault="006C5543" w:rsidP="00932506">
        <w:pPr>
          <w:pStyle w:val="Voettekst"/>
          <w:jc w:val="center"/>
        </w:pPr>
        <w:r>
          <w:t xml:space="preserve">                                                           OER startcohort 2021-2022                                                                           </w:t>
        </w:r>
        <w:r>
          <w:fldChar w:fldCharType="begin"/>
        </w:r>
        <w:r>
          <w:instrText>PAGE   \* MERGEFORMAT</w:instrText>
        </w:r>
        <w:r>
          <w:fldChar w:fldCharType="separate"/>
        </w:r>
        <w:r>
          <w:rPr>
            <w:noProof/>
          </w:rPr>
          <w:t>13</w:t>
        </w:r>
        <w:r>
          <w:fldChar w:fldCharType="end"/>
        </w:r>
      </w:p>
    </w:sdtContent>
  </w:sdt>
  <w:p w14:paraId="77070297" w14:textId="77777777" w:rsidR="006C5543" w:rsidRDefault="006C5543">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EF67A" w14:textId="77777777" w:rsidR="001E77A7" w:rsidRDefault="001E77A7">
      <w:r>
        <w:separator/>
      </w:r>
    </w:p>
  </w:footnote>
  <w:footnote w:type="continuationSeparator" w:id="0">
    <w:p w14:paraId="58B7FF5C" w14:textId="77777777" w:rsidR="001E77A7" w:rsidRDefault="001E77A7">
      <w:r>
        <w:continuationSeparator/>
      </w:r>
    </w:p>
  </w:footnote>
  <w:footnote w:id="1">
    <w:p w14:paraId="48110277" w14:textId="1D663EB6" w:rsidR="11526A2C" w:rsidRDefault="11526A2C" w:rsidP="11526A2C">
      <w:pPr>
        <w:pStyle w:val="Voetnoottekst"/>
      </w:pPr>
      <w:r w:rsidRPr="11526A2C">
        <w:rPr>
          <w:rStyle w:val="Voetnootmarkering"/>
          <w:rFonts w:ascii="Arial" w:eastAsia="Arial" w:hAnsi="Arial" w:cs="Arial"/>
          <w:sz w:val="19"/>
          <w:szCs w:val="19"/>
        </w:rPr>
        <w:footnoteRef/>
      </w:r>
      <w:r w:rsidRPr="11526A2C">
        <w:rPr>
          <w:rFonts w:ascii="Arial" w:eastAsia="Arial" w:hAnsi="Arial" w:cs="Arial"/>
          <w:sz w:val="19"/>
          <w:szCs w:val="19"/>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11A8" w14:textId="77777777" w:rsidR="006C5543" w:rsidRDefault="006C554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8"/>
  </w:num>
  <w:num w:numId="4">
    <w:abstractNumId w:val="10"/>
  </w:num>
  <w:num w:numId="5">
    <w:abstractNumId w:val="15"/>
  </w:num>
  <w:num w:numId="6">
    <w:abstractNumId w:val="13"/>
  </w:num>
  <w:num w:numId="7">
    <w:abstractNumId w:val="19"/>
  </w:num>
  <w:num w:numId="8">
    <w:abstractNumId w:val="9"/>
  </w:num>
  <w:num w:numId="9">
    <w:abstractNumId w:val="5"/>
  </w:num>
  <w:num w:numId="10">
    <w:abstractNumId w:val="6"/>
  </w:num>
  <w:num w:numId="11">
    <w:abstractNumId w:val="1"/>
  </w:num>
  <w:num w:numId="12">
    <w:abstractNumId w:val="3"/>
  </w:num>
  <w:num w:numId="13">
    <w:abstractNumId w:val="20"/>
  </w:num>
  <w:num w:numId="14">
    <w:abstractNumId w:val="11"/>
  </w:num>
  <w:num w:numId="15">
    <w:abstractNumId w:val="4"/>
  </w:num>
  <w:num w:numId="16">
    <w:abstractNumId w:val="0"/>
  </w:num>
  <w:num w:numId="17">
    <w:abstractNumId w:val="12"/>
  </w:num>
  <w:num w:numId="18">
    <w:abstractNumId w:val="8"/>
  </w:num>
  <w:num w:numId="19">
    <w:abstractNumId w:val="21"/>
  </w:num>
  <w:num w:numId="20">
    <w:abstractNumId w:val="16"/>
  </w:num>
  <w:num w:numId="21">
    <w:abstractNumId w:val="2"/>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0B22"/>
    <w:rsid w:val="000025B9"/>
    <w:rsid w:val="000039D7"/>
    <w:rsid w:val="00004AF7"/>
    <w:rsid w:val="000050C4"/>
    <w:rsid w:val="00005425"/>
    <w:rsid w:val="00006120"/>
    <w:rsid w:val="000101A4"/>
    <w:rsid w:val="000118AC"/>
    <w:rsid w:val="00011EE9"/>
    <w:rsid w:val="0001286A"/>
    <w:rsid w:val="00014D22"/>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039"/>
    <w:rsid w:val="00054371"/>
    <w:rsid w:val="00055F45"/>
    <w:rsid w:val="0005703E"/>
    <w:rsid w:val="00060CA3"/>
    <w:rsid w:val="00061C79"/>
    <w:rsid w:val="00062114"/>
    <w:rsid w:val="00064AA2"/>
    <w:rsid w:val="000654C7"/>
    <w:rsid w:val="000676C4"/>
    <w:rsid w:val="000745FD"/>
    <w:rsid w:val="00075062"/>
    <w:rsid w:val="0007640A"/>
    <w:rsid w:val="00077D1D"/>
    <w:rsid w:val="00077EB1"/>
    <w:rsid w:val="00080414"/>
    <w:rsid w:val="0008108C"/>
    <w:rsid w:val="000822F2"/>
    <w:rsid w:val="0008245C"/>
    <w:rsid w:val="0008408E"/>
    <w:rsid w:val="00085DBB"/>
    <w:rsid w:val="00086C17"/>
    <w:rsid w:val="000901F4"/>
    <w:rsid w:val="00090AE5"/>
    <w:rsid w:val="00091CB0"/>
    <w:rsid w:val="00092E1E"/>
    <w:rsid w:val="000930CF"/>
    <w:rsid w:val="00093AC7"/>
    <w:rsid w:val="00095EEB"/>
    <w:rsid w:val="00096E87"/>
    <w:rsid w:val="00096F28"/>
    <w:rsid w:val="000A1CC8"/>
    <w:rsid w:val="000A1CE5"/>
    <w:rsid w:val="000A2F8C"/>
    <w:rsid w:val="000A4CA7"/>
    <w:rsid w:val="000A5318"/>
    <w:rsid w:val="000A5779"/>
    <w:rsid w:val="000A6066"/>
    <w:rsid w:val="000A7DE2"/>
    <w:rsid w:val="000B5D58"/>
    <w:rsid w:val="000C0994"/>
    <w:rsid w:val="000C0B9A"/>
    <w:rsid w:val="000C2158"/>
    <w:rsid w:val="000C29B7"/>
    <w:rsid w:val="000C3D11"/>
    <w:rsid w:val="000C65B0"/>
    <w:rsid w:val="000C66B9"/>
    <w:rsid w:val="000C68EE"/>
    <w:rsid w:val="000D05CD"/>
    <w:rsid w:val="000D111C"/>
    <w:rsid w:val="000D1675"/>
    <w:rsid w:val="000D1AD3"/>
    <w:rsid w:val="000D2458"/>
    <w:rsid w:val="000D25F5"/>
    <w:rsid w:val="000D2F9D"/>
    <w:rsid w:val="000D3DA6"/>
    <w:rsid w:val="000D45E0"/>
    <w:rsid w:val="000D46D6"/>
    <w:rsid w:val="000D7224"/>
    <w:rsid w:val="000D734B"/>
    <w:rsid w:val="000E1391"/>
    <w:rsid w:val="000E176C"/>
    <w:rsid w:val="000E374F"/>
    <w:rsid w:val="000E6DA9"/>
    <w:rsid w:val="000E7AB8"/>
    <w:rsid w:val="000F0389"/>
    <w:rsid w:val="000F1613"/>
    <w:rsid w:val="000F1B0E"/>
    <w:rsid w:val="000F3169"/>
    <w:rsid w:val="000F3BF2"/>
    <w:rsid w:val="000F5A18"/>
    <w:rsid w:val="000F670C"/>
    <w:rsid w:val="000F77A7"/>
    <w:rsid w:val="001002B1"/>
    <w:rsid w:val="00101A51"/>
    <w:rsid w:val="00101E84"/>
    <w:rsid w:val="001027B9"/>
    <w:rsid w:val="00102E21"/>
    <w:rsid w:val="00103268"/>
    <w:rsid w:val="0010374D"/>
    <w:rsid w:val="001056CA"/>
    <w:rsid w:val="00105DD9"/>
    <w:rsid w:val="001065C5"/>
    <w:rsid w:val="00106AE0"/>
    <w:rsid w:val="0010740F"/>
    <w:rsid w:val="00107C2A"/>
    <w:rsid w:val="0011017E"/>
    <w:rsid w:val="00110D49"/>
    <w:rsid w:val="001129C3"/>
    <w:rsid w:val="00112C02"/>
    <w:rsid w:val="00112DEB"/>
    <w:rsid w:val="001147D6"/>
    <w:rsid w:val="00114DA9"/>
    <w:rsid w:val="00114EC3"/>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1013"/>
    <w:rsid w:val="001318F0"/>
    <w:rsid w:val="001322C0"/>
    <w:rsid w:val="0013439D"/>
    <w:rsid w:val="00134997"/>
    <w:rsid w:val="001354C3"/>
    <w:rsid w:val="00136113"/>
    <w:rsid w:val="00136C39"/>
    <w:rsid w:val="00136CF5"/>
    <w:rsid w:val="0013783C"/>
    <w:rsid w:val="001411DE"/>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583"/>
    <w:rsid w:val="001B282A"/>
    <w:rsid w:val="001B2EB0"/>
    <w:rsid w:val="001B33B2"/>
    <w:rsid w:val="001B4A46"/>
    <w:rsid w:val="001B4B68"/>
    <w:rsid w:val="001B59E0"/>
    <w:rsid w:val="001B63A8"/>
    <w:rsid w:val="001B68BF"/>
    <w:rsid w:val="001B6A5A"/>
    <w:rsid w:val="001C0F99"/>
    <w:rsid w:val="001C20BD"/>
    <w:rsid w:val="001C2151"/>
    <w:rsid w:val="001C5CFF"/>
    <w:rsid w:val="001C7233"/>
    <w:rsid w:val="001D252F"/>
    <w:rsid w:val="001D2EAF"/>
    <w:rsid w:val="001D4C83"/>
    <w:rsid w:val="001D607C"/>
    <w:rsid w:val="001E016E"/>
    <w:rsid w:val="001E06C0"/>
    <w:rsid w:val="001E4AE3"/>
    <w:rsid w:val="001E598A"/>
    <w:rsid w:val="001E77A7"/>
    <w:rsid w:val="001E7CEB"/>
    <w:rsid w:val="001F03AC"/>
    <w:rsid w:val="001F1158"/>
    <w:rsid w:val="001F25EA"/>
    <w:rsid w:val="001F2B1B"/>
    <w:rsid w:val="001F60A3"/>
    <w:rsid w:val="001F7251"/>
    <w:rsid w:val="001F73BF"/>
    <w:rsid w:val="00200066"/>
    <w:rsid w:val="00201DA9"/>
    <w:rsid w:val="00202DB0"/>
    <w:rsid w:val="002053E8"/>
    <w:rsid w:val="00205990"/>
    <w:rsid w:val="00206442"/>
    <w:rsid w:val="002069E9"/>
    <w:rsid w:val="002106A4"/>
    <w:rsid w:val="0021094A"/>
    <w:rsid w:val="002134C1"/>
    <w:rsid w:val="00213680"/>
    <w:rsid w:val="00221748"/>
    <w:rsid w:val="0022334B"/>
    <w:rsid w:val="00224FBF"/>
    <w:rsid w:val="002258F3"/>
    <w:rsid w:val="0022781D"/>
    <w:rsid w:val="002305C3"/>
    <w:rsid w:val="002338CF"/>
    <w:rsid w:val="00234E8F"/>
    <w:rsid w:val="002363F1"/>
    <w:rsid w:val="0024097D"/>
    <w:rsid w:val="002409B4"/>
    <w:rsid w:val="002417FA"/>
    <w:rsid w:val="00242206"/>
    <w:rsid w:val="0024283A"/>
    <w:rsid w:val="002442E8"/>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97AE3"/>
    <w:rsid w:val="002A17A4"/>
    <w:rsid w:val="002A4250"/>
    <w:rsid w:val="002A4D96"/>
    <w:rsid w:val="002A5C14"/>
    <w:rsid w:val="002B1BD9"/>
    <w:rsid w:val="002B2045"/>
    <w:rsid w:val="002B31A8"/>
    <w:rsid w:val="002B385F"/>
    <w:rsid w:val="002B5828"/>
    <w:rsid w:val="002B6724"/>
    <w:rsid w:val="002B6B2B"/>
    <w:rsid w:val="002C01F3"/>
    <w:rsid w:val="002C0B69"/>
    <w:rsid w:val="002C1A1D"/>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1AE4"/>
    <w:rsid w:val="00312943"/>
    <w:rsid w:val="00313A89"/>
    <w:rsid w:val="00313C3E"/>
    <w:rsid w:val="003163D0"/>
    <w:rsid w:val="00316619"/>
    <w:rsid w:val="00320BD5"/>
    <w:rsid w:val="00327187"/>
    <w:rsid w:val="00330232"/>
    <w:rsid w:val="003336B5"/>
    <w:rsid w:val="00333DBF"/>
    <w:rsid w:val="00333E44"/>
    <w:rsid w:val="00334C7A"/>
    <w:rsid w:val="00335C33"/>
    <w:rsid w:val="00336D3F"/>
    <w:rsid w:val="003373A2"/>
    <w:rsid w:val="00341AB1"/>
    <w:rsid w:val="00345A90"/>
    <w:rsid w:val="0034675A"/>
    <w:rsid w:val="003471C2"/>
    <w:rsid w:val="00347675"/>
    <w:rsid w:val="00351486"/>
    <w:rsid w:val="00353028"/>
    <w:rsid w:val="00354104"/>
    <w:rsid w:val="00354E54"/>
    <w:rsid w:val="0035769F"/>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0AA"/>
    <w:rsid w:val="00380A8E"/>
    <w:rsid w:val="00382585"/>
    <w:rsid w:val="0038469C"/>
    <w:rsid w:val="00384954"/>
    <w:rsid w:val="003849C2"/>
    <w:rsid w:val="00386715"/>
    <w:rsid w:val="00387F81"/>
    <w:rsid w:val="00393D5D"/>
    <w:rsid w:val="0039553F"/>
    <w:rsid w:val="003967B6"/>
    <w:rsid w:val="00396D1D"/>
    <w:rsid w:val="003A0F7D"/>
    <w:rsid w:val="003A2435"/>
    <w:rsid w:val="003A245D"/>
    <w:rsid w:val="003A27CB"/>
    <w:rsid w:val="003A2A15"/>
    <w:rsid w:val="003A3AE9"/>
    <w:rsid w:val="003A4ED0"/>
    <w:rsid w:val="003A5219"/>
    <w:rsid w:val="003A5F12"/>
    <w:rsid w:val="003A6005"/>
    <w:rsid w:val="003A708F"/>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E3F9A"/>
    <w:rsid w:val="003F0713"/>
    <w:rsid w:val="003F0853"/>
    <w:rsid w:val="003F17CF"/>
    <w:rsid w:val="003F1ED0"/>
    <w:rsid w:val="003F2D45"/>
    <w:rsid w:val="003F3D30"/>
    <w:rsid w:val="003F4044"/>
    <w:rsid w:val="003F4638"/>
    <w:rsid w:val="003F57AC"/>
    <w:rsid w:val="003F631F"/>
    <w:rsid w:val="003F6C08"/>
    <w:rsid w:val="003F7302"/>
    <w:rsid w:val="0040071E"/>
    <w:rsid w:val="00400D6B"/>
    <w:rsid w:val="00400E5B"/>
    <w:rsid w:val="00401279"/>
    <w:rsid w:val="00401512"/>
    <w:rsid w:val="00401B7A"/>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036"/>
    <w:rsid w:val="00422305"/>
    <w:rsid w:val="00422A23"/>
    <w:rsid w:val="00422D99"/>
    <w:rsid w:val="0042386A"/>
    <w:rsid w:val="00425421"/>
    <w:rsid w:val="00425FB8"/>
    <w:rsid w:val="00426072"/>
    <w:rsid w:val="004267A4"/>
    <w:rsid w:val="00432A3D"/>
    <w:rsid w:val="00433F03"/>
    <w:rsid w:val="0043410E"/>
    <w:rsid w:val="004369B8"/>
    <w:rsid w:val="00436BD8"/>
    <w:rsid w:val="00436C0A"/>
    <w:rsid w:val="00441705"/>
    <w:rsid w:val="004438A0"/>
    <w:rsid w:val="00444CAC"/>
    <w:rsid w:val="004458BA"/>
    <w:rsid w:val="00450FAC"/>
    <w:rsid w:val="00451268"/>
    <w:rsid w:val="00452EC6"/>
    <w:rsid w:val="0045335B"/>
    <w:rsid w:val="00453CC1"/>
    <w:rsid w:val="0045496F"/>
    <w:rsid w:val="00454ACF"/>
    <w:rsid w:val="00455468"/>
    <w:rsid w:val="0045785E"/>
    <w:rsid w:val="004603DC"/>
    <w:rsid w:val="004609EE"/>
    <w:rsid w:val="00463C09"/>
    <w:rsid w:val="00464EBD"/>
    <w:rsid w:val="00466C1E"/>
    <w:rsid w:val="00467418"/>
    <w:rsid w:val="00467F7D"/>
    <w:rsid w:val="00470D57"/>
    <w:rsid w:val="00471BAD"/>
    <w:rsid w:val="00474EAC"/>
    <w:rsid w:val="004764D8"/>
    <w:rsid w:val="00476767"/>
    <w:rsid w:val="00480904"/>
    <w:rsid w:val="00480972"/>
    <w:rsid w:val="0048116C"/>
    <w:rsid w:val="00481AFA"/>
    <w:rsid w:val="00481F58"/>
    <w:rsid w:val="004838B3"/>
    <w:rsid w:val="00484E93"/>
    <w:rsid w:val="00485121"/>
    <w:rsid w:val="00490CC5"/>
    <w:rsid w:val="00493A80"/>
    <w:rsid w:val="00495055"/>
    <w:rsid w:val="00495B60"/>
    <w:rsid w:val="004A0BAE"/>
    <w:rsid w:val="004A1BAE"/>
    <w:rsid w:val="004A211A"/>
    <w:rsid w:val="004A2562"/>
    <w:rsid w:val="004A3EA1"/>
    <w:rsid w:val="004A3EFF"/>
    <w:rsid w:val="004A52E0"/>
    <w:rsid w:val="004A6EDA"/>
    <w:rsid w:val="004B107F"/>
    <w:rsid w:val="004B1530"/>
    <w:rsid w:val="004B195B"/>
    <w:rsid w:val="004B4445"/>
    <w:rsid w:val="004B49D1"/>
    <w:rsid w:val="004B4DB6"/>
    <w:rsid w:val="004B5730"/>
    <w:rsid w:val="004B591F"/>
    <w:rsid w:val="004B703C"/>
    <w:rsid w:val="004B7787"/>
    <w:rsid w:val="004C042D"/>
    <w:rsid w:val="004C0724"/>
    <w:rsid w:val="004C1368"/>
    <w:rsid w:val="004C3391"/>
    <w:rsid w:val="004C4981"/>
    <w:rsid w:val="004C4FEA"/>
    <w:rsid w:val="004C7B93"/>
    <w:rsid w:val="004D185E"/>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58CE"/>
    <w:rsid w:val="004F6553"/>
    <w:rsid w:val="004F6B93"/>
    <w:rsid w:val="004F7815"/>
    <w:rsid w:val="0050075C"/>
    <w:rsid w:val="0050387C"/>
    <w:rsid w:val="00504F02"/>
    <w:rsid w:val="00505E04"/>
    <w:rsid w:val="00506690"/>
    <w:rsid w:val="00511166"/>
    <w:rsid w:val="00512B38"/>
    <w:rsid w:val="00515A5C"/>
    <w:rsid w:val="00516C0D"/>
    <w:rsid w:val="00517762"/>
    <w:rsid w:val="00520F7F"/>
    <w:rsid w:val="005211A3"/>
    <w:rsid w:val="00522255"/>
    <w:rsid w:val="00522E20"/>
    <w:rsid w:val="005233AF"/>
    <w:rsid w:val="00524666"/>
    <w:rsid w:val="00525FFA"/>
    <w:rsid w:val="005275E3"/>
    <w:rsid w:val="00530901"/>
    <w:rsid w:val="00532B31"/>
    <w:rsid w:val="00533079"/>
    <w:rsid w:val="00534CEB"/>
    <w:rsid w:val="00534EEF"/>
    <w:rsid w:val="005364A9"/>
    <w:rsid w:val="00536CAC"/>
    <w:rsid w:val="00536F67"/>
    <w:rsid w:val="00540257"/>
    <w:rsid w:val="00541BFC"/>
    <w:rsid w:val="00541CB0"/>
    <w:rsid w:val="00542AA8"/>
    <w:rsid w:val="005430E7"/>
    <w:rsid w:val="00544F64"/>
    <w:rsid w:val="00544FAA"/>
    <w:rsid w:val="00546589"/>
    <w:rsid w:val="00546C09"/>
    <w:rsid w:val="00550AFC"/>
    <w:rsid w:val="005535AC"/>
    <w:rsid w:val="0055706D"/>
    <w:rsid w:val="00560C7A"/>
    <w:rsid w:val="0056128A"/>
    <w:rsid w:val="005626FC"/>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5386"/>
    <w:rsid w:val="005867D9"/>
    <w:rsid w:val="00587797"/>
    <w:rsid w:val="00591D77"/>
    <w:rsid w:val="00592B84"/>
    <w:rsid w:val="005A12B9"/>
    <w:rsid w:val="005A1A72"/>
    <w:rsid w:val="005A1C40"/>
    <w:rsid w:val="005A291F"/>
    <w:rsid w:val="005A2B2E"/>
    <w:rsid w:val="005A714B"/>
    <w:rsid w:val="005A7F21"/>
    <w:rsid w:val="005B1DAB"/>
    <w:rsid w:val="005B3AAA"/>
    <w:rsid w:val="005B4D5D"/>
    <w:rsid w:val="005B5180"/>
    <w:rsid w:val="005B658A"/>
    <w:rsid w:val="005B6C51"/>
    <w:rsid w:val="005B7976"/>
    <w:rsid w:val="005C0006"/>
    <w:rsid w:val="005C0ECF"/>
    <w:rsid w:val="005C11B7"/>
    <w:rsid w:val="005C1B7E"/>
    <w:rsid w:val="005C1CFB"/>
    <w:rsid w:val="005C204C"/>
    <w:rsid w:val="005C22D3"/>
    <w:rsid w:val="005C2AEE"/>
    <w:rsid w:val="005C2DCC"/>
    <w:rsid w:val="005C3C93"/>
    <w:rsid w:val="005C76C1"/>
    <w:rsid w:val="005D0631"/>
    <w:rsid w:val="005D0A82"/>
    <w:rsid w:val="005D1A5A"/>
    <w:rsid w:val="005D67FD"/>
    <w:rsid w:val="005E47E0"/>
    <w:rsid w:val="005E49EB"/>
    <w:rsid w:val="005E57FE"/>
    <w:rsid w:val="005E5CF6"/>
    <w:rsid w:val="005E5CFE"/>
    <w:rsid w:val="005E6245"/>
    <w:rsid w:val="005E65A2"/>
    <w:rsid w:val="005E6F2A"/>
    <w:rsid w:val="005E7C7D"/>
    <w:rsid w:val="005F0652"/>
    <w:rsid w:val="005F0E8E"/>
    <w:rsid w:val="005F1AF6"/>
    <w:rsid w:val="005F2512"/>
    <w:rsid w:val="005F37B4"/>
    <w:rsid w:val="005F3B45"/>
    <w:rsid w:val="005F46FD"/>
    <w:rsid w:val="005F47D1"/>
    <w:rsid w:val="005F4918"/>
    <w:rsid w:val="005F4B6C"/>
    <w:rsid w:val="005F6EE9"/>
    <w:rsid w:val="005F6FD2"/>
    <w:rsid w:val="006011B9"/>
    <w:rsid w:val="00601326"/>
    <w:rsid w:val="00601D58"/>
    <w:rsid w:val="0060345A"/>
    <w:rsid w:val="00603657"/>
    <w:rsid w:val="00605625"/>
    <w:rsid w:val="006057C9"/>
    <w:rsid w:val="00606624"/>
    <w:rsid w:val="0060725C"/>
    <w:rsid w:val="00607CF6"/>
    <w:rsid w:val="00610556"/>
    <w:rsid w:val="0061083D"/>
    <w:rsid w:val="0061258E"/>
    <w:rsid w:val="006126CC"/>
    <w:rsid w:val="0061281C"/>
    <w:rsid w:val="00613C8D"/>
    <w:rsid w:val="00620F80"/>
    <w:rsid w:val="00623A51"/>
    <w:rsid w:val="006256F5"/>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5C1"/>
    <w:rsid w:val="00664E42"/>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268"/>
    <w:rsid w:val="00694D67"/>
    <w:rsid w:val="00695641"/>
    <w:rsid w:val="00696590"/>
    <w:rsid w:val="00696CD5"/>
    <w:rsid w:val="00696F47"/>
    <w:rsid w:val="006A0B3B"/>
    <w:rsid w:val="006A21DC"/>
    <w:rsid w:val="006A2784"/>
    <w:rsid w:val="006A2FFA"/>
    <w:rsid w:val="006A5FD4"/>
    <w:rsid w:val="006A70C5"/>
    <w:rsid w:val="006A7F9A"/>
    <w:rsid w:val="006B0677"/>
    <w:rsid w:val="006B1179"/>
    <w:rsid w:val="006B2D00"/>
    <w:rsid w:val="006B35EF"/>
    <w:rsid w:val="006B3886"/>
    <w:rsid w:val="006B6DE0"/>
    <w:rsid w:val="006C1151"/>
    <w:rsid w:val="006C2377"/>
    <w:rsid w:val="006C3298"/>
    <w:rsid w:val="006C35C0"/>
    <w:rsid w:val="006C3E3B"/>
    <w:rsid w:val="006C4A7A"/>
    <w:rsid w:val="006C4B88"/>
    <w:rsid w:val="006C50EA"/>
    <w:rsid w:val="006C5543"/>
    <w:rsid w:val="006C5FF0"/>
    <w:rsid w:val="006D0A4B"/>
    <w:rsid w:val="006D1C8A"/>
    <w:rsid w:val="006D3137"/>
    <w:rsid w:val="006D3743"/>
    <w:rsid w:val="006D3E1E"/>
    <w:rsid w:val="006D405D"/>
    <w:rsid w:val="006D5A5E"/>
    <w:rsid w:val="006D5FE1"/>
    <w:rsid w:val="006D78C8"/>
    <w:rsid w:val="006E00F8"/>
    <w:rsid w:val="006E0BD0"/>
    <w:rsid w:val="006E360E"/>
    <w:rsid w:val="006E503B"/>
    <w:rsid w:val="006E50A3"/>
    <w:rsid w:val="006E5202"/>
    <w:rsid w:val="006E548E"/>
    <w:rsid w:val="006E71EA"/>
    <w:rsid w:val="006E79AA"/>
    <w:rsid w:val="006F02CC"/>
    <w:rsid w:val="006F0487"/>
    <w:rsid w:val="006F4DEA"/>
    <w:rsid w:val="006F56D1"/>
    <w:rsid w:val="006F6C52"/>
    <w:rsid w:val="006F6E44"/>
    <w:rsid w:val="006F7710"/>
    <w:rsid w:val="0070045B"/>
    <w:rsid w:val="00702640"/>
    <w:rsid w:val="00704C1C"/>
    <w:rsid w:val="00704FB3"/>
    <w:rsid w:val="007051DA"/>
    <w:rsid w:val="007075E9"/>
    <w:rsid w:val="00710C18"/>
    <w:rsid w:val="0071111B"/>
    <w:rsid w:val="007129EF"/>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47A1A"/>
    <w:rsid w:val="007502D6"/>
    <w:rsid w:val="007509F8"/>
    <w:rsid w:val="00751006"/>
    <w:rsid w:val="00752CB6"/>
    <w:rsid w:val="0075438F"/>
    <w:rsid w:val="0075585F"/>
    <w:rsid w:val="00755D83"/>
    <w:rsid w:val="007626BB"/>
    <w:rsid w:val="00765832"/>
    <w:rsid w:val="00767E36"/>
    <w:rsid w:val="00772435"/>
    <w:rsid w:val="0077352A"/>
    <w:rsid w:val="00775576"/>
    <w:rsid w:val="0077566E"/>
    <w:rsid w:val="00776528"/>
    <w:rsid w:val="00776B8E"/>
    <w:rsid w:val="00777E9B"/>
    <w:rsid w:val="00780689"/>
    <w:rsid w:val="00783C68"/>
    <w:rsid w:val="0078646D"/>
    <w:rsid w:val="007872B1"/>
    <w:rsid w:val="00791393"/>
    <w:rsid w:val="007924AE"/>
    <w:rsid w:val="007928A2"/>
    <w:rsid w:val="00794809"/>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C7EF3"/>
    <w:rsid w:val="007D2413"/>
    <w:rsid w:val="007D512F"/>
    <w:rsid w:val="007D6ABA"/>
    <w:rsid w:val="007D789B"/>
    <w:rsid w:val="007E275B"/>
    <w:rsid w:val="007E2941"/>
    <w:rsid w:val="007E4F31"/>
    <w:rsid w:val="007E57B4"/>
    <w:rsid w:val="007E5BF1"/>
    <w:rsid w:val="007E6DFE"/>
    <w:rsid w:val="007E72C5"/>
    <w:rsid w:val="007E762E"/>
    <w:rsid w:val="007E7B80"/>
    <w:rsid w:val="007F0F5C"/>
    <w:rsid w:val="007F19F0"/>
    <w:rsid w:val="007F34AE"/>
    <w:rsid w:val="00801CD6"/>
    <w:rsid w:val="0080305D"/>
    <w:rsid w:val="00811095"/>
    <w:rsid w:val="00811EC6"/>
    <w:rsid w:val="00812F08"/>
    <w:rsid w:val="008134D0"/>
    <w:rsid w:val="00813753"/>
    <w:rsid w:val="00813FD8"/>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0D47"/>
    <w:rsid w:val="00851EE6"/>
    <w:rsid w:val="00853392"/>
    <w:rsid w:val="00855AF5"/>
    <w:rsid w:val="00855F08"/>
    <w:rsid w:val="00856069"/>
    <w:rsid w:val="008565C3"/>
    <w:rsid w:val="008575F7"/>
    <w:rsid w:val="00862F8D"/>
    <w:rsid w:val="00864D57"/>
    <w:rsid w:val="008651C7"/>
    <w:rsid w:val="008667E0"/>
    <w:rsid w:val="00866BED"/>
    <w:rsid w:val="00870713"/>
    <w:rsid w:val="00871986"/>
    <w:rsid w:val="008719D2"/>
    <w:rsid w:val="00874F2D"/>
    <w:rsid w:val="00876940"/>
    <w:rsid w:val="00876FA5"/>
    <w:rsid w:val="008772BF"/>
    <w:rsid w:val="00877B3F"/>
    <w:rsid w:val="00880103"/>
    <w:rsid w:val="00881449"/>
    <w:rsid w:val="00883681"/>
    <w:rsid w:val="008838A6"/>
    <w:rsid w:val="00883B72"/>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B3303"/>
    <w:rsid w:val="008C42F8"/>
    <w:rsid w:val="008C4767"/>
    <w:rsid w:val="008C6762"/>
    <w:rsid w:val="008D1664"/>
    <w:rsid w:val="008D1DEE"/>
    <w:rsid w:val="008D428C"/>
    <w:rsid w:val="008D4828"/>
    <w:rsid w:val="008D6DF1"/>
    <w:rsid w:val="008E024A"/>
    <w:rsid w:val="008E10D9"/>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19A"/>
    <w:rsid w:val="00914F3F"/>
    <w:rsid w:val="009172DE"/>
    <w:rsid w:val="00917437"/>
    <w:rsid w:val="009204DB"/>
    <w:rsid w:val="00922510"/>
    <w:rsid w:val="00922DD8"/>
    <w:rsid w:val="00924EFA"/>
    <w:rsid w:val="00926DA8"/>
    <w:rsid w:val="009277E3"/>
    <w:rsid w:val="0093221D"/>
    <w:rsid w:val="00932506"/>
    <w:rsid w:val="009325D9"/>
    <w:rsid w:val="0093308F"/>
    <w:rsid w:val="00933206"/>
    <w:rsid w:val="00935162"/>
    <w:rsid w:val="00935F3E"/>
    <w:rsid w:val="00936939"/>
    <w:rsid w:val="00936BFF"/>
    <w:rsid w:val="00940311"/>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2307"/>
    <w:rsid w:val="0099374F"/>
    <w:rsid w:val="00993C7F"/>
    <w:rsid w:val="00993FBC"/>
    <w:rsid w:val="00994273"/>
    <w:rsid w:val="0099473B"/>
    <w:rsid w:val="00994A57"/>
    <w:rsid w:val="00997F9B"/>
    <w:rsid w:val="009A10D9"/>
    <w:rsid w:val="009A5B50"/>
    <w:rsid w:val="009A7353"/>
    <w:rsid w:val="009A7E8E"/>
    <w:rsid w:val="009B1806"/>
    <w:rsid w:val="009B191F"/>
    <w:rsid w:val="009B1DEC"/>
    <w:rsid w:val="009B346A"/>
    <w:rsid w:val="009B3FA7"/>
    <w:rsid w:val="009B451A"/>
    <w:rsid w:val="009B4E2A"/>
    <w:rsid w:val="009B6035"/>
    <w:rsid w:val="009B7724"/>
    <w:rsid w:val="009B7997"/>
    <w:rsid w:val="009B7B4E"/>
    <w:rsid w:val="009C0161"/>
    <w:rsid w:val="009C0202"/>
    <w:rsid w:val="009C10E4"/>
    <w:rsid w:val="009C14B6"/>
    <w:rsid w:val="009C1660"/>
    <w:rsid w:val="009C1AEA"/>
    <w:rsid w:val="009C4D90"/>
    <w:rsid w:val="009C5093"/>
    <w:rsid w:val="009C5DDE"/>
    <w:rsid w:val="009D26B5"/>
    <w:rsid w:val="009D7C37"/>
    <w:rsid w:val="009E0353"/>
    <w:rsid w:val="009E0979"/>
    <w:rsid w:val="009E12E3"/>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B1E"/>
    <w:rsid w:val="00A17CEA"/>
    <w:rsid w:val="00A20B72"/>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4A24"/>
    <w:rsid w:val="00A45485"/>
    <w:rsid w:val="00A45D6B"/>
    <w:rsid w:val="00A50ABB"/>
    <w:rsid w:val="00A51B71"/>
    <w:rsid w:val="00A53848"/>
    <w:rsid w:val="00A543B8"/>
    <w:rsid w:val="00A551A1"/>
    <w:rsid w:val="00A55B7E"/>
    <w:rsid w:val="00A55BDA"/>
    <w:rsid w:val="00A57720"/>
    <w:rsid w:val="00A616F2"/>
    <w:rsid w:val="00A6286B"/>
    <w:rsid w:val="00A633DB"/>
    <w:rsid w:val="00A63B8B"/>
    <w:rsid w:val="00A64AA9"/>
    <w:rsid w:val="00A65E08"/>
    <w:rsid w:val="00A66CC6"/>
    <w:rsid w:val="00A6785D"/>
    <w:rsid w:val="00A678D4"/>
    <w:rsid w:val="00A718E2"/>
    <w:rsid w:val="00A71AEE"/>
    <w:rsid w:val="00A75045"/>
    <w:rsid w:val="00A76FBC"/>
    <w:rsid w:val="00A77794"/>
    <w:rsid w:val="00A77811"/>
    <w:rsid w:val="00A8109B"/>
    <w:rsid w:val="00A815F2"/>
    <w:rsid w:val="00A816A7"/>
    <w:rsid w:val="00A82B90"/>
    <w:rsid w:val="00A8317D"/>
    <w:rsid w:val="00A87C2B"/>
    <w:rsid w:val="00A92114"/>
    <w:rsid w:val="00A94E70"/>
    <w:rsid w:val="00A951D8"/>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6077"/>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0D27"/>
    <w:rsid w:val="00B11F97"/>
    <w:rsid w:val="00B12705"/>
    <w:rsid w:val="00B14E0B"/>
    <w:rsid w:val="00B16A48"/>
    <w:rsid w:val="00B16A72"/>
    <w:rsid w:val="00B21171"/>
    <w:rsid w:val="00B230B3"/>
    <w:rsid w:val="00B24C98"/>
    <w:rsid w:val="00B26DB8"/>
    <w:rsid w:val="00B278D5"/>
    <w:rsid w:val="00B30090"/>
    <w:rsid w:val="00B30B5F"/>
    <w:rsid w:val="00B32739"/>
    <w:rsid w:val="00B3284D"/>
    <w:rsid w:val="00B350E4"/>
    <w:rsid w:val="00B371B5"/>
    <w:rsid w:val="00B3781A"/>
    <w:rsid w:val="00B401A4"/>
    <w:rsid w:val="00B401AA"/>
    <w:rsid w:val="00B41755"/>
    <w:rsid w:val="00B41A76"/>
    <w:rsid w:val="00B433CB"/>
    <w:rsid w:val="00B45992"/>
    <w:rsid w:val="00B45EFA"/>
    <w:rsid w:val="00B536AF"/>
    <w:rsid w:val="00B567AB"/>
    <w:rsid w:val="00B570B7"/>
    <w:rsid w:val="00B61035"/>
    <w:rsid w:val="00B61828"/>
    <w:rsid w:val="00B61EBF"/>
    <w:rsid w:val="00B676AB"/>
    <w:rsid w:val="00B70132"/>
    <w:rsid w:val="00B711EF"/>
    <w:rsid w:val="00B715F0"/>
    <w:rsid w:val="00B730A9"/>
    <w:rsid w:val="00B7326D"/>
    <w:rsid w:val="00B739D0"/>
    <w:rsid w:val="00B76084"/>
    <w:rsid w:val="00B76768"/>
    <w:rsid w:val="00B768DD"/>
    <w:rsid w:val="00B76E2F"/>
    <w:rsid w:val="00B77469"/>
    <w:rsid w:val="00B77BC7"/>
    <w:rsid w:val="00B77CA2"/>
    <w:rsid w:val="00B802D7"/>
    <w:rsid w:val="00B81CC2"/>
    <w:rsid w:val="00B82226"/>
    <w:rsid w:val="00B827A5"/>
    <w:rsid w:val="00B84629"/>
    <w:rsid w:val="00B850F4"/>
    <w:rsid w:val="00B86096"/>
    <w:rsid w:val="00B86312"/>
    <w:rsid w:val="00B87195"/>
    <w:rsid w:val="00B903ED"/>
    <w:rsid w:val="00B90CA3"/>
    <w:rsid w:val="00B91F4B"/>
    <w:rsid w:val="00B91FC6"/>
    <w:rsid w:val="00B925F8"/>
    <w:rsid w:val="00B938F4"/>
    <w:rsid w:val="00B940A4"/>
    <w:rsid w:val="00B943E4"/>
    <w:rsid w:val="00B94855"/>
    <w:rsid w:val="00B95DB4"/>
    <w:rsid w:val="00B95F74"/>
    <w:rsid w:val="00BA29EE"/>
    <w:rsid w:val="00BA5C8C"/>
    <w:rsid w:val="00BA7A11"/>
    <w:rsid w:val="00BB147F"/>
    <w:rsid w:val="00BB1C74"/>
    <w:rsid w:val="00BB4963"/>
    <w:rsid w:val="00BB4B0B"/>
    <w:rsid w:val="00BB5E1C"/>
    <w:rsid w:val="00BB7825"/>
    <w:rsid w:val="00BB7DAA"/>
    <w:rsid w:val="00BC00D0"/>
    <w:rsid w:val="00BC32ED"/>
    <w:rsid w:val="00BC334A"/>
    <w:rsid w:val="00BC6DF9"/>
    <w:rsid w:val="00BC7848"/>
    <w:rsid w:val="00BD0CA9"/>
    <w:rsid w:val="00BD0D85"/>
    <w:rsid w:val="00BD1523"/>
    <w:rsid w:val="00BD2A52"/>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6F1B"/>
    <w:rsid w:val="00C077C9"/>
    <w:rsid w:val="00C0789E"/>
    <w:rsid w:val="00C07E2D"/>
    <w:rsid w:val="00C102FF"/>
    <w:rsid w:val="00C1093C"/>
    <w:rsid w:val="00C13191"/>
    <w:rsid w:val="00C13DAE"/>
    <w:rsid w:val="00C13FA8"/>
    <w:rsid w:val="00C14140"/>
    <w:rsid w:val="00C144E6"/>
    <w:rsid w:val="00C145A2"/>
    <w:rsid w:val="00C215DF"/>
    <w:rsid w:val="00C2248B"/>
    <w:rsid w:val="00C2262D"/>
    <w:rsid w:val="00C23716"/>
    <w:rsid w:val="00C239BC"/>
    <w:rsid w:val="00C245CA"/>
    <w:rsid w:val="00C24D1D"/>
    <w:rsid w:val="00C24DA4"/>
    <w:rsid w:val="00C257F0"/>
    <w:rsid w:val="00C25B4C"/>
    <w:rsid w:val="00C268C1"/>
    <w:rsid w:val="00C27DB4"/>
    <w:rsid w:val="00C30DAF"/>
    <w:rsid w:val="00C31BD8"/>
    <w:rsid w:val="00C32BA3"/>
    <w:rsid w:val="00C33167"/>
    <w:rsid w:val="00C33948"/>
    <w:rsid w:val="00C40281"/>
    <w:rsid w:val="00C40D3D"/>
    <w:rsid w:val="00C41769"/>
    <w:rsid w:val="00C421ED"/>
    <w:rsid w:val="00C4301C"/>
    <w:rsid w:val="00C433E2"/>
    <w:rsid w:val="00C43BFA"/>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3F7C"/>
    <w:rsid w:val="00C84D57"/>
    <w:rsid w:val="00C84EE0"/>
    <w:rsid w:val="00C853D5"/>
    <w:rsid w:val="00C86338"/>
    <w:rsid w:val="00C864C3"/>
    <w:rsid w:val="00C8684A"/>
    <w:rsid w:val="00C86A9D"/>
    <w:rsid w:val="00C86AAE"/>
    <w:rsid w:val="00C90CEC"/>
    <w:rsid w:val="00C90DE9"/>
    <w:rsid w:val="00C92B4D"/>
    <w:rsid w:val="00C93911"/>
    <w:rsid w:val="00C93E73"/>
    <w:rsid w:val="00C95255"/>
    <w:rsid w:val="00C95330"/>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A45"/>
    <w:rsid w:val="00CB4C8E"/>
    <w:rsid w:val="00CB4CE1"/>
    <w:rsid w:val="00CB577E"/>
    <w:rsid w:val="00CB6AE4"/>
    <w:rsid w:val="00CC1549"/>
    <w:rsid w:val="00CC2AD8"/>
    <w:rsid w:val="00CC2CAD"/>
    <w:rsid w:val="00CC3795"/>
    <w:rsid w:val="00CC5786"/>
    <w:rsid w:val="00CC794B"/>
    <w:rsid w:val="00CD2A32"/>
    <w:rsid w:val="00CD2EB6"/>
    <w:rsid w:val="00CD4A9B"/>
    <w:rsid w:val="00CD4BC9"/>
    <w:rsid w:val="00CD663C"/>
    <w:rsid w:val="00CD68E9"/>
    <w:rsid w:val="00CD6994"/>
    <w:rsid w:val="00CD6E3E"/>
    <w:rsid w:val="00CD7463"/>
    <w:rsid w:val="00CD78C8"/>
    <w:rsid w:val="00CE0588"/>
    <w:rsid w:val="00CE063E"/>
    <w:rsid w:val="00CE11CA"/>
    <w:rsid w:val="00CE27FE"/>
    <w:rsid w:val="00CE5B78"/>
    <w:rsid w:val="00CE7EB4"/>
    <w:rsid w:val="00CF452E"/>
    <w:rsid w:val="00CF4965"/>
    <w:rsid w:val="00CF5017"/>
    <w:rsid w:val="00CF6973"/>
    <w:rsid w:val="00CF6FFD"/>
    <w:rsid w:val="00D00A14"/>
    <w:rsid w:val="00D02AD6"/>
    <w:rsid w:val="00D02BA6"/>
    <w:rsid w:val="00D02E38"/>
    <w:rsid w:val="00D03809"/>
    <w:rsid w:val="00D0540A"/>
    <w:rsid w:val="00D05BAE"/>
    <w:rsid w:val="00D06059"/>
    <w:rsid w:val="00D0714F"/>
    <w:rsid w:val="00D07D44"/>
    <w:rsid w:val="00D12A61"/>
    <w:rsid w:val="00D12BDB"/>
    <w:rsid w:val="00D13720"/>
    <w:rsid w:val="00D1423B"/>
    <w:rsid w:val="00D17132"/>
    <w:rsid w:val="00D17422"/>
    <w:rsid w:val="00D17598"/>
    <w:rsid w:val="00D1776B"/>
    <w:rsid w:val="00D215B8"/>
    <w:rsid w:val="00D23E58"/>
    <w:rsid w:val="00D252EA"/>
    <w:rsid w:val="00D25E30"/>
    <w:rsid w:val="00D26EEA"/>
    <w:rsid w:val="00D271CB"/>
    <w:rsid w:val="00D30D17"/>
    <w:rsid w:val="00D3155A"/>
    <w:rsid w:val="00D32F5A"/>
    <w:rsid w:val="00D34771"/>
    <w:rsid w:val="00D3621F"/>
    <w:rsid w:val="00D36713"/>
    <w:rsid w:val="00D36F28"/>
    <w:rsid w:val="00D37561"/>
    <w:rsid w:val="00D40513"/>
    <w:rsid w:val="00D408D5"/>
    <w:rsid w:val="00D40986"/>
    <w:rsid w:val="00D40AA6"/>
    <w:rsid w:val="00D40DE0"/>
    <w:rsid w:val="00D4136B"/>
    <w:rsid w:val="00D43A4B"/>
    <w:rsid w:val="00D43C3F"/>
    <w:rsid w:val="00D44FC7"/>
    <w:rsid w:val="00D45582"/>
    <w:rsid w:val="00D45F44"/>
    <w:rsid w:val="00D46A1B"/>
    <w:rsid w:val="00D47E8C"/>
    <w:rsid w:val="00D50D78"/>
    <w:rsid w:val="00D523BF"/>
    <w:rsid w:val="00D52CDC"/>
    <w:rsid w:val="00D53BD5"/>
    <w:rsid w:val="00D56658"/>
    <w:rsid w:val="00D566F8"/>
    <w:rsid w:val="00D57C10"/>
    <w:rsid w:val="00D57CE5"/>
    <w:rsid w:val="00D604C6"/>
    <w:rsid w:val="00D61972"/>
    <w:rsid w:val="00D62816"/>
    <w:rsid w:val="00D630AA"/>
    <w:rsid w:val="00D667C6"/>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065"/>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B75D9"/>
    <w:rsid w:val="00DC012A"/>
    <w:rsid w:val="00DC2D1A"/>
    <w:rsid w:val="00DC3447"/>
    <w:rsid w:val="00DC39EF"/>
    <w:rsid w:val="00DC49D2"/>
    <w:rsid w:val="00DC5DC4"/>
    <w:rsid w:val="00DC7F03"/>
    <w:rsid w:val="00DD048A"/>
    <w:rsid w:val="00DD0567"/>
    <w:rsid w:val="00DD15CF"/>
    <w:rsid w:val="00DD17BF"/>
    <w:rsid w:val="00DD1BDC"/>
    <w:rsid w:val="00DD2228"/>
    <w:rsid w:val="00DD2D17"/>
    <w:rsid w:val="00DD2D78"/>
    <w:rsid w:val="00DD2EE9"/>
    <w:rsid w:val="00DD4187"/>
    <w:rsid w:val="00DD420D"/>
    <w:rsid w:val="00DD4B55"/>
    <w:rsid w:val="00DD7DC3"/>
    <w:rsid w:val="00DE3AB6"/>
    <w:rsid w:val="00DE472E"/>
    <w:rsid w:val="00DE5A41"/>
    <w:rsid w:val="00DE5E01"/>
    <w:rsid w:val="00DE7B1A"/>
    <w:rsid w:val="00DF00AA"/>
    <w:rsid w:val="00DF094E"/>
    <w:rsid w:val="00DF3889"/>
    <w:rsid w:val="00DF5F7A"/>
    <w:rsid w:val="00DF62C9"/>
    <w:rsid w:val="00DF6523"/>
    <w:rsid w:val="00DF6C5A"/>
    <w:rsid w:val="00DF7479"/>
    <w:rsid w:val="00E001C7"/>
    <w:rsid w:val="00E01F2B"/>
    <w:rsid w:val="00E02E06"/>
    <w:rsid w:val="00E030C2"/>
    <w:rsid w:val="00E03AED"/>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45E5"/>
    <w:rsid w:val="00E35BB8"/>
    <w:rsid w:val="00E40348"/>
    <w:rsid w:val="00E4289F"/>
    <w:rsid w:val="00E42A2A"/>
    <w:rsid w:val="00E4327F"/>
    <w:rsid w:val="00E438F9"/>
    <w:rsid w:val="00E43F40"/>
    <w:rsid w:val="00E45143"/>
    <w:rsid w:val="00E451DE"/>
    <w:rsid w:val="00E46101"/>
    <w:rsid w:val="00E502A6"/>
    <w:rsid w:val="00E50AC8"/>
    <w:rsid w:val="00E54058"/>
    <w:rsid w:val="00E54D0A"/>
    <w:rsid w:val="00E60FD2"/>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BF6"/>
    <w:rsid w:val="00E80DAD"/>
    <w:rsid w:val="00E81807"/>
    <w:rsid w:val="00E81983"/>
    <w:rsid w:val="00E836D4"/>
    <w:rsid w:val="00E84001"/>
    <w:rsid w:val="00E84C31"/>
    <w:rsid w:val="00E861B7"/>
    <w:rsid w:val="00E92BCD"/>
    <w:rsid w:val="00E938A1"/>
    <w:rsid w:val="00E94315"/>
    <w:rsid w:val="00E95159"/>
    <w:rsid w:val="00E9729D"/>
    <w:rsid w:val="00EA00CC"/>
    <w:rsid w:val="00EA02D9"/>
    <w:rsid w:val="00EA113E"/>
    <w:rsid w:val="00EA1E12"/>
    <w:rsid w:val="00EA28B5"/>
    <w:rsid w:val="00EA5AF3"/>
    <w:rsid w:val="00EA6BE4"/>
    <w:rsid w:val="00EA7143"/>
    <w:rsid w:val="00EB04E6"/>
    <w:rsid w:val="00EB566C"/>
    <w:rsid w:val="00EB6467"/>
    <w:rsid w:val="00EC1DB7"/>
    <w:rsid w:val="00EC21F5"/>
    <w:rsid w:val="00EC237E"/>
    <w:rsid w:val="00EC24EF"/>
    <w:rsid w:val="00EC39AF"/>
    <w:rsid w:val="00EC3FF6"/>
    <w:rsid w:val="00EC5301"/>
    <w:rsid w:val="00EC556B"/>
    <w:rsid w:val="00EC5EC3"/>
    <w:rsid w:val="00EC5F4D"/>
    <w:rsid w:val="00ED01A7"/>
    <w:rsid w:val="00ED12AF"/>
    <w:rsid w:val="00ED385B"/>
    <w:rsid w:val="00ED4AA1"/>
    <w:rsid w:val="00ED5257"/>
    <w:rsid w:val="00ED6252"/>
    <w:rsid w:val="00ED6BC0"/>
    <w:rsid w:val="00ED7A1F"/>
    <w:rsid w:val="00ED7F38"/>
    <w:rsid w:val="00EE0028"/>
    <w:rsid w:val="00EE064F"/>
    <w:rsid w:val="00EE18EC"/>
    <w:rsid w:val="00EE2E37"/>
    <w:rsid w:val="00EE5B6A"/>
    <w:rsid w:val="00EE5DED"/>
    <w:rsid w:val="00EF0CE1"/>
    <w:rsid w:val="00EF1F53"/>
    <w:rsid w:val="00EF3504"/>
    <w:rsid w:val="00EF3AE6"/>
    <w:rsid w:val="00EF5C76"/>
    <w:rsid w:val="00EF767C"/>
    <w:rsid w:val="00EF7B64"/>
    <w:rsid w:val="00F0019E"/>
    <w:rsid w:val="00F0040C"/>
    <w:rsid w:val="00F01FDE"/>
    <w:rsid w:val="00F06E69"/>
    <w:rsid w:val="00F0769E"/>
    <w:rsid w:val="00F07701"/>
    <w:rsid w:val="00F10B2C"/>
    <w:rsid w:val="00F1131D"/>
    <w:rsid w:val="00F12A54"/>
    <w:rsid w:val="00F131F9"/>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36EA7"/>
    <w:rsid w:val="00F41718"/>
    <w:rsid w:val="00F434EA"/>
    <w:rsid w:val="00F43D21"/>
    <w:rsid w:val="00F44521"/>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082E"/>
    <w:rsid w:val="00F81486"/>
    <w:rsid w:val="00F81E77"/>
    <w:rsid w:val="00F82C93"/>
    <w:rsid w:val="00F84DD8"/>
    <w:rsid w:val="00F85364"/>
    <w:rsid w:val="00F870A6"/>
    <w:rsid w:val="00F90061"/>
    <w:rsid w:val="00F9021C"/>
    <w:rsid w:val="00F92CAE"/>
    <w:rsid w:val="00F9357F"/>
    <w:rsid w:val="00F93EC5"/>
    <w:rsid w:val="00F94486"/>
    <w:rsid w:val="00F95C1C"/>
    <w:rsid w:val="00F96CB9"/>
    <w:rsid w:val="00F96F16"/>
    <w:rsid w:val="00FA0226"/>
    <w:rsid w:val="00FA031E"/>
    <w:rsid w:val="00FA1CB6"/>
    <w:rsid w:val="00FA2788"/>
    <w:rsid w:val="00FA39B8"/>
    <w:rsid w:val="00FA3D1C"/>
    <w:rsid w:val="00FA7C88"/>
    <w:rsid w:val="00FB15F5"/>
    <w:rsid w:val="00FB2E24"/>
    <w:rsid w:val="00FB30F4"/>
    <w:rsid w:val="00FB40A0"/>
    <w:rsid w:val="00FB434D"/>
    <w:rsid w:val="00FB71BE"/>
    <w:rsid w:val="00FC14FC"/>
    <w:rsid w:val="00FC208E"/>
    <w:rsid w:val="00FC2B09"/>
    <w:rsid w:val="00FC2CA7"/>
    <w:rsid w:val="00FC2D2F"/>
    <w:rsid w:val="00FC2F35"/>
    <w:rsid w:val="00FC4009"/>
    <w:rsid w:val="00FC4C6F"/>
    <w:rsid w:val="00FC55A3"/>
    <w:rsid w:val="00FC6509"/>
    <w:rsid w:val="00FC6AF5"/>
    <w:rsid w:val="00FD52A6"/>
    <w:rsid w:val="00FE07AA"/>
    <w:rsid w:val="00FE17F3"/>
    <w:rsid w:val="00FE4C78"/>
    <w:rsid w:val="00FE514E"/>
    <w:rsid w:val="00FE6976"/>
    <w:rsid w:val="00FF18BB"/>
    <w:rsid w:val="00FF439C"/>
    <w:rsid w:val="00FF47CC"/>
    <w:rsid w:val="00FF4C54"/>
    <w:rsid w:val="00FF5294"/>
    <w:rsid w:val="00FF757B"/>
    <w:rsid w:val="11526A2C"/>
    <w:rsid w:val="1523A538"/>
    <w:rsid w:val="1ADB0A74"/>
    <w:rsid w:val="298510DA"/>
    <w:rsid w:val="2B9D2477"/>
    <w:rsid w:val="2C2B9C7A"/>
    <w:rsid w:val="37597D8F"/>
    <w:rsid w:val="490C36DD"/>
    <w:rsid w:val="4A2E3712"/>
    <w:rsid w:val="4BDD38E8"/>
    <w:rsid w:val="530FDAB5"/>
    <w:rsid w:val="56E478AC"/>
    <w:rsid w:val="7675D296"/>
    <w:rsid w:val="7D9679E9"/>
    <w:rsid w:val="7DCA331A"/>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styleId="Onopgelostemelding">
    <w:name w:val="Unresolved Mention"/>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uploads/Handreiking-wettelijke-beroepsvereisten.pdf" TargetMode="Externa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emf"/><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eader" Target="header1.xml"/><Relationship Id="rId28"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image" Target="media/image4.png"/><Relationship Id="rId27" Type="http://schemas.openxmlformats.org/officeDocument/2006/relationships/hyperlink" Target="https://npcg.sharepoint.com/sites/pubdocs/Publicatie%20doc%20Studenten/Gedeelde%20%20documenten/Weten%20en%20Regelen/Wetten%20en%20regeltjes/Noorderpoort%20Examenreglement%20mbo.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9DD37FE96B511499B46C1C581E676D2" ma:contentTypeVersion="12" ma:contentTypeDescription="Een nieuw document maken." ma:contentTypeScope="" ma:versionID="1068d16f59e8c9c30939e40c417b4bcf">
  <xsd:schema xmlns:xsd="http://www.w3.org/2001/XMLSchema" xmlns:xs="http://www.w3.org/2001/XMLSchema" xmlns:p="http://schemas.microsoft.com/office/2006/metadata/properties" xmlns:ns2="4aedb150-598f-493a-bb5e-2c5384c58b31" xmlns:ns3="92779265-7ad7-4d9d-8f09-f524c4e01a4c" targetNamespace="http://schemas.microsoft.com/office/2006/metadata/properties" ma:root="true" ma:fieldsID="59c0c00182d923f2da2d86df9bfd853a" ns2:_="" ns3:_="">
    <xsd:import namespace="4aedb150-598f-493a-bb5e-2c5384c58b31"/>
    <xsd:import namespace="92779265-7ad7-4d9d-8f09-f524c4e01a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db150-598f-493a-bb5e-2c5384c58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779265-7ad7-4d9d-8f09-f524c4e01a4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C47CFC-3577-48A5-A5CF-1650A08237CD}">
  <ds:schemaRefs>
    <ds:schemaRef ds:uri="http://schemas.openxmlformats.org/officeDocument/2006/bibliography"/>
  </ds:schemaRefs>
</ds:datastoreItem>
</file>

<file path=customXml/itemProps4.xml><?xml version="1.0" encoding="utf-8"?>
<ds:datastoreItem xmlns:ds="http://schemas.openxmlformats.org/officeDocument/2006/customXml" ds:itemID="{3EF8F946-9A2E-401A-ACE1-E8C6BB8F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db150-598f-493a-bb5e-2c5384c58b31"/>
    <ds:schemaRef ds:uri="92779265-7ad7-4d9d-8f09-f524c4e01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revisie_versie15-2-2017.dotx</Template>
  <TotalTime>0</TotalTime>
  <Pages>13</Pages>
  <Words>3393</Words>
  <Characters>23364</Characters>
  <Application>Microsoft Office Word</Application>
  <DocSecurity>0</DocSecurity>
  <Lines>194</Lines>
  <Paragraphs>53</Paragraphs>
  <ScaleCrop>false</ScaleCrop>
  <Company>NoorderpoortCollege</Company>
  <LinksUpToDate>false</LinksUpToDate>
  <CharactersWithSpaces>26704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Marcella Hoog</cp:lastModifiedBy>
  <cp:revision>2</cp:revision>
  <cp:lastPrinted>2019-01-23T07:23:00Z</cp:lastPrinted>
  <dcterms:created xsi:type="dcterms:W3CDTF">2021-09-13T12:46:00Z</dcterms:created>
  <dcterms:modified xsi:type="dcterms:W3CDTF">2021-09-13T12:46:00Z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0x01010069DD37FE96B511499B46C1C581E676D2</vt:lpwstr>
  </property>
  <property fmtid="{D5CDD505-2E9C-101B-9397-08002B2CF9AE}" pid="6" name="Order">
    <vt:r8>40200</vt:r8>
  </property>
</Properties>
</file>