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4EE79" w14:textId="77777777" w:rsidR="00D604C0" w:rsidRDefault="00D604C0" w:rsidP="00D604C0">
      <w:pPr>
        <w:keepNext/>
        <w:keepLines/>
        <w:spacing w:after="0"/>
        <w:ind w:left="-5" w:hanging="10"/>
        <w:outlineLvl w:val="0"/>
        <w:rPr>
          <w:rFonts w:ascii="Calibri" w:eastAsia="Calibri" w:hAnsi="Calibri" w:cs="Calibri"/>
          <w:b/>
          <w:color w:val="D40045"/>
          <w:sz w:val="36"/>
          <w:lang w:eastAsia="nl-NL"/>
        </w:rPr>
      </w:pPr>
      <w:r>
        <w:rPr>
          <w:rFonts w:ascii="Calibri" w:eastAsia="Calibri" w:hAnsi="Calibri" w:cs="Calibri"/>
          <w:b/>
          <w:color w:val="D40045"/>
          <w:sz w:val="36"/>
          <w:lang w:eastAsia="nl-NL"/>
        </w:rPr>
        <w:t xml:space="preserve">Werkblad 2 </w:t>
      </w:r>
    </w:p>
    <w:p w14:paraId="39FD7AA3" w14:textId="77777777" w:rsidR="00D604C0" w:rsidRPr="00D604C0" w:rsidRDefault="00D604C0" w:rsidP="00D604C0">
      <w:pPr>
        <w:keepNext/>
        <w:keepLines/>
        <w:spacing w:after="0"/>
        <w:ind w:left="-5" w:hanging="10"/>
        <w:outlineLvl w:val="0"/>
        <w:rPr>
          <w:rFonts w:ascii="Calibri" w:eastAsia="Calibri" w:hAnsi="Calibri" w:cs="Calibri"/>
          <w:b/>
          <w:color w:val="D40045"/>
          <w:sz w:val="36"/>
          <w:lang w:eastAsia="nl-NL"/>
        </w:rPr>
      </w:pPr>
      <w:r w:rsidRPr="00D604C0">
        <w:rPr>
          <w:rFonts w:ascii="Calibri" w:eastAsia="Calibri" w:hAnsi="Calibri" w:cs="Calibri"/>
          <w:b/>
          <w:color w:val="D40045"/>
          <w:sz w:val="36"/>
          <w:lang w:eastAsia="nl-NL"/>
        </w:rPr>
        <w:t xml:space="preserve">Denkwolkjes </w:t>
      </w:r>
    </w:p>
    <w:p w14:paraId="4C56A185" w14:textId="77777777" w:rsidR="00D604C0" w:rsidRPr="00D604C0" w:rsidRDefault="00D604C0" w:rsidP="00D604C0">
      <w:pPr>
        <w:spacing w:after="181"/>
        <w:rPr>
          <w:rFonts w:ascii="Calibri" w:eastAsia="Calibri" w:hAnsi="Calibri" w:cs="Calibri"/>
          <w:color w:val="000000"/>
          <w:sz w:val="20"/>
          <w:lang w:eastAsia="nl-NL"/>
        </w:rPr>
      </w:pPr>
      <w:r w:rsidRPr="00D604C0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327F5125" w14:textId="77777777" w:rsidR="00D604C0" w:rsidRPr="00D604C0" w:rsidRDefault="00D604C0" w:rsidP="00D604C0">
      <w:pPr>
        <w:spacing w:after="184" w:line="249" w:lineRule="auto"/>
        <w:ind w:left="-5" w:hanging="10"/>
        <w:rPr>
          <w:rFonts w:ascii="Calibri" w:eastAsia="Calibri" w:hAnsi="Calibri" w:cs="Calibri"/>
          <w:color w:val="000000"/>
          <w:sz w:val="20"/>
          <w:lang w:eastAsia="nl-NL"/>
        </w:rPr>
      </w:pPr>
      <w:r w:rsidRPr="00D604C0">
        <w:rPr>
          <w:rFonts w:ascii="Calibri" w:eastAsia="Calibri" w:hAnsi="Calibri" w:cs="Calibri"/>
          <w:color w:val="000000"/>
          <w:sz w:val="20"/>
          <w:lang w:eastAsia="nl-NL"/>
        </w:rPr>
        <w:t xml:space="preserve">Denk samen hardop na over de gelezen tekst en schrijf je gedachten op naast de vragen. </w:t>
      </w:r>
    </w:p>
    <w:p w14:paraId="5958CC82" w14:textId="77777777" w:rsidR="00D604C0" w:rsidRPr="00D604C0" w:rsidRDefault="00D604C0" w:rsidP="00D604C0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D604C0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3EAA8FC9" w14:textId="77777777" w:rsidR="00D604C0" w:rsidRPr="00D604C0" w:rsidRDefault="00D604C0" w:rsidP="00D604C0">
      <w:pPr>
        <w:spacing w:after="262"/>
        <w:ind w:left="16" w:right="-223"/>
        <w:rPr>
          <w:rFonts w:ascii="Calibri" w:eastAsia="Calibri" w:hAnsi="Calibri" w:cs="Calibri"/>
          <w:color w:val="000000"/>
          <w:sz w:val="20"/>
          <w:lang w:eastAsia="nl-NL"/>
        </w:rPr>
      </w:pPr>
      <w:bookmarkStart w:id="0" w:name="_GoBack"/>
      <w:bookmarkEnd w:id="0"/>
      <w:r w:rsidRPr="00D604C0">
        <w:rPr>
          <w:rFonts w:ascii="Calibri" w:eastAsia="Calibri" w:hAnsi="Calibri" w:cs="Calibri"/>
          <w:noProof/>
          <w:color w:val="000000"/>
          <w:sz w:val="20"/>
          <w:lang w:eastAsia="nl-NL"/>
        </w:rPr>
        <w:drawing>
          <wp:inline distT="0" distB="0" distL="0" distR="0" wp14:anchorId="6AF697E2" wp14:editId="112DAB5F">
            <wp:extent cx="5279137" cy="2097024"/>
            <wp:effectExtent l="0" t="0" r="0" b="0"/>
            <wp:docPr id="15356" name="Picture 153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6" name="Picture 1535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9137" cy="2097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AF5D3" w14:textId="77777777" w:rsidR="00D604C0" w:rsidRPr="00D604C0" w:rsidRDefault="00D604C0" w:rsidP="00D604C0">
      <w:pPr>
        <w:spacing w:after="103"/>
        <w:ind w:left="1865"/>
        <w:jc w:val="center"/>
        <w:rPr>
          <w:rFonts w:ascii="Calibri" w:eastAsia="Calibri" w:hAnsi="Calibri" w:cs="Calibri"/>
          <w:color w:val="000000"/>
          <w:sz w:val="20"/>
          <w:lang w:eastAsia="nl-NL"/>
        </w:rPr>
      </w:pPr>
      <w:r w:rsidRPr="00D604C0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2C957765" w14:textId="77777777" w:rsidR="00D604C0" w:rsidRPr="00D604C0" w:rsidRDefault="00D604C0" w:rsidP="00D604C0">
      <w:pPr>
        <w:spacing w:after="260"/>
        <w:ind w:left="16" w:right="-223"/>
        <w:rPr>
          <w:rFonts w:ascii="Calibri" w:eastAsia="Calibri" w:hAnsi="Calibri" w:cs="Calibri"/>
          <w:color w:val="000000"/>
          <w:sz w:val="20"/>
          <w:lang w:eastAsia="nl-NL"/>
        </w:rPr>
      </w:pPr>
      <w:r w:rsidRPr="00D604C0">
        <w:rPr>
          <w:rFonts w:ascii="Calibri" w:eastAsia="Calibri" w:hAnsi="Calibri" w:cs="Calibri"/>
          <w:noProof/>
          <w:color w:val="000000"/>
          <w:sz w:val="20"/>
          <w:lang w:eastAsia="nl-NL"/>
        </w:rPr>
        <w:drawing>
          <wp:inline distT="0" distB="0" distL="0" distR="0" wp14:anchorId="20140F24" wp14:editId="3C959153">
            <wp:extent cx="5279137" cy="2011680"/>
            <wp:effectExtent l="0" t="0" r="0" b="0"/>
            <wp:docPr id="15358" name="Picture 153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8" name="Picture 1535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9137" cy="201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22C10" w14:textId="77777777" w:rsidR="00D604C0" w:rsidRPr="00D604C0" w:rsidRDefault="00D604C0" w:rsidP="00D604C0">
      <w:pPr>
        <w:spacing w:after="114"/>
        <w:rPr>
          <w:rFonts w:ascii="Calibri" w:eastAsia="Calibri" w:hAnsi="Calibri" w:cs="Calibri"/>
          <w:color w:val="000000"/>
          <w:sz w:val="20"/>
          <w:lang w:eastAsia="nl-NL"/>
        </w:rPr>
      </w:pPr>
      <w:r w:rsidRPr="00D604C0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3D3161DE" w14:textId="77777777" w:rsidR="00D604C0" w:rsidRPr="00D604C0" w:rsidRDefault="00D604C0" w:rsidP="00D604C0">
      <w:pPr>
        <w:spacing w:after="254"/>
        <w:ind w:left="16" w:right="-223"/>
        <w:rPr>
          <w:rFonts w:ascii="Calibri" w:eastAsia="Calibri" w:hAnsi="Calibri" w:cs="Calibri"/>
          <w:color w:val="000000"/>
          <w:sz w:val="20"/>
          <w:lang w:eastAsia="nl-NL"/>
        </w:rPr>
      </w:pPr>
      <w:r w:rsidRPr="00D604C0">
        <w:rPr>
          <w:rFonts w:ascii="Calibri" w:eastAsia="Calibri" w:hAnsi="Calibri" w:cs="Calibri"/>
          <w:noProof/>
          <w:color w:val="000000"/>
          <w:sz w:val="20"/>
          <w:lang w:eastAsia="nl-NL"/>
        </w:rPr>
        <w:drawing>
          <wp:inline distT="0" distB="0" distL="0" distR="0" wp14:anchorId="50F4EE4D" wp14:editId="5F66CEF2">
            <wp:extent cx="5279137" cy="2005585"/>
            <wp:effectExtent l="0" t="0" r="0" b="0"/>
            <wp:docPr id="15360" name="Picture 153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0" name="Picture 1536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9137" cy="20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44576" w14:textId="77777777" w:rsidR="00D604C0" w:rsidRPr="00D604C0" w:rsidRDefault="00D604C0" w:rsidP="00D604C0">
      <w:pPr>
        <w:spacing w:after="0"/>
        <w:rPr>
          <w:rFonts w:ascii="Calibri" w:eastAsia="Calibri" w:hAnsi="Calibri" w:cs="Calibri"/>
          <w:color w:val="000000"/>
          <w:sz w:val="20"/>
          <w:lang w:eastAsia="nl-NL"/>
        </w:rPr>
      </w:pPr>
      <w:r w:rsidRPr="00D604C0">
        <w:rPr>
          <w:rFonts w:ascii="Calibri" w:eastAsia="Calibri" w:hAnsi="Calibri" w:cs="Calibri"/>
          <w:color w:val="000000"/>
          <w:sz w:val="20"/>
          <w:lang w:eastAsia="nl-NL"/>
        </w:rPr>
        <w:t xml:space="preserve"> </w:t>
      </w:r>
    </w:p>
    <w:p w14:paraId="2F69821B" w14:textId="77777777" w:rsidR="007C0030" w:rsidRDefault="007C0030"/>
    <w:sectPr w:rsidR="007C0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4C0"/>
    <w:rsid w:val="004751E3"/>
    <w:rsid w:val="007C0030"/>
    <w:rsid w:val="00D6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270A"/>
  <w15:chartTrackingRefBased/>
  <w15:docId w15:val="{B2C271D0-3717-4348-8881-85664C43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395C1C285249B17445C057ECAD08" ma:contentTypeVersion="12" ma:contentTypeDescription="Create a new document." ma:contentTypeScope="" ma:versionID="bffae5b5c65178593fbf43fa19607db4">
  <xsd:schema xmlns:xsd="http://www.w3.org/2001/XMLSchema" xmlns:xs="http://www.w3.org/2001/XMLSchema" xmlns:p="http://schemas.microsoft.com/office/2006/metadata/properties" xmlns:ns3="5a2c37fb-8963-434e-949e-995bf3a73eb7" xmlns:ns4="429100cf-d2c6-40a8-8a28-62627222bc4c" targetNamespace="http://schemas.microsoft.com/office/2006/metadata/properties" ma:root="true" ma:fieldsID="681686dde257eede7490c3ca5dfc8cc9" ns3:_="" ns4:_="">
    <xsd:import namespace="5a2c37fb-8963-434e-949e-995bf3a73eb7"/>
    <xsd:import namespace="429100cf-d2c6-40a8-8a28-62627222bc4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c37fb-8963-434e-949e-995bf3a73eb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100cf-d2c6-40a8-8a28-62627222b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7B6CC4-6884-4EF2-8C39-7108351D8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2c37fb-8963-434e-949e-995bf3a73eb7"/>
    <ds:schemaRef ds:uri="429100cf-d2c6-40a8-8a28-62627222b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23E348-0379-4AC4-A439-EF0105B785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AC03F3-C2A5-4C1C-91F6-F2649B3763A3}">
  <ds:schemaRefs>
    <ds:schemaRef ds:uri="429100cf-d2c6-40a8-8a28-62627222bc4c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5a2c37fb-8963-434e-949e-995bf3a73eb7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E80E03AE.dotm</Template>
  <TotalTime>1</TotalTime>
  <Pages>1</Pages>
  <Words>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Drenthe College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Bos, Jolijn</dc:creator>
  <cp:keywords/>
  <dc:description/>
  <cp:lastModifiedBy>Buls, Pien</cp:lastModifiedBy>
  <cp:revision>2</cp:revision>
  <dcterms:created xsi:type="dcterms:W3CDTF">2020-03-03T10:54:00Z</dcterms:created>
  <dcterms:modified xsi:type="dcterms:W3CDTF">2020-03-03T10:54:00Z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0x010100732E395C1C285249B17445C057ECAD08</vt:lpwstr>
  </property>
</Properties>
</file>