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C7549" w14:textId="77777777" w:rsidR="003B1F36" w:rsidRDefault="0050128C">
      <w:pPr>
        <w:pStyle w:val="Kop1"/>
        <w:ind w:left="-5"/>
      </w:pPr>
      <w:bookmarkStart w:id="0" w:name="_GoBack"/>
      <w:bookmarkEnd w:id="0"/>
      <w:r>
        <w:t>Werkblad 1</w:t>
      </w:r>
      <w:r>
        <w:br/>
      </w:r>
      <w:r w:rsidR="004F2BA6">
        <w:t xml:space="preserve">Goed observeren zonder meedoen </w:t>
      </w:r>
    </w:p>
    <w:p w14:paraId="402C36E7" w14:textId="77777777" w:rsidR="003B1F36" w:rsidRDefault="004F2BA6">
      <w:pPr>
        <w:spacing w:after="17" w:line="259" w:lineRule="auto"/>
        <w:ind w:left="0" w:firstLine="0"/>
      </w:pPr>
      <w:r>
        <w:rPr>
          <w:color w:val="C00000"/>
        </w:rPr>
        <w:t xml:space="preserve"> </w:t>
      </w:r>
    </w:p>
    <w:p w14:paraId="7B431D65" w14:textId="77777777" w:rsidR="003B1F36" w:rsidRDefault="004F2BA6">
      <w:pPr>
        <w:spacing w:after="45" w:line="259" w:lineRule="auto"/>
        <w:ind w:left="0" w:firstLine="0"/>
      </w:pPr>
      <w:r>
        <w:rPr>
          <w:color w:val="C00000"/>
        </w:rPr>
        <w:t xml:space="preserve"> </w:t>
      </w:r>
    </w:p>
    <w:p w14:paraId="58CBB7F5" w14:textId="77777777" w:rsidR="003B1F36" w:rsidRDefault="004F2BA6">
      <w:pPr>
        <w:tabs>
          <w:tab w:val="center" w:pos="4964"/>
        </w:tabs>
        <w:ind w:left="0" w:firstLine="0"/>
      </w:pPr>
      <w:r>
        <w:t xml:space="preserve">Dit zie ik: </w:t>
      </w:r>
      <w:r>
        <w:tab/>
        <w:t xml:space="preserve">Dit onthoud ik: </w:t>
      </w:r>
    </w:p>
    <w:tbl>
      <w:tblPr>
        <w:tblStyle w:val="TableGrid"/>
        <w:tblW w:w="8491" w:type="dxa"/>
        <w:tblInd w:w="0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248"/>
        <w:gridCol w:w="4243"/>
      </w:tblGrid>
      <w:tr w:rsidR="003B1F36" w14:paraId="2D2FEFB8" w14:textId="77777777">
        <w:trPr>
          <w:trHeight w:val="3528"/>
        </w:trPr>
        <w:tc>
          <w:tcPr>
            <w:tcW w:w="4248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</w:tcPr>
          <w:p w14:paraId="1A5D0D0B" w14:textId="77777777" w:rsidR="003B1F36" w:rsidRDefault="004F2BA6">
            <w:pPr>
              <w:spacing w:after="0" w:line="259" w:lineRule="auto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  <w:tc>
          <w:tcPr>
            <w:tcW w:w="4243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</w:tcPr>
          <w:p w14:paraId="7ECA2D11" w14:textId="77777777" w:rsidR="003B1F36" w:rsidRDefault="004F2BA6">
            <w:pPr>
              <w:spacing w:after="0" w:line="259" w:lineRule="auto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230C3A24" w14:textId="77777777" w:rsidR="003B1F36" w:rsidRDefault="004F2BA6">
      <w:pPr>
        <w:spacing w:after="0" w:line="259" w:lineRule="auto"/>
        <w:ind w:left="0" w:firstLine="0"/>
      </w:pPr>
      <w:r>
        <w:t xml:space="preserve"> </w:t>
      </w:r>
    </w:p>
    <w:p w14:paraId="271F37D1" w14:textId="77777777" w:rsidR="003B1F36" w:rsidRDefault="004F2BA6">
      <w:pPr>
        <w:spacing w:after="45" w:line="259" w:lineRule="auto"/>
        <w:ind w:left="0" w:firstLine="0"/>
      </w:pPr>
      <w:r>
        <w:t xml:space="preserve"> </w:t>
      </w:r>
    </w:p>
    <w:p w14:paraId="73AD245D" w14:textId="77777777" w:rsidR="003B1F36" w:rsidRDefault="004F2BA6">
      <w:pPr>
        <w:tabs>
          <w:tab w:val="center" w:pos="4964"/>
        </w:tabs>
        <w:ind w:left="0" w:firstLine="0"/>
      </w:pPr>
      <w:r>
        <w:t xml:space="preserve">Dit hoor ik: </w:t>
      </w:r>
      <w:r>
        <w:tab/>
        <w:t xml:space="preserve">Dit onthoud ik: </w:t>
      </w:r>
    </w:p>
    <w:tbl>
      <w:tblPr>
        <w:tblStyle w:val="TableGrid"/>
        <w:tblW w:w="8491" w:type="dxa"/>
        <w:tblInd w:w="0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248"/>
        <w:gridCol w:w="4243"/>
      </w:tblGrid>
      <w:tr w:rsidR="003B1F36" w14:paraId="18DFD6AF" w14:textId="77777777">
        <w:trPr>
          <w:trHeight w:val="3528"/>
        </w:trPr>
        <w:tc>
          <w:tcPr>
            <w:tcW w:w="4248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</w:tcPr>
          <w:p w14:paraId="54590303" w14:textId="77777777" w:rsidR="003B1F36" w:rsidRDefault="004F2BA6">
            <w:pPr>
              <w:spacing w:after="0" w:line="259" w:lineRule="auto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  <w:tc>
          <w:tcPr>
            <w:tcW w:w="4243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</w:tcPr>
          <w:p w14:paraId="75D57469" w14:textId="77777777" w:rsidR="003B1F36" w:rsidRDefault="004F2BA6">
            <w:pPr>
              <w:spacing w:after="0" w:line="259" w:lineRule="auto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5E3BB8D6" w14:textId="77777777" w:rsidR="003B1F36" w:rsidRDefault="004F2BA6">
      <w:pPr>
        <w:spacing w:after="0" w:line="259" w:lineRule="auto"/>
        <w:ind w:left="0" w:firstLine="0"/>
      </w:pPr>
      <w:r>
        <w:rPr>
          <w:color w:val="C00000"/>
        </w:rPr>
        <w:t xml:space="preserve"> </w:t>
      </w:r>
    </w:p>
    <w:p w14:paraId="342ECB99" w14:textId="77777777" w:rsidR="003B1F36" w:rsidRDefault="004F2BA6">
      <w:pPr>
        <w:spacing w:after="45" w:line="259" w:lineRule="auto"/>
        <w:ind w:left="0" w:firstLine="0"/>
      </w:pPr>
      <w:r>
        <w:rPr>
          <w:color w:val="C00000"/>
        </w:rPr>
        <w:t xml:space="preserve"> </w:t>
      </w:r>
    </w:p>
    <w:tbl>
      <w:tblPr>
        <w:tblStyle w:val="TableGrid"/>
        <w:tblpPr w:leftFromText="141" w:rightFromText="141" w:vertAnchor="text" w:horzAnchor="margin" w:tblpY="355"/>
        <w:tblW w:w="8491" w:type="dxa"/>
        <w:tblInd w:w="0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248"/>
        <w:gridCol w:w="4243"/>
      </w:tblGrid>
      <w:tr w:rsidR="0050128C" w14:paraId="7497FB35" w14:textId="77777777" w:rsidTr="0050128C">
        <w:trPr>
          <w:trHeight w:val="3528"/>
        </w:trPr>
        <w:tc>
          <w:tcPr>
            <w:tcW w:w="4248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</w:tcPr>
          <w:p w14:paraId="02458EF8" w14:textId="77777777" w:rsidR="0050128C" w:rsidRDefault="0050128C" w:rsidP="0050128C">
            <w:pPr>
              <w:spacing w:after="0" w:line="259" w:lineRule="auto"/>
              <w:ind w:left="0" w:firstLine="0"/>
            </w:pPr>
          </w:p>
        </w:tc>
        <w:tc>
          <w:tcPr>
            <w:tcW w:w="4243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</w:tcPr>
          <w:p w14:paraId="418A602A" w14:textId="77777777" w:rsidR="0050128C" w:rsidRDefault="0050128C" w:rsidP="0050128C">
            <w:pPr>
              <w:spacing w:after="0" w:line="259" w:lineRule="auto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058D09D5" w14:textId="77777777" w:rsidR="003B1F36" w:rsidRDefault="0050128C">
      <w:pPr>
        <w:tabs>
          <w:tab w:val="center" w:pos="4964"/>
        </w:tabs>
        <w:ind w:left="0" w:firstLine="0"/>
      </w:pPr>
      <w:r>
        <w:t>Dit begri</w:t>
      </w:r>
      <w:r w:rsidR="004F2BA6">
        <w:t xml:space="preserve">p ik: </w:t>
      </w:r>
      <w:r w:rsidR="004F2BA6">
        <w:tab/>
        <w:t xml:space="preserve">Dit onthoud ik: </w:t>
      </w:r>
    </w:p>
    <w:p w14:paraId="0EBEE14F" w14:textId="77777777" w:rsidR="003B1F36" w:rsidRDefault="003B1F36">
      <w:pPr>
        <w:spacing w:after="522" w:line="338" w:lineRule="auto"/>
        <w:ind w:left="-5"/>
      </w:pPr>
    </w:p>
    <w:sectPr w:rsidR="003B1F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4" w:h="16840"/>
      <w:pgMar w:top="699" w:right="1810" w:bottom="1739" w:left="1987" w:header="1169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A936C" w14:textId="77777777" w:rsidR="008703A9" w:rsidRDefault="008703A9">
      <w:pPr>
        <w:spacing w:after="0" w:line="240" w:lineRule="auto"/>
      </w:pPr>
      <w:r>
        <w:separator/>
      </w:r>
    </w:p>
  </w:endnote>
  <w:endnote w:type="continuationSeparator" w:id="0">
    <w:p w14:paraId="273504A6" w14:textId="77777777" w:rsidR="008703A9" w:rsidRDefault="00870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5E8E6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2E149A12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67676832" w14:textId="77777777" w:rsidR="003B1F36" w:rsidRDefault="004F2BA6">
    <w:pPr>
      <w:spacing w:after="0" w:line="244" w:lineRule="auto"/>
      <w:ind w:left="0" w:right="2190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4 – Werkbladen  </w:t>
    </w:r>
  </w:p>
  <w:p w14:paraId="05154732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4BF7A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1A527DAB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69ABD47F" w14:textId="77777777" w:rsidR="003B1F36" w:rsidRDefault="004F2BA6">
    <w:pPr>
      <w:spacing w:after="0" w:line="244" w:lineRule="auto"/>
      <w:ind w:left="0" w:right="2190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4 – Werkbladen  </w:t>
    </w:r>
  </w:p>
  <w:p w14:paraId="00040201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7A1FC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46EDF539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 </w:t>
    </w:r>
  </w:p>
  <w:p w14:paraId="31E559C9" w14:textId="77777777" w:rsidR="003B1F36" w:rsidRDefault="004F2BA6">
    <w:pPr>
      <w:spacing w:after="0" w:line="244" w:lineRule="auto"/>
      <w:ind w:left="0" w:right="2190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4 – Werkbladen  </w:t>
    </w:r>
  </w:p>
  <w:p w14:paraId="46B231D6" w14:textId="77777777" w:rsidR="003B1F36" w:rsidRDefault="004F2BA6">
    <w:pPr>
      <w:spacing w:after="0" w:line="259" w:lineRule="auto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9B501" w14:textId="77777777" w:rsidR="008703A9" w:rsidRDefault="008703A9">
      <w:pPr>
        <w:spacing w:after="0" w:line="240" w:lineRule="auto"/>
      </w:pPr>
      <w:r>
        <w:separator/>
      </w:r>
    </w:p>
  </w:footnote>
  <w:footnote w:type="continuationSeparator" w:id="0">
    <w:p w14:paraId="5CFA3C5B" w14:textId="77777777" w:rsidR="008703A9" w:rsidRDefault="00870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3E886" w14:textId="77777777" w:rsidR="003B1F36" w:rsidRDefault="004F2BA6">
    <w:pPr>
      <w:spacing w:after="0" w:line="259" w:lineRule="auto"/>
      <w:ind w:left="0" w:firstLine="0"/>
    </w:pPr>
    <w:r>
      <w:rPr>
        <w:b/>
      </w:rPr>
      <w:t>Werkblad 4.</w:t>
    </w:r>
    <w:r>
      <w:rPr>
        <w:b/>
      </w:rPr>
      <w:fldChar w:fldCharType="begin"/>
    </w:r>
    <w:r>
      <w:rPr>
        <w:b/>
      </w:rPr>
      <w:instrText xml:space="preserve"> PAGE   \* MERGEFORMAT 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CA696" w14:textId="77777777" w:rsidR="003B1F36" w:rsidRDefault="003B1F36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26346" w14:textId="77777777" w:rsidR="003B1F36" w:rsidRDefault="004F2BA6">
    <w:pPr>
      <w:spacing w:after="0" w:line="259" w:lineRule="auto"/>
      <w:ind w:left="0" w:firstLine="0"/>
    </w:pPr>
    <w:r>
      <w:rPr>
        <w:b/>
      </w:rPr>
      <w:t>Werkblad 4.</w:t>
    </w:r>
    <w:r>
      <w:rPr>
        <w:b/>
      </w:rPr>
      <w:fldChar w:fldCharType="begin"/>
    </w:r>
    <w:r>
      <w:rPr>
        <w:b/>
      </w:rPr>
      <w:instrText xml:space="preserve"> PAGE   \* MERGEFORMAT 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F36"/>
    <w:rsid w:val="00075F63"/>
    <w:rsid w:val="003B1F36"/>
    <w:rsid w:val="004F2BA6"/>
    <w:rsid w:val="0050128C"/>
    <w:rsid w:val="005B2E7C"/>
    <w:rsid w:val="008703A9"/>
    <w:rsid w:val="00A0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28370"/>
  <w15:docId w15:val="{CA53693F-FA05-4D3F-9B81-91F0BDCB3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4" w:line="249" w:lineRule="auto"/>
      <w:ind w:left="10" w:hanging="10"/>
    </w:pPr>
    <w:rPr>
      <w:rFonts w:ascii="Calibri" w:eastAsia="Calibri" w:hAnsi="Calibri" w:cs="Calibri"/>
      <w:color w:val="000000"/>
      <w:sz w:val="20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D40045"/>
      <w:sz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Calibri" w:eastAsia="Calibri" w:hAnsi="Calibri" w:cs="Calibri"/>
      <w:b/>
      <w:color w:val="D40045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395C1C285249B17445C057ECAD08" ma:contentTypeVersion="12" ma:contentTypeDescription="Create a new document." ma:contentTypeScope="" ma:versionID="bffae5b5c65178593fbf43fa19607db4">
  <xsd:schema xmlns:xsd="http://www.w3.org/2001/XMLSchema" xmlns:xs="http://www.w3.org/2001/XMLSchema" xmlns:p="http://schemas.microsoft.com/office/2006/metadata/properties" xmlns:ns3="5a2c37fb-8963-434e-949e-995bf3a73eb7" xmlns:ns4="429100cf-d2c6-40a8-8a28-62627222bc4c" targetNamespace="http://schemas.microsoft.com/office/2006/metadata/properties" ma:root="true" ma:fieldsID="681686dde257eede7490c3ca5dfc8cc9" ns3:_="" ns4:_="">
    <xsd:import namespace="5a2c37fb-8963-434e-949e-995bf3a73eb7"/>
    <xsd:import namespace="429100cf-d2c6-40a8-8a28-62627222bc4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c37fb-8963-434e-949e-995bf3a73eb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100cf-d2c6-40a8-8a28-62627222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B4D232-F7CA-43B9-868C-6971793717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2c37fb-8963-434e-949e-995bf3a73eb7"/>
    <ds:schemaRef ds:uri="429100cf-d2c6-40a8-8a28-62627222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4E6A56-759E-495B-88CE-0A608F5688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6C0F36-5112-4A14-A8E9-A6666EFDE542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29100cf-d2c6-40a8-8a28-62627222bc4c"/>
    <ds:schemaRef ds:uri="5a2c37fb-8963-434e-949e-995bf3a73eb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DF5B19EF.dotm</Template>
  <TotalTime>1</TotalTime>
  <Pages>2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- 04-2 Bijeenkomst 4-Werkbladen.docx</vt:lpstr>
    </vt:vector>
  </TitlesOfParts>
  <Company>Drenthe College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- 04-2 Bijeenkomst 4-Werkbladen.docx</dc:title>
  <dc:subject/>
  <dc:creator>maben</dc:creator>
  <cp:keywords/>
  <cp:lastModifiedBy>Buls, Pien</cp:lastModifiedBy>
  <cp:revision>2</cp:revision>
  <dcterms:created xsi:type="dcterms:W3CDTF">2020-03-03T10:48:00Z</dcterms:created>
  <dcterms:modified xsi:type="dcterms:W3CDTF">2020-03-03T10:48:00Z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0x010100732E395C1C285249B17445C057ECAD08</vt:lpwstr>
  </property>
</Properties>
</file>