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BAB64" w14:textId="77777777" w:rsidR="005A1F9B" w:rsidRDefault="001F7303">
      <w:pPr>
        <w:spacing w:after="157"/>
        <w:ind w:left="-5"/>
      </w:pPr>
      <w:r>
        <w:rPr>
          <w:b/>
        </w:rPr>
        <w:t xml:space="preserve">Werkblad 3.2  </w:t>
      </w:r>
    </w:p>
    <w:p w14:paraId="560AE129" w14:textId="77777777" w:rsidR="005A1F9B" w:rsidRDefault="001F7303">
      <w:pPr>
        <w:pStyle w:val="Kop1"/>
        <w:ind w:left="-5"/>
      </w:pPr>
      <w:r>
        <w:t xml:space="preserve">Ik zie, ik zie…  </w:t>
      </w:r>
    </w:p>
    <w:p w14:paraId="7A6CC6D2" w14:textId="77777777" w:rsidR="005A1F9B" w:rsidRDefault="001F7303">
      <w:pPr>
        <w:spacing w:after="42" w:line="216" w:lineRule="auto"/>
        <w:ind w:left="0" w:right="7675" w:hanging="5"/>
      </w:pPr>
      <w:r>
        <w:rPr>
          <w:noProof/>
        </w:rPr>
        <w:drawing>
          <wp:inline distT="0" distB="0" distL="0" distR="0" wp14:anchorId="2CD32936" wp14:editId="3BE0C1C7">
            <wp:extent cx="545592" cy="545592"/>
            <wp:effectExtent l="0" t="0" r="0" b="0"/>
            <wp:docPr id="650" name="Picture 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Picture 65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5592" cy="54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16"/>
        </w:rPr>
        <w:t xml:space="preserve">  </w:t>
      </w:r>
      <w:bookmarkStart w:id="0" w:name="_GoBack"/>
      <w:bookmarkEnd w:id="0"/>
    </w:p>
    <w:p w14:paraId="3A1459D4" w14:textId="77777777" w:rsidR="005A1F9B" w:rsidRDefault="001F7303">
      <w:pPr>
        <w:spacing w:after="46"/>
        <w:ind w:left="0" w:firstLine="0"/>
      </w:pPr>
      <w:r>
        <w:rPr>
          <w:b/>
          <w:sz w:val="16"/>
        </w:rPr>
        <w:t xml:space="preserve"> </w:t>
      </w:r>
    </w:p>
    <w:p w14:paraId="39C6F774" w14:textId="77777777" w:rsidR="005A1F9B" w:rsidRDefault="001F7303">
      <w:pPr>
        <w:ind w:left="-5"/>
      </w:pPr>
      <w:r>
        <w:t xml:space="preserve">Wat gebeurt hier?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 w14:paraId="79AB8D92" w14:textId="77777777">
        <w:trPr>
          <w:trHeight w:val="1536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210FE406" w14:textId="77777777"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4563209C" w14:textId="77777777" w:rsidR="005A1F9B" w:rsidRDefault="001F7303">
      <w:pPr>
        <w:ind w:left="0" w:firstLine="0"/>
      </w:pPr>
      <w:r>
        <w:t xml:space="preserve"> </w:t>
      </w:r>
    </w:p>
    <w:p w14:paraId="06E6E335" w14:textId="77777777" w:rsidR="005A1F9B" w:rsidRDefault="001F7303">
      <w:pPr>
        <w:ind w:left="-5"/>
      </w:pPr>
      <w:r>
        <w:t xml:space="preserve">Wat vinden de kinderen interessant? Waar gaat de aandacht van de kinderen naar uit? 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 w14:paraId="3F0DD00C" w14:textId="77777777">
        <w:trPr>
          <w:trHeight w:val="1541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62A71642" w14:textId="77777777"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0FF32FAF" w14:textId="77777777" w:rsidR="005A1F9B" w:rsidRDefault="001F7303">
      <w:pPr>
        <w:ind w:left="0" w:firstLine="0"/>
      </w:pPr>
      <w:r>
        <w:rPr>
          <w:color w:val="00B050"/>
        </w:rPr>
        <w:t xml:space="preserve"> </w:t>
      </w:r>
    </w:p>
    <w:p w14:paraId="7F78FF72" w14:textId="77777777" w:rsidR="005A1F9B" w:rsidRDefault="001F7303">
      <w:pPr>
        <w:ind w:left="-5"/>
      </w:pPr>
      <w:r>
        <w:t xml:space="preserve">Hoe kun je daarop doorgaan? </w:t>
      </w:r>
    </w:p>
    <w:p w14:paraId="5FECC56D" w14:textId="77777777" w:rsidR="005A1F9B" w:rsidRDefault="001F7303">
      <w:pPr>
        <w:ind w:left="0" w:firstLine="0"/>
      </w:pPr>
      <w:r>
        <w:t xml:space="preserve"> </w:t>
      </w:r>
    </w:p>
    <w:p w14:paraId="195EE11C" w14:textId="77777777" w:rsidR="005A1F9B" w:rsidRDefault="001F7303">
      <w:pPr>
        <w:ind w:left="-5"/>
      </w:pPr>
      <w:r>
        <w:t xml:space="preserve">Verbinden: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 w14:paraId="48C8AD24" w14:textId="77777777">
        <w:trPr>
          <w:trHeight w:val="917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67EEA1F9" w14:textId="77777777"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55A71631" w14:textId="77777777" w:rsidR="005A1F9B" w:rsidRDefault="001F7303">
      <w:pPr>
        <w:ind w:left="-5"/>
      </w:pPr>
      <w:r>
        <w:t xml:space="preserve">Verrijken: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 w14:paraId="79B04FE6" w14:textId="77777777">
        <w:trPr>
          <w:trHeight w:val="917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060B4705" w14:textId="77777777"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7BF61686" w14:textId="77777777" w:rsidR="005A1F9B" w:rsidRDefault="001F7303">
      <w:pPr>
        <w:ind w:left="-5"/>
      </w:pPr>
      <w:r>
        <w:t xml:space="preserve">Taaldoelen: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 w14:paraId="4A2A8AA9" w14:textId="77777777">
        <w:trPr>
          <w:trHeight w:val="917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2ACB0925" w14:textId="77777777"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5D165467" w14:textId="77777777" w:rsidR="005A1F9B" w:rsidRDefault="001F7303">
      <w:pPr>
        <w:ind w:left="-5"/>
      </w:pPr>
      <w:r>
        <w:t xml:space="preserve">Rekendoelen: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 w14:paraId="67969970" w14:textId="77777777">
        <w:trPr>
          <w:trHeight w:val="917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3CB0D98C" w14:textId="77777777"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178945C4" w14:textId="77777777" w:rsidR="005A1F9B" w:rsidRDefault="001F7303">
      <w:pPr>
        <w:ind w:left="-5"/>
      </w:pPr>
      <w:r>
        <w:t xml:space="preserve">Sociaal-emotionele doelen: </w:t>
      </w:r>
    </w:p>
    <w:tbl>
      <w:tblPr>
        <w:tblStyle w:val="TableGrid"/>
        <w:tblW w:w="8491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491"/>
      </w:tblGrid>
      <w:tr w:rsidR="005A1F9B" w14:paraId="078B681A" w14:textId="77777777">
        <w:trPr>
          <w:trHeight w:val="912"/>
        </w:trPr>
        <w:tc>
          <w:tcPr>
            <w:tcW w:w="8491" w:type="dxa"/>
            <w:tcBorders>
              <w:top w:val="single" w:sz="4" w:space="0" w:color="D40045"/>
              <w:left w:val="single" w:sz="4" w:space="0" w:color="D40045"/>
              <w:bottom w:val="single" w:sz="4" w:space="0" w:color="D40045"/>
              <w:right w:val="single" w:sz="4" w:space="0" w:color="D40045"/>
            </w:tcBorders>
            <w:vAlign w:val="center"/>
          </w:tcPr>
          <w:p w14:paraId="08462F26" w14:textId="77777777" w:rsidR="005A1F9B" w:rsidRDefault="001F7303">
            <w:pPr>
              <w:spacing w:after="0"/>
              <w:ind w:left="0" w:firstLine="0"/>
            </w:pPr>
            <w:r>
              <w:rPr>
                <w:rFonts w:ascii="Georgia" w:eastAsia="Georgia" w:hAnsi="Georgia" w:cs="Georgia"/>
                <w:color w:val="0070C0"/>
              </w:rPr>
              <w:t xml:space="preserve"> </w:t>
            </w:r>
          </w:p>
        </w:tc>
      </w:tr>
    </w:tbl>
    <w:p w14:paraId="0A254FC4" w14:textId="77777777" w:rsidR="005A1F9B" w:rsidRDefault="001F7303">
      <w:pPr>
        <w:ind w:left="-5"/>
      </w:pPr>
      <w:r>
        <w:t xml:space="preserve">Motorische doelen: </w:t>
      </w:r>
    </w:p>
    <w:p w14:paraId="5471CD05" w14:textId="77777777" w:rsidR="005A1F9B" w:rsidRDefault="001F7303" w:rsidP="009A3298">
      <w:pPr>
        <w:spacing w:after="157"/>
        <w:ind w:left="-5"/>
      </w:pPr>
      <w:r>
        <w:rPr>
          <w:b/>
        </w:rPr>
        <w:t xml:space="preserve">Werkblad 3.3 </w:t>
      </w:r>
    </w:p>
    <w:sectPr w:rsidR="005A1F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40"/>
      <w:pgMar w:top="1169" w:right="1357" w:bottom="1778" w:left="1987" w:header="704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0DF0B" w14:textId="77777777" w:rsidR="0007499C" w:rsidRDefault="0007499C">
      <w:pPr>
        <w:spacing w:after="0" w:line="240" w:lineRule="auto"/>
      </w:pPr>
      <w:r>
        <w:separator/>
      </w:r>
    </w:p>
  </w:endnote>
  <w:endnote w:type="continuationSeparator" w:id="0">
    <w:p w14:paraId="40E99BCE" w14:textId="77777777" w:rsidR="0007499C" w:rsidRDefault="0007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43607" w14:textId="77777777"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14:paraId="47A9AA85" w14:textId="77777777"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14:paraId="52FF9372" w14:textId="77777777" w:rsidR="005A1F9B" w:rsidRDefault="001F7303">
    <w:pPr>
      <w:spacing w:after="0" w:line="244" w:lineRule="auto"/>
      <w:ind w:left="0" w:right="2644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3 – Werkbladen  </w:t>
    </w:r>
  </w:p>
  <w:p w14:paraId="31C8622B" w14:textId="77777777" w:rsidR="005A1F9B" w:rsidRDefault="001F7303">
    <w:pPr>
      <w:spacing w:after="0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90786" w14:textId="77777777" w:rsidR="005A1F9B" w:rsidRDefault="001F7303">
    <w:pPr>
      <w:spacing w:after="0"/>
      <w:ind w:left="0" w:firstLine="0"/>
    </w:pPr>
    <w:r>
      <w:t xml:space="preserve"> </w:t>
    </w:r>
  </w:p>
  <w:p w14:paraId="0272831D" w14:textId="77777777"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14:paraId="7E1CA482" w14:textId="77777777"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14:paraId="2BDFF92E" w14:textId="77777777" w:rsidR="005A1F9B" w:rsidRDefault="001F7303">
    <w:pPr>
      <w:spacing w:after="0" w:line="244" w:lineRule="auto"/>
      <w:ind w:left="0" w:right="2644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3 – Werkbladen  </w:t>
    </w:r>
  </w:p>
  <w:p w14:paraId="4A671E1F" w14:textId="77777777" w:rsidR="005A1F9B" w:rsidRDefault="001F7303">
    <w:pPr>
      <w:spacing w:after="0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6439" w14:textId="77777777"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14:paraId="6BA2C50F" w14:textId="77777777" w:rsidR="005A1F9B" w:rsidRDefault="001F7303">
    <w:pPr>
      <w:spacing w:after="0"/>
      <w:ind w:left="0" w:firstLine="0"/>
    </w:pPr>
    <w:r>
      <w:rPr>
        <w:color w:val="6E7883"/>
        <w:sz w:val="16"/>
      </w:rPr>
      <w:t xml:space="preserve"> </w:t>
    </w:r>
  </w:p>
  <w:p w14:paraId="5E6EAF15" w14:textId="77777777" w:rsidR="005A1F9B" w:rsidRDefault="001F7303">
    <w:pPr>
      <w:spacing w:after="0" w:line="244" w:lineRule="auto"/>
      <w:ind w:left="0" w:right="2644" w:firstLine="0"/>
      <w:jc w:val="both"/>
    </w:pPr>
    <w:r>
      <w:rPr>
        <w:color w:val="6E7883"/>
        <w:sz w:val="16"/>
      </w:rPr>
      <w:t xml:space="preserve">Basistraining Voor- en Vroegschoolse Educatie (VVE) voor vaste medewerkers  Bijeenkomst 3 – Werkbladen  </w:t>
    </w:r>
  </w:p>
  <w:p w14:paraId="573FA25A" w14:textId="77777777" w:rsidR="005A1F9B" w:rsidRDefault="001F7303">
    <w:pPr>
      <w:spacing w:after="0"/>
      <w:ind w:left="0" w:firstLine="0"/>
    </w:pPr>
    <w:r>
      <w:rPr>
        <w:color w:val="6E7883"/>
        <w:sz w:val="16"/>
      </w:rPr>
      <w:t xml:space="preserve">© Gemeente Amsterdam, 2015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225EA" w14:textId="77777777" w:rsidR="0007499C" w:rsidRDefault="0007499C">
      <w:pPr>
        <w:spacing w:after="0" w:line="240" w:lineRule="auto"/>
      </w:pPr>
      <w:r>
        <w:separator/>
      </w:r>
    </w:p>
  </w:footnote>
  <w:footnote w:type="continuationSeparator" w:id="0">
    <w:p w14:paraId="54E44560" w14:textId="77777777" w:rsidR="0007499C" w:rsidRDefault="00074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85A22" w14:textId="77777777" w:rsidR="005A1F9B" w:rsidRDefault="001F7303">
    <w:pPr>
      <w:spacing w:after="0"/>
      <w:ind w:left="0" w:firstLine="0"/>
    </w:pPr>
    <w:r>
      <w:rPr>
        <w:rFonts w:ascii="Courier New" w:eastAsia="Courier New" w:hAnsi="Courier New" w:cs="Courier New"/>
      </w:rPr>
      <w:t>=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3D21C" w14:textId="77777777" w:rsidR="005A1F9B" w:rsidRDefault="001F7303">
    <w:pPr>
      <w:spacing w:after="0"/>
      <w:ind w:left="0" w:firstLine="0"/>
    </w:pPr>
    <w:r>
      <w:rPr>
        <w:rFonts w:ascii="Courier New" w:eastAsia="Courier New" w:hAnsi="Courier New" w:cs="Courier New"/>
      </w:rPr>
      <w:t>=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3D2D9" w14:textId="77777777" w:rsidR="005A1F9B" w:rsidRDefault="001F7303">
    <w:pPr>
      <w:spacing w:after="0"/>
      <w:ind w:left="0" w:firstLine="0"/>
    </w:pPr>
    <w:r>
      <w:rPr>
        <w:rFonts w:ascii="Courier New" w:eastAsia="Courier New" w:hAnsi="Courier New" w:cs="Courier New"/>
      </w:rPr>
      <w:t>=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F9B"/>
    <w:rsid w:val="0007499C"/>
    <w:rsid w:val="00185B9E"/>
    <w:rsid w:val="001F7303"/>
    <w:rsid w:val="005A1F9B"/>
    <w:rsid w:val="00701B32"/>
    <w:rsid w:val="009A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B84E5"/>
  <w15:docId w15:val="{046CF075-AEE0-4C16-BD26-C97F754A4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3"/>
      <w:ind w:left="116" w:hanging="10"/>
    </w:pPr>
    <w:rPr>
      <w:rFonts w:ascii="Calibri" w:eastAsia="Calibri" w:hAnsi="Calibri" w:cs="Calibri"/>
      <w:color w:val="000000"/>
      <w:sz w:val="2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D40045"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D40045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395C1C285249B17445C057ECAD08" ma:contentTypeVersion="12" ma:contentTypeDescription="Create a new document." ma:contentTypeScope="" ma:versionID="bffae5b5c65178593fbf43fa19607db4">
  <xsd:schema xmlns:xsd="http://www.w3.org/2001/XMLSchema" xmlns:xs="http://www.w3.org/2001/XMLSchema" xmlns:p="http://schemas.microsoft.com/office/2006/metadata/properties" xmlns:ns3="5a2c37fb-8963-434e-949e-995bf3a73eb7" xmlns:ns4="429100cf-d2c6-40a8-8a28-62627222bc4c" targetNamespace="http://schemas.microsoft.com/office/2006/metadata/properties" ma:root="true" ma:fieldsID="681686dde257eede7490c3ca5dfc8cc9" ns3:_="" ns4:_="">
    <xsd:import namespace="5a2c37fb-8963-434e-949e-995bf3a73eb7"/>
    <xsd:import namespace="429100cf-d2c6-40a8-8a28-62627222bc4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c37fb-8963-434e-949e-995bf3a73e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100cf-d2c6-40a8-8a28-62627222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CA807-9E1B-43DD-B1DC-2CAC5B189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2c37fb-8963-434e-949e-995bf3a73eb7"/>
    <ds:schemaRef ds:uri="429100cf-d2c6-40a8-8a28-62627222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56C6DA-87E7-45D8-A65C-592FE4F41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6142AE-1893-4455-88BB-B6598E6CB89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29100cf-d2c6-40a8-8a28-62627222bc4c"/>
    <ds:schemaRef ds:uri="5a2c37fb-8963-434e-949e-995bf3a73eb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64F86A14.dotm</Template>
  <TotalTime>1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- 03-2 Bijeenkomst 3-Werkbladen.docx</vt:lpstr>
    </vt:vector>
  </TitlesOfParts>
  <Company>Drenthe College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- 03-2 Bijeenkomst 3-Werkbladen.docx</dc:title>
  <dc:subject/>
  <dc:creator>maben</dc:creator>
  <cp:keywords/>
  <cp:lastModifiedBy>Buls, Pien</cp:lastModifiedBy>
  <cp:revision>2</cp:revision>
  <dcterms:created xsi:type="dcterms:W3CDTF">2020-02-25T10:38:00Z</dcterms:created>
  <dcterms:modified xsi:type="dcterms:W3CDTF">2020-02-25T10:38:00Z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0x010100732E395C1C285249B17445C057ECAD08</vt:lpwstr>
  </property>
</Properties>
</file>