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B82CB" w14:textId="77777777" w:rsidR="00FA4E68" w:rsidRDefault="00FA4E68" w:rsidP="00FA4E68">
      <w:pPr>
        <w:rPr>
          <w:b/>
        </w:rPr>
      </w:pPr>
      <w:r>
        <w:rPr>
          <w:b/>
        </w:rPr>
        <w:t xml:space="preserve">Spiegelblad </w:t>
      </w:r>
    </w:p>
    <w:p w14:paraId="51354A29" w14:textId="77777777" w:rsidR="00FA4E68" w:rsidRPr="00FA4E68" w:rsidRDefault="00FA4E68" w:rsidP="00FA4E68">
      <w:pPr>
        <w:rPr>
          <w:b/>
        </w:rPr>
      </w:pPr>
      <w:r>
        <w:t xml:space="preserve">Dit vul je in tijdens elke les. Lesweek:       </w:t>
      </w:r>
    </w:p>
    <w:p w14:paraId="046AEB61" w14:textId="77777777" w:rsidR="00FA4E68" w:rsidRDefault="00FA4E68" w:rsidP="00FA4E68">
      <w:r>
        <w:t xml:space="preserve">Wat is er deze les behandeld? </w:t>
      </w:r>
    </w:p>
    <w:p w14:paraId="14D48B9B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14:paraId="38FC88F5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1EFC11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B8E293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D92FC5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0A508A" w14:textId="77777777" w:rsidR="00FA4E68" w:rsidRDefault="00FA4E68" w:rsidP="00FA4E68">
      <w:r>
        <w:t xml:space="preserve"> Hoe kun je deze kennis gebruiken in je BPV? Of later in je werk? </w:t>
      </w:r>
    </w:p>
    <w:p w14:paraId="4EC08BE8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14:paraId="4BC431F3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BD1BFB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E74AD2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2E1D94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316E97" w14:textId="77777777" w:rsidR="00FA4E68" w:rsidRDefault="00FA4E68" w:rsidP="00FA4E68"/>
    <w:p w14:paraId="506C56B2" w14:textId="77777777" w:rsidR="00FA4E68" w:rsidRDefault="00FA4E68" w:rsidP="00FA4E68">
      <w:r>
        <w:t xml:space="preserve">Bij welke oefenopdracht of welk examen past dit onderwerp/deze onderwerpen?  (in de handleiding kun je lezen aan welke oefenopdrachten deze lessen gekoppeld zijn. Lees </w:t>
      </w:r>
      <w:bookmarkStart w:id="0" w:name="_GoBack"/>
      <w:bookmarkEnd w:id="0"/>
      <w:r>
        <w:t xml:space="preserve">de OO door om op deze vraag  antwoord te kunnen geven. Kijk ook naar de kennis en vaardigheden.) </w:t>
      </w:r>
    </w:p>
    <w:p w14:paraId="6746BB36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F88EA93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29BC8B7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7000FB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E25143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543408" w14:textId="77777777" w:rsidR="00FA4E68" w:rsidRDefault="00FA4E68" w:rsidP="00FA4E68"/>
    <w:p w14:paraId="065CF5B2" w14:textId="77777777" w:rsidR="00122817" w:rsidRDefault="00FA4E68" w:rsidP="00FA4E68">
      <w:r>
        <w:t>Hoe kun je dit bij het uitvoeren van je oefenopdracht of examen gebruiken/inzetten?</w:t>
      </w:r>
    </w:p>
    <w:p w14:paraId="374A5886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32E2A0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2CD4B6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E939FC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6259A7" w14:textId="77777777" w:rsidR="00FA4E68" w:rsidRDefault="00FA4E68" w:rsidP="00FA4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FA4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68"/>
    <w:rsid w:val="00122817"/>
    <w:rsid w:val="00B34321"/>
    <w:rsid w:val="00FA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333"/>
  <w15:chartTrackingRefBased/>
  <w15:docId w15:val="{EB253486-2D4F-4D4F-9239-2A10C370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2" ma:contentTypeDescription="Create a new document." ma:contentTypeScope="" ma:versionID="bffae5b5c65178593fbf43fa19607db4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681686dde257eede7490c3ca5dfc8cc9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1CDA0-9390-48B3-9F1D-FB5B6224F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ACE5B-93EA-46A3-B4F6-27762A14F4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2C432-9A66-4C49-BA21-9098976D9A4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29100cf-d2c6-40a8-8a28-62627222bc4c"/>
    <ds:schemaRef ds:uri="http://schemas.microsoft.com/office/2006/documentManagement/types"/>
    <ds:schemaRef ds:uri="http://schemas.openxmlformats.org/package/2006/metadata/core-properties"/>
    <ds:schemaRef ds:uri="5a2c37fb-8963-434e-949e-995bf3a73eb7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22834786.dotm</Template>
  <TotalTime>0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Bos, Jolijn</dc:creator>
  <cp:keywords/>
  <dc:description/>
  <cp:lastModifiedBy>Buls, Pien</cp:lastModifiedBy>
  <cp:revision>2</cp:revision>
  <dcterms:created xsi:type="dcterms:W3CDTF">2020-03-04T11:52:00Z</dcterms:created>
  <dcterms:modified xsi:type="dcterms:W3CDTF">2020-03-04T11:52:00Z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