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81617" w14:textId="77777777" w:rsidR="00FA4E68" w:rsidRDefault="00FA4E68" w:rsidP="00FA4E68">
      <w:pPr>
        <w:rPr>
          <w:b/>
        </w:rPr>
      </w:pPr>
      <w:bookmarkStart w:id="0" w:name="_GoBack"/>
      <w:bookmarkEnd w:id="0"/>
      <w:r>
        <w:rPr>
          <w:b/>
        </w:rPr>
        <w:t xml:space="preserve">Spiegelblad </w:t>
      </w:r>
    </w:p>
    <w:p w14:paraId="237420FC" w14:textId="77777777" w:rsidR="00FA4E68" w:rsidRPr="00FA4E68" w:rsidRDefault="00FA4E68" w:rsidP="00FA4E68">
      <w:pPr>
        <w:rPr>
          <w:b/>
        </w:rPr>
      </w:pPr>
      <w:r>
        <w:t xml:space="preserve">Dit vul je in tijdens elke les. Lesweek:       </w:t>
      </w:r>
    </w:p>
    <w:p w14:paraId="392238F7" w14:textId="77777777" w:rsidR="00FA4E68" w:rsidRDefault="00FA4E68" w:rsidP="00FA4E68">
      <w:r>
        <w:t xml:space="preserve">Wat is er deze les behandeld? </w:t>
      </w:r>
    </w:p>
    <w:p w14:paraId="70F03844" w14:textId="77777777" w:rsidR="00FA4E68" w:rsidRDefault="00FA4E68" w:rsidP="00FA4E68">
      <w:pPr>
        <w:pBdr>
          <w:top w:val="single" w:sz="4" w:space="1" w:color="auto"/>
          <w:left w:val="single" w:sz="4" w:space="4" w:color="auto"/>
          <w:bottom w:val="single" w:sz="4" w:space="1" w:color="auto"/>
          <w:right w:val="single" w:sz="4" w:space="4" w:color="auto"/>
        </w:pBdr>
      </w:pPr>
      <w:r>
        <w:t xml:space="preserve"> </w:t>
      </w:r>
    </w:p>
    <w:p w14:paraId="4AAB6F0E" w14:textId="77777777" w:rsidR="00FA4E68" w:rsidRDefault="00FA4E68" w:rsidP="00FA4E68">
      <w:pPr>
        <w:pBdr>
          <w:top w:val="single" w:sz="4" w:space="1" w:color="auto"/>
          <w:left w:val="single" w:sz="4" w:space="4" w:color="auto"/>
          <w:bottom w:val="single" w:sz="4" w:space="1" w:color="auto"/>
          <w:right w:val="single" w:sz="4" w:space="4" w:color="auto"/>
        </w:pBdr>
      </w:pPr>
    </w:p>
    <w:p w14:paraId="2DD04AB9" w14:textId="77777777" w:rsidR="00FA4E68" w:rsidRDefault="00FA4E68" w:rsidP="00FA4E68">
      <w:pPr>
        <w:pBdr>
          <w:top w:val="single" w:sz="4" w:space="1" w:color="auto"/>
          <w:left w:val="single" w:sz="4" w:space="4" w:color="auto"/>
          <w:bottom w:val="single" w:sz="4" w:space="1" w:color="auto"/>
          <w:right w:val="single" w:sz="4" w:space="4" w:color="auto"/>
        </w:pBdr>
      </w:pPr>
    </w:p>
    <w:p w14:paraId="2ACF5E7F" w14:textId="77777777" w:rsidR="00FA4E68" w:rsidRDefault="00FA4E68" w:rsidP="00FA4E68">
      <w:pPr>
        <w:pBdr>
          <w:top w:val="single" w:sz="4" w:space="1" w:color="auto"/>
          <w:left w:val="single" w:sz="4" w:space="4" w:color="auto"/>
          <w:bottom w:val="single" w:sz="4" w:space="1" w:color="auto"/>
          <w:right w:val="single" w:sz="4" w:space="4" w:color="auto"/>
        </w:pBdr>
      </w:pPr>
    </w:p>
    <w:p w14:paraId="7068E5F5" w14:textId="77777777" w:rsidR="00FA4E68" w:rsidRDefault="00FA4E68" w:rsidP="00FA4E68">
      <w:pPr>
        <w:pBdr>
          <w:top w:val="single" w:sz="4" w:space="1" w:color="auto"/>
          <w:left w:val="single" w:sz="4" w:space="4" w:color="auto"/>
          <w:bottom w:val="single" w:sz="4" w:space="1" w:color="auto"/>
          <w:right w:val="single" w:sz="4" w:space="4" w:color="auto"/>
        </w:pBdr>
      </w:pPr>
    </w:p>
    <w:p w14:paraId="034ACE36" w14:textId="77777777" w:rsidR="00FA4E68" w:rsidRDefault="00FA4E68" w:rsidP="00FA4E68">
      <w:r>
        <w:t xml:space="preserve"> Hoe kun je deze kennis gebruiken in je BPV? Of later in je werk? </w:t>
      </w:r>
    </w:p>
    <w:p w14:paraId="67D597CD" w14:textId="77777777" w:rsidR="00FA4E68" w:rsidRDefault="00FA4E68" w:rsidP="00FA4E68">
      <w:pPr>
        <w:pBdr>
          <w:top w:val="single" w:sz="4" w:space="1" w:color="auto"/>
          <w:left w:val="single" w:sz="4" w:space="4" w:color="auto"/>
          <w:bottom w:val="single" w:sz="4" w:space="1" w:color="auto"/>
          <w:right w:val="single" w:sz="4" w:space="4" w:color="auto"/>
        </w:pBdr>
      </w:pPr>
      <w:r>
        <w:t xml:space="preserve"> </w:t>
      </w:r>
    </w:p>
    <w:p w14:paraId="082D776F" w14:textId="77777777" w:rsidR="00FA4E68" w:rsidRDefault="00FA4E68" w:rsidP="00FA4E68">
      <w:pPr>
        <w:pBdr>
          <w:top w:val="single" w:sz="4" w:space="1" w:color="auto"/>
          <w:left w:val="single" w:sz="4" w:space="4" w:color="auto"/>
          <w:bottom w:val="single" w:sz="4" w:space="1" w:color="auto"/>
          <w:right w:val="single" w:sz="4" w:space="4" w:color="auto"/>
        </w:pBdr>
      </w:pPr>
    </w:p>
    <w:p w14:paraId="534B8D47" w14:textId="77777777" w:rsidR="00FA4E68" w:rsidRDefault="00FA4E68" w:rsidP="00FA4E68">
      <w:pPr>
        <w:pBdr>
          <w:top w:val="single" w:sz="4" w:space="1" w:color="auto"/>
          <w:left w:val="single" w:sz="4" w:space="4" w:color="auto"/>
          <w:bottom w:val="single" w:sz="4" w:space="1" w:color="auto"/>
          <w:right w:val="single" w:sz="4" w:space="4" w:color="auto"/>
        </w:pBdr>
      </w:pPr>
    </w:p>
    <w:p w14:paraId="1477C03A" w14:textId="77777777" w:rsidR="00FA4E68" w:rsidRDefault="00FA4E68" w:rsidP="00FA4E68">
      <w:pPr>
        <w:pBdr>
          <w:top w:val="single" w:sz="4" w:space="1" w:color="auto"/>
          <w:left w:val="single" w:sz="4" w:space="4" w:color="auto"/>
          <w:bottom w:val="single" w:sz="4" w:space="1" w:color="auto"/>
          <w:right w:val="single" w:sz="4" w:space="4" w:color="auto"/>
        </w:pBdr>
      </w:pPr>
    </w:p>
    <w:p w14:paraId="511625F8" w14:textId="77777777" w:rsidR="00FA4E68" w:rsidRDefault="00FA4E68" w:rsidP="00FA4E68">
      <w:pPr>
        <w:pBdr>
          <w:top w:val="single" w:sz="4" w:space="1" w:color="auto"/>
          <w:left w:val="single" w:sz="4" w:space="4" w:color="auto"/>
          <w:bottom w:val="single" w:sz="4" w:space="1" w:color="auto"/>
          <w:right w:val="single" w:sz="4" w:space="4" w:color="auto"/>
        </w:pBdr>
      </w:pPr>
    </w:p>
    <w:p w14:paraId="59BB7E13" w14:textId="77777777" w:rsidR="00FA4E68" w:rsidRDefault="00FA4E68" w:rsidP="00FA4E68"/>
    <w:p w14:paraId="08E076B9" w14:textId="77777777" w:rsidR="00FA4E68" w:rsidRDefault="00FA4E68" w:rsidP="00FA4E68">
      <w:r>
        <w:t xml:space="preserve">Bij welke oefenopdracht of welk examen past dit onderwerp/deze onderwerpen?  (in de handleiding kun je lezen aan welke oefenopdrachten deze lessen gekoppeld zijn. Lees de OO door om op deze vraag  antwoord te kunnen geven. Kijk ook naar de kennis en vaardigheden.) </w:t>
      </w:r>
    </w:p>
    <w:p w14:paraId="26374630" w14:textId="77777777" w:rsidR="00FA4E68" w:rsidRDefault="00FA4E68" w:rsidP="00FA4E68">
      <w:pPr>
        <w:pBdr>
          <w:top w:val="single" w:sz="4" w:space="1" w:color="auto"/>
          <w:left w:val="single" w:sz="4" w:space="4" w:color="auto"/>
          <w:bottom w:val="single" w:sz="4" w:space="1" w:color="auto"/>
          <w:right w:val="single" w:sz="4" w:space="4" w:color="auto"/>
        </w:pBdr>
      </w:pPr>
    </w:p>
    <w:p w14:paraId="318C7502" w14:textId="77777777" w:rsidR="00FA4E68" w:rsidRDefault="00FA4E68" w:rsidP="00FA4E68">
      <w:pPr>
        <w:pBdr>
          <w:top w:val="single" w:sz="4" w:space="1" w:color="auto"/>
          <w:left w:val="single" w:sz="4" w:space="4" w:color="auto"/>
          <w:bottom w:val="single" w:sz="4" w:space="1" w:color="auto"/>
          <w:right w:val="single" w:sz="4" w:space="4" w:color="auto"/>
        </w:pBdr>
      </w:pPr>
    </w:p>
    <w:p w14:paraId="747191D5" w14:textId="77777777" w:rsidR="00FA4E68" w:rsidRDefault="00FA4E68" w:rsidP="00FA4E68">
      <w:pPr>
        <w:pBdr>
          <w:top w:val="single" w:sz="4" w:space="1" w:color="auto"/>
          <w:left w:val="single" w:sz="4" w:space="4" w:color="auto"/>
          <w:bottom w:val="single" w:sz="4" w:space="1" w:color="auto"/>
          <w:right w:val="single" w:sz="4" w:space="4" w:color="auto"/>
        </w:pBdr>
      </w:pPr>
    </w:p>
    <w:p w14:paraId="43F49CDA" w14:textId="77777777" w:rsidR="00FA4E68" w:rsidRDefault="00FA4E68" w:rsidP="00FA4E68">
      <w:pPr>
        <w:pBdr>
          <w:top w:val="single" w:sz="4" w:space="1" w:color="auto"/>
          <w:left w:val="single" w:sz="4" w:space="4" w:color="auto"/>
          <w:bottom w:val="single" w:sz="4" w:space="1" w:color="auto"/>
          <w:right w:val="single" w:sz="4" w:space="4" w:color="auto"/>
        </w:pBdr>
      </w:pPr>
    </w:p>
    <w:p w14:paraId="1A32366F" w14:textId="77777777" w:rsidR="00FA4E68" w:rsidRDefault="00FA4E68" w:rsidP="00FA4E68">
      <w:pPr>
        <w:pBdr>
          <w:top w:val="single" w:sz="4" w:space="1" w:color="auto"/>
          <w:left w:val="single" w:sz="4" w:space="4" w:color="auto"/>
          <w:bottom w:val="single" w:sz="4" w:space="1" w:color="auto"/>
          <w:right w:val="single" w:sz="4" w:space="4" w:color="auto"/>
        </w:pBdr>
      </w:pPr>
    </w:p>
    <w:p w14:paraId="135EEEA2" w14:textId="77777777" w:rsidR="00FA4E68" w:rsidRDefault="00FA4E68" w:rsidP="00FA4E68"/>
    <w:p w14:paraId="3BF57A12" w14:textId="77777777" w:rsidR="00122817" w:rsidRDefault="00FA4E68" w:rsidP="00FA4E68">
      <w:r>
        <w:t>Hoe kun je dit bij het uitvoeren van je oefenopdracht of examen gebruiken/inzetten?</w:t>
      </w:r>
    </w:p>
    <w:p w14:paraId="5358C760" w14:textId="77777777" w:rsidR="00FA4E68" w:rsidRDefault="00FA4E68" w:rsidP="00FA4E68">
      <w:pPr>
        <w:pBdr>
          <w:top w:val="single" w:sz="4" w:space="1" w:color="auto"/>
          <w:left w:val="single" w:sz="4" w:space="4" w:color="auto"/>
          <w:bottom w:val="single" w:sz="4" w:space="1" w:color="auto"/>
          <w:right w:val="single" w:sz="4" w:space="4" w:color="auto"/>
        </w:pBdr>
      </w:pPr>
    </w:p>
    <w:p w14:paraId="0FE5889E" w14:textId="77777777" w:rsidR="00FA4E68" w:rsidRDefault="00FA4E68" w:rsidP="00FA4E68">
      <w:pPr>
        <w:pBdr>
          <w:top w:val="single" w:sz="4" w:space="1" w:color="auto"/>
          <w:left w:val="single" w:sz="4" w:space="4" w:color="auto"/>
          <w:bottom w:val="single" w:sz="4" w:space="1" w:color="auto"/>
          <w:right w:val="single" w:sz="4" w:space="4" w:color="auto"/>
        </w:pBdr>
      </w:pPr>
    </w:p>
    <w:p w14:paraId="73B6C799" w14:textId="77777777" w:rsidR="00FA4E68" w:rsidRDefault="00FA4E68" w:rsidP="00FA4E68">
      <w:pPr>
        <w:pBdr>
          <w:top w:val="single" w:sz="4" w:space="1" w:color="auto"/>
          <w:left w:val="single" w:sz="4" w:space="4" w:color="auto"/>
          <w:bottom w:val="single" w:sz="4" w:space="1" w:color="auto"/>
          <w:right w:val="single" w:sz="4" w:space="4" w:color="auto"/>
        </w:pBdr>
      </w:pPr>
    </w:p>
    <w:p w14:paraId="46142D3F" w14:textId="77777777" w:rsidR="00FA4E68" w:rsidRDefault="00FA4E68" w:rsidP="00FA4E68">
      <w:pPr>
        <w:pBdr>
          <w:top w:val="single" w:sz="4" w:space="1" w:color="auto"/>
          <w:left w:val="single" w:sz="4" w:space="4" w:color="auto"/>
          <w:bottom w:val="single" w:sz="4" w:space="1" w:color="auto"/>
          <w:right w:val="single" w:sz="4" w:space="4" w:color="auto"/>
        </w:pBdr>
      </w:pPr>
    </w:p>
    <w:p w14:paraId="0F189CB0" w14:textId="77777777" w:rsidR="00FA4E68" w:rsidRDefault="00FA4E68" w:rsidP="00FA4E68">
      <w:pPr>
        <w:pBdr>
          <w:top w:val="single" w:sz="4" w:space="1" w:color="auto"/>
          <w:left w:val="single" w:sz="4" w:space="4" w:color="auto"/>
          <w:bottom w:val="single" w:sz="4" w:space="1" w:color="auto"/>
          <w:right w:val="single" w:sz="4" w:space="4" w:color="auto"/>
        </w:pBdr>
      </w:pPr>
    </w:p>
    <w:sectPr w:rsidR="00FA4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E68"/>
    <w:rsid w:val="00122817"/>
    <w:rsid w:val="00454123"/>
    <w:rsid w:val="00FA4E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B2C"/>
  <w15:chartTrackingRefBased/>
  <w15:docId w15:val="{EB253486-2D4F-4D4F-9239-2A10C3703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395C1C285249B17445C057ECAD08" ma:contentTypeVersion="12" ma:contentTypeDescription="Create a new document." ma:contentTypeScope="" ma:versionID="bffae5b5c65178593fbf43fa19607db4">
  <xsd:schema xmlns:xsd="http://www.w3.org/2001/XMLSchema" xmlns:xs="http://www.w3.org/2001/XMLSchema" xmlns:p="http://schemas.microsoft.com/office/2006/metadata/properties" xmlns:ns3="5a2c37fb-8963-434e-949e-995bf3a73eb7" xmlns:ns4="429100cf-d2c6-40a8-8a28-62627222bc4c" targetNamespace="http://schemas.microsoft.com/office/2006/metadata/properties" ma:root="true" ma:fieldsID="681686dde257eede7490c3ca5dfc8cc9" ns3:_="" ns4:_="">
    <xsd:import namespace="5a2c37fb-8963-434e-949e-995bf3a73eb7"/>
    <xsd:import namespace="429100cf-d2c6-40a8-8a28-62627222bc4c"/>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c37fb-8963-434e-949e-995bf3a73eb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29100cf-d2c6-40a8-8a28-62627222bc4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C4C1CE-999E-4A68-8ECE-FCEFA5DE8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c37fb-8963-434e-949e-995bf3a73eb7"/>
    <ds:schemaRef ds:uri="429100cf-d2c6-40a8-8a28-62627222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9EEF91-B696-42A3-A895-88250ACDEE8B}">
  <ds:schemaRefs>
    <ds:schemaRef ds:uri="http://schemas.microsoft.com/sharepoint/v3/contenttype/forms"/>
  </ds:schemaRefs>
</ds:datastoreItem>
</file>

<file path=customXml/itemProps3.xml><?xml version="1.0" encoding="utf-8"?>
<ds:datastoreItem xmlns:ds="http://schemas.openxmlformats.org/officeDocument/2006/customXml" ds:itemID="{D1F85B99-C969-4BC1-AE96-FB6699C82D57}">
  <ds:schemaRefs>
    <ds:schemaRef ds:uri="http://purl.org/dc/elements/1.1/"/>
    <ds:schemaRef ds:uri="http://schemas.microsoft.com/office/2006/metadata/properties"/>
    <ds:schemaRef ds:uri="429100cf-d2c6-40a8-8a28-62627222bc4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5a2c37fb-8963-434e-949e-995bf3a73eb7"/>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A09CD2C3.dotm</Template>
  <TotalTime>1</TotalTime>
  <Pages>1</Pages>
  <Words>82</Words>
  <Characters>451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 Jolijn</dc:creator>
  <cp:keywords/>
  <dc:description/>
  <cp:lastModifiedBy>Buls, Pien</cp:lastModifiedBy>
  <cp:revision>2</cp:revision>
  <dcterms:created xsi:type="dcterms:W3CDTF">2020-02-25T10:37:00Z</dcterms:created>
  <dcterms:modified xsi:type="dcterms:W3CDTF">2020-02-25T10:37:00Z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0x010100732E395C1C285249B17445C057ECAD08</vt:lpwstr>
  </property>
</Properties>
</file>