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268"/>
        <w:gridCol w:w="2410"/>
        <w:gridCol w:w="2693"/>
      </w:tblGrid>
      <w:tr w:rsidR="00B266DC" w:rsidRPr="000C3487" w:rsidTr="009B5432">
        <w:trPr>
          <w:trHeight w:val="531"/>
        </w:trPr>
        <w:tc>
          <w:tcPr>
            <w:tcW w:w="9781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66DC" w:rsidRPr="00150D67" w:rsidRDefault="00B266DC" w:rsidP="009B5432">
            <w:pPr>
              <w:jc w:val="center"/>
              <w:rPr>
                <w:rFonts w:eastAsia="Calibri" w:cstheme="majorHAnsi"/>
                <w:b/>
                <w:color w:val="C00000"/>
                <w:sz w:val="28"/>
                <w:szCs w:val="28"/>
                <w:lang w:val="en-GB"/>
              </w:rPr>
            </w:pPr>
            <w:proofErr w:type="spellStart"/>
            <w:r w:rsidRPr="002A417D">
              <w:rPr>
                <w:rFonts w:eastAsia="Calibri" w:cstheme="majorHAnsi"/>
                <w:b/>
                <w:color w:val="4F81BD" w:themeColor="accent1"/>
                <w:sz w:val="28"/>
                <w:szCs w:val="28"/>
                <w:lang w:val="en-GB"/>
              </w:rPr>
              <w:t>Formulier</w:t>
            </w:r>
            <w:proofErr w:type="spellEnd"/>
            <w:r w:rsidRPr="002A417D">
              <w:rPr>
                <w:rFonts w:eastAsia="Calibri" w:cstheme="majorHAnsi"/>
                <w:b/>
                <w:color w:val="4F81BD" w:themeColor="accent1"/>
                <w:sz w:val="28"/>
                <w:szCs w:val="28"/>
                <w:lang w:val="en-GB"/>
              </w:rPr>
              <w:t xml:space="preserve"> GO / NO GO BPV-</w:t>
            </w:r>
            <w:proofErr w:type="spellStart"/>
            <w:r w:rsidRPr="002A417D">
              <w:rPr>
                <w:rFonts w:eastAsia="Calibri" w:cstheme="majorHAnsi"/>
                <w:b/>
                <w:color w:val="4F81BD" w:themeColor="accent1"/>
                <w:sz w:val="28"/>
                <w:szCs w:val="28"/>
                <w:lang w:val="en-GB"/>
              </w:rPr>
              <w:t>examens</w:t>
            </w:r>
            <w:proofErr w:type="spellEnd"/>
          </w:p>
        </w:tc>
      </w:tr>
      <w:tr w:rsidR="00B266DC" w:rsidRPr="00D77996" w:rsidTr="009B543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D77996">
              <w:rPr>
                <w:rFonts w:eastAsia="SimSun" w:cstheme="majorHAnsi"/>
                <w:sz w:val="22"/>
                <w:szCs w:val="22"/>
                <w:lang w:eastAsia="nl-NL"/>
              </w:rPr>
              <w:t>Naam student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66DC" w:rsidRPr="00D77996" w:rsidRDefault="00B266DC" w:rsidP="009B5432">
            <w:pPr>
              <w:spacing w:line="360" w:lineRule="auto"/>
              <w:jc w:val="center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D77996">
              <w:rPr>
                <w:rFonts w:eastAsia="SimSun" w:cstheme="majorHAnsi"/>
                <w:sz w:val="22"/>
                <w:szCs w:val="22"/>
                <w:lang w:eastAsia="nl-NL"/>
              </w:rPr>
              <w:t>BPV-periode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</w:tr>
      <w:tr w:rsidR="00B266DC" w:rsidRPr="00D77996" w:rsidTr="009B543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D77996">
              <w:rPr>
                <w:rFonts w:eastAsia="SimSun" w:cstheme="majorHAnsi"/>
                <w:sz w:val="22"/>
                <w:szCs w:val="22"/>
                <w:lang w:eastAsia="nl-NL"/>
              </w:rPr>
              <w:t>Studentnummer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66DC" w:rsidRPr="00D77996" w:rsidRDefault="00B266DC" w:rsidP="009B5432">
            <w:pPr>
              <w:spacing w:line="360" w:lineRule="auto"/>
              <w:jc w:val="center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proofErr w:type="spellStart"/>
            <w:r w:rsidRPr="00D77996">
              <w:rPr>
                <w:rFonts w:eastAsia="SimSun" w:cstheme="majorHAnsi"/>
                <w:sz w:val="22"/>
                <w:szCs w:val="22"/>
                <w:lang w:eastAsia="nl-NL"/>
              </w:rPr>
              <w:t>Exameneenhe</w:t>
            </w:r>
            <w:proofErr w:type="spellEnd"/>
            <w:r w:rsidRPr="00D77996">
              <w:rPr>
                <w:rFonts w:eastAsia="SimSun" w:cstheme="majorHAnsi"/>
                <w:sz w:val="22"/>
                <w:szCs w:val="22"/>
                <w:lang w:eastAsia="nl-NL"/>
              </w:rPr>
              <w:t>(i)d(en)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</w:tr>
      <w:tr w:rsidR="00B266DC" w:rsidRPr="00D77996" w:rsidTr="009B543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D77996">
              <w:rPr>
                <w:rFonts w:eastAsia="SimSun" w:cstheme="majorHAnsi"/>
                <w:sz w:val="22"/>
                <w:szCs w:val="22"/>
                <w:lang w:eastAsia="nl-NL"/>
              </w:rPr>
              <w:t>Opleiding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66DC" w:rsidRPr="00D77996" w:rsidRDefault="00B266DC" w:rsidP="009B5432">
            <w:pPr>
              <w:spacing w:line="360" w:lineRule="auto"/>
              <w:jc w:val="center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D77996">
              <w:rPr>
                <w:rFonts w:eastAsia="SimSun" w:cstheme="majorHAnsi"/>
                <w:sz w:val="22"/>
                <w:szCs w:val="22"/>
                <w:lang w:eastAsia="nl-NL"/>
              </w:rPr>
              <w:t>BPV-docent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</w:tr>
      <w:tr w:rsidR="00B266DC" w:rsidRPr="00D77996" w:rsidTr="009B543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D77996">
              <w:rPr>
                <w:rFonts w:eastAsia="SimSun" w:cstheme="majorHAnsi"/>
                <w:sz w:val="22"/>
                <w:szCs w:val="22"/>
                <w:lang w:eastAsia="nl-NL"/>
              </w:rPr>
              <w:t xml:space="preserve">Klas 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66DC" w:rsidRPr="00D77996" w:rsidRDefault="00B266DC" w:rsidP="009B5432">
            <w:pPr>
              <w:spacing w:line="360" w:lineRule="auto"/>
              <w:jc w:val="center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D77996">
              <w:rPr>
                <w:rFonts w:eastAsia="SimSun" w:cstheme="majorHAnsi"/>
                <w:sz w:val="22"/>
                <w:szCs w:val="22"/>
                <w:lang w:eastAsia="nl-NL"/>
              </w:rPr>
              <w:t xml:space="preserve">BPV-begeleider </w:t>
            </w:r>
            <w:proofErr w:type="spellStart"/>
            <w:r w:rsidRPr="00D77996">
              <w:rPr>
                <w:rFonts w:eastAsia="SimSun" w:cstheme="majorHAnsi"/>
                <w:sz w:val="22"/>
                <w:szCs w:val="22"/>
                <w:lang w:eastAsia="nl-NL"/>
              </w:rPr>
              <w:t>inst</w:t>
            </w:r>
            <w:proofErr w:type="spellEnd"/>
            <w:r w:rsidRPr="00D77996">
              <w:rPr>
                <w:rFonts w:eastAsia="SimSun" w:cstheme="majorHAnsi"/>
                <w:sz w:val="22"/>
                <w:szCs w:val="22"/>
                <w:lang w:eastAsia="nl-NL"/>
              </w:rPr>
              <w:t>.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</w:tr>
    </w:tbl>
    <w:p w:rsidR="00B266DC" w:rsidRPr="00D77996" w:rsidRDefault="00B266DC" w:rsidP="00B266DC"/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1346"/>
        <w:gridCol w:w="1347"/>
      </w:tblGrid>
      <w:tr w:rsidR="00B266DC" w:rsidRPr="00D77996" w:rsidTr="009B5432">
        <w:trPr>
          <w:cantSplit/>
          <w:trHeight w:val="484"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266DC" w:rsidRPr="002A417D" w:rsidRDefault="00B266DC" w:rsidP="00576C2A">
            <w:pPr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</w:pPr>
            <w:r w:rsidRPr="002A417D"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  <w:t xml:space="preserve">Om de examens in de BPV te mogen </w:t>
            </w:r>
            <w:r w:rsidR="00576C2A" w:rsidRPr="002A417D"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  <w:t>uit</w:t>
            </w:r>
            <w:r w:rsidRPr="002A417D"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  <w:t>voeren, is voldaan aan de volgende eisen:</w:t>
            </w:r>
          </w:p>
        </w:tc>
        <w:tc>
          <w:tcPr>
            <w:tcW w:w="134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0C3487" w:rsidRPr="002A417D" w:rsidRDefault="000C3487" w:rsidP="009B5432">
            <w:pPr>
              <w:jc w:val="center"/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</w:pPr>
            <w:r w:rsidRPr="002A417D"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  <w:t>Paraaf bij akkoord</w:t>
            </w:r>
          </w:p>
          <w:p w:rsidR="00B266DC" w:rsidRPr="002A417D" w:rsidRDefault="000C3487" w:rsidP="009B5432">
            <w:pPr>
              <w:jc w:val="center"/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</w:pPr>
            <w:r w:rsidRPr="002A417D"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  <w:t xml:space="preserve"> </w:t>
            </w:r>
            <w:r w:rsidR="00B266DC" w:rsidRPr="002A417D"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  <w:t>BPV-docent</w:t>
            </w:r>
          </w:p>
          <w:p w:rsidR="00B266DC" w:rsidRPr="002A417D" w:rsidRDefault="00B266DC" w:rsidP="009B5432">
            <w:pPr>
              <w:jc w:val="center"/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</w:pPr>
            <w:r w:rsidRPr="002A417D"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  <w:t>school</w:t>
            </w:r>
          </w:p>
        </w:tc>
        <w:tc>
          <w:tcPr>
            <w:tcW w:w="134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0C3487" w:rsidRPr="002A417D" w:rsidRDefault="000C3487" w:rsidP="009B5432">
            <w:pPr>
              <w:jc w:val="center"/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</w:pPr>
            <w:r w:rsidRPr="002A417D"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  <w:t>Paraaf bij akkoord</w:t>
            </w:r>
          </w:p>
          <w:p w:rsidR="00B266DC" w:rsidRPr="002A417D" w:rsidRDefault="00B266DC" w:rsidP="009B5432">
            <w:pPr>
              <w:jc w:val="center"/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</w:pPr>
            <w:r w:rsidRPr="002A417D"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  <w:t>BPV-</w:t>
            </w:r>
            <w:proofErr w:type="spellStart"/>
            <w:r w:rsidRPr="002A417D"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  <w:t>beg</w:t>
            </w:r>
            <w:proofErr w:type="spellEnd"/>
            <w:r w:rsidRPr="002A417D"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  <w:t>. instelling</w:t>
            </w:r>
          </w:p>
        </w:tc>
      </w:tr>
      <w:tr w:rsidR="00B266DC" w:rsidRPr="00D77996" w:rsidTr="009B5432">
        <w:trPr>
          <w:cantSplit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66DC" w:rsidRPr="000C3487" w:rsidRDefault="00576C2A" w:rsidP="00150D67">
            <w:pPr>
              <w:rPr>
                <w:rFonts w:cstheme="majorHAnsi"/>
                <w:sz w:val="20"/>
                <w:szCs w:val="20"/>
              </w:rPr>
            </w:pPr>
            <w:r>
              <w:rPr>
                <w:rFonts w:cstheme="majorHAnsi"/>
                <w:sz w:val="20"/>
                <w:szCs w:val="20"/>
              </w:rPr>
              <w:t>D</w:t>
            </w:r>
            <w:r w:rsidR="00B266DC" w:rsidRPr="00D77996">
              <w:rPr>
                <w:rFonts w:cstheme="majorHAnsi"/>
                <w:sz w:val="20"/>
                <w:szCs w:val="20"/>
              </w:rPr>
              <w:t xml:space="preserve">e </w:t>
            </w:r>
            <w:r w:rsidR="009B5432">
              <w:rPr>
                <w:rFonts w:cstheme="majorHAnsi"/>
                <w:sz w:val="20"/>
                <w:szCs w:val="20"/>
              </w:rPr>
              <w:t xml:space="preserve">verplichte stage-opdrachten </w:t>
            </w:r>
            <w:r w:rsidRPr="000C3487">
              <w:rPr>
                <w:rFonts w:cstheme="majorHAnsi"/>
                <w:sz w:val="20"/>
                <w:szCs w:val="20"/>
              </w:rPr>
              <w:t xml:space="preserve">zijn </w:t>
            </w:r>
            <w:r w:rsidR="00150D67" w:rsidRPr="000C3487">
              <w:rPr>
                <w:rFonts w:cstheme="majorHAnsi"/>
                <w:sz w:val="20"/>
                <w:szCs w:val="20"/>
              </w:rPr>
              <w:t xml:space="preserve">op voldoende niveau </w:t>
            </w:r>
            <w:r w:rsidR="009B5432" w:rsidRPr="000C3487">
              <w:rPr>
                <w:rFonts w:cstheme="majorHAnsi"/>
                <w:sz w:val="20"/>
                <w:szCs w:val="20"/>
              </w:rPr>
              <w:t xml:space="preserve">gedaan en </w:t>
            </w:r>
            <w:r w:rsidR="00150D67" w:rsidRPr="000C3487">
              <w:rPr>
                <w:rFonts w:cstheme="majorHAnsi"/>
                <w:sz w:val="20"/>
                <w:szCs w:val="20"/>
              </w:rPr>
              <w:t>de verwachting is dat je het examen succesvol af kunt ronden.</w:t>
            </w:r>
          </w:p>
          <w:p w:rsidR="00150D67" w:rsidRPr="00150D67" w:rsidRDefault="00150D67" w:rsidP="00150D67">
            <w:pPr>
              <w:rPr>
                <w:rFonts w:cstheme="majorHAnsi"/>
                <w:color w:val="FF0000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66DC" w:rsidRDefault="00B266DC" w:rsidP="000C3487">
            <w:pPr>
              <w:rPr>
                <w:rFonts w:eastAsia="Calibri" w:cstheme="majorHAnsi"/>
                <w:sz w:val="20"/>
                <w:szCs w:val="20"/>
              </w:rPr>
            </w:pPr>
          </w:p>
          <w:p w:rsidR="00147822" w:rsidRPr="00D77996" w:rsidRDefault="00147822" w:rsidP="00147822">
            <w:pPr>
              <w:jc w:val="center"/>
              <w:rPr>
                <w:rFonts w:eastAsia="Calibri" w:cstheme="majorHAnsi"/>
                <w:sz w:val="20"/>
                <w:szCs w:val="20"/>
              </w:rPr>
            </w:pPr>
            <w:r>
              <w:rPr>
                <w:rFonts w:eastAsia="Calibri" w:cstheme="majorHAnsi"/>
                <w:sz w:val="20"/>
                <w:szCs w:val="20"/>
              </w:rPr>
              <w:t>NVT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B266DC" w:rsidRPr="00D77996" w:rsidRDefault="00B266DC" w:rsidP="009B5432">
            <w:pPr>
              <w:rPr>
                <w:rFonts w:eastAsia="Calibri" w:cstheme="majorHAnsi"/>
                <w:sz w:val="20"/>
                <w:szCs w:val="20"/>
              </w:rPr>
            </w:pPr>
          </w:p>
          <w:p w:rsidR="00B266DC" w:rsidRPr="00D77996" w:rsidRDefault="00B266DC" w:rsidP="009B5432">
            <w:pPr>
              <w:jc w:val="center"/>
              <w:rPr>
                <w:rFonts w:eastAsia="Calibri" w:cstheme="majorHAnsi"/>
                <w:sz w:val="20"/>
                <w:szCs w:val="20"/>
              </w:rPr>
            </w:pPr>
          </w:p>
        </w:tc>
      </w:tr>
      <w:tr w:rsidR="009B5432" w:rsidRPr="00D77996" w:rsidTr="009B5432">
        <w:trPr>
          <w:cantSplit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B5432" w:rsidRPr="000C3487" w:rsidRDefault="00576C2A" w:rsidP="009B5432">
            <w:pPr>
              <w:rPr>
                <w:rFonts w:cstheme="majorHAnsi"/>
                <w:sz w:val="20"/>
                <w:szCs w:val="20"/>
              </w:rPr>
            </w:pPr>
            <w:r>
              <w:rPr>
                <w:rFonts w:cstheme="majorHAnsi"/>
                <w:sz w:val="20"/>
                <w:szCs w:val="20"/>
              </w:rPr>
              <w:t xml:space="preserve">De </w:t>
            </w:r>
            <w:r w:rsidR="009B5432">
              <w:rPr>
                <w:rFonts w:cstheme="majorHAnsi"/>
                <w:sz w:val="20"/>
                <w:szCs w:val="20"/>
              </w:rPr>
              <w:t xml:space="preserve">stage-activiteiten </w:t>
            </w:r>
            <w:r w:rsidRPr="000C3487">
              <w:rPr>
                <w:rFonts w:cstheme="majorHAnsi"/>
                <w:sz w:val="20"/>
                <w:szCs w:val="20"/>
              </w:rPr>
              <w:t xml:space="preserve">zijn </w:t>
            </w:r>
            <w:r w:rsidR="00150D67" w:rsidRPr="000C3487">
              <w:rPr>
                <w:rFonts w:cstheme="majorHAnsi"/>
                <w:sz w:val="20"/>
                <w:szCs w:val="20"/>
              </w:rPr>
              <w:t xml:space="preserve">op voldoende niveau </w:t>
            </w:r>
            <w:r w:rsidR="009B5432" w:rsidRPr="000C3487">
              <w:rPr>
                <w:rFonts w:cstheme="majorHAnsi"/>
                <w:sz w:val="20"/>
                <w:szCs w:val="20"/>
              </w:rPr>
              <w:t xml:space="preserve">gedaan en </w:t>
            </w:r>
            <w:r w:rsidR="00150D67" w:rsidRPr="000C3487">
              <w:rPr>
                <w:rFonts w:cstheme="majorHAnsi"/>
                <w:sz w:val="20"/>
                <w:szCs w:val="20"/>
              </w:rPr>
              <w:t>de verwachting is dat je het examen succesvol af kunt ronden.</w:t>
            </w:r>
          </w:p>
          <w:p w:rsidR="009B5432" w:rsidRPr="00D77996" w:rsidRDefault="009B5432" w:rsidP="009B5432">
            <w:pPr>
              <w:rPr>
                <w:rFonts w:cstheme="majorHAnsi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B5432" w:rsidRDefault="009B5432" w:rsidP="009B5432">
            <w:pPr>
              <w:rPr>
                <w:rFonts w:eastAsia="Calibri" w:cstheme="majorHAnsi"/>
                <w:sz w:val="20"/>
                <w:szCs w:val="20"/>
              </w:rPr>
            </w:pPr>
          </w:p>
          <w:p w:rsidR="00147822" w:rsidRPr="00D77996" w:rsidRDefault="00147822" w:rsidP="00147822">
            <w:pPr>
              <w:jc w:val="center"/>
              <w:rPr>
                <w:rFonts w:eastAsia="Calibri" w:cstheme="majorHAnsi"/>
                <w:sz w:val="20"/>
                <w:szCs w:val="20"/>
              </w:rPr>
            </w:pPr>
            <w:r>
              <w:rPr>
                <w:rFonts w:eastAsia="Calibri" w:cstheme="majorHAnsi"/>
                <w:sz w:val="20"/>
                <w:szCs w:val="20"/>
              </w:rPr>
              <w:t>NVT</w:t>
            </w:r>
            <w:bookmarkStart w:id="0" w:name="_GoBack"/>
            <w:bookmarkEnd w:id="0"/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9B5432" w:rsidRPr="00D77996" w:rsidRDefault="009B5432" w:rsidP="009B5432">
            <w:pPr>
              <w:rPr>
                <w:rFonts w:eastAsia="Calibri" w:cstheme="majorHAnsi"/>
                <w:sz w:val="20"/>
                <w:szCs w:val="20"/>
              </w:rPr>
            </w:pPr>
          </w:p>
        </w:tc>
      </w:tr>
      <w:tr w:rsidR="009B5432" w:rsidRPr="00D77996" w:rsidTr="009B5432">
        <w:trPr>
          <w:cantSplit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47D40" w:rsidRDefault="009B5432" w:rsidP="009B5432">
            <w:pPr>
              <w:rPr>
                <w:rFonts w:cstheme="majorHAnsi"/>
                <w:sz w:val="20"/>
                <w:szCs w:val="20"/>
              </w:rPr>
            </w:pPr>
            <w:r>
              <w:rPr>
                <w:rFonts w:cstheme="majorHAnsi"/>
                <w:sz w:val="20"/>
                <w:szCs w:val="20"/>
              </w:rPr>
              <w:t>Het 360-gradenfeedbackformulier toont aan dat er voldoende ontwikkeling</w:t>
            </w:r>
            <w:r w:rsidR="00947D40">
              <w:rPr>
                <w:rFonts w:cstheme="majorHAnsi"/>
                <w:sz w:val="20"/>
                <w:szCs w:val="20"/>
              </w:rPr>
              <w:t xml:space="preserve"> </w:t>
            </w:r>
          </w:p>
          <w:p w:rsidR="009B5432" w:rsidRPr="000C3487" w:rsidRDefault="00150D67" w:rsidP="009B5432">
            <w:pPr>
              <w:rPr>
                <w:rFonts w:cstheme="majorHAnsi"/>
                <w:sz w:val="20"/>
                <w:szCs w:val="20"/>
              </w:rPr>
            </w:pPr>
            <w:r>
              <w:rPr>
                <w:rFonts w:cstheme="majorHAnsi"/>
                <w:sz w:val="20"/>
                <w:szCs w:val="20"/>
              </w:rPr>
              <w:t>is in je beroepshouding</w:t>
            </w:r>
            <w:r w:rsidRPr="00150D67">
              <w:rPr>
                <w:rFonts w:cstheme="majorHAnsi"/>
                <w:color w:val="FF0000"/>
                <w:sz w:val="20"/>
                <w:szCs w:val="20"/>
              </w:rPr>
              <w:t xml:space="preserve"> </w:t>
            </w:r>
            <w:r w:rsidRPr="000C3487">
              <w:rPr>
                <w:rFonts w:cstheme="majorHAnsi"/>
                <w:sz w:val="20"/>
                <w:szCs w:val="20"/>
              </w:rPr>
              <w:t>en de verwachting is dat je het examen succesvol af kunt ronden.</w:t>
            </w:r>
          </w:p>
          <w:p w:rsidR="009B5432" w:rsidRDefault="009B5432" w:rsidP="009B5432">
            <w:pPr>
              <w:rPr>
                <w:rFonts w:cstheme="majorHAnsi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B5432" w:rsidRPr="00D77996" w:rsidRDefault="009B5432" w:rsidP="009B5432">
            <w:pPr>
              <w:rPr>
                <w:rFonts w:eastAsia="Calibri" w:cstheme="majorHAnsi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9B5432" w:rsidRPr="00D77996" w:rsidRDefault="009B5432" w:rsidP="009B5432">
            <w:pPr>
              <w:rPr>
                <w:rFonts w:eastAsia="Calibri" w:cstheme="majorHAnsi"/>
                <w:sz w:val="20"/>
                <w:szCs w:val="20"/>
              </w:rPr>
            </w:pPr>
          </w:p>
        </w:tc>
      </w:tr>
      <w:tr w:rsidR="00B266DC" w:rsidRPr="00D77996" w:rsidTr="009B5432">
        <w:trPr>
          <w:cantSplit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66DC" w:rsidRDefault="00885A36" w:rsidP="00885A36">
            <w:pPr>
              <w:rPr>
                <w:rFonts w:cstheme="majorHAnsi"/>
                <w:sz w:val="20"/>
                <w:szCs w:val="20"/>
              </w:rPr>
            </w:pPr>
            <w:r>
              <w:rPr>
                <w:rFonts w:cstheme="majorHAnsi"/>
                <w:sz w:val="20"/>
                <w:szCs w:val="20"/>
              </w:rPr>
              <w:t xml:space="preserve">Er </w:t>
            </w:r>
            <w:r w:rsidR="00823650">
              <w:rPr>
                <w:rFonts w:cstheme="majorHAnsi"/>
                <w:sz w:val="20"/>
                <w:szCs w:val="20"/>
              </w:rPr>
              <w:t>ligt</w:t>
            </w:r>
            <w:r>
              <w:rPr>
                <w:rFonts w:cstheme="majorHAnsi"/>
                <w:sz w:val="20"/>
                <w:szCs w:val="20"/>
              </w:rPr>
              <w:t xml:space="preserve"> een concrete planning van de examens</w:t>
            </w:r>
            <w:r w:rsidR="00823650">
              <w:rPr>
                <w:rFonts w:cstheme="majorHAnsi"/>
                <w:sz w:val="20"/>
                <w:szCs w:val="20"/>
              </w:rPr>
              <w:t>,</w:t>
            </w:r>
            <w:r>
              <w:rPr>
                <w:rFonts w:cstheme="majorHAnsi"/>
                <w:sz w:val="20"/>
                <w:szCs w:val="20"/>
              </w:rPr>
              <w:t xml:space="preserve"> </w:t>
            </w:r>
            <w:r w:rsidR="00083715">
              <w:rPr>
                <w:rFonts w:cstheme="majorHAnsi"/>
                <w:sz w:val="20"/>
                <w:szCs w:val="20"/>
              </w:rPr>
              <w:t xml:space="preserve">die is gemaakt </w:t>
            </w:r>
            <w:r>
              <w:rPr>
                <w:rFonts w:cstheme="majorHAnsi"/>
                <w:sz w:val="20"/>
                <w:szCs w:val="20"/>
              </w:rPr>
              <w:t>in overl</w:t>
            </w:r>
            <w:r w:rsidR="00823650">
              <w:rPr>
                <w:rFonts w:cstheme="majorHAnsi"/>
                <w:sz w:val="20"/>
                <w:szCs w:val="20"/>
              </w:rPr>
              <w:t>eg met je BPV-begeleider</w:t>
            </w:r>
            <w:r w:rsidR="00083715">
              <w:rPr>
                <w:rFonts w:cstheme="majorHAnsi"/>
                <w:sz w:val="20"/>
                <w:szCs w:val="20"/>
              </w:rPr>
              <w:t xml:space="preserve"> en BPV-docent</w:t>
            </w:r>
            <w:r>
              <w:rPr>
                <w:rFonts w:cstheme="majorHAnsi"/>
                <w:sz w:val="20"/>
                <w:szCs w:val="20"/>
              </w:rPr>
              <w:t>.</w:t>
            </w:r>
          </w:p>
          <w:p w:rsidR="00823650" w:rsidRPr="00D77996" w:rsidRDefault="00823650" w:rsidP="00885A36">
            <w:pPr>
              <w:rPr>
                <w:rFonts w:cstheme="majorHAnsi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66DC" w:rsidRPr="00D77996" w:rsidRDefault="00B266DC" w:rsidP="009B5432">
            <w:pPr>
              <w:jc w:val="center"/>
              <w:rPr>
                <w:rFonts w:eastAsia="Calibri" w:cstheme="majorHAnsi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B266DC" w:rsidRPr="00D77996" w:rsidRDefault="00B266DC" w:rsidP="009B5432">
            <w:pPr>
              <w:jc w:val="center"/>
              <w:rPr>
                <w:rFonts w:eastAsia="Calibri" w:cstheme="majorHAnsi"/>
                <w:sz w:val="20"/>
                <w:szCs w:val="20"/>
              </w:rPr>
            </w:pPr>
          </w:p>
        </w:tc>
      </w:tr>
    </w:tbl>
    <w:p w:rsidR="00B266DC" w:rsidRPr="00D77996" w:rsidRDefault="00B266DC" w:rsidP="00B266DC"/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2693"/>
      </w:tblGrid>
      <w:tr w:rsidR="00B266DC" w:rsidRPr="00D77996" w:rsidTr="009B5432">
        <w:trPr>
          <w:cantSplit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66DC" w:rsidRPr="00D77996" w:rsidRDefault="00B266DC" w:rsidP="009B5432">
            <w:pPr>
              <w:rPr>
                <w:rFonts w:cs="Calibri"/>
                <w:b/>
                <w:color w:val="C00000"/>
                <w:sz w:val="20"/>
                <w:szCs w:val="20"/>
              </w:rPr>
            </w:pPr>
            <w:r w:rsidRPr="002A417D">
              <w:rPr>
                <w:rFonts w:cs="Calibri"/>
                <w:b/>
                <w:color w:val="4F81BD" w:themeColor="accent1"/>
                <w:sz w:val="20"/>
                <w:szCs w:val="20"/>
              </w:rPr>
              <w:t>Oordeel: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66DC" w:rsidRPr="00D77996" w:rsidRDefault="00B266DC" w:rsidP="009B5432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</w:tc>
      </w:tr>
      <w:tr w:rsidR="00B266DC" w:rsidRPr="00D77996" w:rsidTr="009B5432">
        <w:trPr>
          <w:cantSplit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86A43" w:rsidRDefault="00B266DC" w:rsidP="009B5432">
            <w:pPr>
              <w:rPr>
                <w:rFonts w:cs="Calibri"/>
                <w:sz w:val="20"/>
                <w:szCs w:val="20"/>
              </w:rPr>
            </w:pPr>
            <w:r w:rsidRPr="00D77996">
              <w:rPr>
                <w:rFonts w:cs="Calibri"/>
                <w:sz w:val="20"/>
                <w:szCs w:val="20"/>
              </w:rPr>
              <w:t>Aan alle bovenstaande eisen is voldaan</w:t>
            </w:r>
            <w:r w:rsidR="00586A43">
              <w:rPr>
                <w:rFonts w:cs="Calibri"/>
                <w:sz w:val="20"/>
                <w:szCs w:val="20"/>
              </w:rPr>
              <w:t>.</w:t>
            </w:r>
          </w:p>
          <w:p w:rsidR="003228F6" w:rsidRPr="00947D40" w:rsidRDefault="00586A43" w:rsidP="00586A43">
            <w:pPr>
              <w:rPr>
                <w:rFonts w:cs="Calibri"/>
                <w:i/>
                <w:sz w:val="20"/>
                <w:szCs w:val="20"/>
              </w:rPr>
            </w:pPr>
            <w:r w:rsidRPr="00947D40">
              <w:rPr>
                <w:rFonts w:cs="Calibri"/>
                <w:i/>
                <w:sz w:val="20"/>
                <w:szCs w:val="20"/>
              </w:rPr>
              <w:t>1</w:t>
            </w:r>
            <w:r w:rsidRPr="00947D40">
              <w:rPr>
                <w:rFonts w:cs="Calibri"/>
                <w:i/>
                <w:sz w:val="20"/>
                <w:szCs w:val="20"/>
                <w:vertAlign w:val="superscript"/>
              </w:rPr>
              <w:t>e</w:t>
            </w:r>
            <w:r w:rsidRPr="00947D40">
              <w:rPr>
                <w:rFonts w:cs="Calibri"/>
                <w:i/>
                <w:sz w:val="20"/>
                <w:szCs w:val="20"/>
              </w:rPr>
              <w:t xml:space="preserve"> check op de GO: </w:t>
            </w:r>
          </w:p>
          <w:p w:rsidR="00B266DC" w:rsidRDefault="003228F6" w:rsidP="00586A43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tussen week 10 en</w:t>
            </w:r>
            <w:r w:rsidR="00586A43">
              <w:rPr>
                <w:rFonts w:cs="Calibri"/>
                <w:sz w:val="20"/>
                <w:szCs w:val="20"/>
              </w:rPr>
              <w:t xml:space="preserve"> week 1</w:t>
            </w:r>
            <w:r>
              <w:rPr>
                <w:rFonts w:cs="Calibri"/>
                <w:sz w:val="20"/>
                <w:szCs w:val="20"/>
              </w:rPr>
              <w:t>3</w:t>
            </w:r>
            <w:r w:rsidR="00586A43">
              <w:rPr>
                <w:rFonts w:cs="Calibri"/>
                <w:sz w:val="20"/>
                <w:szCs w:val="20"/>
              </w:rPr>
              <w:t xml:space="preserve"> (bij de tussenevaluatie</w:t>
            </w:r>
            <w:r>
              <w:rPr>
                <w:rFonts w:cs="Calibri"/>
                <w:sz w:val="20"/>
                <w:szCs w:val="20"/>
              </w:rPr>
              <w:t xml:space="preserve"> of volgende TKO</w:t>
            </w:r>
            <w:r w:rsidR="00586A43">
              <w:rPr>
                <w:rFonts w:cs="Calibri"/>
                <w:sz w:val="20"/>
                <w:szCs w:val="20"/>
              </w:rPr>
              <w:t>)</w:t>
            </w:r>
          </w:p>
          <w:p w:rsidR="003228F6" w:rsidRPr="00947D40" w:rsidRDefault="00586A43" w:rsidP="00586A43">
            <w:pPr>
              <w:rPr>
                <w:rFonts w:cs="Calibri"/>
                <w:i/>
                <w:sz w:val="20"/>
                <w:szCs w:val="20"/>
              </w:rPr>
            </w:pPr>
            <w:r w:rsidRPr="00947D40">
              <w:rPr>
                <w:rFonts w:cs="Calibri"/>
                <w:i/>
                <w:sz w:val="20"/>
                <w:szCs w:val="20"/>
              </w:rPr>
              <w:t>2</w:t>
            </w:r>
            <w:r w:rsidRPr="00947D40">
              <w:rPr>
                <w:rFonts w:cs="Calibri"/>
                <w:i/>
                <w:sz w:val="20"/>
                <w:szCs w:val="20"/>
                <w:vertAlign w:val="superscript"/>
              </w:rPr>
              <w:t>e</w:t>
            </w:r>
            <w:r w:rsidRPr="00947D40">
              <w:rPr>
                <w:rFonts w:cs="Calibri"/>
                <w:i/>
                <w:sz w:val="20"/>
                <w:szCs w:val="20"/>
              </w:rPr>
              <w:t xml:space="preserve"> check op de GO: </w:t>
            </w:r>
          </w:p>
          <w:p w:rsidR="00586A43" w:rsidRPr="00D77996" w:rsidRDefault="00586A43" w:rsidP="003228F6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uiterlijk in week 1</w:t>
            </w:r>
            <w:r w:rsidR="003228F6">
              <w:rPr>
                <w:rFonts w:cs="Calibri"/>
                <w:sz w:val="20"/>
                <w:szCs w:val="20"/>
              </w:rPr>
              <w:t>6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76A20" w:rsidRPr="002A417D" w:rsidRDefault="00076A20" w:rsidP="009B5432">
            <w:pPr>
              <w:jc w:val="center"/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</w:pPr>
          </w:p>
          <w:p w:rsidR="00B266DC" w:rsidRPr="002A417D" w:rsidRDefault="00B266DC" w:rsidP="009B5432">
            <w:pPr>
              <w:jc w:val="center"/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</w:pPr>
            <w:r w:rsidRPr="002A417D"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  <w:t>GO</w:t>
            </w:r>
          </w:p>
          <w:p w:rsidR="00B266DC" w:rsidRPr="002A417D" w:rsidRDefault="00B266DC" w:rsidP="009B5432">
            <w:pPr>
              <w:jc w:val="center"/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</w:pPr>
          </w:p>
          <w:p w:rsidR="003228F6" w:rsidRPr="002A417D" w:rsidRDefault="003228F6" w:rsidP="003228F6">
            <w:pPr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</w:pPr>
          </w:p>
          <w:p w:rsidR="003228F6" w:rsidRPr="002A417D" w:rsidRDefault="003228F6" w:rsidP="003228F6">
            <w:pPr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</w:pPr>
            <w:r w:rsidRPr="002A417D"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  <w:t>Datum:</w:t>
            </w:r>
          </w:p>
        </w:tc>
      </w:tr>
      <w:tr w:rsidR="00B266DC" w:rsidRPr="00D77996" w:rsidTr="009B5432">
        <w:trPr>
          <w:cantSplit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66DC" w:rsidRPr="00D77996" w:rsidRDefault="00B266DC" w:rsidP="009B5432">
            <w:pPr>
              <w:rPr>
                <w:rFonts w:cs="Calibri"/>
                <w:sz w:val="20"/>
                <w:szCs w:val="20"/>
              </w:rPr>
            </w:pPr>
            <w:r w:rsidRPr="00D77996">
              <w:rPr>
                <w:rFonts w:cs="Calibri"/>
                <w:sz w:val="20"/>
                <w:szCs w:val="20"/>
              </w:rPr>
              <w:t>Aan één of meer eisen is niet voldaan.</w:t>
            </w:r>
          </w:p>
          <w:p w:rsidR="00B266DC" w:rsidRDefault="00B266DC" w:rsidP="009B5432">
            <w:pPr>
              <w:rPr>
                <w:rFonts w:cs="Calibri"/>
                <w:sz w:val="20"/>
                <w:szCs w:val="20"/>
              </w:rPr>
            </w:pPr>
            <w:r w:rsidRPr="00D77996">
              <w:rPr>
                <w:rFonts w:cs="Calibri"/>
                <w:sz w:val="20"/>
                <w:szCs w:val="20"/>
              </w:rPr>
              <w:t>Verwerk de feedback binnen één week en vraag opnieuw een GO.</w:t>
            </w:r>
          </w:p>
          <w:p w:rsidR="003228F6" w:rsidRPr="00947D40" w:rsidRDefault="003228F6" w:rsidP="009B5432">
            <w:pPr>
              <w:rPr>
                <w:rFonts w:cs="Calibri"/>
                <w:i/>
                <w:sz w:val="20"/>
                <w:szCs w:val="20"/>
              </w:rPr>
            </w:pPr>
            <w:r w:rsidRPr="00947D40">
              <w:rPr>
                <w:rFonts w:cs="Calibri"/>
                <w:i/>
                <w:sz w:val="20"/>
                <w:szCs w:val="20"/>
              </w:rPr>
              <w:t>Feedback:</w:t>
            </w:r>
          </w:p>
          <w:p w:rsidR="003228F6" w:rsidRDefault="003228F6" w:rsidP="009B5432">
            <w:pPr>
              <w:rPr>
                <w:rFonts w:cs="Calibri"/>
                <w:sz w:val="20"/>
                <w:szCs w:val="20"/>
              </w:rPr>
            </w:pPr>
          </w:p>
          <w:p w:rsidR="0010527D" w:rsidRDefault="0010527D" w:rsidP="009B5432">
            <w:pPr>
              <w:rPr>
                <w:rFonts w:cs="Calibri"/>
                <w:sz w:val="20"/>
                <w:szCs w:val="20"/>
              </w:rPr>
            </w:pPr>
          </w:p>
          <w:p w:rsidR="0010527D" w:rsidRDefault="0010527D" w:rsidP="009B5432">
            <w:pPr>
              <w:rPr>
                <w:rFonts w:cs="Calibri"/>
                <w:sz w:val="20"/>
                <w:szCs w:val="20"/>
              </w:rPr>
            </w:pPr>
          </w:p>
          <w:p w:rsidR="0010527D" w:rsidRDefault="0010527D" w:rsidP="009B5432">
            <w:pPr>
              <w:rPr>
                <w:rFonts w:cs="Calibri"/>
                <w:sz w:val="20"/>
                <w:szCs w:val="20"/>
              </w:rPr>
            </w:pPr>
          </w:p>
          <w:p w:rsidR="0010527D" w:rsidRDefault="0010527D" w:rsidP="009B5432">
            <w:pPr>
              <w:rPr>
                <w:rFonts w:cs="Calibri"/>
                <w:sz w:val="20"/>
                <w:szCs w:val="20"/>
              </w:rPr>
            </w:pPr>
          </w:p>
          <w:p w:rsidR="0010527D" w:rsidRDefault="0010527D" w:rsidP="009B5432">
            <w:pPr>
              <w:rPr>
                <w:rFonts w:cs="Calibri"/>
                <w:sz w:val="20"/>
                <w:szCs w:val="20"/>
              </w:rPr>
            </w:pPr>
          </w:p>
          <w:p w:rsidR="0010527D" w:rsidRDefault="0010527D" w:rsidP="009B5432">
            <w:pPr>
              <w:rPr>
                <w:rFonts w:cs="Calibri"/>
                <w:sz w:val="20"/>
                <w:szCs w:val="20"/>
              </w:rPr>
            </w:pPr>
          </w:p>
          <w:p w:rsidR="0010527D" w:rsidRPr="00D77996" w:rsidRDefault="0010527D" w:rsidP="009B5432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76A20" w:rsidRPr="002A417D" w:rsidRDefault="00076A20" w:rsidP="009B5432">
            <w:pPr>
              <w:jc w:val="center"/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</w:pPr>
          </w:p>
          <w:p w:rsidR="00B266DC" w:rsidRPr="002A417D" w:rsidRDefault="00B266DC" w:rsidP="009B5432">
            <w:pPr>
              <w:jc w:val="center"/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</w:pPr>
            <w:r w:rsidRPr="002A417D"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  <w:t>NO GO</w:t>
            </w:r>
          </w:p>
          <w:p w:rsidR="00947D40" w:rsidRPr="002A417D" w:rsidRDefault="00947D40" w:rsidP="003228F6">
            <w:pPr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</w:pPr>
          </w:p>
          <w:p w:rsidR="003228F6" w:rsidRPr="002A417D" w:rsidRDefault="003228F6" w:rsidP="003228F6">
            <w:pPr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</w:pPr>
            <w:r w:rsidRPr="002A417D"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  <w:t>Datum:</w:t>
            </w:r>
          </w:p>
          <w:p w:rsidR="003228F6" w:rsidRPr="002A417D" w:rsidRDefault="003228F6" w:rsidP="003228F6">
            <w:pPr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</w:pPr>
          </w:p>
        </w:tc>
      </w:tr>
      <w:tr w:rsidR="00076A20" w:rsidRPr="00D77996" w:rsidTr="00237253">
        <w:trPr>
          <w:cantSplit/>
        </w:trPr>
        <w:tc>
          <w:tcPr>
            <w:tcW w:w="97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76A20" w:rsidRPr="002A417D" w:rsidRDefault="00076A20" w:rsidP="009B5432">
            <w:pPr>
              <w:rPr>
                <w:rFonts w:cs="Calibri"/>
                <w:b/>
                <w:color w:val="4F81BD" w:themeColor="accent1"/>
                <w:sz w:val="20"/>
                <w:szCs w:val="20"/>
              </w:rPr>
            </w:pPr>
            <w:r w:rsidRPr="002A417D">
              <w:rPr>
                <w:rFonts w:cs="Calibri"/>
                <w:b/>
                <w:color w:val="4F81BD" w:themeColor="accent1"/>
                <w:sz w:val="20"/>
                <w:szCs w:val="20"/>
              </w:rPr>
              <w:t xml:space="preserve">Naam en handtekening BPV-docent </w:t>
            </w:r>
          </w:p>
          <w:p w:rsidR="00076A20" w:rsidRPr="00D77996" w:rsidRDefault="00076A20" w:rsidP="009B5432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:rsidR="00076A20" w:rsidRPr="00D77996" w:rsidRDefault="00076A20" w:rsidP="009B5432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:rsidR="00076A20" w:rsidRPr="00D77996" w:rsidRDefault="00076A20" w:rsidP="009B5432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</w:tc>
      </w:tr>
    </w:tbl>
    <w:p w:rsidR="00B266DC" w:rsidRPr="00D77996" w:rsidRDefault="00B266DC" w:rsidP="00B266DC"/>
    <w:sectPr w:rsidR="00B266DC" w:rsidRPr="00D779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700840"/>
    <w:multiLevelType w:val="hybridMultilevel"/>
    <w:tmpl w:val="E3F00994"/>
    <w:lvl w:ilvl="0" w:tplc="25A48E6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6DC"/>
    <w:rsid w:val="00076A20"/>
    <w:rsid w:val="00083715"/>
    <w:rsid w:val="000C3487"/>
    <w:rsid w:val="0010527D"/>
    <w:rsid w:val="00147822"/>
    <w:rsid w:val="00150D67"/>
    <w:rsid w:val="002A417D"/>
    <w:rsid w:val="003228F6"/>
    <w:rsid w:val="00526483"/>
    <w:rsid w:val="00576C2A"/>
    <w:rsid w:val="0058597C"/>
    <w:rsid w:val="00586A43"/>
    <w:rsid w:val="00681058"/>
    <w:rsid w:val="00823650"/>
    <w:rsid w:val="00885A36"/>
    <w:rsid w:val="00947D40"/>
    <w:rsid w:val="009B5432"/>
    <w:rsid w:val="00B266DC"/>
    <w:rsid w:val="00C01835"/>
    <w:rsid w:val="00D77996"/>
    <w:rsid w:val="00FC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266DC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764F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150D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266DC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764F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150D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4F6C6EAEC79942A2E0227CD8A46B55" ma:contentTypeVersion="7" ma:contentTypeDescription="Een nieuw document maken." ma:contentTypeScope="" ma:versionID="85a75862dd4800ac0908e150c1b2b39a">
  <xsd:schema xmlns:xsd="http://www.w3.org/2001/XMLSchema" xmlns:xs="http://www.w3.org/2001/XMLSchema" xmlns:p="http://schemas.microsoft.com/office/2006/metadata/properties" xmlns:ns2="fb6cc1e8-d674-4a48-b6a5-f9d9458480f8" xmlns:ns3="09091a8f-1b73-4412-8f8c-98187682eae7" targetNamespace="http://schemas.microsoft.com/office/2006/metadata/properties" ma:root="true" ma:fieldsID="d5b630625b8dcdea764be0c31b08e3cf" ns2:_="" ns3:_="">
    <xsd:import namespace="fb6cc1e8-d674-4a48-b6a5-f9d9458480f8"/>
    <xsd:import namespace="09091a8f-1b73-4412-8f8c-98187682ea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c1e8-d674-4a48-b6a5-f9d9458480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91a8f-1b73-4412-8f8c-98187682eae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282EFD-EB2E-4DCB-B551-E853F3DDA203}"/>
</file>

<file path=customXml/itemProps2.xml><?xml version="1.0" encoding="utf-8"?>
<ds:datastoreItem xmlns:ds="http://schemas.openxmlformats.org/officeDocument/2006/customXml" ds:itemID="{115C80BA-1EC5-4A6A-A34A-F77343D5B43F}"/>
</file>

<file path=customXml/itemProps3.xml><?xml version="1.0" encoding="utf-8"?>
<ds:datastoreItem xmlns:ds="http://schemas.openxmlformats.org/officeDocument/2006/customXml" ds:itemID="{62BF1EB5-1213-4078-86FD-A125DCCB666A}"/>
</file>

<file path=docProps/app.xml><?xml version="1.0" encoding="utf-8"?>
<Properties xmlns="http://schemas.openxmlformats.org/officeDocument/2006/extended-properties" xmlns:vt="http://schemas.openxmlformats.org/officeDocument/2006/docPropsVTypes">
  <Template>508024F6</Template>
  <TotalTime>3</TotalTime>
  <Pages>1</Pages>
  <Words>187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J. Kunst-Eerenstein</cp:lastModifiedBy>
  <cp:revision>4</cp:revision>
  <dcterms:created xsi:type="dcterms:W3CDTF">2015-10-08T07:31:00Z</dcterms:created>
  <dcterms:modified xsi:type="dcterms:W3CDTF">2015-10-08T11:07:00Z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0x010100804F6C6EAEC79942A2E0227CD8A46B55</vt:lpwstr>
  </property>
</Properties>
</file>