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2D2" w:rsidRDefault="00B602D2" w:rsidP="00BD606F">
      <w:pPr>
        <w:spacing w:after="0"/>
      </w:pPr>
      <w:bookmarkStart w:id="0" w:name="_GoBack"/>
      <w:bookmarkEnd w:id="0"/>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C377CF" w:rsidP="00BD606F">
      <w:pPr>
        <w:spacing w:after="0"/>
      </w:pPr>
      <w:r w:rsidRPr="00B602D2">
        <w:rPr>
          <w:noProof/>
          <w:lang w:eastAsia="nl-NL"/>
        </w:rPr>
        <w:drawing>
          <wp:anchor distT="0" distB="0" distL="114300" distR="114300" simplePos="0" relativeHeight="251669504" behindDoc="1" locked="0" layoutInCell="1" allowOverlap="1">
            <wp:simplePos x="0" y="0"/>
            <wp:positionH relativeFrom="column">
              <wp:posOffset>1481100</wp:posOffset>
            </wp:positionH>
            <wp:positionV relativeFrom="paragraph">
              <wp:posOffset>50180</wp:posOffset>
            </wp:positionV>
            <wp:extent cx="5760720" cy="1440180"/>
            <wp:effectExtent l="0" t="0" r="0" b="7620"/>
            <wp:wrapTight wrapText="bothSides">
              <wp:wrapPolygon edited="0">
                <wp:start x="0" y="0"/>
                <wp:lineTo x="0" y="21429"/>
                <wp:lineTo x="21500" y="21429"/>
                <wp:lineTo x="21500" y="0"/>
                <wp:lineTo x="0" y="0"/>
              </wp:wrapPolygon>
            </wp:wrapTight>
            <wp:docPr id="13" name="Afbeelding 13" descr="S:\LOGO NetwerkZON\ZON Logo CMYK H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LOGO NetwerkZON\ZON Logo CMYK H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1440180"/>
                    </a:xfrm>
                    <a:prstGeom prst="rect">
                      <a:avLst/>
                    </a:prstGeom>
                    <a:noFill/>
                    <a:ln>
                      <a:noFill/>
                    </a:ln>
                  </pic:spPr>
                </pic:pic>
              </a:graphicData>
            </a:graphic>
          </wp:anchor>
        </w:drawing>
      </w: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3D2E3D" w:rsidRDefault="003D2E3D" w:rsidP="00BD606F">
      <w:pPr>
        <w:spacing w:after="0"/>
      </w:pPr>
    </w:p>
    <w:p w:rsidR="003D2E3D" w:rsidRDefault="003D2E3D" w:rsidP="00BD606F">
      <w:pPr>
        <w:spacing w:after="0"/>
      </w:pPr>
    </w:p>
    <w:p w:rsidR="003D2E3D" w:rsidRDefault="003D2E3D" w:rsidP="00BD606F">
      <w:pPr>
        <w:spacing w:after="0"/>
      </w:pPr>
    </w:p>
    <w:p w:rsidR="00B602D2" w:rsidRDefault="00B602D2" w:rsidP="00BD606F">
      <w:pPr>
        <w:spacing w:after="0"/>
      </w:pPr>
    </w:p>
    <w:p w:rsidR="00B602D2" w:rsidRPr="003D2E3D" w:rsidRDefault="0069039D" w:rsidP="00B602D2">
      <w:pPr>
        <w:pStyle w:val="Kop1"/>
        <w:spacing w:before="0"/>
        <w:jc w:val="center"/>
        <w:rPr>
          <w:rFonts w:ascii="Cambria" w:hAnsi="Cambria"/>
          <w:b/>
          <w:sz w:val="40"/>
        </w:rPr>
      </w:pPr>
      <w:bookmarkStart w:id="1" w:name="_Toc515263555"/>
      <w:bookmarkStart w:id="2" w:name="_Toc515265762"/>
      <w:bookmarkStart w:id="3" w:name="_Toc515268681"/>
      <w:r>
        <w:rPr>
          <w:rFonts w:ascii="Cambria" w:hAnsi="Cambria"/>
          <w:b/>
          <w:sz w:val="40"/>
        </w:rPr>
        <w:t>H</w:t>
      </w:r>
      <w:r w:rsidR="00B602D2" w:rsidRPr="003D2E3D">
        <w:rPr>
          <w:rFonts w:ascii="Cambria" w:hAnsi="Cambria"/>
          <w:b/>
          <w:sz w:val="40"/>
        </w:rPr>
        <w:t>andleiding Stagematching</w:t>
      </w:r>
      <w:r>
        <w:rPr>
          <w:rFonts w:ascii="Cambria" w:hAnsi="Cambria"/>
          <w:b/>
          <w:sz w:val="40"/>
        </w:rPr>
        <w:t xml:space="preserve"> voor student</w:t>
      </w:r>
      <w:bookmarkEnd w:id="1"/>
      <w:bookmarkEnd w:id="2"/>
      <w:bookmarkEnd w:id="3"/>
    </w:p>
    <w:p w:rsidR="00B602D2" w:rsidRDefault="00B602D2" w:rsidP="00BD606F">
      <w:pPr>
        <w:spacing w:after="0"/>
      </w:pPr>
    </w:p>
    <w:p w:rsidR="00B602D2" w:rsidRDefault="00B602D2"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C377CF" w:rsidRDefault="00C377CF"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B602D2" w:rsidRDefault="00B602D2" w:rsidP="00BD606F">
      <w:pPr>
        <w:spacing w:after="0"/>
      </w:pPr>
    </w:p>
    <w:p w:rsidR="0082740D" w:rsidRDefault="00B602D2" w:rsidP="00BD606F">
      <w:pPr>
        <w:spacing w:after="0"/>
      </w:pPr>
      <w:r>
        <w:lastRenderedPageBreak/>
        <w:t xml:space="preserve">Beste Student, </w:t>
      </w:r>
    </w:p>
    <w:p w:rsidR="003D2E3D" w:rsidRDefault="003D2E3D" w:rsidP="00BD606F">
      <w:pPr>
        <w:spacing w:after="0"/>
      </w:pPr>
    </w:p>
    <w:p w:rsidR="00B602D2" w:rsidRDefault="00B36EE2" w:rsidP="00BD606F">
      <w:pPr>
        <w:spacing w:after="0"/>
      </w:pPr>
      <w:r>
        <w:t>Binnenkort ga je stagelopen. V</w:t>
      </w:r>
      <w:r w:rsidR="006903DA">
        <w:t xml:space="preserve">ia school heb je te horen gekregen </w:t>
      </w:r>
      <w:r w:rsidR="00B602D2">
        <w:t xml:space="preserve">naar welke instelling je gaat. </w:t>
      </w:r>
    </w:p>
    <w:p w:rsidR="006903DA" w:rsidRDefault="006903DA" w:rsidP="00BD606F">
      <w:pPr>
        <w:spacing w:after="0"/>
      </w:pPr>
    </w:p>
    <w:p w:rsidR="006903DA" w:rsidRDefault="00B36EE2" w:rsidP="00BD606F">
      <w:pPr>
        <w:spacing w:after="0"/>
      </w:pPr>
      <w:r>
        <w:t xml:space="preserve">In </w:t>
      </w:r>
      <w:r w:rsidR="006903DA">
        <w:t xml:space="preserve">Stagematching vind je meer informatie over de instelling waar je stage gaat lopen. Ook vind je hier de stappen die je als student zet om je stageplaats helemaal definitief te maken. </w:t>
      </w:r>
    </w:p>
    <w:p w:rsidR="00B602D2" w:rsidRDefault="00B602D2" w:rsidP="00C70908">
      <w:pPr>
        <w:spacing w:after="0"/>
      </w:pPr>
    </w:p>
    <w:p w:rsidR="00B602D2" w:rsidRDefault="00B36EE2" w:rsidP="00C70908">
      <w:pPr>
        <w:spacing w:after="0"/>
      </w:pPr>
      <w:r>
        <w:t>Veel succes</w:t>
      </w:r>
      <w:r w:rsidR="00B602D2">
        <w:t>,</w:t>
      </w:r>
    </w:p>
    <w:p w:rsidR="00B602D2" w:rsidRDefault="00B602D2" w:rsidP="00C70908">
      <w:pPr>
        <w:spacing w:after="0"/>
      </w:pPr>
    </w:p>
    <w:p w:rsidR="003D2E3D" w:rsidRDefault="00B602D2" w:rsidP="00C70908">
      <w:pPr>
        <w:spacing w:after="0"/>
      </w:pPr>
      <w:r>
        <w:t>Team Stagematching</w:t>
      </w:r>
    </w:p>
    <w:p w:rsidR="00B602D2" w:rsidRDefault="00B602D2" w:rsidP="00C70908">
      <w:pPr>
        <w:spacing w:after="0"/>
      </w:pPr>
    </w:p>
    <w:p w:rsidR="0082740D" w:rsidRDefault="0082740D" w:rsidP="00C70908">
      <w:pPr>
        <w:spacing w:after="0"/>
      </w:pPr>
    </w:p>
    <w:sdt>
      <w:sdtPr>
        <w:rPr>
          <w:rFonts w:asciiTheme="minorHAnsi" w:eastAsiaTheme="minorHAnsi" w:hAnsiTheme="minorHAnsi" w:cstheme="minorBidi"/>
          <w:color w:val="auto"/>
          <w:sz w:val="22"/>
          <w:szCs w:val="22"/>
          <w:lang w:eastAsia="en-US"/>
        </w:rPr>
        <w:id w:val="-649362827"/>
        <w:docPartObj>
          <w:docPartGallery w:val="Table of Contents"/>
          <w:docPartUnique/>
        </w:docPartObj>
      </w:sdtPr>
      <w:sdtEndPr>
        <w:rPr>
          <w:b/>
          <w:bCs/>
        </w:rPr>
      </w:sdtEndPr>
      <w:sdtContent>
        <w:p w:rsidR="00140A0E" w:rsidRDefault="0082740D" w:rsidP="00140A0E">
          <w:pPr>
            <w:pStyle w:val="Kopvaninhoudsopgave"/>
            <w:spacing w:before="0"/>
            <w:rPr>
              <w:rFonts w:eastAsiaTheme="minorEastAsia"/>
              <w:noProof/>
            </w:rPr>
          </w:pPr>
          <w:r w:rsidRPr="0082740D">
            <w:rPr>
              <w:sz w:val="28"/>
            </w:rPr>
            <w:t>Overzicht</w:t>
          </w:r>
          <w:r>
            <w:t xml:space="preserve"> Handleiding</w:t>
          </w:r>
          <w:r>
            <w:fldChar w:fldCharType="begin"/>
          </w:r>
          <w:r>
            <w:instrText xml:space="preserve"> TOC \o "1-3" \h \z \u </w:instrText>
          </w:r>
          <w:r>
            <w:fldChar w:fldCharType="separate"/>
          </w:r>
        </w:p>
        <w:p w:rsidR="00140A0E" w:rsidRDefault="003A1B5B">
          <w:pPr>
            <w:pStyle w:val="Inhopg2"/>
            <w:tabs>
              <w:tab w:val="right" w:leader="dot" w:pos="13992"/>
            </w:tabs>
            <w:rPr>
              <w:rFonts w:eastAsiaTheme="minorEastAsia"/>
              <w:noProof/>
              <w:lang w:eastAsia="nl-NL"/>
            </w:rPr>
          </w:pPr>
          <w:hyperlink w:anchor="_Toc515268682" w:history="1">
            <w:r w:rsidR="00140A0E" w:rsidRPr="00317B11">
              <w:rPr>
                <w:rStyle w:val="Hyperlink"/>
                <w:b/>
                <w:noProof/>
              </w:rPr>
              <w:t>Account activeren</w:t>
            </w:r>
            <w:r w:rsidR="00140A0E">
              <w:rPr>
                <w:noProof/>
                <w:webHidden/>
              </w:rPr>
              <w:tab/>
            </w:r>
            <w:r w:rsidR="00140A0E">
              <w:rPr>
                <w:noProof/>
                <w:webHidden/>
              </w:rPr>
              <w:fldChar w:fldCharType="begin"/>
            </w:r>
            <w:r w:rsidR="00140A0E">
              <w:rPr>
                <w:noProof/>
                <w:webHidden/>
              </w:rPr>
              <w:instrText xml:space="preserve"> PAGEREF _Toc515268682 \h </w:instrText>
            </w:r>
            <w:r w:rsidR="00140A0E">
              <w:rPr>
                <w:noProof/>
                <w:webHidden/>
              </w:rPr>
            </w:r>
            <w:r w:rsidR="00140A0E">
              <w:rPr>
                <w:noProof/>
                <w:webHidden/>
              </w:rPr>
              <w:fldChar w:fldCharType="separate"/>
            </w:r>
            <w:r w:rsidR="00140A0E">
              <w:rPr>
                <w:noProof/>
                <w:webHidden/>
              </w:rPr>
              <w:t>3</w:t>
            </w:r>
            <w:r w:rsidR="00140A0E">
              <w:rPr>
                <w:noProof/>
                <w:webHidden/>
              </w:rPr>
              <w:fldChar w:fldCharType="end"/>
            </w:r>
          </w:hyperlink>
        </w:p>
        <w:p w:rsidR="00140A0E" w:rsidRDefault="003A1B5B">
          <w:pPr>
            <w:pStyle w:val="Inhopg2"/>
            <w:tabs>
              <w:tab w:val="right" w:leader="dot" w:pos="13992"/>
            </w:tabs>
            <w:rPr>
              <w:rFonts w:eastAsiaTheme="minorEastAsia"/>
              <w:noProof/>
              <w:lang w:eastAsia="nl-NL"/>
            </w:rPr>
          </w:pPr>
          <w:hyperlink w:anchor="_Toc515268683" w:history="1">
            <w:r w:rsidR="00140A0E" w:rsidRPr="00317B11">
              <w:rPr>
                <w:rStyle w:val="Hyperlink"/>
                <w:b/>
                <w:noProof/>
              </w:rPr>
              <w:t>Inloggen</w:t>
            </w:r>
            <w:r w:rsidR="00140A0E">
              <w:rPr>
                <w:noProof/>
                <w:webHidden/>
              </w:rPr>
              <w:tab/>
            </w:r>
            <w:r w:rsidR="00140A0E">
              <w:rPr>
                <w:noProof/>
                <w:webHidden/>
              </w:rPr>
              <w:fldChar w:fldCharType="begin"/>
            </w:r>
            <w:r w:rsidR="00140A0E">
              <w:rPr>
                <w:noProof/>
                <w:webHidden/>
              </w:rPr>
              <w:instrText xml:space="preserve"> PAGEREF _Toc515268683 \h </w:instrText>
            </w:r>
            <w:r w:rsidR="00140A0E">
              <w:rPr>
                <w:noProof/>
                <w:webHidden/>
              </w:rPr>
            </w:r>
            <w:r w:rsidR="00140A0E">
              <w:rPr>
                <w:noProof/>
                <w:webHidden/>
              </w:rPr>
              <w:fldChar w:fldCharType="separate"/>
            </w:r>
            <w:r w:rsidR="00140A0E">
              <w:rPr>
                <w:noProof/>
                <w:webHidden/>
              </w:rPr>
              <w:t>4</w:t>
            </w:r>
            <w:r w:rsidR="00140A0E">
              <w:rPr>
                <w:noProof/>
                <w:webHidden/>
              </w:rPr>
              <w:fldChar w:fldCharType="end"/>
            </w:r>
          </w:hyperlink>
        </w:p>
        <w:p w:rsidR="00140A0E" w:rsidRDefault="003A1B5B">
          <w:pPr>
            <w:pStyle w:val="Inhopg2"/>
            <w:tabs>
              <w:tab w:val="right" w:leader="dot" w:pos="13992"/>
            </w:tabs>
            <w:rPr>
              <w:rFonts w:eastAsiaTheme="minorEastAsia"/>
              <w:noProof/>
              <w:lang w:eastAsia="nl-NL"/>
            </w:rPr>
          </w:pPr>
          <w:hyperlink w:anchor="_Toc515268684" w:history="1">
            <w:r w:rsidR="00140A0E" w:rsidRPr="00317B11">
              <w:rPr>
                <w:rStyle w:val="Hyperlink"/>
                <w:b/>
                <w:noProof/>
              </w:rPr>
              <w:t>Wachtwoord wijzigen</w:t>
            </w:r>
            <w:r w:rsidR="00140A0E">
              <w:rPr>
                <w:noProof/>
                <w:webHidden/>
              </w:rPr>
              <w:tab/>
            </w:r>
            <w:r w:rsidR="00140A0E">
              <w:rPr>
                <w:noProof/>
                <w:webHidden/>
              </w:rPr>
              <w:fldChar w:fldCharType="begin"/>
            </w:r>
            <w:r w:rsidR="00140A0E">
              <w:rPr>
                <w:noProof/>
                <w:webHidden/>
              </w:rPr>
              <w:instrText xml:space="preserve"> PAGEREF _Toc515268684 \h </w:instrText>
            </w:r>
            <w:r w:rsidR="00140A0E">
              <w:rPr>
                <w:noProof/>
                <w:webHidden/>
              </w:rPr>
            </w:r>
            <w:r w:rsidR="00140A0E">
              <w:rPr>
                <w:noProof/>
                <w:webHidden/>
              </w:rPr>
              <w:fldChar w:fldCharType="separate"/>
            </w:r>
            <w:r w:rsidR="00140A0E">
              <w:rPr>
                <w:noProof/>
                <w:webHidden/>
              </w:rPr>
              <w:t>4</w:t>
            </w:r>
            <w:r w:rsidR="00140A0E">
              <w:rPr>
                <w:noProof/>
                <w:webHidden/>
              </w:rPr>
              <w:fldChar w:fldCharType="end"/>
            </w:r>
          </w:hyperlink>
        </w:p>
        <w:p w:rsidR="00140A0E" w:rsidRDefault="003A1B5B">
          <w:pPr>
            <w:pStyle w:val="Inhopg2"/>
            <w:tabs>
              <w:tab w:val="right" w:leader="dot" w:pos="13992"/>
            </w:tabs>
            <w:rPr>
              <w:rFonts w:eastAsiaTheme="minorEastAsia"/>
              <w:noProof/>
              <w:lang w:eastAsia="nl-NL"/>
            </w:rPr>
          </w:pPr>
          <w:hyperlink w:anchor="_Toc515268685" w:history="1">
            <w:r w:rsidR="00140A0E" w:rsidRPr="00317B11">
              <w:rPr>
                <w:rStyle w:val="Hyperlink"/>
                <w:b/>
                <w:noProof/>
              </w:rPr>
              <w:t>Hoofdmenu</w:t>
            </w:r>
            <w:r w:rsidR="00140A0E">
              <w:rPr>
                <w:noProof/>
                <w:webHidden/>
              </w:rPr>
              <w:tab/>
            </w:r>
            <w:r w:rsidR="00140A0E">
              <w:rPr>
                <w:noProof/>
                <w:webHidden/>
              </w:rPr>
              <w:fldChar w:fldCharType="begin"/>
            </w:r>
            <w:r w:rsidR="00140A0E">
              <w:rPr>
                <w:noProof/>
                <w:webHidden/>
              </w:rPr>
              <w:instrText xml:space="preserve"> PAGEREF _Toc515268685 \h </w:instrText>
            </w:r>
            <w:r w:rsidR="00140A0E">
              <w:rPr>
                <w:noProof/>
                <w:webHidden/>
              </w:rPr>
            </w:r>
            <w:r w:rsidR="00140A0E">
              <w:rPr>
                <w:noProof/>
                <w:webHidden/>
              </w:rPr>
              <w:fldChar w:fldCharType="separate"/>
            </w:r>
            <w:r w:rsidR="00140A0E">
              <w:rPr>
                <w:noProof/>
                <w:webHidden/>
              </w:rPr>
              <w:t>5</w:t>
            </w:r>
            <w:r w:rsidR="00140A0E">
              <w:rPr>
                <w:noProof/>
                <w:webHidden/>
              </w:rPr>
              <w:fldChar w:fldCharType="end"/>
            </w:r>
          </w:hyperlink>
        </w:p>
        <w:p w:rsidR="00140A0E" w:rsidRDefault="003A1B5B">
          <w:pPr>
            <w:pStyle w:val="Inhopg2"/>
            <w:tabs>
              <w:tab w:val="right" w:leader="dot" w:pos="13992"/>
            </w:tabs>
            <w:rPr>
              <w:rFonts w:eastAsiaTheme="minorEastAsia"/>
              <w:noProof/>
              <w:lang w:eastAsia="nl-NL"/>
            </w:rPr>
          </w:pPr>
          <w:hyperlink w:anchor="_Toc515268686" w:history="1">
            <w:r w:rsidR="00140A0E" w:rsidRPr="00317B11">
              <w:rPr>
                <w:rStyle w:val="Hyperlink"/>
                <w:b/>
                <w:noProof/>
              </w:rPr>
              <w:t>Check actiepunten</w:t>
            </w:r>
            <w:r w:rsidR="00140A0E">
              <w:rPr>
                <w:noProof/>
                <w:webHidden/>
              </w:rPr>
              <w:tab/>
            </w:r>
            <w:r w:rsidR="00140A0E">
              <w:rPr>
                <w:noProof/>
                <w:webHidden/>
              </w:rPr>
              <w:fldChar w:fldCharType="begin"/>
            </w:r>
            <w:r w:rsidR="00140A0E">
              <w:rPr>
                <w:noProof/>
                <w:webHidden/>
              </w:rPr>
              <w:instrText xml:space="preserve"> PAGEREF _Toc515268686 \h </w:instrText>
            </w:r>
            <w:r w:rsidR="00140A0E">
              <w:rPr>
                <w:noProof/>
                <w:webHidden/>
              </w:rPr>
            </w:r>
            <w:r w:rsidR="00140A0E">
              <w:rPr>
                <w:noProof/>
                <w:webHidden/>
              </w:rPr>
              <w:fldChar w:fldCharType="separate"/>
            </w:r>
            <w:r w:rsidR="00140A0E">
              <w:rPr>
                <w:noProof/>
                <w:webHidden/>
              </w:rPr>
              <w:t>7</w:t>
            </w:r>
            <w:r w:rsidR="00140A0E">
              <w:rPr>
                <w:noProof/>
                <w:webHidden/>
              </w:rPr>
              <w:fldChar w:fldCharType="end"/>
            </w:r>
          </w:hyperlink>
        </w:p>
        <w:p w:rsidR="00140A0E" w:rsidRDefault="003A1B5B">
          <w:pPr>
            <w:pStyle w:val="Inhopg2"/>
            <w:tabs>
              <w:tab w:val="right" w:leader="dot" w:pos="13992"/>
            </w:tabs>
            <w:rPr>
              <w:rFonts w:eastAsiaTheme="minorEastAsia"/>
              <w:noProof/>
              <w:lang w:eastAsia="nl-NL"/>
            </w:rPr>
          </w:pPr>
          <w:hyperlink w:anchor="_Toc515268687" w:history="1">
            <w:r w:rsidR="00140A0E" w:rsidRPr="00317B11">
              <w:rPr>
                <w:rStyle w:val="Hyperlink"/>
                <w:b/>
                <w:noProof/>
              </w:rPr>
              <w:t>Download documenten</w:t>
            </w:r>
            <w:r w:rsidR="00140A0E">
              <w:rPr>
                <w:noProof/>
                <w:webHidden/>
              </w:rPr>
              <w:tab/>
            </w:r>
            <w:r w:rsidR="00140A0E">
              <w:rPr>
                <w:noProof/>
                <w:webHidden/>
              </w:rPr>
              <w:fldChar w:fldCharType="begin"/>
            </w:r>
            <w:r w:rsidR="00140A0E">
              <w:rPr>
                <w:noProof/>
                <w:webHidden/>
              </w:rPr>
              <w:instrText xml:space="preserve"> PAGEREF _Toc515268687 \h </w:instrText>
            </w:r>
            <w:r w:rsidR="00140A0E">
              <w:rPr>
                <w:noProof/>
                <w:webHidden/>
              </w:rPr>
            </w:r>
            <w:r w:rsidR="00140A0E">
              <w:rPr>
                <w:noProof/>
                <w:webHidden/>
              </w:rPr>
              <w:fldChar w:fldCharType="separate"/>
            </w:r>
            <w:r w:rsidR="00140A0E">
              <w:rPr>
                <w:noProof/>
                <w:webHidden/>
              </w:rPr>
              <w:t>9</w:t>
            </w:r>
            <w:r w:rsidR="00140A0E">
              <w:rPr>
                <w:noProof/>
                <w:webHidden/>
              </w:rPr>
              <w:fldChar w:fldCharType="end"/>
            </w:r>
          </w:hyperlink>
        </w:p>
        <w:p w:rsidR="0082740D" w:rsidRDefault="0082740D">
          <w:r>
            <w:rPr>
              <w:b/>
              <w:bCs/>
            </w:rPr>
            <w:fldChar w:fldCharType="end"/>
          </w:r>
        </w:p>
      </w:sdtContent>
    </w:sdt>
    <w:p w:rsidR="0082740D" w:rsidRDefault="0082740D" w:rsidP="00C70908">
      <w:pPr>
        <w:spacing w:after="0"/>
      </w:pPr>
    </w:p>
    <w:p w:rsidR="0082740D" w:rsidRDefault="0082740D" w:rsidP="00C70908">
      <w:pPr>
        <w:spacing w:after="0"/>
      </w:pPr>
    </w:p>
    <w:p w:rsidR="0082740D" w:rsidRDefault="0082740D" w:rsidP="00C70908">
      <w:pPr>
        <w:spacing w:after="0"/>
      </w:pPr>
    </w:p>
    <w:p w:rsidR="0082740D" w:rsidRDefault="0082740D" w:rsidP="00C70908">
      <w:pPr>
        <w:spacing w:after="0"/>
      </w:pPr>
    </w:p>
    <w:p w:rsidR="0082740D" w:rsidRDefault="0082740D" w:rsidP="00C70908">
      <w:pPr>
        <w:spacing w:after="0"/>
      </w:pPr>
    </w:p>
    <w:p w:rsidR="0082740D" w:rsidRDefault="0082740D" w:rsidP="00C70908">
      <w:pPr>
        <w:spacing w:after="0"/>
      </w:pPr>
    </w:p>
    <w:p w:rsidR="004F2A40" w:rsidRDefault="007E465C" w:rsidP="0082740D">
      <w:pPr>
        <w:pStyle w:val="Kop2"/>
        <w:spacing w:before="0"/>
        <w:rPr>
          <w:rFonts w:asciiTheme="minorHAnsi" w:hAnsiTheme="minorHAnsi"/>
          <w:b/>
          <w:color w:val="auto"/>
          <w:sz w:val="22"/>
          <w:szCs w:val="22"/>
        </w:rPr>
      </w:pPr>
      <w:bookmarkStart w:id="4" w:name="_Toc515268682"/>
      <w:r>
        <w:rPr>
          <w:rFonts w:asciiTheme="minorHAnsi" w:hAnsiTheme="minorHAnsi"/>
          <w:b/>
          <w:noProof/>
          <w:color w:val="auto"/>
          <w:sz w:val="22"/>
          <w:szCs w:val="22"/>
          <w:lang w:eastAsia="nl-NL"/>
        </w:rPr>
        <w:lastRenderedPageBreak/>
        <w:drawing>
          <wp:anchor distT="0" distB="0" distL="114300" distR="114300" simplePos="0" relativeHeight="251671552" behindDoc="1" locked="0" layoutInCell="1" allowOverlap="1">
            <wp:simplePos x="0" y="0"/>
            <wp:positionH relativeFrom="column">
              <wp:posOffset>3011805</wp:posOffset>
            </wp:positionH>
            <wp:positionV relativeFrom="paragraph">
              <wp:posOffset>546</wp:posOffset>
            </wp:positionV>
            <wp:extent cx="6358255" cy="3232150"/>
            <wp:effectExtent l="0" t="0" r="4445" b="6350"/>
            <wp:wrapTight wrapText="bothSides">
              <wp:wrapPolygon edited="0">
                <wp:start x="0" y="0"/>
                <wp:lineTo x="0" y="21515"/>
                <wp:lineTo x="21550" y="21515"/>
                <wp:lineTo x="21550"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8255" cy="3232150"/>
                    </a:xfrm>
                    <a:prstGeom prst="rect">
                      <a:avLst/>
                    </a:prstGeom>
                    <a:noFill/>
                    <a:ln>
                      <a:noFill/>
                    </a:ln>
                  </pic:spPr>
                </pic:pic>
              </a:graphicData>
            </a:graphic>
          </wp:anchor>
        </w:drawing>
      </w:r>
      <w:r w:rsidR="004F2A40" w:rsidRPr="00C70908">
        <w:rPr>
          <w:rFonts w:asciiTheme="minorHAnsi" w:hAnsiTheme="minorHAnsi"/>
          <w:b/>
          <w:color w:val="auto"/>
          <w:sz w:val="22"/>
          <w:szCs w:val="22"/>
        </w:rPr>
        <w:t>Account activeren</w:t>
      </w:r>
      <w:bookmarkEnd w:id="4"/>
    </w:p>
    <w:p w:rsidR="0082740D" w:rsidRPr="0082740D" w:rsidRDefault="0082740D" w:rsidP="0082740D">
      <w:pPr>
        <w:spacing w:after="0"/>
      </w:pPr>
    </w:p>
    <w:p w:rsidR="0082740D" w:rsidRDefault="0082740D" w:rsidP="0082740D">
      <w:pPr>
        <w:spacing w:after="0"/>
      </w:pPr>
      <w:r>
        <w:t xml:space="preserve">Zodra je toewijzing van de stageplaats definitief is, krijg je vanuit het systeem een mail. </w:t>
      </w:r>
      <w:r w:rsidR="007E465C">
        <w:t>Deze mail ontvang je van het e-mailadres infostagematching@netwerkzon.nl</w:t>
      </w:r>
    </w:p>
    <w:p w:rsidR="004F2A40" w:rsidRDefault="004F2A40" w:rsidP="0082740D">
      <w:pPr>
        <w:spacing w:after="0"/>
      </w:pPr>
      <w:r w:rsidRPr="004F2A40">
        <w:t>De</w:t>
      </w:r>
      <w:r>
        <w:t>ze mail wordt gestuurd naar je</w:t>
      </w:r>
      <w:r w:rsidRPr="006903DA">
        <w:rPr>
          <w:i/>
        </w:rPr>
        <w:t xml:space="preserve"> school</w:t>
      </w:r>
      <w:r>
        <w:t xml:space="preserve"> e-mailadres</w:t>
      </w:r>
      <w:r w:rsidR="0082740D">
        <w:t xml:space="preserve"> en ziet er als volgt uit</w:t>
      </w:r>
      <w:r w:rsidR="00B36EE2">
        <w:t>:</w:t>
      </w:r>
    </w:p>
    <w:p w:rsidR="00093530" w:rsidRDefault="0082740D" w:rsidP="00BD606F">
      <w:pPr>
        <w:spacing w:after="0"/>
      </w:pPr>
      <w:r>
        <w:rPr>
          <w:noProof/>
          <w:lang w:eastAsia="nl-NL"/>
        </w:rPr>
        <w:t xml:space="preserve"> </w:t>
      </w:r>
    </w:p>
    <w:p w:rsidR="004F2A40" w:rsidRDefault="004F2A40" w:rsidP="00BD606F">
      <w:pPr>
        <w:spacing w:after="0"/>
      </w:pPr>
    </w:p>
    <w:p w:rsidR="00093530" w:rsidRPr="004F2A40" w:rsidRDefault="00093530" w:rsidP="00BD606F">
      <w:pPr>
        <w:spacing w:after="0"/>
      </w:pPr>
    </w:p>
    <w:p w:rsidR="004F2A40" w:rsidRDefault="004F2A40" w:rsidP="00BD606F">
      <w:pPr>
        <w:spacing w:after="0"/>
      </w:pPr>
      <w:r w:rsidRPr="004F2A40">
        <w:t>Door op de knop ‘account activeren’ te klikke</w:t>
      </w:r>
      <w:r w:rsidR="00BD606F">
        <w:t>n</w:t>
      </w:r>
      <w:r w:rsidR="00B36EE2">
        <w:t>,</w:t>
      </w:r>
      <w:r w:rsidR="00BD606F">
        <w:t xml:space="preserve"> kun je </w:t>
      </w:r>
      <w:r w:rsidR="00C70908">
        <w:t>een wachtwoord aanmaken en ver</w:t>
      </w:r>
      <w:r w:rsidR="00B36EE2">
        <w:t>v</w:t>
      </w:r>
      <w:r w:rsidR="00C70908">
        <w:t xml:space="preserve">olgens </w:t>
      </w:r>
      <w:r w:rsidRPr="004F2A40">
        <w:t xml:space="preserve">inloggen in het systeem. </w:t>
      </w:r>
    </w:p>
    <w:p w:rsidR="0082740D" w:rsidRDefault="0082740D" w:rsidP="00BD606F">
      <w:pPr>
        <w:spacing w:after="0"/>
      </w:pPr>
    </w:p>
    <w:p w:rsidR="007E465C" w:rsidRDefault="007E465C" w:rsidP="00BD606F">
      <w:pPr>
        <w:spacing w:after="0"/>
      </w:pPr>
    </w:p>
    <w:p w:rsidR="007E465C" w:rsidRDefault="007E465C" w:rsidP="00BD606F">
      <w:pPr>
        <w:spacing w:after="0"/>
      </w:pPr>
      <w:r w:rsidRPr="00093530">
        <w:rPr>
          <w:noProof/>
          <w:lang w:eastAsia="nl-NL"/>
        </w:rPr>
        <w:drawing>
          <wp:anchor distT="0" distB="0" distL="114300" distR="114300" simplePos="0" relativeHeight="251665408" behindDoc="1" locked="0" layoutInCell="1" allowOverlap="1">
            <wp:simplePos x="0" y="0"/>
            <wp:positionH relativeFrom="column">
              <wp:posOffset>3007640</wp:posOffset>
            </wp:positionH>
            <wp:positionV relativeFrom="paragraph">
              <wp:posOffset>74930</wp:posOffset>
            </wp:positionV>
            <wp:extent cx="5760720" cy="1628775"/>
            <wp:effectExtent l="0" t="0" r="0" b="9525"/>
            <wp:wrapTight wrapText="bothSides">
              <wp:wrapPolygon edited="0">
                <wp:start x="0" y="0"/>
                <wp:lineTo x="0" y="21474"/>
                <wp:lineTo x="21500" y="21474"/>
                <wp:lineTo x="21500" y="0"/>
                <wp:lineTo x="0" y="0"/>
              </wp:wrapPolygon>
            </wp:wrapTight>
            <wp:docPr id="6"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fbeelding 5"/>
                    <pic:cNvPicPr>
                      <a:picLocks noChangeAspect="1"/>
                    </pic:cNvPicPr>
                  </pic:nvPicPr>
                  <pic:blipFill rotWithShape="1">
                    <a:blip r:embed="rId10">
                      <a:extLst>
                        <a:ext uri="{28A0092B-C50C-407E-A947-70E740481C1C}">
                          <a14:useLocalDpi xmlns:a14="http://schemas.microsoft.com/office/drawing/2010/main" val="0"/>
                        </a:ext>
                      </a:extLst>
                    </a:blip>
                    <a:srcRect l="6666" t="437" r="15773" b="1"/>
                    <a:stretch/>
                  </pic:blipFill>
                  <pic:spPr>
                    <a:xfrm>
                      <a:off x="0" y="0"/>
                      <a:ext cx="5760720" cy="1628775"/>
                    </a:xfrm>
                    <a:prstGeom prst="rect">
                      <a:avLst/>
                    </a:prstGeom>
                  </pic:spPr>
                </pic:pic>
              </a:graphicData>
            </a:graphic>
          </wp:anchor>
        </w:drawing>
      </w:r>
    </w:p>
    <w:p w:rsidR="00B36EE2" w:rsidRDefault="00B36EE2" w:rsidP="00BD606F">
      <w:pPr>
        <w:spacing w:after="0"/>
      </w:pPr>
    </w:p>
    <w:p w:rsidR="00B36EE2" w:rsidRDefault="00B36EE2" w:rsidP="00BD606F">
      <w:pPr>
        <w:spacing w:after="0"/>
      </w:pPr>
    </w:p>
    <w:p w:rsidR="00C70908" w:rsidRPr="00C70908" w:rsidRDefault="00C70908" w:rsidP="00C70908">
      <w:pPr>
        <w:pStyle w:val="Kop2"/>
        <w:rPr>
          <w:rFonts w:asciiTheme="minorHAnsi" w:hAnsiTheme="minorHAnsi"/>
          <w:b/>
          <w:color w:val="auto"/>
          <w:sz w:val="22"/>
          <w:szCs w:val="22"/>
        </w:rPr>
      </w:pPr>
      <w:bookmarkStart w:id="5" w:name="_Toc515268683"/>
      <w:r w:rsidRPr="00C70908">
        <w:rPr>
          <w:rFonts w:asciiTheme="minorHAnsi" w:hAnsiTheme="minorHAnsi"/>
          <w:b/>
          <w:color w:val="auto"/>
          <w:sz w:val="22"/>
          <w:szCs w:val="22"/>
        </w:rPr>
        <w:t>Inloggen</w:t>
      </w:r>
      <w:bookmarkEnd w:id="5"/>
      <w:r w:rsidRPr="00C70908">
        <w:rPr>
          <w:rFonts w:asciiTheme="minorHAnsi" w:hAnsiTheme="minorHAnsi"/>
          <w:b/>
          <w:color w:val="auto"/>
          <w:sz w:val="22"/>
          <w:szCs w:val="22"/>
        </w:rPr>
        <w:t xml:space="preserve"> </w:t>
      </w:r>
    </w:p>
    <w:p w:rsidR="0060418E" w:rsidRDefault="00C70908" w:rsidP="00BD606F">
      <w:pPr>
        <w:spacing w:after="0"/>
      </w:pPr>
      <w:r>
        <w:t xml:space="preserve">Op het moment dat je een account hebt en wil inloggen, </w:t>
      </w:r>
      <w:r w:rsidR="0082740D">
        <w:t xml:space="preserve"> ga je naar </w:t>
      </w:r>
      <w:hyperlink r:id="rId11" w:history="1">
        <w:r w:rsidR="0060418E">
          <w:rPr>
            <w:rStyle w:val="Hyperlink"/>
          </w:rPr>
          <w:t>s</w:t>
        </w:r>
        <w:r w:rsidR="0060418E" w:rsidRPr="00883845">
          <w:rPr>
            <w:rStyle w:val="Hyperlink"/>
          </w:rPr>
          <w:t>tagematching.netwerkzon.nl</w:t>
        </w:r>
      </w:hyperlink>
    </w:p>
    <w:p w:rsidR="0060418E" w:rsidRDefault="0060418E" w:rsidP="00BD606F">
      <w:pPr>
        <w:spacing w:after="0"/>
      </w:pPr>
      <w:r>
        <w:t xml:space="preserve">Vervolgens vul je je gegevens in. </w:t>
      </w:r>
    </w:p>
    <w:p w:rsidR="00B36EE2" w:rsidRDefault="00B36EE2" w:rsidP="00BD606F">
      <w:pPr>
        <w:spacing w:after="0"/>
      </w:pPr>
    </w:p>
    <w:p w:rsidR="00C672F9" w:rsidRDefault="00C672F9" w:rsidP="00BD606F">
      <w:pPr>
        <w:spacing w:after="0"/>
      </w:pPr>
    </w:p>
    <w:p w:rsidR="00C672F9" w:rsidRDefault="00C672F9" w:rsidP="00BD606F">
      <w:pPr>
        <w:spacing w:after="0"/>
      </w:pPr>
    </w:p>
    <w:p w:rsidR="00B36EE2" w:rsidRDefault="00B36EE2" w:rsidP="00B36EE2">
      <w:pPr>
        <w:pStyle w:val="Kop2"/>
        <w:rPr>
          <w:b/>
          <w:color w:val="auto"/>
          <w:sz w:val="22"/>
        </w:rPr>
      </w:pPr>
      <w:bookmarkStart w:id="6" w:name="_Toc515268684"/>
      <w:r>
        <w:rPr>
          <w:b/>
          <w:noProof/>
          <w:color w:val="auto"/>
          <w:sz w:val="24"/>
          <w:lang w:eastAsia="nl-NL"/>
        </w:rPr>
        <w:lastRenderedPageBreak/>
        <w:drawing>
          <wp:anchor distT="0" distB="0" distL="114300" distR="114300" simplePos="0" relativeHeight="251666432" behindDoc="1" locked="0" layoutInCell="1" allowOverlap="1">
            <wp:simplePos x="0" y="0"/>
            <wp:positionH relativeFrom="column">
              <wp:posOffset>4500880</wp:posOffset>
            </wp:positionH>
            <wp:positionV relativeFrom="paragraph">
              <wp:posOffset>44450</wp:posOffset>
            </wp:positionV>
            <wp:extent cx="4370070" cy="1414145"/>
            <wp:effectExtent l="0" t="0" r="0" b="0"/>
            <wp:wrapTight wrapText="bothSides">
              <wp:wrapPolygon edited="0">
                <wp:start x="0" y="0"/>
                <wp:lineTo x="0" y="21241"/>
                <wp:lineTo x="21468" y="21241"/>
                <wp:lineTo x="21468"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70070" cy="1414145"/>
                    </a:xfrm>
                    <a:prstGeom prst="rect">
                      <a:avLst/>
                    </a:prstGeom>
                    <a:noFill/>
                    <a:ln>
                      <a:noFill/>
                    </a:ln>
                  </pic:spPr>
                </pic:pic>
              </a:graphicData>
            </a:graphic>
          </wp:anchor>
        </w:drawing>
      </w:r>
      <w:r w:rsidRPr="00B36EE2">
        <w:rPr>
          <w:b/>
          <w:color w:val="auto"/>
          <w:sz w:val="22"/>
        </w:rPr>
        <w:t>Wachtwoord wijzigen</w:t>
      </w:r>
      <w:bookmarkEnd w:id="6"/>
    </w:p>
    <w:p w:rsidR="00C672F9" w:rsidRDefault="00C672F9" w:rsidP="00B36EE2">
      <w:r>
        <w:t xml:space="preserve">Rechts bovenin kun je op het pijltje drukken, vervolgens kun je je wachtwoord aanpassen. </w:t>
      </w:r>
    </w:p>
    <w:p w:rsidR="00C672F9" w:rsidRDefault="00C672F9" w:rsidP="00B36EE2"/>
    <w:p w:rsidR="00C672F9" w:rsidRDefault="00C672F9" w:rsidP="00B36EE2"/>
    <w:p w:rsidR="00C672F9" w:rsidRDefault="00C672F9" w:rsidP="00B36EE2"/>
    <w:p w:rsidR="00C672F9" w:rsidRDefault="00C672F9" w:rsidP="00B36EE2"/>
    <w:p w:rsidR="00C672F9" w:rsidRPr="00C672F9" w:rsidRDefault="00C672F9" w:rsidP="00C672F9">
      <w:pPr>
        <w:rPr>
          <w:rFonts w:asciiTheme="majorHAnsi" w:hAnsiTheme="majorHAnsi"/>
          <w:b/>
        </w:rPr>
      </w:pPr>
      <w:r>
        <w:rPr>
          <w:noProof/>
          <w:lang w:eastAsia="nl-NL"/>
        </w:rPr>
        <w:drawing>
          <wp:anchor distT="0" distB="0" distL="114300" distR="114300" simplePos="0" relativeHeight="251667456" behindDoc="0" locked="0" layoutInCell="1" allowOverlap="1">
            <wp:simplePos x="0" y="0"/>
            <wp:positionH relativeFrom="column">
              <wp:posOffset>4500245</wp:posOffset>
            </wp:positionH>
            <wp:positionV relativeFrom="paragraph">
              <wp:posOffset>159577</wp:posOffset>
            </wp:positionV>
            <wp:extent cx="4370070" cy="1414145"/>
            <wp:effectExtent l="0" t="0" r="0" b="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70070" cy="14141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72F9">
        <w:rPr>
          <w:rFonts w:asciiTheme="majorHAnsi" w:hAnsiTheme="majorHAnsi"/>
          <w:b/>
        </w:rPr>
        <w:t>Uitloggen</w:t>
      </w:r>
    </w:p>
    <w:p w:rsidR="00C672F9" w:rsidRPr="00C672F9" w:rsidRDefault="00C672F9" w:rsidP="00B36EE2">
      <w:r>
        <w:t xml:space="preserve">Rechts bovenin kun je op het pijltje drukken, om vervolgens uit te loggen. </w:t>
      </w:r>
    </w:p>
    <w:p w:rsidR="00B36EE2" w:rsidRDefault="00B36EE2" w:rsidP="00B36EE2"/>
    <w:p w:rsidR="00B36EE2" w:rsidRDefault="00B36EE2" w:rsidP="00B36EE2"/>
    <w:p w:rsidR="00C672F9" w:rsidRDefault="00C672F9" w:rsidP="00B36EE2"/>
    <w:p w:rsidR="00C672F9" w:rsidRDefault="00C672F9" w:rsidP="00B36EE2"/>
    <w:p w:rsidR="00C672F9" w:rsidRDefault="00C672F9" w:rsidP="00B36EE2"/>
    <w:p w:rsidR="00C672F9" w:rsidRDefault="00C672F9" w:rsidP="00B36EE2"/>
    <w:p w:rsidR="007E465C" w:rsidRDefault="007E465C" w:rsidP="00B36EE2"/>
    <w:p w:rsidR="007E465C" w:rsidRDefault="007E465C" w:rsidP="00B36EE2"/>
    <w:p w:rsidR="007E465C" w:rsidRDefault="007E465C" w:rsidP="00B36EE2"/>
    <w:p w:rsidR="00C672F9" w:rsidRDefault="00C672F9" w:rsidP="00B36EE2"/>
    <w:p w:rsidR="00C672F9" w:rsidRDefault="00C672F9" w:rsidP="00B36EE2"/>
    <w:p w:rsidR="004F2A40" w:rsidRDefault="004F2A40" w:rsidP="00C70908">
      <w:pPr>
        <w:pStyle w:val="Kop2"/>
        <w:rPr>
          <w:rFonts w:asciiTheme="minorHAnsi" w:hAnsiTheme="minorHAnsi"/>
          <w:b/>
          <w:color w:val="auto"/>
          <w:sz w:val="22"/>
          <w:szCs w:val="22"/>
        </w:rPr>
      </w:pPr>
      <w:bookmarkStart w:id="7" w:name="_Toc515268685"/>
      <w:r w:rsidRPr="00C70908">
        <w:rPr>
          <w:rFonts w:asciiTheme="minorHAnsi" w:hAnsiTheme="minorHAnsi"/>
          <w:b/>
          <w:color w:val="auto"/>
          <w:sz w:val="22"/>
          <w:szCs w:val="22"/>
        </w:rPr>
        <w:lastRenderedPageBreak/>
        <w:t>Hoofdmenu</w:t>
      </w:r>
      <w:bookmarkEnd w:id="7"/>
    </w:p>
    <w:p w:rsidR="0082740D" w:rsidRPr="004F2A40" w:rsidRDefault="0082740D" w:rsidP="0082740D">
      <w:pPr>
        <w:spacing w:after="0"/>
      </w:pPr>
      <w:r>
        <w:t xml:space="preserve">Als je ingelogd bent, kom je terecht op het hoofdmenu. </w:t>
      </w:r>
    </w:p>
    <w:p w:rsidR="0082740D" w:rsidRDefault="0082740D" w:rsidP="0082740D">
      <w:pPr>
        <w:spacing w:after="0"/>
      </w:pPr>
      <w:r w:rsidRPr="004F2A40">
        <w:t xml:space="preserve">Er zijn </w:t>
      </w:r>
      <w:r w:rsidR="00C672F9">
        <w:t xml:space="preserve">drie </w:t>
      </w:r>
      <w:r w:rsidRPr="004F2A40">
        <w:t>onderdelen: Check Profiel, Check Actiepunten en Download Documenten.</w:t>
      </w:r>
    </w:p>
    <w:p w:rsidR="0082740D" w:rsidRDefault="0082740D" w:rsidP="0082740D">
      <w:pPr>
        <w:spacing w:after="0"/>
      </w:pPr>
    </w:p>
    <w:p w:rsidR="0082740D" w:rsidRDefault="0082740D" w:rsidP="0082740D">
      <w:pPr>
        <w:spacing w:after="0"/>
        <w:sectPr w:rsidR="0082740D" w:rsidSect="00C70908">
          <w:headerReference w:type="default" r:id="rId14"/>
          <w:footerReference w:type="default" r:id="rId15"/>
          <w:pgSz w:w="16838" w:h="11906" w:orient="landscape"/>
          <w:pgMar w:top="1418" w:right="1418" w:bottom="1418" w:left="1418" w:header="709" w:footer="709" w:gutter="0"/>
          <w:cols w:space="708"/>
          <w:docGrid w:linePitch="360"/>
        </w:sectPr>
      </w:pPr>
      <w:r>
        <w:t xml:space="preserve">Tevens zie je onderaan in het hoofdmenu de gegevens van de instelling waar je gaat stagelopen; </w:t>
      </w:r>
      <w:r w:rsidRPr="004F2A40">
        <w:t xml:space="preserve"> </w:t>
      </w:r>
    </w:p>
    <w:p w:rsidR="0082740D" w:rsidRDefault="0082740D" w:rsidP="0082740D">
      <w:pPr>
        <w:pStyle w:val="Lijstalinea"/>
        <w:numPr>
          <w:ilvl w:val="0"/>
          <w:numId w:val="3"/>
        </w:numPr>
        <w:spacing w:after="0"/>
      </w:pPr>
      <w:r>
        <w:t>Instelling en afdeling</w:t>
      </w:r>
    </w:p>
    <w:p w:rsidR="0082740D" w:rsidRDefault="0082740D" w:rsidP="0082740D">
      <w:pPr>
        <w:pStyle w:val="Lijstalinea"/>
        <w:numPr>
          <w:ilvl w:val="0"/>
          <w:numId w:val="3"/>
        </w:numPr>
        <w:spacing w:after="0"/>
      </w:pPr>
      <w:r>
        <w:t>Adres</w:t>
      </w:r>
    </w:p>
    <w:p w:rsidR="0082740D" w:rsidRDefault="0082740D" w:rsidP="0082740D">
      <w:pPr>
        <w:pStyle w:val="Lijstalinea"/>
        <w:numPr>
          <w:ilvl w:val="0"/>
          <w:numId w:val="3"/>
        </w:numPr>
        <w:spacing w:after="0"/>
      </w:pPr>
      <w:r>
        <w:t>Periode</w:t>
      </w:r>
    </w:p>
    <w:p w:rsidR="0082740D" w:rsidRDefault="0082740D" w:rsidP="0082740D">
      <w:pPr>
        <w:pStyle w:val="Lijstalinea"/>
        <w:numPr>
          <w:ilvl w:val="0"/>
          <w:numId w:val="3"/>
        </w:numPr>
        <w:spacing w:after="0"/>
        <w:ind w:left="360"/>
      </w:pPr>
      <w:r>
        <w:t>Parttime of fulltime</w:t>
      </w:r>
    </w:p>
    <w:p w:rsidR="0082740D" w:rsidRDefault="0082740D" w:rsidP="0082740D">
      <w:pPr>
        <w:pStyle w:val="Lijstalinea"/>
        <w:numPr>
          <w:ilvl w:val="0"/>
          <w:numId w:val="3"/>
        </w:numPr>
        <w:spacing w:after="0"/>
        <w:ind w:left="360"/>
      </w:pPr>
      <w:r>
        <w:t>Contactpersoon en e-mailadres</w:t>
      </w:r>
    </w:p>
    <w:p w:rsidR="0082740D" w:rsidRPr="004F2A40" w:rsidRDefault="0082740D" w:rsidP="0082740D">
      <w:pPr>
        <w:spacing w:after="0"/>
      </w:pPr>
    </w:p>
    <w:p w:rsidR="0082740D" w:rsidRDefault="0082740D" w:rsidP="0082740D">
      <w:pPr>
        <w:sectPr w:rsidR="0082740D" w:rsidSect="0082740D">
          <w:type w:val="continuous"/>
          <w:pgSz w:w="16838" w:h="11906" w:orient="landscape"/>
          <w:pgMar w:top="1418" w:right="1418" w:bottom="1418" w:left="1418" w:header="709" w:footer="709" w:gutter="0"/>
          <w:cols w:num="2" w:space="708"/>
          <w:docGrid w:linePitch="360"/>
        </w:sectPr>
      </w:pPr>
    </w:p>
    <w:p w:rsidR="0082740D" w:rsidRDefault="0082740D" w:rsidP="0082740D"/>
    <w:p w:rsidR="003D2E3D" w:rsidRPr="0082740D" w:rsidRDefault="003D2E3D" w:rsidP="0082740D">
      <w:r>
        <w:t xml:space="preserve">Het hoofdmenu ziet er zo uit: </w:t>
      </w:r>
    </w:p>
    <w:p w:rsidR="004358EE" w:rsidRDefault="00F263E7" w:rsidP="00BD606F">
      <w:pPr>
        <w:spacing w:after="0"/>
      </w:pPr>
      <w:r>
        <w:rPr>
          <w:noProof/>
          <w:lang w:eastAsia="nl-NL"/>
        </w:rPr>
        <w:drawing>
          <wp:inline distT="0" distB="0" distL="0" distR="0">
            <wp:extent cx="8888730" cy="2955925"/>
            <wp:effectExtent l="0" t="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88730" cy="2955925"/>
                    </a:xfrm>
                    <a:prstGeom prst="rect">
                      <a:avLst/>
                    </a:prstGeom>
                    <a:noFill/>
                    <a:ln>
                      <a:noFill/>
                    </a:ln>
                  </pic:spPr>
                </pic:pic>
              </a:graphicData>
            </a:graphic>
          </wp:inline>
        </w:drawing>
      </w:r>
    </w:p>
    <w:p w:rsidR="00C70908" w:rsidRDefault="004358EE" w:rsidP="004358EE">
      <w:pPr>
        <w:tabs>
          <w:tab w:val="left" w:pos="7695"/>
        </w:tabs>
      </w:pPr>
      <w:r>
        <w:tab/>
      </w:r>
    </w:p>
    <w:p w:rsidR="004358EE" w:rsidRDefault="004358EE" w:rsidP="004358EE">
      <w:pPr>
        <w:tabs>
          <w:tab w:val="left" w:pos="7695"/>
        </w:tabs>
      </w:pPr>
    </w:p>
    <w:p w:rsidR="00BD606F" w:rsidRPr="00C672F9" w:rsidRDefault="004358EE" w:rsidP="00C672F9">
      <w:pPr>
        <w:tabs>
          <w:tab w:val="left" w:pos="7695"/>
        </w:tabs>
        <w:rPr>
          <w:rFonts w:asciiTheme="majorHAnsi" w:hAnsiTheme="majorHAnsi"/>
          <w:b/>
        </w:rPr>
      </w:pPr>
      <w:r w:rsidRPr="0082740D">
        <w:rPr>
          <w:b/>
          <w:noProof/>
          <w:lang w:eastAsia="nl-NL"/>
        </w:rPr>
        <w:lastRenderedPageBreak/>
        <w:drawing>
          <wp:anchor distT="0" distB="0" distL="114300" distR="114300" simplePos="0" relativeHeight="251658240" behindDoc="1" locked="0" layoutInCell="1" allowOverlap="1">
            <wp:simplePos x="0" y="0"/>
            <wp:positionH relativeFrom="column">
              <wp:posOffset>4681220</wp:posOffset>
            </wp:positionH>
            <wp:positionV relativeFrom="paragraph">
              <wp:posOffset>89</wp:posOffset>
            </wp:positionV>
            <wp:extent cx="4229100" cy="1514475"/>
            <wp:effectExtent l="0" t="0" r="0" b="9525"/>
            <wp:wrapTight wrapText="bothSides">
              <wp:wrapPolygon edited="0">
                <wp:start x="0" y="0"/>
                <wp:lineTo x="0" y="21464"/>
                <wp:lineTo x="21503" y="21464"/>
                <wp:lineTo x="21503" y="0"/>
                <wp:lineTo x="0" y="0"/>
              </wp:wrapPolygon>
            </wp:wrapTight>
            <wp:docPr id="1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6"/>
                    <pic:cNvPicPr>
                      <a:picLocks noChangeAspect="1"/>
                    </pic:cNvPicPr>
                  </pic:nvPicPr>
                  <pic:blipFill rotWithShape="1">
                    <a:blip r:embed="rId17">
                      <a:extLst>
                        <a:ext uri="{28A0092B-C50C-407E-A947-70E740481C1C}">
                          <a14:useLocalDpi xmlns:a14="http://schemas.microsoft.com/office/drawing/2010/main" val="0"/>
                        </a:ext>
                      </a:extLst>
                    </a:blip>
                    <a:srcRect l="6715" t="7879" r="12704" b="8613"/>
                    <a:stretch/>
                  </pic:blipFill>
                  <pic:spPr bwMode="auto">
                    <a:xfrm>
                      <a:off x="0" y="0"/>
                      <a:ext cx="4229100" cy="1514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602D2" w:rsidRPr="00C672F9">
        <w:rPr>
          <w:rFonts w:asciiTheme="majorHAnsi" w:hAnsiTheme="majorHAnsi"/>
          <w:b/>
        </w:rPr>
        <w:t>Check p</w:t>
      </w:r>
      <w:r w:rsidR="00BD606F" w:rsidRPr="00C672F9">
        <w:rPr>
          <w:rFonts w:asciiTheme="majorHAnsi" w:hAnsiTheme="majorHAnsi"/>
          <w:b/>
        </w:rPr>
        <w:t>rofiel</w:t>
      </w:r>
    </w:p>
    <w:p w:rsidR="003D2E3D" w:rsidRDefault="003D2E3D" w:rsidP="003D2E3D">
      <w:r>
        <w:t>Bij ‘check</w:t>
      </w:r>
      <w:r w:rsidR="004358EE">
        <w:t xml:space="preserve"> </w:t>
      </w:r>
      <w:r>
        <w:t>profiel</w:t>
      </w:r>
      <w:r w:rsidR="004358EE">
        <w:t>’</w:t>
      </w:r>
      <w:r>
        <w:t xml:space="preserve"> </w:t>
      </w:r>
      <w:r w:rsidR="004358EE">
        <w:t>zie je de gegevens die vanuit school over jou bekend zijn.</w:t>
      </w:r>
    </w:p>
    <w:p w:rsidR="004358EE" w:rsidRPr="003D2E3D" w:rsidRDefault="004358EE" w:rsidP="003D2E3D"/>
    <w:p w:rsidR="00C70908" w:rsidRDefault="00C70908" w:rsidP="00BD606F">
      <w:pPr>
        <w:spacing w:after="0"/>
        <w:rPr>
          <w:b/>
        </w:rPr>
      </w:pPr>
    </w:p>
    <w:p w:rsidR="00791924" w:rsidRDefault="00791924" w:rsidP="00C70908">
      <w:pPr>
        <w:spacing w:after="0"/>
      </w:pPr>
    </w:p>
    <w:p w:rsidR="004358EE" w:rsidRDefault="004358EE" w:rsidP="00791924">
      <w:pPr>
        <w:spacing w:after="0"/>
      </w:pPr>
    </w:p>
    <w:p w:rsidR="004358EE" w:rsidRDefault="004358EE" w:rsidP="00791924">
      <w:pPr>
        <w:spacing w:after="0"/>
      </w:pPr>
    </w:p>
    <w:p w:rsidR="004358EE" w:rsidRDefault="004358EE" w:rsidP="00791924">
      <w:pPr>
        <w:spacing w:after="0"/>
      </w:pPr>
    </w:p>
    <w:p w:rsidR="004358EE" w:rsidRDefault="00C672F9" w:rsidP="00791924">
      <w:pPr>
        <w:spacing w:after="0"/>
      </w:pPr>
      <w:r>
        <w:rPr>
          <w:noProof/>
          <w:lang w:eastAsia="nl-NL"/>
        </w:rPr>
        <w:drawing>
          <wp:anchor distT="0" distB="0" distL="114300" distR="114300" simplePos="0" relativeHeight="251668480" behindDoc="0" locked="0" layoutInCell="1" allowOverlap="1">
            <wp:simplePos x="0" y="0"/>
            <wp:positionH relativeFrom="column">
              <wp:posOffset>3337</wp:posOffset>
            </wp:positionH>
            <wp:positionV relativeFrom="paragraph">
              <wp:posOffset>4445</wp:posOffset>
            </wp:positionV>
            <wp:extent cx="3083560" cy="3636645"/>
            <wp:effectExtent l="0" t="0" r="2540" b="1905"/>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83560" cy="36366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58EE" w:rsidRDefault="00791924" w:rsidP="00791924">
      <w:pPr>
        <w:spacing w:after="0"/>
      </w:pPr>
      <w:r>
        <w:t xml:space="preserve">E-mail en geboortedatum zijn door de school al ingevoerd. </w:t>
      </w:r>
    </w:p>
    <w:p w:rsidR="00C70908" w:rsidRDefault="00791924" w:rsidP="00791924">
      <w:pPr>
        <w:spacing w:after="0"/>
      </w:pPr>
      <w:r>
        <w:t xml:space="preserve">Je </w:t>
      </w:r>
      <w:r w:rsidR="003D2E3D">
        <w:t xml:space="preserve">geslacht, taal </w:t>
      </w:r>
      <w:r>
        <w:t>telefoonnummer en adres  kun je zelf nog aanvullen door te klikken op ‘wijzig info’.</w:t>
      </w:r>
      <w:r w:rsidR="00C70908">
        <w:t xml:space="preserve"> </w:t>
      </w:r>
      <w:r w:rsidR="003D2E3D">
        <w:t xml:space="preserve"> Ook je geboortedatum kun je nog wijzigen. </w:t>
      </w:r>
    </w:p>
    <w:p w:rsidR="003D2E3D" w:rsidRDefault="003D2E3D" w:rsidP="00791924">
      <w:pPr>
        <w:spacing w:after="0"/>
      </w:pPr>
      <w:r>
        <w:t xml:space="preserve">Het enige wat je niet kunt aanpassen, is je emailadres. </w:t>
      </w:r>
    </w:p>
    <w:p w:rsidR="00C70908" w:rsidRDefault="00C70908" w:rsidP="00C70908">
      <w:pPr>
        <w:spacing w:after="0"/>
      </w:pPr>
    </w:p>
    <w:p w:rsidR="004358EE" w:rsidRDefault="004358EE" w:rsidP="00C70908">
      <w:pPr>
        <w:spacing w:after="0"/>
      </w:pPr>
      <w:r>
        <w:t>Voor  de instelling waar je gaat stagelopen is het van belang dat je je gegevens</w:t>
      </w:r>
      <w:r w:rsidR="00B8295F">
        <w:t xml:space="preserve"> zo volledig mogelijk aanlevert!</w:t>
      </w:r>
      <w:r>
        <w:t xml:space="preserve"> </w:t>
      </w:r>
    </w:p>
    <w:p w:rsidR="004358EE" w:rsidRDefault="004358EE" w:rsidP="00C70908">
      <w:pPr>
        <w:spacing w:after="0"/>
      </w:pPr>
    </w:p>
    <w:p w:rsidR="004358EE" w:rsidRDefault="004358EE" w:rsidP="00C70908">
      <w:pPr>
        <w:spacing w:after="0"/>
      </w:pPr>
    </w:p>
    <w:p w:rsidR="004358EE" w:rsidRDefault="004358EE" w:rsidP="00C70908">
      <w:pPr>
        <w:spacing w:after="0"/>
      </w:pPr>
    </w:p>
    <w:p w:rsidR="004358EE" w:rsidRDefault="004358EE" w:rsidP="00C70908">
      <w:pPr>
        <w:spacing w:after="0"/>
      </w:pPr>
    </w:p>
    <w:p w:rsidR="004358EE" w:rsidRDefault="004358EE" w:rsidP="00C70908">
      <w:pPr>
        <w:spacing w:after="0"/>
      </w:pPr>
    </w:p>
    <w:p w:rsidR="008A4FC0" w:rsidRDefault="008A4FC0" w:rsidP="00BD606F">
      <w:pPr>
        <w:spacing w:after="0"/>
      </w:pPr>
    </w:p>
    <w:p w:rsidR="0082740D" w:rsidRDefault="0082740D" w:rsidP="00BD606F">
      <w:pPr>
        <w:spacing w:after="0"/>
      </w:pPr>
    </w:p>
    <w:p w:rsidR="0082740D" w:rsidRDefault="0082740D" w:rsidP="00BD606F">
      <w:pPr>
        <w:spacing w:after="0"/>
      </w:pPr>
    </w:p>
    <w:p w:rsidR="0082740D" w:rsidRDefault="0082740D" w:rsidP="00BD606F">
      <w:pPr>
        <w:spacing w:after="0"/>
      </w:pPr>
    </w:p>
    <w:p w:rsidR="00791924" w:rsidRPr="008A4FC0" w:rsidRDefault="00791924" w:rsidP="00BD606F">
      <w:pPr>
        <w:spacing w:after="0"/>
      </w:pPr>
    </w:p>
    <w:p w:rsidR="00BD606F" w:rsidRDefault="004358EE" w:rsidP="004358EE">
      <w:pPr>
        <w:pStyle w:val="Kop2"/>
        <w:rPr>
          <w:rFonts w:asciiTheme="minorHAnsi" w:hAnsiTheme="minorHAnsi"/>
          <w:b/>
          <w:color w:val="auto"/>
          <w:sz w:val="22"/>
          <w:szCs w:val="22"/>
        </w:rPr>
      </w:pPr>
      <w:bookmarkStart w:id="8" w:name="_Toc515268686"/>
      <w:r w:rsidRPr="004358EE">
        <w:rPr>
          <w:b/>
          <w:noProof/>
          <w:lang w:eastAsia="nl-NL"/>
        </w:rPr>
        <w:lastRenderedPageBreak/>
        <w:drawing>
          <wp:anchor distT="0" distB="0" distL="114300" distR="114300" simplePos="0" relativeHeight="251660288" behindDoc="1" locked="0" layoutInCell="1" allowOverlap="1">
            <wp:simplePos x="0" y="0"/>
            <wp:positionH relativeFrom="column">
              <wp:posOffset>4994910</wp:posOffset>
            </wp:positionH>
            <wp:positionV relativeFrom="paragraph">
              <wp:posOffset>0</wp:posOffset>
            </wp:positionV>
            <wp:extent cx="4457700" cy="1772920"/>
            <wp:effectExtent l="0" t="0" r="0" b="0"/>
            <wp:wrapTight wrapText="bothSides">
              <wp:wrapPolygon edited="0">
                <wp:start x="0" y="0"/>
                <wp:lineTo x="0" y="21352"/>
                <wp:lineTo x="21508" y="21352"/>
                <wp:lineTo x="21508" y="0"/>
                <wp:lineTo x="0" y="0"/>
              </wp:wrapPolygon>
            </wp:wrapTight>
            <wp:docPr id="19"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pic:cNvPicPr>
                      <a:picLocks noChangeAspect="1"/>
                    </pic:cNvPicPr>
                  </pic:nvPicPr>
                  <pic:blipFill rotWithShape="1">
                    <a:blip r:embed="rId19">
                      <a:extLst>
                        <a:ext uri="{28A0092B-C50C-407E-A947-70E740481C1C}">
                          <a14:useLocalDpi xmlns:a14="http://schemas.microsoft.com/office/drawing/2010/main" val="0"/>
                        </a:ext>
                      </a:extLst>
                    </a:blip>
                    <a:srcRect l="3007" t="3054" r="2858" b="1908"/>
                    <a:stretch/>
                  </pic:blipFill>
                  <pic:spPr bwMode="auto">
                    <a:xfrm>
                      <a:off x="0" y="0"/>
                      <a:ext cx="4457700" cy="17729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D606F" w:rsidRPr="00C70908">
        <w:rPr>
          <w:rFonts w:asciiTheme="minorHAnsi" w:hAnsiTheme="minorHAnsi"/>
          <w:b/>
          <w:color w:val="auto"/>
          <w:sz w:val="22"/>
          <w:szCs w:val="22"/>
        </w:rPr>
        <w:t>Check actiepunten</w:t>
      </w:r>
      <w:bookmarkEnd w:id="8"/>
    </w:p>
    <w:p w:rsidR="004358EE" w:rsidRDefault="004358EE" w:rsidP="004358EE"/>
    <w:p w:rsidR="004358EE" w:rsidRDefault="00731296" w:rsidP="004358EE">
      <w:r>
        <w:t>De</w:t>
      </w:r>
      <w:r w:rsidR="000468A0">
        <w:t xml:space="preserve"> </w:t>
      </w:r>
      <w:r>
        <w:t>stage-</w:t>
      </w:r>
      <w:r w:rsidR="000468A0">
        <w:t xml:space="preserve">instelling </w:t>
      </w:r>
      <w:r>
        <w:t xml:space="preserve">en  je </w:t>
      </w:r>
      <w:r w:rsidR="000468A0">
        <w:t xml:space="preserve">school </w:t>
      </w:r>
      <w:r w:rsidR="00097907">
        <w:t>willen zeker weten dat je</w:t>
      </w:r>
      <w:r>
        <w:t xml:space="preserve"> goed voorbereid op stage gaat</w:t>
      </w:r>
      <w:r w:rsidR="000468A0">
        <w:t xml:space="preserve">. </w:t>
      </w:r>
      <w:r>
        <w:t xml:space="preserve">Voordat je op stage gaat, zijn er dan ook een aantal acties die je moet uitvoeren. Ook zijn er soms een aantal voorwaarden bij je stageplaats waar je van op de hoogte moet zijn. Dit vind je terug onder de knop ‘check actiepunten’. </w:t>
      </w:r>
    </w:p>
    <w:p w:rsidR="004358EE" w:rsidRDefault="004358EE" w:rsidP="004358EE"/>
    <w:p w:rsidR="00731296" w:rsidRDefault="00731296" w:rsidP="004358EE"/>
    <w:p w:rsidR="004358EE" w:rsidRDefault="004358EE" w:rsidP="00BD606F">
      <w:pPr>
        <w:spacing w:after="0"/>
        <w:rPr>
          <w:b/>
        </w:rPr>
      </w:pPr>
    </w:p>
    <w:p w:rsidR="003E7CB9" w:rsidRDefault="00C672F9" w:rsidP="003E7CB9">
      <w:pPr>
        <w:spacing w:after="0"/>
      </w:pPr>
      <w:r>
        <w:t>E</w:t>
      </w:r>
      <w:r w:rsidR="004358EE">
        <w:t xml:space="preserve">erst </w:t>
      </w:r>
      <w:r>
        <w:t xml:space="preserve">zie je </w:t>
      </w:r>
      <w:r w:rsidR="004358EE">
        <w:t>een aantal punten die bij elke instelling</w:t>
      </w:r>
      <w:r w:rsidR="000468A0">
        <w:t xml:space="preserve"> en stageplaats</w:t>
      </w:r>
      <w:r w:rsidR="004358EE">
        <w:t xml:space="preserve"> verplicht zijn: </w:t>
      </w:r>
      <w:r w:rsidR="003E7CB9" w:rsidRPr="003E7CB9">
        <w:t xml:space="preserve"> </w:t>
      </w:r>
    </w:p>
    <w:p w:rsidR="00285927" w:rsidRDefault="007E465C" w:rsidP="003E7CB9">
      <w:pPr>
        <w:spacing w:after="0"/>
      </w:pPr>
      <w:r>
        <w:rPr>
          <w:noProof/>
          <w:lang w:eastAsia="nl-NL"/>
        </w:rPr>
        <w:drawing>
          <wp:inline distT="0" distB="0" distL="0" distR="0">
            <wp:extent cx="6113780" cy="1903095"/>
            <wp:effectExtent l="0" t="0" r="1270" b="190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13780" cy="1903095"/>
                    </a:xfrm>
                    <a:prstGeom prst="rect">
                      <a:avLst/>
                    </a:prstGeom>
                    <a:noFill/>
                    <a:ln>
                      <a:noFill/>
                    </a:ln>
                  </pic:spPr>
                </pic:pic>
              </a:graphicData>
            </a:graphic>
          </wp:inline>
        </w:drawing>
      </w:r>
    </w:p>
    <w:p w:rsidR="00285927" w:rsidRDefault="00285927" w:rsidP="003E7CB9">
      <w:pPr>
        <w:spacing w:after="0"/>
      </w:pPr>
    </w:p>
    <w:p w:rsidR="00731296" w:rsidRDefault="00731296" w:rsidP="003E7CB9">
      <w:pPr>
        <w:spacing w:after="0"/>
      </w:pPr>
    </w:p>
    <w:p w:rsidR="00140A0E" w:rsidRDefault="00140A0E" w:rsidP="003E7CB9">
      <w:pPr>
        <w:spacing w:after="0"/>
      </w:pPr>
    </w:p>
    <w:p w:rsidR="00140A0E" w:rsidRDefault="00140A0E" w:rsidP="003E7CB9">
      <w:pPr>
        <w:spacing w:after="0"/>
      </w:pPr>
    </w:p>
    <w:p w:rsidR="00140A0E" w:rsidRDefault="00140A0E" w:rsidP="003E7CB9">
      <w:pPr>
        <w:spacing w:after="0"/>
      </w:pPr>
    </w:p>
    <w:p w:rsidR="00140A0E" w:rsidRDefault="00140A0E" w:rsidP="003E7CB9">
      <w:pPr>
        <w:spacing w:after="0"/>
      </w:pPr>
    </w:p>
    <w:p w:rsidR="00140A0E" w:rsidRDefault="00140A0E" w:rsidP="003E7CB9">
      <w:pPr>
        <w:spacing w:after="0"/>
      </w:pPr>
    </w:p>
    <w:p w:rsidR="00140A0E" w:rsidRDefault="00140A0E" w:rsidP="003E7CB9">
      <w:pPr>
        <w:spacing w:after="0"/>
      </w:pPr>
    </w:p>
    <w:p w:rsidR="00285927" w:rsidRDefault="00285927" w:rsidP="003E7CB9">
      <w:pPr>
        <w:spacing w:after="0"/>
      </w:pPr>
      <w:r>
        <w:lastRenderedPageBreak/>
        <w:t xml:space="preserve">Wanneer je de acties gedaan hebt, druk je op ‘voltooid’. </w:t>
      </w:r>
    </w:p>
    <w:p w:rsidR="00285927" w:rsidRDefault="00285927" w:rsidP="003E7CB9">
      <w:pPr>
        <w:spacing w:after="0"/>
      </w:pPr>
      <w:r>
        <w:t>De instelling en school zien dan dat je dit punt behaald hebt, en in jouw scherm wordt de actie groen:</w:t>
      </w:r>
    </w:p>
    <w:p w:rsidR="00285927" w:rsidRDefault="007E465C" w:rsidP="003E7CB9">
      <w:pPr>
        <w:spacing w:after="0"/>
      </w:pPr>
      <w:r>
        <w:rPr>
          <w:noProof/>
          <w:lang w:eastAsia="nl-NL"/>
        </w:rPr>
        <w:drawing>
          <wp:inline distT="0" distB="0" distL="0" distR="0">
            <wp:extent cx="8888730" cy="1903095"/>
            <wp:effectExtent l="0" t="0" r="7620" b="190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88730" cy="1903095"/>
                    </a:xfrm>
                    <a:prstGeom prst="rect">
                      <a:avLst/>
                    </a:prstGeom>
                    <a:noFill/>
                    <a:ln>
                      <a:noFill/>
                    </a:ln>
                  </pic:spPr>
                </pic:pic>
              </a:graphicData>
            </a:graphic>
          </wp:inline>
        </w:drawing>
      </w:r>
    </w:p>
    <w:p w:rsidR="00285927" w:rsidRPr="003E7CB9" w:rsidRDefault="00285927" w:rsidP="003E7CB9">
      <w:pPr>
        <w:spacing w:after="0"/>
      </w:pPr>
    </w:p>
    <w:p w:rsidR="00285927" w:rsidRDefault="00285927" w:rsidP="003E7CB9">
      <w:pPr>
        <w:spacing w:after="0"/>
      </w:pPr>
    </w:p>
    <w:p w:rsidR="003E7CB9" w:rsidRDefault="00285927" w:rsidP="003E7CB9">
      <w:pPr>
        <w:spacing w:after="0"/>
      </w:pPr>
      <w:r>
        <w:t xml:space="preserve">Verder komen in het scherm </w:t>
      </w:r>
      <w:r w:rsidR="003E7CB9" w:rsidRPr="003E7CB9">
        <w:t>ook de opmerkingen die de instelli</w:t>
      </w:r>
      <w:r>
        <w:t xml:space="preserve">ng heeft aangegeven naar voren: </w:t>
      </w:r>
    </w:p>
    <w:p w:rsidR="00285927" w:rsidRDefault="002C65C7" w:rsidP="00BD606F">
      <w:pPr>
        <w:spacing w:after="0"/>
      </w:pPr>
      <w:r>
        <w:rPr>
          <w:noProof/>
          <w:lang w:eastAsia="nl-NL"/>
        </w:rPr>
        <w:drawing>
          <wp:inline distT="0" distB="0" distL="0" distR="0">
            <wp:extent cx="8952614" cy="857015"/>
            <wp:effectExtent l="0" t="0" r="1270" b="635"/>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961518" cy="857867"/>
                    </a:xfrm>
                    <a:prstGeom prst="rect">
                      <a:avLst/>
                    </a:prstGeom>
                    <a:noFill/>
                    <a:ln>
                      <a:noFill/>
                    </a:ln>
                  </pic:spPr>
                </pic:pic>
              </a:graphicData>
            </a:graphic>
          </wp:inline>
        </w:drawing>
      </w:r>
    </w:p>
    <w:p w:rsidR="00731296" w:rsidRDefault="00731296" w:rsidP="00731296">
      <w:pPr>
        <w:spacing w:after="0" w:line="276" w:lineRule="auto"/>
      </w:pPr>
    </w:p>
    <w:p w:rsidR="00285927" w:rsidRDefault="00731296" w:rsidP="00731296">
      <w:pPr>
        <w:spacing w:after="0" w:line="276" w:lineRule="auto"/>
      </w:pPr>
      <w:r>
        <w:t xml:space="preserve">In dit voorbeeld is het van belang dat je een scooter hebt. Hoewel je hier niet kunt aangeven of je iets hebt voltooid of gelezen, </w:t>
      </w:r>
      <w:r w:rsidR="00285927">
        <w:t xml:space="preserve">wordt er </w:t>
      </w:r>
      <w:r>
        <w:t xml:space="preserve">wel </w:t>
      </w:r>
      <w:r w:rsidR="00285927">
        <w:t xml:space="preserve">van je verwacht dat je op de hoogte bent van de opmerkingen die de instelling aangeeft. </w:t>
      </w:r>
    </w:p>
    <w:p w:rsidR="00B8295F" w:rsidRDefault="00B8295F" w:rsidP="00731296">
      <w:pPr>
        <w:spacing w:after="0" w:line="276" w:lineRule="auto"/>
      </w:pPr>
    </w:p>
    <w:p w:rsidR="00731296" w:rsidRPr="00285927" w:rsidRDefault="00731296" w:rsidP="00731296">
      <w:pPr>
        <w:spacing w:after="0" w:line="276" w:lineRule="auto"/>
      </w:pPr>
      <w:r>
        <w:t xml:space="preserve">Andere voorbeelden van een opmerking die een instelling aangeeft kan bijvoorbeeld zijn dat weekenddiensten deel uitmaken van je stage, of dat er weinig verpleegtechnische handelingen mogelijk zijn. Maar ook informatie over dat het een leerafdeling betreft kan als opmerking bij een stageplaats zijn aangegeven. </w:t>
      </w:r>
    </w:p>
    <w:p w:rsidR="00285927" w:rsidRDefault="00285927" w:rsidP="00BD606F">
      <w:pPr>
        <w:spacing w:after="0"/>
        <w:rPr>
          <w:b/>
        </w:rPr>
      </w:pPr>
    </w:p>
    <w:p w:rsidR="00731296" w:rsidRDefault="00731296" w:rsidP="00BD606F">
      <w:pPr>
        <w:spacing w:after="0"/>
        <w:rPr>
          <w:b/>
        </w:rPr>
      </w:pPr>
    </w:p>
    <w:p w:rsidR="00731296" w:rsidRDefault="00731296" w:rsidP="00BD606F">
      <w:pPr>
        <w:spacing w:after="0"/>
        <w:rPr>
          <w:b/>
        </w:rPr>
      </w:pPr>
    </w:p>
    <w:p w:rsidR="00731296" w:rsidRDefault="00731296" w:rsidP="00BD606F">
      <w:pPr>
        <w:spacing w:after="0"/>
        <w:rPr>
          <w:b/>
        </w:rPr>
      </w:pPr>
    </w:p>
    <w:p w:rsidR="00BD606F" w:rsidRDefault="003579CC" w:rsidP="00C70908">
      <w:pPr>
        <w:pStyle w:val="Kop2"/>
        <w:rPr>
          <w:rFonts w:asciiTheme="minorHAnsi" w:hAnsiTheme="minorHAnsi"/>
          <w:b/>
          <w:color w:val="auto"/>
          <w:sz w:val="22"/>
        </w:rPr>
      </w:pPr>
      <w:bookmarkStart w:id="9" w:name="_Toc515268687"/>
      <w:r w:rsidRPr="003579CC">
        <w:rPr>
          <w:noProof/>
          <w:lang w:eastAsia="nl-NL"/>
        </w:rPr>
        <w:drawing>
          <wp:anchor distT="0" distB="0" distL="114300" distR="114300" simplePos="0" relativeHeight="251662336" behindDoc="1" locked="0" layoutInCell="1" allowOverlap="1" wp14:anchorId="6C8F1545" wp14:editId="482FE589">
            <wp:simplePos x="0" y="0"/>
            <wp:positionH relativeFrom="column">
              <wp:posOffset>4366895</wp:posOffset>
            </wp:positionH>
            <wp:positionV relativeFrom="paragraph">
              <wp:posOffset>0</wp:posOffset>
            </wp:positionV>
            <wp:extent cx="4981575" cy="1692910"/>
            <wp:effectExtent l="0" t="0" r="9525" b="2540"/>
            <wp:wrapTight wrapText="bothSides">
              <wp:wrapPolygon edited="0">
                <wp:start x="0" y="0"/>
                <wp:lineTo x="0" y="21389"/>
                <wp:lineTo x="21559" y="21389"/>
                <wp:lineTo x="21559" y="0"/>
                <wp:lineTo x="0" y="0"/>
              </wp:wrapPolygon>
            </wp:wrapTight>
            <wp:docPr id="20"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4981575" cy="1692910"/>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b/>
          <w:color w:val="auto"/>
          <w:sz w:val="22"/>
        </w:rPr>
        <w:t>Download documenten</w:t>
      </w:r>
      <w:bookmarkEnd w:id="9"/>
      <w:r w:rsidR="003E7CB9">
        <w:rPr>
          <w:rFonts w:asciiTheme="minorHAnsi" w:hAnsiTheme="minorHAnsi"/>
          <w:b/>
          <w:color w:val="auto"/>
          <w:sz w:val="22"/>
        </w:rPr>
        <w:t xml:space="preserve"> </w:t>
      </w:r>
    </w:p>
    <w:p w:rsidR="003E7CB9" w:rsidRDefault="00791924" w:rsidP="003E7CB9">
      <w:r>
        <w:t>Een instelling heeft de keuze om documenten toe te voegen</w:t>
      </w:r>
      <w:r w:rsidR="00285927">
        <w:t xml:space="preserve">. </w:t>
      </w:r>
      <w:r>
        <w:t xml:space="preserve"> </w:t>
      </w:r>
    </w:p>
    <w:p w:rsidR="003579CC" w:rsidRDefault="00C229C2" w:rsidP="00C229C2">
      <w:pPr>
        <w:pStyle w:val="Lijstalinea"/>
        <w:numPr>
          <w:ilvl w:val="0"/>
          <w:numId w:val="5"/>
        </w:numPr>
      </w:pPr>
      <w:r>
        <w:t>Meer informatie over een instelling/afdeling</w:t>
      </w:r>
    </w:p>
    <w:p w:rsidR="00C229C2" w:rsidRDefault="00C229C2" w:rsidP="00C229C2">
      <w:pPr>
        <w:pStyle w:val="Lijstalinea"/>
        <w:numPr>
          <w:ilvl w:val="0"/>
          <w:numId w:val="5"/>
        </w:numPr>
      </w:pPr>
      <w:r>
        <w:t>Loonbelastingformulier</w:t>
      </w:r>
    </w:p>
    <w:p w:rsidR="00C229C2" w:rsidRDefault="00C229C2" w:rsidP="00C229C2">
      <w:pPr>
        <w:pStyle w:val="Lijstalinea"/>
        <w:numPr>
          <w:ilvl w:val="0"/>
          <w:numId w:val="5"/>
        </w:numPr>
      </w:pPr>
      <w:r>
        <w:t>Informatie over een introductiebijeenkomst</w:t>
      </w:r>
    </w:p>
    <w:p w:rsidR="00C229C2" w:rsidRDefault="00C229C2" w:rsidP="00C229C2">
      <w:pPr>
        <w:pStyle w:val="Lijstalinea"/>
        <w:numPr>
          <w:ilvl w:val="0"/>
          <w:numId w:val="5"/>
        </w:numPr>
      </w:pPr>
      <w:r>
        <w:t xml:space="preserve">Etc. </w:t>
      </w:r>
    </w:p>
    <w:p w:rsidR="003579CC" w:rsidRDefault="003579CC" w:rsidP="003E7CB9"/>
    <w:p w:rsidR="003579CC" w:rsidRDefault="003579CC" w:rsidP="003E7CB9"/>
    <w:p w:rsidR="003579CC" w:rsidRDefault="003579CC" w:rsidP="003E7CB9"/>
    <w:p w:rsidR="003579CC" w:rsidRDefault="003579CC" w:rsidP="003E7CB9"/>
    <w:p w:rsidR="0083302B" w:rsidRDefault="002C65C7" w:rsidP="003E7CB9">
      <w:r>
        <w:rPr>
          <w:noProof/>
          <w:lang w:eastAsia="nl-NL"/>
        </w:rPr>
        <w:drawing>
          <wp:inline distT="0" distB="0" distL="0" distR="0">
            <wp:extent cx="8888730" cy="1360805"/>
            <wp:effectExtent l="0" t="0" r="762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888730" cy="1360805"/>
                    </a:xfrm>
                    <a:prstGeom prst="rect">
                      <a:avLst/>
                    </a:prstGeom>
                    <a:noFill/>
                    <a:ln>
                      <a:noFill/>
                    </a:ln>
                  </pic:spPr>
                </pic:pic>
              </a:graphicData>
            </a:graphic>
          </wp:inline>
        </w:drawing>
      </w:r>
    </w:p>
    <w:p w:rsidR="0083302B" w:rsidRPr="0083302B" w:rsidRDefault="0083302B" w:rsidP="0083302B"/>
    <w:p w:rsidR="0083302B" w:rsidRDefault="0083302B" w:rsidP="0083302B"/>
    <w:p w:rsidR="003579CC" w:rsidRDefault="0083302B" w:rsidP="0083302B">
      <w:pPr>
        <w:tabs>
          <w:tab w:val="left" w:pos="5911"/>
        </w:tabs>
      </w:pPr>
      <w:r>
        <w:tab/>
      </w:r>
    </w:p>
    <w:p w:rsidR="0083302B" w:rsidRDefault="0083302B" w:rsidP="0083302B">
      <w:pPr>
        <w:tabs>
          <w:tab w:val="left" w:pos="5911"/>
        </w:tabs>
      </w:pPr>
    </w:p>
    <w:p w:rsidR="0083302B" w:rsidRDefault="0083302B" w:rsidP="0083302B">
      <w:pPr>
        <w:tabs>
          <w:tab w:val="left" w:pos="5911"/>
        </w:tabs>
      </w:pPr>
    </w:p>
    <w:p w:rsidR="0083302B" w:rsidRDefault="0083302B" w:rsidP="0083302B">
      <w:pPr>
        <w:tabs>
          <w:tab w:val="left" w:pos="5911"/>
        </w:tabs>
      </w:pPr>
    </w:p>
    <w:p w:rsidR="0083302B" w:rsidRPr="003E7CB9" w:rsidRDefault="0083302B" w:rsidP="0083302B">
      <w:pPr>
        <w:tabs>
          <w:tab w:val="left" w:pos="5911"/>
        </w:tabs>
      </w:pPr>
      <w:r w:rsidRPr="003E7CB9">
        <w:rPr>
          <w:noProof/>
          <w:lang w:eastAsia="nl-NL"/>
        </w:rPr>
        <w:drawing>
          <wp:anchor distT="0" distB="0" distL="114300" distR="114300" simplePos="0" relativeHeight="251670528" behindDoc="1" locked="0" layoutInCell="1" allowOverlap="1">
            <wp:simplePos x="0" y="0"/>
            <wp:positionH relativeFrom="column">
              <wp:posOffset>3957291</wp:posOffset>
            </wp:positionH>
            <wp:positionV relativeFrom="paragraph">
              <wp:posOffset>0</wp:posOffset>
            </wp:positionV>
            <wp:extent cx="4763901" cy="3839976"/>
            <wp:effectExtent l="0" t="0" r="0" b="8255"/>
            <wp:wrapTight wrapText="bothSides">
              <wp:wrapPolygon edited="0">
                <wp:start x="0" y="0"/>
                <wp:lineTo x="0" y="21539"/>
                <wp:lineTo x="21508" y="21539"/>
                <wp:lineTo x="21508" y="0"/>
                <wp:lineTo x="0" y="0"/>
              </wp:wrapPolygon>
            </wp:wrapTight>
            <wp:docPr id="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pic:cNvPicPr>
                      <a:picLocks noChangeAspect="1"/>
                    </pic:cNvPicPr>
                  </pic:nvPicPr>
                  <pic:blipFill rotWithShape="1">
                    <a:blip r:embed="rId25">
                      <a:extLst>
                        <a:ext uri="{28A0092B-C50C-407E-A947-70E740481C1C}">
                          <a14:useLocalDpi xmlns:a14="http://schemas.microsoft.com/office/drawing/2010/main" val="0"/>
                        </a:ext>
                      </a:extLst>
                    </a:blip>
                    <a:srcRect r="7551" b="6894"/>
                    <a:stretch/>
                  </pic:blipFill>
                  <pic:spPr>
                    <a:xfrm>
                      <a:off x="0" y="0"/>
                      <a:ext cx="4763901" cy="3839976"/>
                    </a:xfrm>
                    <a:prstGeom prst="rect">
                      <a:avLst/>
                    </a:prstGeom>
                  </pic:spPr>
                </pic:pic>
              </a:graphicData>
            </a:graphic>
          </wp:anchor>
        </w:drawing>
      </w:r>
      <w:r>
        <w:t xml:space="preserve">Wanneer je op downloaden klikt, krijg je de mogelijkheid om het bestand direct te openen, of hem op te slaan: </w:t>
      </w:r>
    </w:p>
    <w:sectPr w:rsidR="0083302B" w:rsidRPr="003E7CB9" w:rsidSect="0082740D">
      <w:type w:val="continuous"/>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B5B" w:rsidRDefault="003A1B5B" w:rsidP="004F2A40">
      <w:pPr>
        <w:spacing w:after="0" w:line="240" w:lineRule="auto"/>
      </w:pPr>
      <w:r>
        <w:separator/>
      </w:r>
    </w:p>
  </w:endnote>
  <w:endnote w:type="continuationSeparator" w:id="0">
    <w:p w:rsidR="003A1B5B" w:rsidRDefault="003A1B5B" w:rsidP="004F2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E3D" w:rsidRDefault="003D2E3D">
    <w:pPr>
      <w:pStyle w:val="Voettekst"/>
    </w:pPr>
    <w:r w:rsidRPr="004F2A40">
      <w:rPr>
        <w:noProof/>
        <w:lang w:eastAsia="nl-NL"/>
      </w:rPr>
      <w:drawing>
        <wp:anchor distT="0" distB="0" distL="114300" distR="114300" simplePos="0" relativeHeight="251659264" behindDoc="0" locked="0" layoutInCell="1" allowOverlap="1" wp14:anchorId="507E5D63" wp14:editId="1AD18073">
          <wp:simplePos x="0" y="0"/>
          <wp:positionH relativeFrom="column">
            <wp:posOffset>-655320</wp:posOffset>
          </wp:positionH>
          <wp:positionV relativeFrom="paragraph">
            <wp:posOffset>-125095</wp:posOffset>
          </wp:positionV>
          <wp:extent cx="2600325" cy="600075"/>
          <wp:effectExtent l="247650" t="285750" r="200025" b="295275"/>
          <wp:wrapSquare wrapText="bothSides"/>
          <wp:docPr id="17"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600325" cy="60007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B5B" w:rsidRDefault="003A1B5B" w:rsidP="004F2A40">
      <w:pPr>
        <w:spacing w:after="0" w:line="240" w:lineRule="auto"/>
      </w:pPr>
      <w:r>
        <w:separator/>
      </w:r>
    </w:p>
  </w:footnote>
  <w:footnote w:type="continuationSeparator" w:id="0">
    <w:p w:rsidR="003A1B5B" w:rsidRDefault="003A1B5B" w:rsidP="004F2A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2A40" w:rsidRDefault="004F2A40" w:rsidP="004F2A40">
    <w:pPr>
      <w:pStyle w:val="Koptekst"/>
    </w:pPr>
  </w:p>
  <w:p w:rsidR="004F2A40" w:rsidRDefault="003D2E3D" w:rsidP="003D2E3D">
    <w:pPr>
      <w:pStyle w:val="Koptekst"/>
      <w:tabs>
        <w:tab w:val="clear" w:pos="4536"/>
        <w:tab w:val="clear" w:pos="9072"/>
        <w:tab w:val="left" w:pos="6450"/>
      </w:tabs>
    </w:pPr>
    <w:r>
      <w:tab/>
    </w:r>
  </w:p>
  <w:p w:rsidR="004F2A40" w:rsidRPr="004F2A40" w:rsidRDefault="004F2A40" w:rsidP="004F2A4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124E"/>
    <w:multiLevelType w:val="hybridMultilevel"/>
    <w:tmpl w:val="4D72A00E"/>
    <w:lvl w:ilvl="0" w:tplc="785A834A">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074856"/>
    <w:multiLevelType w:val="hybridMultilevel"/>
    <w:tmpl w:val="95F41A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D01FE1"/>
    <w:multiLevelType w:val="hybridMultilevel"/>
    <w:tmpl w:val="5BB0F9FA"/>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3FE6DC4"/>
    <w:multiLevelType w:val="hybridMultilevel"/>
    <w:tmpl w:val="756A05F4"/>
    <w:lvl w:ilvl="0" w:tplc="A0322E3E">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54D7FAB"/>
    <w:multiLevelType w:val="hybridMultilevel"/>
    <w:tmpl w:val="FC12F7FA"/>
    <w:lvl w:ilvl="0" w:tplc="60DA01D0">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A40"/>
    <w:rsid w:val="00004C86"/>
    <w:rsid w:val="0003080F"/>
    <w:rsid w:val="000468A0"/>
    <w:rsid w:val="00093530"/>
    <w:rsid w:val="00097907"/>
    <w:rsid w:val="000F00C7"/>
    <w:rsid w:val="00140A0E"/>
    <w:rsid w:val="00285927"/>
    <w:rsid w:val="002C65C7"/>
    <w:rsid w:val="00344F02"/>
    <w:rsid w:val="003579CC"/>
    <w:rsid w:val="003A1B5B"/>
    <w:rsid w:val="003D2E3D"/>
    <w:rsid w:val="003E7CB9"/>
    <w:rsid w:val="004358EE"/>
    <w:rsid w:val="004F2A40"/>
    <w:rsid w:val="0060418E"/>
    <w:rsid w:val="0069039D"/>
    <w:rsid w:val="006903DA"/>
    <w:rsid w:val="006B1BB8"/>
    <w:rsid w:val="00726B73"/>
    <w:rsid w:val="00731296"/>
    <w:rsid w:val="0076676D"/>
    <w:rsid w:val="00791924"/>
    <w:rsid w:val="007E465C"/>
    <w:rsid w:val="0082740D"/>
    <w:rsid w:val="0083302B"/>
    <w:rsid w:val="00837F4A"/>
    <w:rsid w:val="008A4FC0"/>
    <w:rsid w:val="009768AB"/>
    <w:rsid w:val="00A3792C"/>
    <w:rsid w:val="00B17F73"/>
    <w:rsid w:val="00B36EE2"/>
    <w:rsid w:val="00B602D2"/>
    <w:rsid w:val="00B8295F"/>
    <w:rsid w:val="00BD606F"/>
    <w:rsid w:val="00C221CC"/>
    <w:rsid w:val="00C229C2"/>
    <w:rsid w:val="00C377CF"/>
    <w:rsid w:val="00C672F9"/>
    <w:rsid w:val="00C70908"/>
    <w:rsid w:val="00DC4630"/>
    <w:rsid w:val="00E852B5"/>
    <w:rsid w:val="00F263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9F7C1DE-ADDF-4D32-820A-8BF8E25B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4F2A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C7090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F2A40"/>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4F2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F2A40"/>
  </w:style>
  <w:style w:type="paragraph" w:styleId="Voettekst">
    <w:name w:val="footer"/>
    <w:basedOn w:val="Standaard"/>
    <w:link w:val="VoettekstChar"/>
    <w:uiPriority w:val="99"/>
    <w:unhideWhenUsed/>
    <w:rsid w:val="004F2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F2A40"/>
  </w:style>
  <w:style w:type="character" w:styleId="Hyperlink">
    <w:name w:val="Hyperlink"/>
    <w:basedOn w:val="Standaardalinea-lettertype"/>
    <w:uiPriority w:val="99"/>
    <w:unhideWhenUsed/>
    <w:rsid w:val="00C70908"/>
    <w:rPr>
      <w:color w:val="0563C1" w:themeColor="hyperlink"/>
      <w:u w:val="single"/>
    </w:rPr>
  </w:style>
  <w:style w:type="character" w:customStyle="1" w:styleId="Kop2Char">
    <w:name w:val="Kop 2 Char"/>
    <w:basedOn w:val="Standaardalinea-lettertype"/>
    <w:link w:val="Kop2"/>
    <w:uiPriority w:val="9"/>
    <w:rsid w:val="00C70908"/>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3E7CB9"/>
    <w:pPr>
      <w:ind w:left="720"/>
      <w:contextualSpacing/>
    </w:pPr>
  </w:style>
  <w:style w:type="paragraph" w:styleId="Kopvaninhoudsopgave">
    <w:name w:val="TOC Heading"/>
    <w:basedOn w:val="Kop1"/>
    <w:next w:val="Standaard"/>
    <w:uiPriority w:val="39"/>
    <w:unhideWhenUsed/>
    <w:qFormat/>
    <w:rsid w:val="0082740D"/>
    <w:pPr>
      <w:outlineLvl w:val="9"/>
    </w:pPr>
    <w:rPr>
      <w:lang w:eastAsia="nl-NL"/>
    </w:rPr>
  </w:style>
  <w:style w:type="paragraph" w:styleId="Inhopg1">
    <w:name w:val="toc 1"/>
    <w:basedOn w:val="Standaard"/>
    <w:next w:val="Standaard"/>
    <w:autoRedefine/>
    <w:uiPriority w:val="39"/>
    <w:unhideWhenUsed/>
    <w:rsid w:val="0082740D"/>
    <w:pPr>
      <w:spacing w:after="100"/>
    </w:pPr>
  </w:style>
  <w:style w:type="paragraph" w:styleId="Inhopg2">
    <w:name w:val="toc 2"/>
    <w:basedOn w:val="Standaard"/>
    <w:next w:val="Standaard"/>
    <w:autoRedefine/>
    <w:uiPriority w:val="39"/>
    <w:unhideWhenUsed/>
    <w:rsid w:val="0082740D"/>
    <w:pPr>
      <w:spacing w:after="100"/>
      <w:ind w:left="220"/>
    </w:pPr>
  </w:style>
  <w:style w:type="character" w:customStyle="1" w:styleId="checkbox">
    <w:name w:val="checkbox"/>
    <w:basedOn w:val="Standaardalinea-lettertype"/>
    <w:rsid w:val="007312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466788">
      <w:bodyDiv w:val="1"/>
      <w:marLeft w:val="0"/>
      <w:marRight w:val="0"/>
      <w:marTop w:val="0"/>
      <w:marBottom w:val="0"/>
      <w:divBdr>
        <w:top w:val="none" w:sz="0" w:space="0" w:color="auto"/>
        <w:left w:val="none" w:sz="0" w:space="0" w:color="auto"/>
        <w:bottom w:val="none" w:sz="0" w:space="0" w:color="auto"/>
        <w:right w:val="none" w:sz="0" w:space="0" w:color="auto"/>
      </w:divBdr>
    </w:div>
    <w:div w:id="805704089">
      <w:bodyDiv w:val="1"/>
      <w:marLeft w:val="0"/>
      <w:marRight w:val="0"/>
      <w:marTop w:val="0"/>
      <w:marBottom w:val="0"/>
      <w:divBdr>
        <w:top w:val="none" w:sz="0" w:space="0" w:color="auto"/>
        <w:left w:val="none" w:sz="0" w:space="0" w:color="auto"/>
        <w:bottom w:val="none" w:sz="0" w:space="0" w:color="auto"/>
        <w:right w:val="none" w:sz="0" w:space="0" w:color="auto"/>
      </w:divBdr>
    </w:div>
    <w:div w:id="983778227">
      <w:bodyDiv w:val="1"/>
      <w:marLeft w:val="0"/>
      <w:marRight w:val="0"/>
      <w:marTop w:val="0"/>
      <w:marBottom w:val="0"/>
      <w:divBdr>
        <w:top w:val="none" w:sz="0" w:space="0" w:color="auto"/>
        <w:left w:val="none" w:sz="0" w:space="0" w:color="auto"/>
        <w:bottom w:val="none" w:sz="0" w:space="0" w:color="auto"/>
        <w:right w:val="none" w:sz="0" w:space="0" w:color="auto"/>
      </w:divBdr>
    </w:div>
    <w:div w:id="1769304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gematching.netwerkzon.nl" TargetMode="External"/><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4.png"/><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image" Target="media/image13.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ED5DA-8B1D-4164-B29E-84A0C49EE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673</Words>
  <Characters>3519</Characters>
  <Application>Microsoft Office Word</Application>
  <DocSecurity>0</DocSecurity>
  <Lines>195</Lines>
  <Paragraphs>139</Paragraphs>
  <ScaleCrop>false</ScaleCrop>
  <HeadingPairs>
    <vt:vector size="2" baseType="variant">
      <vt:variant>
        <vt:lpstr>Titel</vt:lpstr>
      </vt:variant>
      <vt:variant>
        <vt:i4>1</vt:i4>
      </vt:variant>
    </vt:vector>
  </HeadingPairs>
  <TitlesOfParts>
    <vt:vector size="1" baseType="lpstr">
      <vt:lpstr/>
    </vt:vector>
  </TitlesOfParts>
  <Company>Rovecom B.V.</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Yvonne de Jong</dc:creator>
  <cp:keywords/>
  <dc:description/>
  <cp:lastModifiedBy>Rina Niemeijer</cp:lastModifiedBy>
  <cp:revision>2</cp:revision>
  <dcterms:created xsi:type="dcterms:W3CDTF">2018-06-06T10:29:00Z</dcterms:created>
  <dcterms:modified xsi:type="dcterms:W3CDTF">2018-06-06T10:29:00Z</dcterms:modified>
</cp:coreProperties>
</file>