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5FC5" w:rsidRDefault="00735FC5" w:rsidP="00735FC5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Project duurzaamheid voor de mavo 3 leerlingen.</w:t>
      </w:r>
    </w:p>
    <w:p w:rsidR="00D665B5" w:rsidRPr="006A59AB" w:rsidRDefault="00D665B5" w:rsidP="00F8214B">
      <w:pPr>
        <w:rPr>
          <w:rFonts w:asciiTheme="minorHAnsi" w:hAnsiTheme="minorHAnsi"/>
          <w:lang w:eastAsia="nl-NL"/>
        </w:rPr>
      </w:pPr>
    </w:p>
    <w:p w:rsidR="00885171" w:rsidRPr="006A59AB" w:rsidRDefault="00885171" w:rsidP="00F8214B">
      <w:pPr>
        <w:rPr>
          <w:rFonts w:asciiTheme="minorHAnsi" w:hAnsiTheme="minorHAnsi"/>
          <w:lang w:eastAsia="nl-NL"/>
        </w:rPr>
      </w:pPr>
    </w:p>
    <w:p w:rsidR="00735FC5" w:rsidRDefault="00735FC5" w:rsidP="00885171">
      <w:pPr>
        <w:numPr>
          <w:ilvl w:val="0"/>
          <w:numId w:val="1"/>
        </w:numPr>
        <w:ind w:left="360"/>
        <w:rPr>
          <w:rFonts w:asciiTheme="minorHAnsi" w:hAnsiTheme="minorHAnsi"/>
          <w:lang w:eastAsia="nl-NL"/>
        </w:rPr>
      </w:pPr>
      <w:r>
        <w:rPr>
          <w:rFonts w:asciiTheme="minorHAnsi" w:hAnsiTheme="minorHAnsi"/>
          <w:lang w:eastAsia="nl-NL"/>
        </w:rPr>
        <w:t xml:space="preserve">Fracties indelen </w:t>
      </w:r>
    </w:p>
    <w:p w:rsidR="00735FC5" w:rsidRDefault="00735FC5" w:rsidP="00885171">
      <w:pPr>
        <w:numPr>
          <w:ilvl w:val="0"/>
          <w:numId w:val="1"/>
        </w:numPr>
        <w:ind w:left="360"/>
        <w:rPr>
          <w:rFonts w:asciiTheme="minorHAnsi" w:hAnsiTheme="minorHAnsi"/>
          <w:lang w:eastAsia="nl-NL"/>
        </w:rPr>
      </w:pPr>
      <w:r>
        <w:rPr>
          <w:rFonts w:asciiTheme="minorHAnsi" w:hAnsiTheme="minorHAnsi"/>
          <w:lang w:eastAsia="nl-NL"/>
        </w:rPr>
        <w:t>Daarvan</w:t>
      </w:r>
      <w:r w:rsidR="00F8214B" w:rsidRPr="006A59AB">
        <w:rPr>
          <w:rFonts w:asciiTheme="minorHAnsi" w:hAnsiTheme="minorHAnsi"/>
          <w:lang w:eastAsia="nl-NL"/>
        </w:rPr>
        <w:t xml:space="preserve"> 3 leerlingen om tafel zitten om het debat te voeren </w:t>
      </w:r>
    </w:p>
    <w:p w:rsidR="00F8214B" w:rsidRPr="006A59AB" w:rsidRDefault="00735FC5" w:rsidP="00885171">
      <w:pPr>
        <w:numPr>
          <w:ilvl w:val="0"/>
          <w:numId w:val="1"/>
        </w:numPr>
        <w:ind w:left="360"/>
        <w:rPr>
          <w:rFonts w:asciiTheme="minorHAnsi" w:hAnsiTheme="minorHAnsi"/>
          <w:lang w:eastAsia="nl-NL"/>
        </w:rPr>
      </w:pPr>
      <w:r>
        <w:rPr>
          <w:rFonts w:asciiTheme="minorHAnsi" w:hAnsiTheme="minorHAnsi"/>
          <w:lang w:eastAsia="nl-NL"/>
        </w:rPr>
        <w:t>Daarvan</w:t>
      </w:r>
      <w:r w:rsidR="00F8214B" w:rsidRPr="006A59AB">
        <w:rPr>
          <w:rFonts w:asciiTheme="minorHAnsi" w:hAnsiTheme="minorHAnsi"/>
          <w:lang w:eastAsia="nl-NL"/>
        </w:rPr>
        <w:t xml:space="preserve"> 2 andere leerlingen zitten in het publiek tussen de andere leerlingen.</w:t>
      </w:r>
    </w:p>
    <w:p w:rsidR="00F8214B" w:rsidRPr="006A59AB" w:rsidRDefault="00F8214B" w:rsidP="00F8214B">
      <w:pPr>
        <w:numPr>
          <w:ilvl w:val="0"/>
          <w:numId w:val="1"/>
        </w:numPr>
        <w:ind w:left="360"/>
        <w:rPr>
          <w:rFonts w:asciiTheme="minorHAnsi" w:hAnsiTheme="minorHAnsi"/>
          <w:u w:val="single"/>
          <w:lang w:eastAsia="nl-NL"/>
        </w:rPr>
      </w:pPr>
      <w:r w:rsidRPr="006A59AB">
        <w:rPr>
          <w:rFonts w:asciiTheme="minorHAnsi" w:hAnsiTheme="minorHAnsi"/>
          <w:lang w:eastAsia="nl-NL"/>
        </w:rPr>
        <w:t xml:space="preserve">De vergadering wordt door burgemeester Van den Belt voorgezeten. </w:t>
      </w:r>
    </w:p>
    <w:p w:rsidR="00885171" w:rsidRPr="006A59AB" w:rsidRDefault="00F8214B" w:rsidP="00F8214B">
      <w:pPr>
        <w:numPr>
          <w:ilvl w:val="0"/>
          <w:numId w:val="1"/>
        </w:numPr>
        <w:ind w:left="360"/>
        <w:rPr>
          <w:rFonts w:asciiTheme="minorHAnsi" w:hAnsiTheme="minorHAnsi"/>
          <w:u w:val="single"/>
          <w:lang w:eastAsia="nl-NL"/>
        </w:rPr>
      </w:pPr>
      <w:r w:rsidRPr="006A59AB">
        <w:rPr>
          <w:rFonts w:asciiTheme="minorHAnsi" w:hAnsiTheme="minorHAnsi"/>
          <w:lang w:eastAsia="nl-NL"/>
        </w:rPr>
        <w:t xml:space="preserve">Iedere fractie heeft een voorzitter en een partijnaam. </w:t>
      </w:r>
      <w:r w:rsidRPr="006A59AB">
        <w:rPr>
          <w:rFonts w:asciiTheme="minorHAnsi" w:hAnsiTheme="minorHAnsi"/>
          <w:lang w:eastAsia="nl-NL"/>
        </w:rPr>
        <w:br/>
      </w:r>
      <w:r w:rsidR="00885171" w:rsidRPr="006A59AB">
        <w:rPr>
          <w:rFonts w:asciiTheme="minorHAnsi" w:hAnsiTheme="minorHAnsi"/>
          <w:u w:val="single"/>
          <w:lang w:eastAsia="nl-NL"/>
        </w:rPr>
        <w:t xml:space="preserve">Kijk of je naam op de leerlingenlijst klopt. </w:t>
      </w:r>
    </w:p>
    <w:p w:rsidR="00885171" w:rsidRPr="006A59AB" w:rsidRDefault="00885171" w:rsidP="00F8214B">
      <w:pPr>
        <w:numPr>
          <w:ilvl w:val="0"/>
          <w:numId w:val="1"/>
        </w:numPr>
        <w:ind w:left="360"/>
        <w:rPr>
          <w:rFonts w:asciiTheme="minorHAnsi" w:hAnsiTheme="minorHAnsi"/>
          <w:u w:val="single"/>
          <w:lang w:eastAsia="nl-NL"/>
        </w:rPr>
      </w:pPr>
      <w:r w:rsidRPr="006A59AB">
        <w:rPr>
          <w:rFonts w:asciiTheme="minorHAnsi" w:hAnsiTheme="minorHAnsi"/>
          <w:u w:val="single"/>
          <w:lang w:eastAsia="nl-NL"/>
        </w:rPr>
        <w:t>Geef aan in welke partij jij zit</w:t>
      </w:r>
    </w:p>
    <w:p w:rsidR="00885171" w:rsidRPr="006A59AB" w:rsidRDefault="00885171" w:rsidP="00F8214B">
      <w:pPr>
        <w:numPr>
          <w:ilvl w:val="0"/>
          <w:numId w:val="1"/>
        </w:numPr>
        <w:ind w:left="360"/>
        <w:rPr>
          <w:rFonts w:asciiTheme="minorHAnsi" w:hAnsiTheme="minorHAnsi"/>
          <w:u w:val="single"/>
          <w:lang w:eastAsia="nl-NL"/>
        </w:rPr>
      </w:pPr>
      <w:r w:rsidRPr="006A59AB">
        <w:rPr>
          <w:rFonts w:asciiTheme="minorHAnsi" w:hAnsiTheme="minorHAnsi"/>
          <w:u w:val="single"/>
          <w:lang w:eastAsia="nl-NL"/>
        </w:rPr>
        <w:t>Geef de naam van jullie partij door</w:t>
      </w:r>
    </w:p>
    <w:p w:rsidR="00885171" w:rsidRPr="006A59AB" w:rsidRDefault="00F8214B" w:rsidP="00885171">
      <w:pPr>
        <w:numPr>
          <w:ilvl w:val="0"/>
          <w:numId w:val="1"/>
        </w:numPr>
        <w:ind w:left="360"/>
        <w:rPr>
          <w:rFonts w:asciiTheme="minorHAnsi" w:hAnsiTheme="minorHAnsi"/>
          <w:lang w:eastAsia="nl-NL"/>
        </w:rPr>
      </w:pPr>
      <w:r w:rsidRPr="006A59AB">
        <w:rPr>
          <w:rFonts w:asciiTheme="minorHAnsi" w:hAnsiTheme="minorHAnsi"/>
          <w:lang w:eastAsia="nl-NL"/>
        </w:rPr>
        <w:t xml:space="preserve">De fracties zullen door een raadslid worden begeleid. </w:t>
      </w:r>
      <w:r w:rsidRPr="006A59AB">
        <w:rPr>
          <w:rFonts w:asciiTheme="minorHAnsi" w:hAnsiTheme="minorHAnsi"/>
          <w:lang w:eastAsia="nl-NL"/>
        </w:rPr>
        <w:br/>
      </w:r>
    </w:p>
    <w:p w:rsidR="00885171" w:rsidRPr="006A59AB" w:rsidRDefault="00885171" w:rsidP="00885171">
      <w:pPr>
        <w:numPr>
          <w:ilvl w:val="0"/>
          <w:numId w:val="1"/>
        </w:numPr>
        <w:ind w:left="360"/>
        <w:rPr>
          <w:rFonts w:asciiTheme="minorHAnsi" w:hAnsiTheme="minorHAnsi"/>
          <w:lang w:eastAsia="nl-NL"/>
        </w:rPr>
      </w:pPr>
      <w:r w:rsidRPr="006A59AB">
        <w:rPr>
          <w:rFonts w:asciiTheme="minorHAnsi" w:hAnsiTheme="minorHAnsi"/>
          <w:lang w:eastAsia="nl-NL"/>
        </w:rPr>
        <w:t xml:space="preserve">Behalve 6 fracties van 5 mensen (= 30) hebben we ook nog twee persgroepen </w:t>
      </w:r>
    </w:p>
    <w:p w:rsidR="00F8214B" w:rsidRPr="006A59AB" w:rsidRDefault="00F8214B" w:rsidP="00885171">
      <w:pPr>
        <w:numPr>
          <w:ilvl w:val="0"/>
          <w:numId w:val="1"/>
        </w:numPr>
        <w:ind w:left="360"/>
        <w:rPr>
          <w:rFonts w:asciiTheme="minorHAnsi" w:hAnsiTheme="minorHAnsi"/>
          <w:lang w:eastAsia="nl-NL"/>
        </w:rPr>
      </w:pPr>
      <w:r w:rsidRPr="006A59AB">
        <w:rPr>
          <w:rFonts w:asciiTheme="minorHAnsi" w:hAnsiTheme="minorHAnsi"/>
          <w:lang w:eastAsia="nl-NL"/>
        </w:rPr>
        <w:t>1 persgroep</w:t>
      </w:r>
      <w:r w:rsidRPr="006A59AB">
        <w:rPr>
          <w:rFonts w:asciiTheme="minorHAnsi" w:hAnsiTheme="minorHAnsi"/>
          <w:color w:val="1F497D"/>
          <w:lang w:eastAsia="nl-NL"/>
        </w:rPr>
        <w:t xml:space="preserve"> </w:t>
      </w:r>
      <w:r w:rsidRPr="006A59AB">
        <w:rPr>
          <w:rFonts w:asciiTheme="minorHAnsi" w:hAnsiTheme="minorHAnsi"/>
          <w:lang w:eastAsia="nl-NL"/>
        </w:rPr>
        <w:t>intern (10 personen)</w:t>
      </w:r>
    </w:p>
    <w:p w:rsidR="00F8214B" w:rsidRPr="006A59AB" w:rsidRDefault="00F8214B" w:rsidP="00F8214B">
      <w:pPr>
        <w:ind w:left="360"/>
        <w:rPr>
          <w:rFonts w:asciiTheme="minorHAnsi" w:hAnsiTheme="minorHAnsi"/>
          <w:lang w:eastAsia="nl-NL"/>
        </w:rPr>
      </w:pPr>
      <w:r w:rsidRPr="006A59AB">
        <w:rPr>
          <w:rFonts w:asciiTheme="minorHAnsi" w:hAnsiTheme="minorHAnsi"/>
          <w:lang w:eastAsia="nl-NL"/>
        </w:rPr>
        <w:t>1 persgroep extern (10 personen)</w:t>
      </w:r>
    </w:p>
    <w:p w:rsidR="00F8214B" w:rsidRPr="006A59AB" w:rsidRDefault="00885171" w:rsidP="00F8214B">
      <w:pPr>
        <w:ind w:left="360"/>
        <w:rPr>
          <w:rFonts w:asciiTheme="minorHAnsi" w:hAnsiTheme="minorHAnsi"/>
          <w:lang w:eastAsia="nl-NL"/>
        </w:rPr>
      </w:pPr>
      <w:r w:rsidRPr="006A59AB">
        <w:rPr>
          <w:rFonts w:asciiTheme="minorHAnsi" w:hAnsiTheme="minorHAnsi"/>
          <w:u w:val="single"/>
          <w:lang w:eastAsia="nl-NL"/>
        </w:rPr>
        <w:t>Deze groepen krijgen een opdracht vanuit de gemeente</w:t>
      </w:r>
    </w:p>
    <w:p w:rsidR="00F8214B" w:rsidRPr="006A59AB" w:rsidRDefault="00F8214B" w:rsidP="00F8214B">
      <w:pPr>
        <w:numPr>
          <w:ilvl w:val="0"/>
          <w:numId w:val="1"/>
        </w:numPr>
        <w:ind w:left="360"/>
        <w:rPr>
          <w:rFonts w:asciiTheme="minorHAnsi" w:hAnsiTheme="minorHAnsi"/>
          <w:lang w:eastAsia="nl-NL"/>
        </w:rPr>
      </w:pPr>
      <w:r w:rsidRPr="006A59AB">
        <w:rPr>
          <w:rFonts w:asciiTheme="minorHAnsi" w:hAnsiTheme="minorHAnsi"/>
          <w:lang w:eastAsia="nl-NL"/>
        </w:rPr>
        <w:t>Het thema van het scholendebat is “duurzaamheid”.</w:t>
      </w:r>
    </w:p>
    <w:p w:rsidR="00F8214B" w:rsidRPr="006A59AB" w:rsidRDefault="00F8214B" w:rsidP="00F8214B">
      <w:pPr>
        <w:numPr>
          <w:ilvl w:val="0"/>
          <w:numId w:val="1"/>
        </w:numPr>
        <w:ind w:left="360"/>
        <w:rPr>
          <w:rFonts w:asciiTheme="minorHAnsi" w:hAnsiTheme="minorHAnsi"/>
          <w:lang w:eastAsia="nl-NL"/>
        </w:rPr>
      </w:pPr>
      <w:r w:rsidRPr="006A59AB">
        <w:rPr>
          <w:rFonts w:asciiTheme="minorHAnsi" w:hAnsiTheme="minorHAnsi"/>
          <w:lang w:eastAsia="nl-NL"/>
        </w:rPr>
        <w:t xml:space="preserve">Alle leerlingen zullen stemmen op de voorstellen. </w:t>
      </w:r>
      <w:r w:rsidRPr="006A59AB">
        <w:rPr>
          <w:rFonts w:asciiTheme="minorHAnsi" w:hAnsiTheme="minorHAnsi"/>
          <w:lang w:eastAsia="nl-NL"/>
        </w:rPr>
        <w:br/>
      </w:r>
      <w:r w:rsidR="00885171" w:rsidRPr="006A59AB">
        <w:rPr>
          <w:rFonts w:asciiTheme="minorHAnsi" w:hAnsiTheme="minorHAnsi"/>
          <w:u w:val="single"/>
          <w:lang w:eastAsia="nl-NL"/>
        </w:rPr>
        <w:t xml:space="preserve">Er komen </w:t>
      </w:r>
      <w:r w:rsidRPr="006A59AB">
        <w:rPr>
          <w:rFonts w:asciiTheme="minorHAnsi" w:hAnsiTheme="minorHAnsi"/>
          <w:lang w:eastAsia="nl-NL"/>
        </w:rPr>
        <w:t>: stemhokjes, stemformulieren, stembus, potloden etc.</w:t>
      </w:r>
    </w:p>
    <w:p w:rsidR="00F8214B" w:rsidRPr="006A59AB" w:rsidRDefault="00F8214B" w:rsidP="00F8214B">
      <w:pPr>
        <w:numPr>
          <w:ilvl w:val="0"/>
          <w:numId w:val="1"/>
        </w:numPr>
        <w:ind w:left="360"/>
        <w:rPr>
          <w:rFonts w:asciiTheme="minorHAnsi" w:hAnsiTheme="minorHAnsi"/>
          <w:lang w:eastAsia="nl-NL"/>
        </w:rPr>
      </w:pPr>
      <w:r w:rsidRPr="006A59AB">
        <w:rPr>
          <w:rFonts w:asciiTheme="minorHAnsi" w:hAnsiTheme="minorHAnsi"/>
          <w:lang w:eastAsia="nl-NL"/>
        </w:rPr>
        <w:t xml:space="preserve">Draaiboek/programma </w:t>
      </w:r>
      <w:r w:rsidR="00885171" w:rsidRPr="006A59AB">
        <w:rPr>
          <w:rFonts w:asciiTheme="minorHAnsi" w:hAnsiTheme="minorHAnsi"/>
          <w:lang w:eastAsia="nl-NL"/>
        </w:rPr>
        <w:t xml:space="preserve">wordt aangepast, jullie krijgen dit later. </w:t>
      </w:r>
      <w:r w:rsidRPr="006A59AB">
        <w:rPr>
          <w:rFonts w:asciiTheme="minorHAnsi" w:hAnsiTheme="minorHAnsi"/>
          <w:lang w:eastAsia="nl-NL"/>
        </w:rPr>
        <w:t xml:space="preserve"> ingekort worden: </w:t>
      </w:r>
      <w:r w:rsidRPr="006A59AB">
        <w:rPr>
          <w:rFonts w:asciiTheme="minorHAnsi" w:hAnsiTheme="minorHAnsi"/>
          <w:u w:val="single"/>
          <w:lang w:eastAsia="nl-NL"/>
        </w:rPr>
        <w:t>Actie griffie.</w:t>
      </w:r>
    </w:p>
    <w:p w:rsidR="00885171" w:rsidRPr="006A59AB" w:rsidRDefault="00885171" w:rsidP="00F8214B">
      <w:pPr>
        <w:numPr>
          <w:ilvl w:val="0"/>
          <w:numId w:val="1"/>
        </w:numPr>
        <w:ind w:left="360"/>
        <w:rPr>
          <w:rFonts w:asciiTheme="minorHAnsi" w:hAnsiTheme="minorHAnsi"/>
          <w:lang w:eastAsia="nl-NL"/>
        </w:rPr>
      </w:pPr>
      <w:r w:rsidRPr="006A59AB">
        <w:rPr>
          <w:rFonts w:asciiTheme="minorHAnsi" w:hAnsiTheme="minorHAnsi"/>
          <w:lang w:eastAsia="nl-NL"/>
        </w:rPr>
        <w:t xml:space="preserve">Er wordt door de gemeente voor eten en drinken gezorgd. </w:t>
      </w:r>
    </w:p>
    <w:p w:rsidR="00F8214B" w:rsidRPr="006A59AB" w:rsidRDefault="00F8214B" w:rsidP="00885171">
      <w:pPr>
        <w:numPr>
          <w:ilvl w:val="0"/>
          <w:numId w:val="1"/>
        </w:numPr>
        <w:ind w:left="360"/>
        <w:rPr>
          <w:rFonts w:asciiTheme="minorHAnsi" w:hAnsiTheme="minorHAnsi"/>
          <w:lang w:eastAsia="nl-NL"/>
        </w:rPr>
      </w:pPr>
      <w:r w:rsidRPr="006A59AB">
        <w:rPr>
          <w:rFonts w:asciiTheme="minorHAnsi" w:hAnsiTheme="minorHAnsi"/>
          <w:lang w:eastAsia="nl-NL"/>
        </w:rPr>
        <w:t xml:space="preserve">De SLOS zal mogelijk de vergadering uitzenden. </w:t>
      </w:r>
      <w:r w:rsidRPr="006A59AB">
        <w:rPr>
          <w:rFonts w:asciiTheme="minorHAnsi" w:hAnsiTheme="minorHAnsi"/>
          <w:lang w:eastAsia="nl-NL"/>
        </w:rPr>
        <w:br/>
      </w:r>
      <w:r w:rsidRPr="006A59AB">
        <w:rPr>
          <w:rFonts w:asciiTheme="minorHAnsi" w:hAnsiTheme="minorHAnsi"/>
          <w:u w:val="single"/>
          <w:lang w:eastAsia="nl-NL"/>
        </w:rPr>
        <w:t>Actie griffie</w:t>
      </w:r>
      <w:r w:rsidRPr="006A59AB">
        <w:rPr>
          <w:rFonts w:asciiTheme="minorHAnsi" w:hAnsiTheme="minorHAnsi"/>
          <w:lang w:eastAsia="nl-NL"/>
        </w:rPr>
        <w:t>: de SLOS vragen of zij het debat uit kunnen zenden.</w:t>
      </w:r>
    </w:p>
    <w:p w:rsidR="00F8214B" w:rsidRPr="006A59AB" w:rsidRDefault="00F8214B" w:rsidP="00F8214B">
      <w:pPr>
        <w:numPr>
          <w:ilvl w:val="0"/>
          <w:numId w:val="1"/>
        </w:numPr>
        <w:ind w:left="360"/>
        <w:rPr>
          <w:rFonts w:asciiTheme="minorHAnsi" w:hAnsiTheme="minorHAnsi"/>
          <w:lang w:eastAsia="nl-NL"/>
        </w:rPr>
      </w:pPr>
      <w:r w:rsidRPr="006A59AB">
        <w:rPr>
          <w:rFonts w:asciiTheme="minorHAnsi" w:hAnsiTheme="minorHAnsi"/>
          <w:lang w:eastAsia="nl-NL"/>
        </w:rPr>
        <w:t>Jongerendebat</w:t>
      </w:r>
      <w:r w:rsidRPr="006A59AB">
        <w:rPr>
          <w:rFonts w:asciiTheme="minorHAnsi" w:hAnsiTheme="minorHAnsi"/>
          <w:color w:val="1F497D"/>
          <w:lang w:eastAsia="nl-NL"/>
        </w:rPr>
        <w:t xml:space="preserve"> </w:t>
      </w:r>
      <w:r w:rsidRPr="006A59AB">
        <w:rPr>
          <w:rFonts w:asciiTheme="minorHAnsi" w:hAnsiTheme="minorHAnsi"/>
          <w:lang w:eastAsia="nl-NL"/>
        </w:rPr>
        <w:t xml:space="preserve">zal plaatsvinden op </w:t>
      </w:r>
      <w:r w:rsidRPr="006A59AB">
        <w:rPr>
          <w:rFonts w:asciiTheme="minorHAnsi" w:hAnsiTheme="minorHAnsi"/>
          <w:b/>
          <w:bCs/>
          <w:lang w:eastAsia="nl-NL"/>
        </w:rPr>
        <w:t>dinsdag</w:t>
      </w:r>
      <w:r w:rsidRPr="006A59AB">
        <w:rPr>
          <w:rFonts w:asciiTheme="minorHAnsi" w:hAnsiTheme="minorHAnsi"/>
          <w:b/>
          <w:bCs/>
          <w:color w:val="1F497D"/>
          <w:lang w:eastAsia="nl-NL"/>
        </w:rPr>
        <w:t xml:space="preserve"> </w:t>
      </w:r>
      <w:r w:rsidRPr="006A59AB">
        <w:rPr>
          <w:rFonts w:asciiTheme="minorHAnsi" w:hAnsiTheme="minorHAnsi"/>
          <w:b/>
          <w:bCs/>
          <w:lang w:eastAsia="nl-NL"/>
        </w:rPr>
        <w:t>24 maart 2020</w:t>
      </w:r>
      <w:r w:rsidRPr="006A59AB">
        <w:rPr>
          <w:rFonts w:asciiTheme="minorHAnsi" w:hAnsiTheme="minorHAnsi"/>
          <w:lang w:eastAsia="nl-NL"/>
        </w:rPr>
        <w:t>.</w:t>
      </w:r>
    </w:p>
    <w:p w:rsidR="00F8214B" w:rsidRPr="006A59AB" w:rsidRDefault="00F8214B" w:rsidP="00F8214B">
      <w:pPr>
        <w:rPr>
          <w:rFonts w:asciiTheme="minorHAnsi" w:hAnsiTheme="minorHAnsi"/>
          <w:lang w:eastAsia="nl-NL"/>
        </w:rPr>
      </w:pPr>
    </w:p>
    <w:p w:rsidR="00F8214B" w:rsidRPr="006A59AB" w:rsidRDefault="00F8214B" w:rsidP="00F8214B">
      <w:pPr>
        <w:rPr>
          <w:rFonts w:asciiTheme="minorHAnsi" w:hAnsiTheme="minorHAnsi" w:cs="Arial"/>
          <w:color w:val="000000"/>
          <w:lang w:eastAsia="nl-NL"/>
        </w:rPr>
      </w:pPr>
    </w:p>
    <w:p w:rsidR="00885171" w:rsidRDefault="00885171" w:rsidP="00F8214B">
      <w:pPr>
        <w:pStyle w:val="Default"/>
        <w:rPr>
          <w:b/>
          <w:bCs/>
          <w:sz w:val="22"/>
          <w:szCs w:val="22"/>
        </w:rPr>
      </w:pPr>
    </w:p>
    <w:p w:rsidR="00885171" w:rsidRDefault="0078135B" w:rsidP="00F8214B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Het Jongerendebat is op </w:t>
      </w:r>
      <w:r w:rsidR="00885171">
        <w:rPr>
          <w:b/>
          <w:bCs/>
          <w:sz w:val="22"/>
          <w:szCs w:val="22"/>
        </w:rPr>
        <w:t xml:space="preserve"> 24 maart (dinsdag) </w:t>
      </w:r>
    </w:p>
    <w:p w:rsidR="0078135B" w:rsidRPr="006A59AB" w:rsidRDefault="0078135B" w:rsidP="0078135B">
      <w:pPr>
        <w:rPr>
          <w:rFonts w:asciiTheme="minorHAnsi" w:hAnsiTheme="minorHAnsi"/>
          <w:lang w:eastAsia="nl-NL"/>
        </w:rPr>
      </w:pPr>
      <w:r w:rsidRPr="006A59AB">
        <w:rPr>
          <w:rFonts w:asciiTheme="minorHAnsi" w:hAnsiTheme="minorHAnsi"/>
          <w:lang w:eastAsia="nl-NL"/>
        </w:rPr>
        <w:t>Voorgesprek van december 2019:</w:t>
      </w:r>
    </w:p>
    <w:p w:rsidR="0078135B" w:rsidRDefault="0078135B" w:rsidP="00F8214B">
      <w:pPr>
        <w:pStyle w:val="Default"/>
        <w:rPr>
          <w:sz w:val="22"/>
          <w:szCs w:val="22"/>
        </w:rPr>
      </w:pPr>
    </w:p>
    <w:p w:rsidR="00F8214B" w:rsidRDefault="00F8214B" w:rsidP="00F8214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Voorbereidend gesprek met : </w:t>
      </w:r>
    </w:p>
    <w:p w:rsidR="00F8214B" w:rsidRDefault="00F8214B" w:rsidP="00F8214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* Lenneke van der Meer ( raadsgriffier L.vanderMeer@gemeente-steenbergen.nl ) </w:t>
      </w:r>
    </w:p>
    <w:p w:rsidR="00F8214B" w:rsidRDefault="00F8214B" w:rsidP="00F8214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* Charissa van Dipte (griffiemedewerker mailto:C.vanDipte@gemeente-steenbergen.nl) </w:t>
      </w:r>
    </w:p>
    <w:p w:rsidR="00F8214B" w:rsidRDefault="00F8214B" w:rsidP="00F8214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* Carolien Sinke (docente Dienstverlening en producten ( c.sinke@ravelijnstb.nl ) . </w:t>
      </w:r>
    </w:p>
    <w:p w:rsidR="00885171" w:rsidRDefault="00885171" w:rsidP="00F8214B">
      <w:pPr>
        <w:pStyle w:val="Default"/>
        <w:rPr>
          <w:sz w:val="22"/>
          <w:szCs w:val="22"/>
        </w:rPr>
      </w:pPr>
    </w:p>
    <w:p w:rsidR="00885171" w:rsidRDefault="00885171" w:rsidP="00F8214B">
      <w:pPr>
        <w:pStyle w:val="Default"/>
        <w:rPr>
          <w:sz w:val="22"/>
          <w:szCs w:val="22"/>
        </w:rPr>
      </w:pPr>
    </w:p>
    <w:p w:rsidR="00735FC5" w:rsidRDefault="00F8214B" w:rsidP="00F8214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000"/>
        <w:gridCol w:w="4118"/>
        <w:gridCol w:w="3944"/>
      </w:tblGrid>
      <w:tr w:rsidR="0078135B" w:rsidTr="0078135B">
        <w:tc>
          <w:tcPr>
            <w:tcW w:w="1000" w:type="dxa"/>
          </w:tcPr>
          <w:p w:rsidR="0078135B" w:rsidRDefault="0078135B" w:rsidP="00F8214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Partij</w:t>
            </w:r>
          </w:p>
        </w:tc>
        <w:tc>
          <w:tcPr>
            <w:tcW w:w="4118" w:type="dxa"/>
          </w:tcPr>
          <w:p w:rsidR="0078135B" w:rsidRDefault="0078135B" w:rsidP="00F8214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Naam: </w:t>
            </w:r>
          </w:p>
        </w:tc>
        <w:tc>
          <w:tcPr>
            <w:tcW w:w="3944" w:type="dxa"/>
          </w:tcPr>
          <w:p w:rsidR="0078135B" w:rsidRDefault="0078135B" w:rsidP="00F8214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Voorzitter: </w:t>
            </w:r>
          </w:p>
        </w:tc>
      </w:tr>
      <w:tr w:rsidR="0078135B" w:rsidTr="0078135B">
        <w:tc>
          <w:tcPr>
            <w:tcW w:w="1000" w:type="dxa"/>
          </w:tcPr>
          <w:p w:rsidR="0078135B" w:rsidRDefault="0078135B" w:rsidP="00F8214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118" w:type="dxa"/>
          </w:tcPr>
          <w:p w:rsidR="0078135B" w:rsidRDefault="0078135B" w:rsidP="00F8214B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944" w:type="dxa"/>
          </w:tcPr>
          <w:p w:rsidR="0078135B" w:rsidRDefault="0078135B" w:rsidP="00F8214B">
            <w:pPr>
              <w:pStyle w:val="Default"/>
              <w:rPr>
                <w:sz w:val="22"/>
                <w:szCs w:val="22"/>
              </w:rPr>
            </w:pPr>
          </w:p>
        </w:tc>
      </w:tr>
      <w:tr w:rsidR="0078135B" w:rsidTr="0078135B">
        <w:tc>
          <w:tcPr>
            <w:tcW w:w="1000" w:type="dxa"/>
          </w:tcPr>
          <w:p w:rsidR="0078135B" w:rsidRDefault="0078135B" w:rsidP="00F8214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118" w:type="dxa"/>
          </w:tcPr>
          <w:p w:rsidR="0078135B" w:rsidRDefault="0078135B" w:rsidP="00F8214B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944" w:type="dxa"/>
          </w:tcPr>
          <w:p w:rsidR="0078135B" w:rsidRDefault="0078135B" w:rsidP="00F8214B">
            <w:pPr>
              <w:pStyle w:val="Default"/>
              <w:rPr>
                <w:sz w:val="22"/>
                <w:szCs w:val="22"/>
              </w:rPr>
            </w:pPr>
          </w:p>
        </w:tc>
      </w:tr>
      <w:tr w:rsidR="0078135B" w:rsidTr="0078135B">
        <w:tc>
          <w:tcPr>
            <w:tcW w:w="1000" w:type="dxa"/>
          </w:tcPr>
          <w:p w:rsidR="0078135B" w:rsidRDefault="0078135B" w:rsidP="00F8214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118" w:type="dxa"/>
          </w:tcPr>
          <w:p w:rsidR="0078135B" w:rsidRDefault="0078135B" w:rsidP="00F8214B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944" w:type="dxa"/>
          </w:tcPr>
          <w:p w:rsidR="0078135B" w:rsidRDefault="0078135B" w:rsidP="00F8214B">
            <w:pPr>
              <w:pStyle w:val="Default"/>
              <w:rPr>
                <w:sz w:val="22"/>
                <w:szCs w:val="22"/>
              </w:rPr>
            </w:pPr>
          </w:p>
        </w:tc>
      </w:tr>
      <w:tr w:rsidR="0078135B" w:rsidTr="0078135B">
        <w:tc>
          <w:tcPr>
            <w:tcW w:w="1000" w:type="dxa"/>
          </w:tcPr>
          <w:p w:rsidR="0078135B" w:rsidRDefault="0078135B" w:rsidP="00F8214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118" w:type="dxa"/>
          </w:tcPr>
          <w:p w:rsidR="0078135B" w:rsidRDefault="0078135B" w:rsidP="00F8214B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944" w:type="dxa"/>
          </w:tcPr>
          <w:p w:rsidR="0078135B" w:rsidRDefault="0078135B" w:rsidP="00F8214B">
            <w:pPr>
              <w:pStyle w:val="Default"/>
              <w:rPr>
                <w:sz w:val="22"/>
                <w:szCs w:val="22"/>
              </w:rPr>
            </w:pPr>
          </w:p>
        </w:tc>
      </w:tr>
      <w:tr w:rsidR="0078135B" w:rsidTr="0078135B">
        <w:tc>
          <w:tcPr>
            <w:tcW w:w="1000" w:type="dxa"/>
          </w:tcPr>
          <w:p w:rsidR="0078135B" w:rsidRDefault="0078135B" w:rsidP="00F8214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118" w:type="dxa"/>
          </w:tcPr>
          <w:p w:rsidR="0078135B" w:rsidRDefault="0078135B" w:rsidP="00F8214B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944" w:type="dxa"/>
          </w:tcPr>
          <w:p w:rsidR="0078135B" w:rsidRDefault="0078135B" w:rsidP="00F8214B">
            <w:pPr>
              <w:pStyle w:val="Default"/>
              <w:rPr>
                <w:sz w:val="22"/>
                <w:szCs w:val="22"/>
              </w:rPr>
            </w:pPr>
          </w:p>
        </w:tc>
      </w:tr>
      <w:tr w:rsidR="0078135B" w:rsidTr="0078135B">
        <w:tc>
          <w:tcPr>
            <w:tcW w:w="1000" w:type="dxa"/>
          </w:tcPr>
          <w:p w:rsidR="0078135B" w:rsidRDefault="0078135B" w:rsidP="00F8214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118" w:type="dxa"/>
          </w:tcPr>
          <w:p w:rsidR="0078135B" w:rsidRDefault="0078135B" w:rsidP="00F8214B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944" w:type="dxa"/>
          </w:tcPr>
          <w:p w:rsidR="0078135B" w:rsidRDefault="0078135B" w:rsidP="00F8214B">
            <w:pPr>
              <w:pStyle w:val="Default"/>
              <w:rPr>
                <w:sz w:val="22"/>
                <w:szCs w:val="22"/>
              </w:rPr>
            </w:pPr>
          </w:p>
        </w:tc>
      </w:tr>
    </w:tbl>
    <w:p w:rsidR="00F8214B" w:rsidRDefault="00F8214B" w:rsidP="00F8214B">
      <w:pPr>
        <w:pStyle w:val="Default"/>
        <w:rPr>
          <w:sz w:val="22"/>
          <w:szCs w:val="22"/>
        </w:rPr>
      </w:pPr>
    </w:p>
    <w:tbl>
      <w:tblPr>
        <w:tblStyle w:val="Gemiddeldelijst2-accent1"/>
        <w:tblpPr w:leftFromText="141" w:rightFromText="141" w:vertAnchor="text" w:horzAnchor="margin" w:tblpY="-58"/>
        <w:tblW w:w="5000" w:type="pct"/>
        <w:tblLayout w:type="fixed"/>
        <w:tblLook w:val="04A0" w:firstRow="1" w:lastRow="0" w:firstColumn="1" w:lastColumn="0" w:noHBand="0" w:noVBand="1"/>
      </w:tblPr>
      <w:tblGrid>
        <w:gridCol w:w="574"/>
        <w:gridCol w:w="2550"/>
        <w:gridCol w:w="709"/>
        <w:gridCol w:w="849"/>
        <w:gridCol w:w="992"/>
        <w:gridCol w:w="1845"/>
        <w:gridCol w:w="1553"/>
      </w:tblGrid>
      <w:tr w:rsidR="00735FC5" w:rsidTr="008D46F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3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16" w:type="pct"/>
          </w:tcPr>
          <w:p w:rsidR="00735FC5" w:rsidRDefault="00735FC5" w:rsidP="006A59AB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405" w:type="pct"/>
            <w:noWrap/>
          </w:tcPr>
          <w:p w:rsidR="00735FC5" w:rsidRDefault="00735FC5" w:rsidP="006A59A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</w:pPr>
            <w:r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  <w:t>Leerling</w:t>
            </w:r>
          </w:p>
        </w:tc>
        <w:tc>
          <w:tcPr>
            <w:tcW w:w="391" w:type="pct"/>
            <w:tcBorders>
              <w:bottom w:val="single" w:sz="4" w:space="0" w:color="auto"/>
            </w:tcBorders>
          </w:tcPr>
          <w:p w:rsidR="00735FC5" w:rsidRPr="00735FC5" w:rsidRDefault="00735FC5" w:rsidP="006A59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  <w:sz w:val="16"/>
                <w:szCs w:val="16"/>
              </w:rPr>
            </w:pPr>
            <w:r w:rsidRPr="00735FC5">
              <w:rPr>
                <w:rFonts w:asciiTheme="minorHAnsi" w:eastAsiaTheme="minorEastAsia" w:hAnsiTheme="minorHAnsi" w:cstheme="minorBidi"/>
                <w:color w:val="auto"/>
                <w:sz w:val="16"/>
                <w:szCs w:val="16"/>
              </w:rPr>
              <w:t>Nummer van de partij</w:t>
            </w:r>
          </w:p>
        </w:tc>
        <w:tc>
          <w:tcPr>
            <w:tcW w:w="468" w:type="pct"/>
            <w:tcBorders>
              <w:bottom w:val="single" w:sz="4" w:space="0" w:color="auto"/>
            </w:tcBorders>
          </w:tcPr>
          <w:p w:rsidR="00735FC5" w:rsidRPr="00735FC5" w:rsidRDefault="00735FC5" w:rsidP="006A59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  <w:sz w:val="16"/>
                <w:szCs w:val="16"/>
              </w:rPr>
            </w:pPr>
            <w:r w:rsidRPr="00735FC5">
              <w:rPr>
                <w:rFonts w:asciiTheme="minorHAnsi" w:eastAsiaTheme="minorEastAsia" w:hAnsiTheme="minorHAnsi" w:cstheme="minorBidi"/>
                <w:color w:val="auto"/>
                <w:sz w:val="16"/>
                <w:szCs w:val="16"/>
              </w:rPr>
              <w:t>Wel/niet foto</w:t>
            </w:r>
          </w:p>
        </w:tc>
        <w:tc>
          <w:tcPr>
            <w:tcW w:w="547" w:type="pct"/>
            <w:tcBorders>
              <w:bottom w:val="single" w:sz="4" w:space="0" w:color="auto"/>
            </w:tcBorders>
          </w:tcPr>
          <w:p w:rsidR="00735FC5" w:rsidRPr="00735FC5" w:rsidRDefault="00735FC5" w:rsidP="006A59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  <w:sz w:val="16"/>
                <w:szCs w:val="16"/>
              </w:rPr>
            </w:pPr>
            <w:r w:rsidRPr="00735FC5">
              <w:rPr>
                <w:rFonts w:asciiTheme="minorHAnsi" w:eastAsiaTheme="minorEastAsia" w:hAnsiTheme="minorHAnsi" w:cstheme="minorBidi"/>
                <w:color w:val="auto"/>
                <w:sz w:val="16"/>
                <w:szCs w:val="16"/>
              </w:rPr>
              <w:t xml:space="preserve">Nummer van de pers 1 of 2 </w:t>
            </w:r>
          </w:p>
        </w:tc>
        <w:tc>
          <w:tcPr>
            <w:tcW w:w="1017" w:type="pct"/>
            <w:tcBorders>
              <w:bottom w:val="single" w:sz="4" w:space="0" w:color="auto"/>
            </w:tcBorders>
          </w:tcPr>
          <w:p w:rsidR="00735FC5" w:rsidRPr="00735FC5" w:rsidRDefault="00735FC5" w:rsidP="006A59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735FC5">
              <w:rPr>
                <w:rFonts w:asciiTheme="minorHAnsi" w:eastAsiaTheme="minorEastAsia" w:hAnsiTheme="minorHAnsi" w:cstheme="minorBidi"/>
                <w:sz w:val="16"/>
                <w:szCs w:val="16"/>
              </w:rPr>
              <w:t>dieetwensen</w:t>
            </w:r>
          </w:p>
        </w:tc>
        <w:tc>
          <w:tcPr>
            <w:tcW w:w="857" w:type="pct"/>
            <w:tcBorders>
              <w:bottom w:val="single" w:sz="4" w:space="0" w:color="auto"/>
            </w:tcBorders>
          </w:tcPr>
          <w:p w:rsidR="00735FC5" w:rsidRPr="00735FC5" w:rsidRDefault="00735FC5" w:rsidP="006A59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proofErr w:type="spellStart"/>
            <w:r w:rsidRPr="00735FC5">
              <w:rPr>
                <w:rFonts w:asciiTheme="minorHAnsi" w:eastAsiaTheme="minorEastAsia" w:hAnsiTheme="minorHAnsi" w:cstheme="minorBidi"/>
                <w:sz w:val="16"/>
                <w:szCs w:val="16"/>
              </w:rPr>
              <w:t>overigen</w:t>
            </w:r>
            <w:proofErr w:type="spellEnd"/>
          </w:p>
        </w:tc>
      </w:tr>
      <w:tr w:rsidR="008D46FC" w:rsidTr="008D46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" w:type="pct"/>
            <w:tcBorders>
              <w:right w:val="nil"/>
            </w:tcBorders>
          </w:tcPr>
          <w:p w:rsidR="008D46FC" w:rsidRDefault="008D46FC" w:rsidP="008D46FC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05" w:type="pct"/>
            <w:shd w:val="clear" w:color="auto" w:fill="auto"/>
            <w:noWrap/>
            <w:vAlign w:val="bottom"/>
          </w:tcPr>
          <w:p w:rsidR="008D46FC" w:rsidRDefault="008D46FC" w:rsidP="008D46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Marit de Baat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</w:tr>
      <w:tr w:rsidR="008D46FC" w:rsidTr="008D46FC">
        <w:trPr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" w:type="pct"/>
            <w:tcBorders>
              <w:right w:val="nil"/>
            </w:tcBorders>
          </w:tcPr>
          <w:p w:rsidR="008D46FC" w:rsidRDefault="008D46FC" w:rsidP="008D46FC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46FC" w:rsidRDefault="008D46FC" w:rsidP="008D46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 xml:space="preserve">Tristen </w:t>
            </w:r>
            <w:proofErr w:type="spellStart"/>
            <w:r>
              <w:rPr>
                <w:color w:val="000000"/>
              </w:rPr>
              <w:t>Boluijt</w:t>
            </w:r>
            <w:proofErr w:type="spellEnd"/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</w:tr>
      <w:tr w:rsidR="008D46FC" w:rsidTr="008D46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" w:type="pct"/>
            <w:tcBorders>
              <w:right w:val="nil"/>
            </w:tcBorders>
          </w:tcPr>
          <w:p w:rsidR="008D46FC" w:rsidRDefault="008D46FC" w:rsidP="008D46FC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405" w:type="pct"/>
            <w:shd w:val="clear" w:color="auto" w:fill="auto"/>
            <w:noWrap/>
            <w:vAlign w:val="bottom"/>
          </w:tcPr>
          <w:p w:rsidR="008D46FC" w:rsidRDefault="008D46FC" w:rsidP="008D46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Caithlin</w:t>
            </w:r>
            <w:proofErr w:type="spellEnd"/>
            <w:r>
              <w:rPr>
                <w:color w:val="000000"/>
              </w:rPr>
              <w:t xml:space="preserve"> den </w:t>
            </w:r>
            <w:proofErr w:type="spellStart"/>
            <w:r>
              <w:rPr>
                <w:color w:val="000000"/>
              </w:rPr>
              <w:t>Boogert</w:t>
            </w:r>
            <w:proofErr w:type="spellEnd"/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</w:tr>
      <w:tr w:rsidR="008D46FC" w:rsidTr="008D46FC">
        <w:trPr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" w:type="pct"/>
            <w:tcBorders>
              <w:right w:val="nil"/>
            </w:tcBorders>
          </w:tcPr>
          <w:p w:rsidR="008D46FC" w:rsidRDefault="008D46FC" w:rsidP="008D46FC">
            <w:pPr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46FC" w:rsidRDefault="008D46FC" w:rsidP="008D46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Milan Cheung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</w:tr>
      <w:tr w:rsidR="008D46FC" w:rsidTr="008D46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" w:type="pct"/>
            <w:tcBorders>
              <w:right w:val="nil"/>
            </w:tcBorders>
          </w:tcPr>
          <w:p w:rsidR="008D46FC" w:rsidRDefault="008D46FC" w:rsidP="008D46FC">
            <w:pPr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405" w:type="pct"/>
            <w:shd w:val="clear" w:color="auto" w:fill="auto"/>
            <w:noWrap/>
            <w:vAlign w:val="bottom"/>
          </w:tcPr>
          <w:p w:rsidR="008D46FC" w:rsidRDefault="008D46FC" w:rsidP="008D46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Emily Diergaarde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</w:tr>
      <w:tr w:rsidR="008D46FC" w:rsidTr="008D46FC">
        <w:trPr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" w:type="pct"/>
            <w:tcBorders>
              <w:right w:val="nil"/>
            </w:tcBorders>
          </w:tcPr>
          <w:p w:rsidR="008D46FC" w:rsidRDefault="008D46FC" w:rsidP="008D46FC">
            <w:pPr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46FC" w:rsidRDefault="008D46FC" w:rsidP="008D46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Jens van Dijk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</w:tr>
      <w:tr w:rsidR="008D46FC" w:rsidTr="008D46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" w:type="pct"/>
            <w:tcBorders>
              <w:right w:val="nil"/>
            </w:tcBorders>
          </w:tcPr>
          <w:p w:rsidR="008D46FC" w:rsidRDefault="008D46FC" w:rsidP="008D46FC">
            <w:pPr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405" w:type="pct"/>
            <w:shd w:val="clear" w:color="auto" w:fill="auto"/>
            <w:noWrap/>
            <w:vAlign w:val="bottom"/>
          </w:tcPr>
          <w:p w:rsidR="008D46FC" w:rsidRDefault="008D46FC" w:rsidP="008D46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Arjan Dogge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</w:tr>
      <w:tr w:rsidR="008D46FC" w:rsidTr="008D46FC">
        <w:trPr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" w:type="pct"/>
            <w:tcBorders>
              <w:right w:val="nil"/>
            </w:tcBorders>
          </w:tcPr>
          <w:p w:rsidR="008D46FC" w:rsidRDefault="008D46FC" w:rsidP="008D46FC">
            <w:pPr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46FC" w:rsidRDefault="008D46FC" w:rsidP="008D46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Ridouane</w:t>
            </w:r>
            <w:proofErr w:type="spellEnd"/>
            <w:r>
              <w:rPr>
                <w:color w:val="000000"/>
              </w:rPr>
              <w:t xml:space="preserve"> El </w:t>
            </w:r>
            <w:proofErr w:type="spellStart"/>
            <w:r>
              <w:rPr>
                <w:color w:val="000000"/>
              </w:rPr>
              <w:t>Yossfi</w:t>
            </w:r>
            <w:proofErr w:type="spellEnd"/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</w:tr>
      <w:tr w:rsidR="008D46FC" w:rsidTr="008D46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" w:type="pct"/>
            <w:tcBorders>
              <w:right w:val="nil"/>
            </w:tcBorders>
          </w:tcPr>
          <w:p w:rsidR="008D46FC" w:rsidRDefault="008D46FC" w:rsidP="008D46FC">
            <w:pPr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405" w:type="pct"/>
            <w:shd w:val="clear" w:color="auto" w:fill="auto"/>
            <w:noWrap/>
            <w:vAlign w:val="bottom"/>
          </w:tcPr>
          <w:p w:rsidR="008D46FC" w:rsidRDefault="008D46FC" w:rsidP="008D46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Romy Faber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</w:tr>
      <w:tr w:rsidR="008D46FC" w:rsidTr="008D46FC">
        <w:trPr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" w:type="pct"/>
            <w:tcBorders>
              <w:right w:val="nil"/>
            </w:tcBorders>
          </w:tcPr>
          <w:p w:rsidR="008D46FC" w:rsidRDefault="008D46FC" w:rsidP="008D46FC">
            <w:pPr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46FC" w:rsidRDefault="008D46FC" w:rsidP="008D46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 xml:space="preserve">Anouk </w:t>
            </w:r>
            <w:proofErr w:type="spellStart"/>
            <w:r>
              <w:rPr>
                <w:color w:val="000000"/>
              </w:rPr>
              <w:t>Gabriëls</w:t>
            </w:r>
            <w:proofErr w:type="spellEnd"/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</w:tr>
      <w:tr w:rsidR="008D46FC" w:rsidTr="008D46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" w:type="pct"/>
            <w:tcBorders>
              <w:right w:val="nil"/>
            </w:tcBorders>
          </w:tcPr>
          <w:p w:rsidR="008D46FC" w:rsidRDefault="008D46FC" w:rsidP="008D46FC">
            <w:pPr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405" w:type="pct"/>
            <w:shd w:val="clear" w:color="auto" w:fill="auto"/>
            <w:noWrap/>
            <w:vAlign w:val="bottom"/>
          </w:tcPr>
          <w:p w:rsidR="008D46FC" w:rsidRDefault="008D46FC" w:rsidP="008D46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Jara</w:t>
            </w:r>
            <w:proofErr w:type="spellEnd"/>
            <w:r>
              <w:rPr>
                <w:color w:val="000000"/>
              </w:rPr>
              <w:t xml:space="preserve"> Gijzen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</w:tr>
      <w:tr w:rsidR="008D46FC" w:rsidTr="008D46FC">
        <w:trPr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" w:type="pct"/>
            <w:tcBorders>
              <w:right w:val="nil"/>
            </w:tcBorders>
          </w:tcPr>
          <w:p w:rsidR="008D46FC" w:rsidRDefault="008D46FC" w:rsidP="008D46FC">
            <w:pPr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46FC" w:rsidRDefault="008D46FC" w:rsidP="008D46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Giovanni de Groen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</w:tr>
      <w:tr w:rsidR="008D46FC" w:rsidTr="008D46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" w:type="pct"/>
            <w:tcBorders>
              <w:right w:val="nil"/>
            </w:tcBorders>
          </w:tcPr>
          <w:p w:rsidR="008D46FC" w:rsidRDefault="008D46FC" w:rsidP="008D46FC">
            <w:pPr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405" w:type="pct"/>
            <w:shd w:val="clear" w:color="auto" w:fill="auto"/>
            <w:noWrap/>
            <w:vAlign w:val="bottom"/>
          </w:tcPr>
          <w:p w:rsidR="008D46FC" w:rsidRDefault="008D46FC" w:rsidP="008D46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Thomas Harreman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</w:tr>
      <w:tr w:rsidR="008D46FC" w:rsidTr="008D46FC">
        <w:trPr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" w:type="pct"/>
            <w:tcBorders>
              <w:right w:val="nil"/>
            </w:tcBorders>
          </w:tcPr>
          <w:p w:rsidR="008D46FC" w:rsidRDefault="008D46FC" w:rsidP="008D46FC">
            <w:pPr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46FC" w:rsidRDefault="008D46FC" w:rsidP="008D46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 xml:space="preserve">Tara </w:t>
            </w:r>
            <w:proofErr w:type="spellStart"/>
            <w:r>
              <w:rPr>
                <w:color w:val="000000"/>
              </w:rPr>
              <w:t>Heck</w:t>
            </w:r>
            <w:proofErr w:type="spellEnd"/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</w:tr>
      <w:tr w:rsidR="008D46FC" w:rsidTr="008D46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" w:type="pct"/>
            <w:tcBorders>
              <w:right w:val="nil"/>
            </w:tcBorders>
          </w:tcPr>
          <w:p w:rsidR="008D46FC" w:rsidRDefault="008D46FC" w:rsidP="008D46FC">
            <w:pPr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405" w:type="pct"/>
            <w:shd w:val="clear" w:color="auto" w:fill="auto"/>
            <w:noWrap/>
            <w:vAlign w:val="bottom"/>
          </w:tcPr>
          <w:p w:rsidR="008D46FC" w:rsidRDefault="008D46FC" w:rsidP="008D46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Lisanne Heijboer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</w:tr>
      <w:tr w:rsidR="008D46FC" w:rsidTr="008D46FC">
        <w:trPr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" w:type="pct"/>
            <w:tcBorders>
              <w:right w:val="nil"/>
            </w:tcBorders>
          </w:tcPr>
          <w:p w:rsidR="008D46FC" w:rsidRDefault="008D46FC" w:rsidP="008D46FC">
            <w:pPr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46FC" w:rsidRDefault="008D46FC" w:rsidP="008D46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Rory</w:t>
            </w:r>
            <w:proofErr w:type="spellEnd"/>
            <w:r>
              <w:rPr>
                <w:color w:val="000000"/>
              </w:rPr>
              <w:t xml:space="preserve"> van Heijningen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</w:tr>
      <w:tr w:rsidR="008D46FC" w:rsidTr="008D46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" w:type="pct"/>
            <w:tcBorders>
              <w:right w:val="nil"/>
            </w:tcBorders>
          </w:tcPr>
          <w:p w:rsidR="008D46FC" w:rsidRDefault="008D46FC" w:rsidP="008D46FC">
            <w:pPr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405" w:type="pct"/>
            <w:shd w:val="clear" w:color="auto" w:fill="auto"/>
            <w:noWrap/>
            <w:vAlign w:val="bottom"/>
          </w:tcPr>
          <w:p w:rsidR="008D46FC" w:rsidRDefault="008D46FC" w:rsidP="008D46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 xml:space="preserve">Milan </w:t>
            </w:r>
            <w:proofErr w:type="spellStart"/>
            <w:r>
              <w:rPr>
                <w:color w:val="000000"/>
              </w:rPr>
              <w:t>Helmons</w:t>
            </w:r>
            <w:proofErr w:type="spellEnd"/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</w:tr>
      <w:tr w:rsidR="008D46FC" w:rsidTr="008D46FC">
        <w:trPr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" w:type="pct"/>
            <w:tcBorders>
              <w:right w:val="nil"/>
            </w:tcBorders>
          </w:tcPr>
          <w:p w:rsidR="008D46FC" w:rsidRDefault="008D46FC" w:rsidP="008D46FC">
            <w:pPr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46FC" w:rsidRDefault="008D46FC" w:rsidP="008D46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 xml:space="preserve">Chris van </w:t>
            </w:r>
            <w:proofErr w:type="spellStart"/>
            <w:r>
              <w:rPr>
                <w:color w:val="000000"/>
              </w:rPr>
              <w:t>Herel</w:t>
            </w:r>
            <w:proofErr w:type="spellEnd"/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</w:tr>
      <w:tr w:rsidR="008D46FC" w:rsidTr="008D46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" w:type="pct"/>
            <w:tcBorders>
              <w:right w:val="nil"/>
            </w:tcBorders>
          </w:tcPr>
          <w:p w:rsidR="008D46FC" w:rsidRDefault="008D46FC" w:rsidP="008D46FC">
            <w:pPr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1405" w:type="pct"/>
            <w:shd w:val="clear" w:color="auto" w:fill="auto"/>
            <w:noWrap/>
            <w:vAlign w:val="bottom"/>
          </w:tcPr>
          <w:p w:rsidR="008D46FC" w:rsidRDefault="008D46FC" w:rsidP="008D46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Devy Heskens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</w:tr>
      <w:tr w:rsidR="008D46FC" w:rsidTr="008D46FC">
        <w:trPr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" w:type="pct"/>
            <w:tcBorders>
              <w:right w:val="nil"/>
            </w:tcBorders>
          </w:tcPr>
          <w:p w:rsidR="008D46FC" w:rsidRDefault="008D46FC" w:rsidP="008D46FC">
            <w:pPr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46FC" w:rsidRDefault="008D46FC" w:rsidP="008D46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Avana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Hoebeke</w:t>
            </w:r>
            <w:proofErr w:type="spellEnd"/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</w:tr>
      <w:tr w:rsidR="008D46FC" w:rsidTr="008D46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" w:type="pct"/>
            <w:tcBorders>
              <w:right w:val="nil"/>
            </w:tcBorders>
          </w:tcPr>
          <w:p w:rsidR="008D46FC" w:rsidRDefault="008D46FC" w:rsidP="008D46FC">
            <w:pPr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1405" w:type="pct"/>
            <w:shd w:val="clear" w:color="auto" w:fill="auto"/>
            <w:noWrap/>
            <w:vAlign w:val="bottom"/>
          </w:tcPr>
          <w:p w:rsidR="008D46FC" w:rsidRDefault="008D46FC" w:rsidP="008D46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Anouk 't Hoen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</w:tr>
      <w:tr w:rsidR="008D46FC" w:rsidTr="008D46FC">
        <w:trPr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" w:type="pct"/>
            <w:tcBorders>
              <w:right w:val="nil"/>
            </w:tcBorders>
          </w:tcPr>
          <w:p w:rsidR="008D46FC" w:rsidRDefault="008D46FC" w:rsidP="008D46FC">
            <w:pPr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46FC" w:rsidRDefault="008D46FC" w:rsidP="008D46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Jente Kaan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</w:tr>
      <w:tr w:rsidR="008D46FC" w:rsidTr="008D46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" w:type="pct"/>
            <w:tcBorders>
              <w:right w:val="nil"/>
            </w:tcBorders>
          </w:tcPr>
          <w:p w:rsidR="008D46FC" w:rsidRDefault="008D46FC" w:rsidP="008D46FC">
            <w:pPr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1405" w:type="pct"/>
            <w:shd w:val="clear" w:color="auto" w:fill="auto"/>
            <w:noWrap/>
            <w:vAlign w:val="bottom"/>
          </w:tcPr>
          <w:p w:rsidR="008D46FC" w:rsidRDefault="008D46FC" w:rsidP="008D46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Fenna van de Kar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</w:tr>
      <w:tr w:rsidR="008D46FC" w:rsidTr="008D46FC">
        <w:trPr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" w:type="pct"/>
            <w:tcBorders>
              <w:right w:val="nil"/>
            </w:tcBorders>
          </w:tcPr>
          <w:p w:rsidR="008D46FC" w:rsidRDefault="008D46FC" w:rsidP="008D46FC">
            <w:pPr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46FC" w:rsidRDefault="008D46FC" w:rsidP="008D46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Rick Kats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</w:tr>
      <w:tr w:rsidR="008D46FC" w:rsidTr="008D46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" w:type="pct"/>
            <w:tcBorders>
              <w:right w:val="nil"/>
            </w:tcBorders>
          </w:tcPr>
          <w:p w:rsidR="008D46FC" w:rsidRDefault="008D46FC" w:rsidP="008D46FC">
            <w:pPr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405" w:type="pct"/>
            <w:shd w:val="clear" w:color="auto" w:fill="auto"/>
            <w:noWrap/>
            <w:vAlign w:val="bottom"/>
          </w:tcPr>
          <w:p w:rsidR="008D46FC" w:rsidRDefault="008D46FC" w:rsidP="008D46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Rens Ketting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auto"/>
              </w:rPr>
            </w:pP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</w:tr>
      <w:tr w:rsidR="008D46FC" w:rsidTr="008D46FC">
        <w:trPr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" w:type="pct"/>
            <w:tcBorders>
              <w:right w:val="nil"/>
            </w:tcBorders>
          </w:tcPr>
          <w:p w:rsidR="008D46FC" w:rsidRDefault="008D46FC" w:rsidP="008D46FC">
            <w:pPr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1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46FC" w:rsidRDefault="008D46FC" w:rsidP="008D46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 xml:space="preserve">Jaimy </w:t>
            </w:r>
            <w:proofErr w:type="spellStart"/>
            <w:r>
              <w:rPr>
                <w:color w:val="000000"/>
              </w:rPr>
              <w:t>Kooren</w:t>
            </w:r>
            <w:proofErr w:type="spellEnd"/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</w:tr>
      <w:tr w:rsidR="008D46FC" w:rsidTr="008D46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" w:type="pct"/>
            <w:tcBorders>
              <w:right w:val="nil"/>
            </w:tcBorders>
          </w:tcPr>
          <w:p w:rsidR="008D46FC" w:rsidRDefault="008D46FC" w:rsidP="008D46FC">
            <w:pPr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1405" w:type="pct"/>
            <w:shd w:val="clear" w:color="auto" w:fill="auto"/>
            <w:noWrap/>
            <w:vAlign w:val="bottom"/>
          </w:tcPr>
          <w:p w:rsidR="008D46FC" w:rsidRDefault="008D46FC" w:rsidP="008D46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Naomi Korteweg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</w:tr>
      <w:tr w:rsidR="008D46FC" w:rsidTr="008D46FC">
        <w:trPr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" w:type="pct"/>
            <w:tcBorders>
              <w:right w:val="nil"/>
            </w:tcBorders>
          </w:tcPr>
          <w:p w:rsidR="008D46FC" w:rsidRDefault="008D46FC" w:rsidP="008D46FC">
            <w:pPr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1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46FC" w:rsidRDefault="008D46FC" w:rsidP="008D46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Sven Luijsterburg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</w:tr>
      <w:tr w:rsidR="008D46FC" w:rsidTr="008D46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" w:type="pct"/>
            <w:tcBorders>
              <w:right w:val="nil"/>
            </w:tcBorders>
          </w:tcPr>
          <w:p w:rsidR="008D46FC" w:rsidRDefault="008D46FC" w:rsidP="008D46FC">
            <w:pPr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1405" w:type="pct"/>
            <w:shd w:val="clear" w:color="auto" w:fill="auto"/>
            <w:noWrap/>
            <w:vAlign w:val="bottom"/>
          </w:tcPr>
          <w:p w:rsidR="008D46FC" w:rsidRDefault="008D46FC" w:rsidP="008D46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Sevdalin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Mihaylova</w:t>
            </w:r>
            <w:proofErr w:type="spellEnd"/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</w:tr>
      <w:tr w:rsidR="008D46FC" w:rsidTr="008D46FC">
        <w:trPr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" w:type="pct"/>
            <w:tcBorders>
              <w:right w:val="nil"/>
            </w:tcBorders>
          </w:tcPr>
          <w:p w:rsidR="008D46FC" w:rsidRDefault="008D46FC" w:rsidP="008D46FC">
            <w:pPr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46FC" w:rsidRDefault="008D46FC" w:rsidP="008D46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Joran Moerland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</w:tr>
      <w:tr w:rsidR="008D46FC" w:rsidTr="008D46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" w:type="pct"/>
            <w:tcBorders>
              <w:right w:val="nil"/>
            </w:tcBorders>
          </w:tcPr>
          <w:p w:rsidR="008D46FC" w:rsidRDefault="008D46FC" w:rsidP="008D46FC">
            <w:pPr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1405" w:type="pct"/>
            <w:shd w:val="clear" w:color="auto" w:fill="auto"/>
            <w:noWrap/>
            <w:vAlign w:val="bottom"/>
          </w:tcPr>
          <w:p w:rsidR="008D46FC" w:rsidRDefault="008D46FC" w:rsidP="008D46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 xml:space="preserve">Jesper </w:t>
            </w:r>
            <w:proofErr w:type="spellStart"/>
            <w:r>
              <w:rPr>
                <w:color w:val="000000"/>
              </w:rPr>
              <w:t>Olree</w:t>
            </w:r>
            <w:proofErr w:type="spellEnd"/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</w:tr>
      <w:tr w:rsidR="008D46FC" w:rsidTr="008D46FC">
        <w:trPr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" w:type="pct"/>
            <w:tcBorders>
              <w:right w:val="nil"/>
            </w:tcBorders>
          </w:tcPr>
          <w:p w:rsidR="008D46FC" w:rsidRDefault="008D46FC" w:rsidP="008D46FC">
            <w:pPr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1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46FC" w:rsidRDefault="008D46FC" w:rsidP="008D46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Martijn Ossenblok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</w:tr>
      <w:tr w:rsidR="008D46FC" w:rsidTr="008D46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" w:type="pct"/>
            <w:tcBorders>
              <w:right w:val="nil"/>
            </w:tcBorders>
          </w:tcPr>
          <w:p w:rsidR="008D46FC" w:rsidRDefault="008D46FC" w:rsidP="008D46FC">
            <w:pPr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1405" w:type="pct"/>
            <w:shd w:val="clear" w:color="auto" w:fill="auto"/>
            <w:noWrap/>
            <w:vAlign w:val="bottom"/>
          </w:tcPr>
          <w:p w:rsidR="008D46FC" w:rsidRDefault="008D46FC" w:rsidP="008D46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Desi van der Ree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</w:tr>
      <w:tr w:rsidR="008D46FC" w:rsidTr="008D46FC">
        <w:trPr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" w:type="pct"/>
            <w:tcBorders>
              <w:right w:val="nil"/>
            </w:tcBorders>
          </w:tcPr>
          <w:p w:rsidR="008D46FC" w:rsidRDefault="008D46FC" w:rsidP="008D46FC">
            <w:pPr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1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46FC" w:rsidRDefault="008D46FC" w:rsidP="008D46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 xml:space="preserve">Kookai </w:t>
            </w:r>
            <w:proofErr w:type="spellStart"/>
            <w:r>
              <w:rPr>
                <w:color w:val="000000"/>
              </w:rPr>
              <w:t>Renshof</w:t>
            </w:r>
            <w:proofErr w:type="spellEnd"/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</w:tr>
      <w:tr w:rsidR="008D46FC" w:rsidTr="008D46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" w:type="pct"/>
            <w:tcBorders>
              <w:right w:val="nil"/>
            </w:tcBorders>
          </w:tcPr>
          <w:p w:rsidR="008D46FC" w:rsidRDefault="008D46FC" w:rsidP="008D46FC">
            <w:pPr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1405" w:type="pct"/>
            <w:shd w:val="clear" w:color="auto" w:fill="auto"/>
            <w:noWrap/>
            <w:vAlign w:val="bottom"/>
          </w:tcPr>
          <w:p w:rsidR="008D46FC" w:rsidRDefault="008D46FC" w:rsidP="008D46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Naïsha</w:t>
            </w:r>
            <w:proofErr w:type="spellEnd"/>
            <w:r>
              <w:rPr>
                <w:color w:val="000000"/>
              </w:rPr>
              <w:t xml:space="preserve"> van Rooij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</w:tr>
      <w:tr w:rsidR="008D46FC" w:rsidTr="008D46FC">
        <w:trPr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" w:type="pct"/>
            <w:tcBorders>
              <w:right w:val="nil"/>
            </w:tcBorders>
          </w:tcPr>
          <w:p w:rsidR="008D46FC" w:rsidRDefault="008D46FC" w:rsidP="008D46FC">
            <w:pPr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1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46FC" w:rsidRDefault="008D46FC" w:rsidP="008D46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Raul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Sahraoui</w:t>
            </w:r>
            <w:proofErr w:type="spellEnd"/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</w:tr>
      <w:tr w:rsidR="008D46FC" w:rsidTr="008D46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" w:type="pct"/>
            <w:tcBorders>
              <w:right w:val="nil"/>
            </w:tcBorders>
          </w:tcPr>
          <w:p w:rsidR="008D46FC" w:rsidRDefault="008D46FC" w:rsidP="008D46FC">
            <w:pPr>
              <w:rPr>
                <w:color w:val="000000"/>
              </w:rPr>
            </w:pPr>
            <w:r>
              <w:rPr>
                <w:color w:val="000000"/>
              </w:rPr>
              <w:t>37</w:t>
            </w:r>
          </w:p>
        </w:tc>
        <w:tc>
          <w:tcPr>
            <w:tcW w:w="1405" w:type="pct"/>
            <w:shd w:val="clear" w:color="auto" w:fill="auto"/>
            <w:noWrap/>
            <w:vAlign w:val="bottom"/>
          </w:tcPr>
          <w:p w:rsidR="008D46FC" w:rsidRDefault="008D46FC" w:rsidP="008D46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 xml:space="preserve">Jessie </w:t>
            </w:r>
            <w:proofErr w:type="spellStart"/>
            <w:r>
              <w:rPr>
                <w:color w:val="000000"/>
              </w:rPr>
              <w:t>Sebregts</w:t>
            </w:r>
            <w:proofErr w:type="spellEnd"/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</w:tr>
      <w:tr w:rsidR="008D46FC" w:rsidTr="008D46FC">
        <w:trPr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" w:type="pct"/>
            <w:tcBorders>
              <w:right w:val="nil"/>
            </w:tcBorders>
          </w:tcPr>
          <w:p w:rsidR="008D46FC" w:rsidRDefault="008D46FC" w:rsidP="008D46FC">
            <w:pPr>
              <w:rPr>
                <w:color w:val="000000"/>
              </w:rPr>
            </w:pPr>
            <w:r>
              <w:rPr>
                <w:color w:val="000000"/>
              </w:rPr>
              <w:t>38</w:t>
            </w:r>
          </w:p>
        </w:tc>
        <w:tc>
          <w:tcPr>
            <w:tcW w:w="1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46FC" w:rsidRDefault="008D46FC" w:rsidP="008D46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Dylan Simon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</w:tr>
      <w:tr w:rsidR="008D46FC" w:rsidTr="008D46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" w:type="pct"/>
            <w:tcBorders>
              <w:right w:val="nil"/>
            </w:tcBorders>
          </w:tcPr>
          <w:p w:rsidR="008D46FC" w:rsidRDefault="008D46FC" w:rsidP="008D46FC">
            <w:pPr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1405" w:type="pct"/>
            <w:shd w:val="clear" w:color="auto" w:fill="auto"/>
            <w:noWrap/>
            <w:vAlign w:val="bottom"/>
          </w:tcPr>
          <w:p w:rsidR="008D46FC" w:rsidRDefault="008D46FC" w:rsidP="008D46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Lotte van Tilburg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</w:tr>
      <w:tr w:rsidR="008D46FC" w:rsidTr="008D46FC">
        <w:trPr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" w:type="pct"/>
            <w:tcBorders>
              <w:right w:val="nil"/>
            </w:tcBorders>
          </w:tcPr>
          <w:p w:rsidR="008D46FC" w:rsidRDefault="008D46FC" w:rsidP="008D46FC">
            <w:pPr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46FC" w:rsidRDefault="008D46FC" w:rsidP="008D46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 xml:space="preserve">Jarno </w:t>
            </w:r>
            <w:proofErr w:type="spellStart"/>
            <w:r>
              <w:rPr>
                <w:color w:val="000000"/>
              </w:rPr>
              <w:t>Traets</w:t>
            </w:r>
            <w:proofErr w:type="spellEnd"/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</w:tr>
      <w:tr w:rsidR="008D46FC" w:rsidTr="008D46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" w:type="pct"/>
            <w:tcBorders>
              <w:right w:val="nil"/>
            </w:tcBorders>
          </w:tcPr>
          <w:p w:rsidR="008D46FC" w:rsidRDefault="008D46FC" w:rsidP="008D46FC">
            <w:pPr>
              <w:rPr>
                <w:color w:val="000000"/>
              </w:rPr>
            </w:pPr>
            <w:r>
              <w:rPr>
                <w:color w:val="000000"/>
              </w:rPr>
              <w:t>41</w:t>
            </w:r>
          </w:p>
        </w:tc>
        <w:tc>
          <w:tcPr>
            <w:tcW w:w="1405" w:type="pct"/>
            <w:shd w:val="clear" w:color="auto" w:fill="auto"/>
            <w:noWrap/>
            <w:vAlign w:val="bottom"/>
          </w:tcPr>
          <w:p w:rsidR="008D46FC" w:rsidRDefault="008D46FC" w:rsidP="008D46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Sieb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Uijtdewilligen</w:t>
            </w:r>
            <w:proofErr w:type="spellEnd"/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</w:tr>
      <w:tr w:rsidR="008D46FC" w:rsidTr="008D46FC">
        <w:trPr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" w:type="pct"/>
            <w:tcBorders>
              <w:right w:val="nil"/>
            </w:tcBorders>
          </w:tcPr>
          <w:p w:rsidR="008D46FC" w:rsidRDefault="008D46FC" w:rsidP="008D46FC">
            <w:pPr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1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46FC" w:rsidRDefault="008D46FC" w:rsidP="008D46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 xml:space="preserve">Jasper </w:t>
            </w:r>
            <w:proofErr w:type="spellStart"/>
            <w:r>
              <w:rPr>
                <w:color w:val="000000"/>
              </w:rPr>
              <w:t>Voesenek</w:t>
            </w:r>
            <w:proofErr w:type="spellEnd"/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</w:tr>
      <w:tr w:rsidR="008D46FC" w:rsidTr="008D46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" w:type="pct"/>
            <w:tcBorders>
              <w:right w:val="nil"/>
            </w:tcBorders>
          </w:tcPr>
          <w:p w:rsidR="008D46FC" w:rsidRDefault="008D46FC" w:rsidP="008D46FC">
            <w:pPr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  <w:tc>
          <w:tcPr>
            <w:tcW w:w="1405" w:type="pct"/>
            <w:shd w:val="clear" w:color="auto" w:fill="auto"/>
            <w:noWrap/>
            <w:vAlign w:val="bottom"/>
          </w:tcPr>
          <w:p w:rsidR="008D46FC" w:rsidRDefault="008D46FC" w:rsidP="008D46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Maurice Wagensveld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</w:tr>
      <w:tr w:rsidR="008D46FC" w:rsidTr="008D46FC">
        <w:trPr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" w:type="pct"/>
            <w:tcBorders>
              <w:right w:val="nil"/>
            </w:tcBorders>
          </w:tcPr>
          <w:p w:rsidR="008D46FC" w:rsidRDefault="008D46FC" w:rsidP="008D46FC">
            <w:pPr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1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46FC" w:rsidRDefault="008D46FC" w:rsidP="008D46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Demy van der Wegen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</w:tr>
      <w:tr w:rsidR="008D46FC" w:rsidTr="008D46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" w:type="pct"/>
            <w:tcBorders>
              <w:right w:val="nil"/>
            </w:tcBorders>
          </w:tcPr>
          <w:p w:rsidR="008D46FC" w:rsidRDefault="008D46FC" w:rsidP="008D46FC">
            <w:pPr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1405" w:type="pct"/>
            <w:shd w:val="clear" w:color="auto" w:fill="auto"/>
            <w:noWrap/>
            <w:vAlign w:val="bottom"/>
          </w:tcPr>
          <w:p w:rsidR="008D46FC" w:rsidRDefault="008D46FC" w:rsidP="008D46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Floor Wensink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</w:tr>
      <w:tr w:rsidR="008D46FC" w:rsidTr="008D46FC">
        <w:trPr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" w:type="pct"/>
            <w:tcBorders>
              <w:right w:val="nil"/>
            </w:tcBorders>
          </w:tcPr>
          <w:p w:rsidR="008D46FC" w:rsidRDefault="008D46FC" w:rsidP="008D46FC">
            <w:pPr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1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46FC" w:rsidRDefault="008D46FC" w:rsidP="008D46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 xml:space="preserve">Finn </w:t>
            </w:r>
            <w:proofErr w:type="spellStart"/>
            <w:r>
              <w:rPr>
                <w:color w:val="000000"/>
              </w:rPr>
              <w:t>Woollard</w:t>
            </w:r>
            <w:proofErr w:type="spellEnd"/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</w:tr>
      <w:tr w:rsidR="008D46FC" w:rsidTr="008D46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" w:type="pct"/>
            <w:tcBorders>
              <w:right w:val="nil"/>
            </w:tcBorders>
          </w:tcPr>
          <w:p w:rsidR="008D46FC" w:rsidRDefault="008D46FC" w:rsidP="008D46FC">
            <w:pPr>
              <w:rPr>
                <w:color w:val="000000"/>
              </w:rPr>
            </w:pPr>
            <w:r>
              <w:rPr>
                <w:color w:val="000000"/>
              </w:rPr>
              <w:t>47</w:t>
            </w:r>
          </w:p>
        </w:tc>
        <w:tc>
          <w:tcPr>
            <w:tcW w:w="1405" w:type="pct"/>
            <w:shd w:val="clear" w:color="auto" w:fill="auto"/>
            <w:noWrap/>
            <w:vAlign w:val="bottom"/>
          </w:tcPr>
          <w:p w:rsidR="008D46FC" w:rsidRDefault="008D46FC" w:rsidP="008D46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  <w:bookmarkStart w:id="0" w:name="_GoBack"/>
            <w:bookmarkEnd w:id="0"/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6FC" w:rsidRDefault="008D46FC" w:rsidP="008D46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735FC5" w:rsidRDefault="00735FC5" w:rsidP="00F8214B">
      <w:pPr>
        <w:pStyle w:val="Default"/>
        <w:rPr>
          <w:sz w:val="22"/>
          <w:szCs w:val="22"/>
        </w:rPr>
      </w:pPr>
    </w:p>
    <w:p w:rsidR="00735FC5" w:rsidRDefault="00735FC5" w:rsidP="00F8214B">
      <w:pPr>
        <w:pStyle w:val="Default"/>
        <w:rPr>
          <w:sz w:val="22"/>
          <w:szCs w:val="22"/>
        </w:rPr>
      </w:pPr>
    </w:p>
    <w:p w:rsidR="00F8214B" w:rsidRDefault="00F8214B" w:rsidP="00F8214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* vooraf: brief naar de ouders en collegae </w:t>
      </w:r>
    </w:p>
    <w:p w:rsidR="00F8214B" w:rsidRDefault="00F8214B" w:rsidP="00F8214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Waarover gaan de leerlingen leren? </w:t>
      </w:r>
    </w:p>
    <w:p w:rsidR="00F8214B" w:rsidRDefault="00F8214B" w:rsidP="00F8214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* presenteren </w:t>
      </w:r>
    </w:p>
    <w:p w:rsidR="00F8214B" w:rsidRDefault="00F8214B" w:rsidP="00F8214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* debatteren </w:t>
      </w:r>
    </w:p>
    <w:p w:rsidR="00F8214B" w:rsidRDefault="00F8214B" w:rsidP="00F8214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* overleggen </w:t>
      </w:r>
    </w:p>
    <w:p w:rsidR="00F8214B" w:rsidRDefault="00F8214B" w:rsidP="00F8214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* gesprekken voeren met de “opdrachtgever” </w:t>
      </w:r>
    </w:p>
    <w:p w:rsidR="00F8214B" w:rsidRDefault="00F8214B" w:rsidP="00F8214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* duurzaamheid </w:t>
      </w:r>
    </w:p>
    <w:p w:rsidR="00F8214B" w:rsidRDefault="00F8214B" w:rsidP="00F8214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* indien mogelijk nog toe te voegen: burgerschap (samenwerking met maatschappijleer mogelijk?) </w:t>
      </w:r>
    </w:p>
    <w:p w:rsidR="00735FC5" w:rsidRDefault="00735FC5" w:rsidP="00F8214B">
      <w:pPr>
        <w:pStyle w:val="Default"/>
        <w:rPr>
          <w:sz w:val="22"/>
          <w:szCs w:val="22"/>
        </w:rPr>
      </w:pPr>
    </w:p>
    <w:p w:rsidR="00F8214B" w:rsidRDefault="00F8214B" w:rsidP="00F8214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Eisen vooraf: </w:t>
      </w:r>
    </w:p>
    <w:p w:rsidR="00F8214B" w:rsidRDefault="00F8214B" w:rsidP="00F8214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Alle leerlingen hebben geleerd wat duurzaamheid inhoudt. </w:t>
      </w:r>
    </w:p>
    <w:p w:rsidR="00F8214B" w:rsidRDefault="00F8214B" w:rsidP="00F8214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Alle leerlingen zullen stemmen welk plan het uiteindelijk gaat halen ( dit is dus inclusief de persmensen) </w:t>
      </w:r>
    </w:p>
    <w:p w:rsidR="00D665B5" w:rsidRDefault="00D665B5" w:rsidP="00F8214B">
      <w:pPr>
        <w:pStyle w:val="Default"/>
        <w:rPr>
          <w:sz w:val="22"/>
          <w:szCs w:val="22"/>
        </w:rPr>
      </w:pPr>
    </w:p>
    <w:p w:rsidR="00D665B5" w:rsidRDefault="00D665B5" w:rsidP="00F8214B">
      <w:pPr>
        <w:pStyle w:val="Default"/>
        <w:pageBreakBefore/>
        <w:rPr>
          <w:sz w:val="22"/>
          <w:szCs w:val="22"/>
        </w:rPr>
      </w:pPr>
    </w:p>
    <w:p w:rsidR="00F8214B" w:rsidRDefault="00F8214B" w:rsidP="00F8214B">
      <w:pPr>
        <w:pStyle w:val="Default"/>
        <w:pageBreakBefore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* de leerlingen gaan in 6 groepjes van 5 uiteen, SIN gaat vooraf deze groepen indelen </w:t>
      </w:r>
    </w:p>
    <w:p w:rsidR="00F8214B" w:rsidRDefault="00F8214B" w:rsidP="00F8214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* de 6 groepjes worden fracties </w:t>
      </w:r>
    </w:p>
    <w:p w:rsidR="00F8214B" w:rsidRDefault="00F8214B" w:rsidP="00F8214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* iedere fractie gaat een eigen plan m.b.t. duurzaamheid neerzetten. </w:t>
      </w:r>
    </w:p>
    <w:p w:rsidR="00F8214B" w:rsidRDefault="00F8214B" w:rsidP="00F8214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* tijdens de raadsvergadering (afsluitende deel van de dag) zitten er van de 5 mensen 3 achter de microfoon en 2 op de tribune </w:t>
      </w:r>
    </w:p>
    <w:p w:rsidR="00F8214B" w:rsidRDefault="00F8214B" w:rsidP="00F8214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* elke fractie krijgt een voorzitter </w:t>
      </w:r>
    </w:p>
    <w:p w:rsidR="00F8214B" w:rsidRDefault="00F8214B" w:rsidP="00F8214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* elke fractie verzint een eigen naam voor hun fractie </w:t>
      </w:r>
    </w:p>
    <w:p w:rsidR="00F8214B" w:rsidRDefault="00F8214B" w:rsidP="00F8214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* alle leerlingen (zie lijst) krijgen naambordjes. </w:t>
      </w:r>
    </w:p>
    <w:p w:rsidR="00F8214B" w:rsidRDefault="00F8214B" w:rsidP="00F8214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De Pers: </w:t>
      </w:r>
    </w:p>
    <w:p w:rsidR="00F8214B" w:rsidRDefault="00F8214B" w:rsidP="00F8214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* interne groep (interviewen van o.a. de fracties, raadsleden en burgemeester) </w:t>
      </w:r>
    </w:p>
    <w:p w:rsidR="00F8214B" w:rsidRDefault="00F8214B" w:rsidP="00F8214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* externe groep (interviewen bij bv. duurzame bedrijven in Steenbergen en mensen op straat) </w:t>
      </w:r>
    </w:p>
    <w:p w:rsidR="00F8214B" w:rsidRDefault="00F8214B" w:rsidP="00F8214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* beide groepen krijgen een voorzitter </w:t>
      </w:r>
    </w:p>
    <w:p w:rsidR="00F8214B" w:rsidRDefault="00F8214B" w:rsidP="00F8214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* beide groepen hebben de opdracht om te filmen </w:t>
      </w:r>
    </w:p>
    <w:p w:rsidR="00F8214B" w:rsidRDefault="00F8214B" w:rsidP="00F8214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* ook de SLOS zal door de gemeente worden uitgenodigd </w:t>
      </w:r>
    </w:p>
    <w:p w:rsidR="00F8214B" w:rsidRDefault="00F8214B" w:rsidP="00F8214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* alle persmensen hebben vooraf geleerd hoe zij een film kunnen maken </w:t>
      </w:r>
    </w:p>
    <w:p w:rsidR="00F8214B" w:rsidRDefault="00F8214B" w:rsidP="00F8214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Tijdens de dag : </w:t>
      </w:r>
    </w:p>
    <w:p w:rsidR="00F8214B" w:rsidRDefault="00F8214B" w:rsidP="00F8214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* krijgen pers en fracties een eigen ruimte en een begeleider van de gemeente en één van de school. </w:t>
      </w:r>
    </w:p>
    <w:p w:rsidR="00F8214B" w:rsidRDefault="00F8214B" w:rsidP="00F8214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* leren de </w:t>
      </w:r>
      <w:proofErr w:type="spellStart"/>
      <w:r>
        <w:rPr>
          <w:sz w:val="22"/>
          <w:szCs w:val="22"/>
        </w:rPr>
        <w:t>kids</w:t>
      </w:r>
      <w:proofErr w:type="spellEnd"/>
      <w:r>
        <w:rPr>
          <w:sz w:val="22"/>
          <w:szCs w:val="22"/>
        </w:rPr>
        <w:t xml:space="preserve"> wat duurzaamheid en een project opzetten en verdedigen inhoudt </w:t>
      </w:r>
    </w:p>
    <w:p w:rsidR="00F8214B" w:rsidRDefault="00F8214B" w:rsidP="00F8214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* leren de </w:t>
      </w:r>
      <w:proofErr w:type="spellStart"/>
      <w:r>
        <w:rPr>
          <w:sz w:val="22"/>
          <w:szCs w:val="22"/>
        </w:rPr>
        <w:t>kids</w:t>
      </w:r>
      <w:proofErr w:type="spellEnd"/>
      <w:r>
        <w:rPr>
          <w:sz w:val="22"/>
          <w:szCs w:val="22"/>
        </w:rPr>
        <w:t xml:space="preserve"> hoe het er in het gemeentehuis aan toe gaat </w:t>
      </w:r>
    </w:p>
    <w:p w:rsidR="00F8214B" w:rsidRDefault="00F8214B" w:rsidP="00F8214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* krijgen de leerlingen ambtelijke ondersteuning (denk hierbij aan de haalbaarheid bv.) </w:t>
      </w:r>
    </w:p>
    <w:p w:rsidR="00F8214B" w:rsidRDefault="00F8214B" w:rsidP="00F8214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* leren ze een “politieke aanpak”. </w:t>
      </w:r>
    </w:p>
    <w:p w:rsidR="00F8214B" w:rsidRDefault="00F8214B" w:rsidP="00F8214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Tijdens de raadsvergadering hebben de fracties tijdens de dag besloten wie en hoe hun idee zal worden gepresenteerd. </w:t>
      </w:r>
    </w:p>
    <w:p w:rsidR="00F8214B" w:rsidRDefault="00F8214B" w:rsidP="00F8214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De gemeente kijkt naar de aanwezigheidsmogelijkheid van de burgemeester en naar de tijden in het programma. Gezien de leeftijd en concentratie is rond 18.00 uur stoppen wel te adviseren. </w:t>
      </w:r>
    </w:p>
    <w:p w:rsidR="00FE689B" w:rsidRDefault="00F8214B" w:rsidP="00F8214B">
      <w:r>
        <w:t>CS 11-12-2020</w:t>
      </w:r>
    </w:p>
    <w:sectPr w:rsidR="00FE68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EE4A40"/>
    <w:multiLevelType w:val="hybridMultilevel"/>
    <w:tmpl w:val="E2CC68D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14B"/>
    <w:rsid w:val="006A59AB"/>
    <w:rsid w:val="00735FC5"/>
    <w:rsid w:val="0078135B"/>
    <w:rsid w:val="00885171"/>
    <w:rsid w:val="008D46FC"/>
    <w:rsid w:val="00D665B5"/>
    <w:rsid w:val="00E114E3"/>
    <w:rsid w:val="00F447E3"/>
    <w:rsid w:val="00F8214B"/>
    <w:rsid w:val="00FE6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03ED86-C1B0-493B-B7CA-C6EB72CCC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8214B"/>
    <w:pPr>
      <w:spacing w:after="0" w:line="240" w:lineRule="auto"/>
    </w:pPr>
    <w:rPr>
      <w:rFonts w:ascii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semiHidden/>
    <w:unhideWhenUsed/>
    <w:rsid w:val="00F8214B"/>
    <w:rPr>
      <w:color w:val="0563C1"/>
      <w:u w:val="single"/>
    </w:rPr>
  </w:style>
  <w:style w:type="paragraph" w:customStyle="1" w:styleId="Default">
    <w:name w:val="Default"/>
    <w:rsid w:val="00F8214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Gemiddeldelijst2-accent1">
    <w:name w:val="Medium List 2 Accent 1"/>
    <w:basedOn w:val="Standaardtabel"/>
    <w:uiPriority w:val="66"/>
    <w:rsid w:val="00D665B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nl-NL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Tabelraster">
    <w:name w:val="Table Grid"/>
    <w:basedOn w:val="Standaardtabel"/>
    <w:uiPriority w:val="39"/>
    <w:rsid w:val="00735F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13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C969B9BA.dotm</Template>
  <TotalTime>0</TotalTime>
  <Pages>5</Pages>
  <Words>745</Words>
  <Characters>4101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OMO Scholengroep Bergen op Zoom E.O.</Company>
  <LinksUpToDate>false</LinksUpToDate>
  <CharactersWithSpaces>4837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Sinke, Carolien</dc:creator>
  <cp:keywords/>
  <dc:description/>
  <cp:lastModifiedBy>Sinke, Carolien</cp:lastModifiedBy>
  <cp:revision>2</cp:revision>
  <dcterms:created xsi:type="dcterms:W3CDTF">2020-01-23T10:26:00Z</dcterms:created>
  <dcterms:modified xsi:type="dcterms:W3CDTF">2020-01-23T10:26:00Z</dcterms:modified>
</cp:coreProperties>
</file>