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F7" w:rsidRDefault="00533ABD" w:rsidP="00533ABD">
      <w:pPr>
        <w:pStyle w:val="Titel"/>
      </w:pPr>
      <w:r>
        <w:t>Aantekeningen les</w:t>
      </w:r>
    </w:p>
    <w:p w:rsidR="00533ABD" w:rsidRDefault="00533ABD" w:rsidP="00533ABD">
      <w:r>
        <w:rPr>
          <w:noProof/>
          <w:lang w:eastAsia="nl-NL"/>
        </w:rPr>
        <w:drawing>
          <wp:inline distT="0" distB="0" distL="0" distR="0" wp14:anchorId="7B7C2C07" wp14:editId="4908EE4D">
            <wp:extent cx="5760720" cy="286258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Default="00533ABD" w:rsidP="00533ABD">
      <w:r>
        <w:rPr>
          <w:noProof/>
          <w:lang w:eastAsia="nl-NL"/>
        </w:rPr>
        <w:drawing>
          <wp:inline distT="0" distB="0" distL="0" distR="0" wp14:anchorId="17908F10" wp14:editId="45420A82">
            <wp:extent cx="5760720" cy="29991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9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Default="00533ABD" w:rsidP="00533ABD">
      <w:r>
        <w:rPr>
          <w:noProof/>
          <w:lang w:eastAsia="nl-NL"/>
        </w:rPr>
        <w:lastRenderedPageBreak/>
        <w:drawing>
          <wp:inline distT="0" distB="0" distL="0" distR="0" wp14:anchorId="0024D950" wp14:editId="19B09C46">
            <wp:extent cx="5524500" cy="2757987"/>
            <wp:effectExtent l="0" t="0" r="0" b="444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1902" cy="276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Pr="00533ABD" w:rsidRDefault="00533ABD" w:rsidP="00533ABD">
      <w:pPr>
        <w:pStyle w:val="Kop1"/>
        <w:rPr>
          <w:b/>
          <w:color w:val="auto"/>
          <w:u w:val="single"/>
        </w:rPr>
      </w:pPr>
      <w:r w:rsidRPr="00533ABD">
        <w:rPr>
          <w:b/>
          <w:color w:val="auto"/>
          <w:u w:val="single"/>
        </w:rPr>
        <w:t>Hoe stel je een formule op bij een grafiek?</w:t>
      </w:r>
    </w:p>
    <w:p w:rsidR="00533ABD" w:rsidRDefault="00533ABD" w:rsidP="00533ABD">
      <w:r>
        <w:rPr>
          <w:noProof/>
          <w:lang w:eastAsia="nl-NL"/>
        </w:rPr>
        <w:drawing>
          <wp:inline distT="0" distB="0" distL="0" distR="0" wp14:anchorId="16683176" wp14:editId="7F4D8385">
            <wp:extent cx="5760720" cy="26162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Pr="00533ABD" w:rsidRDefault="00533ABD" w:rsidP="00533ABD">
      <w:pPr>
        <w:pStyle w:val="Kop1"/>
        <w:rPr>
          <w:b/>
          <w:color w:val="auto"/>
          <w:u w:val="single"/>
        </w:rPr>
      </w:pPr>
      <w:r w:rsidRPr="00533ABD">
        <w:rPr>
          <w:b/>
          <w:color w:val="auto"/>
          <w:u w:val="single"/>
        </w:rPr>
        <w:t>Hoe stel je een formule op bij een evenwijdige lijn en een punt?</w:t>
      </w:r>
    </w:p>
    <w:p w:rsidR="00533ABD" w:rsidRDefault="00533ABD" w:rsidP="00533ABD">
      <w:r>
        <w:rPr>
          <w:noProof/>
          <w:lang w:eastAsia="nl-NL"/>
        </w:rPr>
        <w:drawing>
          <wp:inline distT="0" distB="0" distL="0" distR="0" wp14:anchorId="52B3F87F" wp14:editId="11C242A1">
            <wp:extent cx="6236331" cy="244792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4458" cy="245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Default="00533ABD" w:rsidP="00533ABD">
      <w:r>
        <w:rPr>
          <w:noProof/>
          <w:lang w:eastAsia="nl-NL"/>
        </w:rPr>
        <w:lastRenderedPageBreak/>
        <w:drawing>
          <wp:inline distT="0" distB="0" distL="0" distR="0" wp14:anchorId="7F53F772" wp14:editId="0CBEE518">
            <wp:extent cx="5760720" cy="261874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ABD" w:rsidRDefault="00533ABD" w:rsidP="00533ABD">
      <w:pPr>
        <w:pStyle w:val="Kop1"/>
      </w:pPr>
      <w:r>
        <w:t>Breuken weghalen. Links en rechts vermenigvuldigen met de noemer.</w:t>
      </w:r>
    </w:p>
    <w:p w:rsidR="00533ABD" w:rsidRPr="00533ABD" w:rsidRDefault="00533ABD" w:rsidP="00533ABD">
      <w:r>
        <w:rPr>
          <w:noProof/>
          <w:lang w:eastAsia="nl-NL"/>
        </w:rPr>
        <w:drawing>
          <wp:inline distT="0" distB="0" distL="0" distR="0" wp14:anchorId="4D148198" wp14:editId="709CA91E">
            <wp:extent cx="2543175" cy="3196590"/>
            <wp:effectExtent l="0" t="0" r="9525" b="381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55853"/>
                    <a:stretch/>
                  </pic:blipFill>
                  <pic:spPr bwMode="auto">
                    <a:xfrm>
                      <a:off x="0" y="0"/>
                      <a:ext cx="2543175" cy="3196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3ABD" w:rsidRPr="00533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BD"/>
    <w:rsid w:val="000E1E9E"/>
    <w:rsid w:val="004D47BE"/>
    <w:rsid w:val="0053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35B83-010C-4F27-BAF4-E0ACEA59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33A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33A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33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533A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D5A6DE4E.dotm</Template>
  <TotalTime>8</TotalTime>
  <Pages>3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Mullenders</dc:creator>
  <cp:keywords/>
  <dc:description/>
  <cp:lastModifiedBy>Brittany Mullenders</cp:lastModifiedBy>
  <cp:revision>1</cp:revision>
  <dcterms:created xsi:type="dcterms:W3CDTF">2019-12-13T08:43:00Z</dcterms:created>
  <dcterms:modified xsi:type="dcterms:W3CDTF">2019-12-13T08:51:00Z</dcterms:modified>
</cp:coreProperties>
</file>