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ABF" w:rsidRPr="008227B8" w:rsidRDefault="00A07ABF" w:rsidP="00A07ABF">
      <w:pPr>
        <w:jc w:val="right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5911795</wp:posOffset>
            </wp:positionH>
            <wp:positionV relativeFrom="paragraph">
              <wp:posOffset>3976</wp:posOffset>
            </wp:positionV>
            <wp:extent cx="731520" cy="112064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eiligThuis-Groninge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1120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19D0" w:rsidRPr="008227B8" w:rsidRDefault="000D19D0" w:rsidP="000D19D0">
      <w:pPr>
        <w:rPr>
          <w:rFonts w:ascii="Calibri" w:hAnsi="Calibri"/>
          <w:b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 xml:space="preserve">Horen, zien…praten: Opdracht bij les 1: </w:t>
      </w:r>
      <w:r w:rsidRPr="008227B8">
        <w:rPr>
          <w:rFonts w:ascii="Calibri" w:hAnsi="Calibri"/>
          <w:b/>
          <w:sz w:val="28"/>
          <w:szCs w:val="28"/>
        </w:rPr>
        <w:t>Wat weet je al?</w:t>
      </w:r>
    </w:p>
    <w:p w:rsidR="000D19D0" w:rsidRPr="008227B8" w:rsidRDefault="000D19D0" w:rsidP="000D19D0">
      <w:pPr>
        <w:rPr>
          <w:rFonts w:ascii="Calibri" w:hAnsi="Calibri"/>
          <w:b/>
          <w:sz w:val="28"/>
          <w:szCs w:val="28"/>
        </w:rPr>
      </w:pPr>
    </w:p>
    <w:p w:rsidR="000D19D0" w:rsidRPr="008227B8" w:rsidRDefault="000D19D0" w:rsidP="000D19D0">
      <w:pPr>
        <w:rPr>
          <w:rFonts w:ascii="Calibri" w:hAnsi="Calibri"/>
          <w:b/>
          <w:sz w:val="28"/>
          <w:szCs w:val="28"/>
        </w:rPr>
      </w:pPr>
    </w:p>
    <w:p w:rsidR="000D19D0" w:rsidRPr="008227B8" w:rsidRDefault="000D19D0" w:rsidP="000D19D0">
      <w:pPr>
        <w:pStyle w:val="Lijstalinea"/>
        <w:numPr>
          <w:ilvl w:val="0"/>
          <w:numId w:val="1"/>
        </w:numPr>
        <w:spacing w:after="200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>Wat is volgens jou huiselijk geweld?</w:t>
      </w:r>
    </w:p>
    <w:p w:rsidR="000D19D0" w:rsidRPr="008227B8" w:rsidRDefault="000D19D0" w:rsidP="000D19D0">
      <w:pPr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numPr>
          <w:ilvl w:val="0"/>
          <w:numId w:val="1"/>
        </w:numPr>
        <w:spacing w:after="200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>Tussen wie kan huiselijk geweld plaatsvinden?</w:t>
      </w:r>
    </w:p>
    <w:p w:rsidR="000D19D0" w:rsidRPr="008227B8" w:rsidRDefault="000D19D0" w:rsidP="000D19D0">
      <w:pPr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rPr>
          <w:rFonts w:ascii="Calibri" w:hAnsi="Calibri"/>
          <w:sz w:val="28"/>
          <w:szCs w:val="28"/>
        </w:rPr>
      </w:pPr>
      <w:bookmarkStart w:id="0" w:name="_GoBack"/>
      <w:bookmarkEnd w:id="0"/>
    </w:p>
    <w:p w:rsidR="000D19D0" w:rsidRPr="008227B8" w:rsidRDefault="000D19D0" w:rsidP="000D19D0">
      <w:pPr>
        <w:pStyle w:val="Lijstalinea"/>
        <w:numPr>
          <w:ilvl w:val="0"/>
          <w:numId w:val="1"/>
        </w:numPr>
        <w:spacing w:after="200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>Hoe kan huiselijk geweld eruit zien?</w:t>
      </w:r>
    </w:p>
    <w:p w:rsidR="000D19D0" w:rsidRPr="008227B8" w:rsidRDefault="000D19D0" w:rsidP="000D19D0">
      <w:pPr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numPr>
          <w:ilvl w:val="0"/>
          <w:numId w:val="1"/>
        </w:numPr>
        <w:spacing w:after="200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>Kan je binnen een gezin altijd spreken over een slachtoffer en pleger? (leg uit)</w:t>
      </w:r>
    </w:p>
    <w:p w:rsidR="000D19D0" w:rsidRPr="008227B8" w:rsidRDefault="000D19D0" w:rsidP="000D19D0">
      <w:pPr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numPr>
          <w:ilvl w:val="0"/>
          <w:numId w:val="1"/>
        </w:numPr>
        <w:spacing w:after="200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>Ben je tijdens je stage, werk of in je omgeving wel eens in aanraking gekomen met huiselijk geweld? Of ken je iemand die huiselijk geweld heeft mee(ge)maakt?</w:t>
      </w: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>a</w:t>
      </w:r>
      <w:r w:rsidRPr="008227B8">
        <w:rPr>
          <w:rFonts w:ascii="Calibri" w:hAnsi="Calibri"/>
          <w:sz w:val="28"/>
          <w:szCs w:val="28"/>
        </w:rPr>
        <w:tab/>
        <w:t>zo ja; Van wat voor soort huiselijk geweld was er sprake?</w:t>
      </w: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>b</w:t>
      </w:r>
      <w:r w:rsidRPr="008227B8">
        <w:rPr>
          <w:rFonts w:ascii="Calibri" w:hAnsi="Calibri"/>
          <w:sz w:val="28"/>
          <w:szCs w:val="28"/>
        </w:rPr>
        <w:tab/>
        <w:t>zo ja; heb je iets gedaan in die situatie (waarom wel/niet)</w:t>
      </w: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numPr>
          <w:ilvl w:val="0"/>
          <w:numId w:val="1"/>
        </w:numPr>
        <w:spacing w:after="200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>Als je zelf met huiselijk geweld te maken hebt/zou hebben;</w:t>
      </w: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>a</w:t>
      </w:r>
      <w:r w:rsidRPr="008227B8">
        <w:rPr>
          <w:rFonts w:ascii="Calibri" w:hAnsi="Calibri"/>
          <w:sz w:val="28"/>
          <w:szCs w:val="28"/>
        </w:rPr>
        <w:tab/>
        <w:t>Zou je er met iemand over praten?</w:t>
      </w: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>b</w:t>
      </w:r>
      <w:r w:rsidRPr="008227B8">
        <w:rPr>
          <w:rFonts w:ascii="Calibri" w:hAnsi="Calibri"/>
          <w:sz w:val="28"/>
          <w:szCs w:val="28"/>
        </w:rPr>
        <w:tab/>
        <w:t>Zo ja; met wie zou je dan contact leggen/naar wie zou je dan toe gaan?</w:t>
      </w: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pStyle w:val="Lijstalinea"/>
        <w:rPr>
          <w:rFonts w:ascii="Calibri" w:hAnsi="Calibri"/>
          <w:sz w:val="28"/>
          <w:szCs w:val="28"/>
        </w:rPr>
      </w:pPr>
    </w:p>
    <w:p w:rsidR="000D19D0" w:rsidRPr="008227B8" w:rsidRDefault="000D19D0" w:rsidP="000D19D0">
      <w:pPr>
        <w:ind w:firstLine="720"/>
        <w:rPr>
          <w:rFonts w:ascii="Calibri" w:hAnsi="Calibri"/>
          <w:sz w:val="28"/>
          <w:szCs w:val="28"/>
        </w:rPr>
      </w:pPr>
      <w:r w:rsidRPr="008227B8">
        <w:rPr>
          <w:rFonts w:ascii="Calibri" w:hAnsi="Calibri"/>
          <w:sz w:val="28"/>
          <w:szCs w:val="28"/>
        </w:rPr>
        <w:t>c</w:t>
      </w:r>
      <w:r w:rsidRPr="008227B8">
        <w:rPr>
          <w:rFonts w:ascii="Calibri" w:hAnsi="Calibri"/>
          <w:sz w:val="28"/>
          <w:szCs w:val="28"/>
        </w:rPr>
        <w:tab/>
        <w:t>Zo nee; waarom niet / wat belemmert je?</w:t>
      </w:r>
    </w:p>
    <w:sectPr w:rsidR="000D19D0" w:rsidRPr="008227B8" w:rsidSect="000D19D0">
      <w:pgSz w:w="11907" w:h="16839" w:code="9"/>
      <w:pgMar w:top="720" w:right="720" w:bottom="720" w:left="720" w:header="709" w:footer="709" w:gutter="0"/>
      <w:paperSrc w:first="262" w:other="26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20E98"/>
    <w:multiLevelType w:val="hybridMultilevel"/>
    <w:tmpl w:val="33F6CE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D0"/>
    <w:rsid w:val="000D19D0"/>
    <w:rsid w:val="00173580"/>
    <w:rsid w:val="002052AC"/>
    <w:rsid w:val="003408AB"/>
    <w:rsid w:val="003E0502"/>
    <w:rsid w:val="003F7A7F"/>
    <w:rsid w:val="00554705"/>
    <w:rsid w:val="005A4F59"/>
    <w:rsid w:val="00696229"/>
    <w:rsid w:val="007A42B2"/>
    <w:rsid w:val="007E1D06"/>
    <w:rsid w:val="008227B8"/>
    <w:rsid w:val="00975EFD"/>
    <w:rsid w:val="00A07ABF"/>
    <w:rsid w:val="00E2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557EA-75AE-4C57-87AE-10A39095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JBnoord"/>
    <w:qFormat/>
    <w:rsid w:val="00975EFD"/>
    <w:pPr>
      <w:spacing w:line="240" w:lineRule="auto"/>
      <w:contextualSpacing/>
    </w:pPr>
    <w:rPr>
      <w:rFonts w:ascii="Arial" w:hAnsi="Arial"/>
      <w:sz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19D0"/>
    <w:pPr>
      <w:spacing w:after="0"/>
      <w:ind w:left="720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AC222F80E74E429F2BCD9E8A212A8E" ma:contentTypeVersion="6" ma:contentTypeDescription="Een nieuw document maken." ma:contentTypeScope="" ma:versionID="be080f4f6b28fa93731776e5d254d6b9">
  <xsd:schema xmlns:xsd="http://www.w3.org/2001/XMLSchema" xmlns:xs="http://www.w3.org/2001/XMLSchema" xmlns:p="http://schemas.microsoft.com/office/2006/metadata/properties" xmlns:ns2="38872af9-a1ea-4d99-971d-07f93743392e" xmlns:ns3="0a89612a-7589-4aa0-b207-b5660599afb1" targetNamespace="http://schemas.microsoft.com/office/2006/metadata/properties" ma:root="true" ma:fieldsID="169a37b4215eb57194627218225d7b07" ns2:_="" ns3:_="">
    <xsd:import namespace="38872af9-a1ea-4d99-971d-07f93743392e"/>
    <xsd:import namespace="0a89612a-7589-4aa0-b207-b5660599af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72af9-a1ea-4d99-971d-07f937433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9612a-7589-4aa0-b207-b5660599afb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3F6D88-97C8-4597-AA9A-A9926F5CBCB6}"/>
</file>

<file path=customXml/itemProps2.xml><?xml version="1.0" encoding="utf-8"?>
<ds:datastoreItem xmlns:ds="http://schemas.openxmlformats.org/officeDocument/2006/customXml" ds:itemID="{1E6C7862-6AD0-49B6-9A20-C288608386B2}"/>
</file>

<file path=customXml/itemProps3.xml><?xml version="1.0" encoding="utf-8"?>
<ds:datastoreItem xmlns:ds="http://schemas.openxmlformats.org/officeDocument/2006/customXml" ds:itemID="{AA7ED549-01EB-46AA-824E-CB03F14EF601}"/>
</file>

<file path=docProps/app.xml><?xml version="1.0" encoding="utf-8"?>
<Properties xmlns="http://schemas.openxmlformats.org/officeDocument/2006/extended-properties" xmlns:vt="http://schemas.openxmlformats.org/officeDocument/2006/docPropsVTypes">
  <Template>94636325.dotm</Template>
  <TotalTime>5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Trenning</dc:creator>
  <cp:keywords/>
  <dc:description/>
  <cp:lastModifiedBy>Karin Jong, de</cp:lastModifiedBy>
  <cp:revision>4</cp:revision>
  <cp:lastPrinted>2016-03-30T13:19:00Z</cp:lastPrinted>
  <dcterms:created xsi:type="dcterms:W3CDTF">2017-11-23T11:27:00Z</dcterms:created>
  <dcterms:modified xsi:type="dcterms:W3CDTF">2019-07-23T14:11:00Z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0x010100B1AC222F80E74E429F2BCD9E8A212A8E</vt:lpwstr>
  </property>
</Properties>
</file>