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7D2" w:rsidRPr="007C44B4" w:rsidRDefault="007C44B4">
      <w:pPr>
        <w:rPr>
          <w:b/>
        </w:rPr>
      </w:pPr>
      <w:r w:rsidRPr="007C44B4">
        <w:rPr>
          <w:b/>
        </w:rPr>
        <w:t>Extra oefenopgave</w:t>
      </w:r>
      <w:r>
        <w:rPr>
          <w:b/>
        </w:rPr>
        <w:t>n</w:t>
      </w:r>
      <w:r w:rsidRPr="007C44B4">
        <w:rPr>
          <w:b/>
        </w:rPr>
        <w:t xml:space="preserve"> stereo-isomerie</w:t>
      </w:r>
    </w:p>
    <w:p w:rsidR="007C44B4" w:rsidRPr="007C44B4" w:rsidRDefault="007C44B4">
      <w:pPr>
        <w:rPr>
          <w:b/>
        </w:rPr>
      </w:pPr>
    </w:p>
    <w:p w:rsidR="007C44B4" w:rsidRDefault="007C44B4">
      <w:r w:rsidRPr="007C44B4">
        <w:rPr>
          <w:b/>
        </w:rPr>
        <w:t>Opgave</w:t>
      </w:r>
      <w:r>
        <w:t xml:space="preserve"> </w:t>
      </w:r>
      <w:r w:rsidRPr="004408A3">
        <w:rPr>
          <w:b/>
        </w:rPr>
        <w:t>1</w:t>
      </w:r>
    </w:p>
    <w:p w:rsidR="007C44B4" w:rsidRDefault="007C44B4">
      <w:r>
        <w:t>Leg uit hoeveel stereo-isomeren bestaan van:</w:t>
      </w:r>
    </w:p>
    <w:p w:rsidR="007C44B4" w:rsidRDefault="007C44B4" w:rsidP="007C44B4">
      <w:pPr>
        <w:pStyle w:val="Lijstalinea"/>
        <w:numPr>
          <w:ilvl w:val="0"/>
          <w:numId w:val="1"/>
        </w:numPr>
      </w:pPr>
      <w:r>
        <w:t>2-broom-4-chloorhexaan</w:t>
      </w:r>
    </w:p>
    <w:p w:rsidR="005357D1" w:rsidRDefault="005357D1" w:rsidP="007C44B4">
      <w:pPr>
        <w:pStyle w:val="Lijstalinea"/>
        <w:numPr>
          <w:ilvl w:val="0"/>
          <w:numId w:val="1"/>
        </w:numPr>
      </w:pPr>
      <w:r>
        <w:t>Hexa-1,3,5-trieen</w:t>
      </w:r>
    </w:p>
    <w:p w:rsidR="00906CA9" w:rsidRDefault="00906CA9" w:rsidP="007C44B4">
      <w:pPr>
        <w:pStyle w:val="Lijstalinea"/>
        <w:numPr>
          <w:ilvl w:val="0"/>
          <w:numId w:val="1"/>
        </w:numPr>
      </w:pPr>
      <w:r>
        <w:t>3,4-diaminohexaandizuur</w:t>
      </w:r>
    </w:p>
    <w:p w:rsidR="004408A3" w:rsidRDefault="004408A3" w:rsidP="004408A3"/>
    <w:p w:rsidR="005357D1" w:rsidRPr="00195D67" w:rsidRDefault="005357D1" w:rsidP="004408A3">
      <w:pPr>
        <w:rPr>
          <w:b/>
        </w:rPr>
      </w:pPr>
      <w:r w:rsidRPr="00195D67">
        <w:rPr>
          <w:b/>
        </w:rPr>
        <w:t>Opgave 2</w:t>
      </w:r>
    </w:p>
    <w:p w:rsidR="005357D1" w:rsidRDefault="00195D67" w:rsidP="004408A3">
      <w:r>
        <w:t>Een eliminatiereactie is het omgekeerde van een additiereactie. Bijvoorbeeld uit ethaanbromide kan dan etheen en waterstofbromide ontstaan.</w:t>
      </w:r>
    </w:p>
    <w:p w:rsidR="00195D67" w:rsidRDefault="00195D67" w:rsidP="002A394A">
      <w:r>
        <w:t>Leg uit welke stoffen kunnen via een eliminatiereactie kunnen ontstaan uit 2-broompentaan.</w:t>
      </w:r>
    </w:p>
    <w:p w:rsidR="00195D67" w:rsidRDefault="00195D67" w:rsidP="00E57BCC"/>
    <w:p w:rsidR="00E57BCC" w:rsidRPr="00E57BCC" w:rsidRDefault="00E57BCC" w:rsidP="00E57BCC">
      <w:pPr>
        <w:rPr>
          <w:b/>
        </w:rPr>
      </w:pPr>
      <w:r w:rsidRPr="00E57BCC">
        <w:rPr>
          <w:b/>
        </w:rPr>
        <w:t>Opgave 3</w:t>
      </w:r>
    </w:p>
    <w:p w:rsidR="000C7BCE" w:rsidRDefault="00E57BCC" w:rsidP="00E57BCC">
      <w:r>
        <w:t xml:space="preserve">Buta-1,3-dieen reageert met </w:t>
      </w:r>
      <w:r w:rsidR="00332A3E">
        <w:t>waterstofbromide</w:t>
      </w:r>
      <w:r>
        <w:t xml:space="preserve"> in een additiereactie. Er kan 1,2-additie en 1,4-additie plaatsvinden. </w:t>
      </w:r>
    </w:p>
    <w:p w:rsidR="000C7BCE" w:rsidRDefault="00E57BCC" w:rsidP="000C7BCE">
      <w:pPr>
        <w:pStyle w:val="Lijstalinea"/>
        <w:numPr>
          <w:ilvl w:val="0"/>
          <w:numId w:val="7"/>
        </w:numPr>
      </w:pPr>
      <w:r>
        <w:t xml:space="preserve">Leg uit </w:t>
      </w:r>
      <w:r w:rsidR="000C7BCE">
        <w:t>welke</w:t>
      </w:r>
      <w:r>
        <w:t xml:space="preserve"> stoffen kunnen ontstaan.</w:t>
      </w:r>
      <w:r w:rsidR="00C945AF">
        <w:t xml:space="preserve"> Ga er vanuit dat </w:t>
      </w:r>
      <w:r w:rsidR="000C7BCE">
        <w:t>elk</w:t>
      </w:r>
      <w:r w:rsidR="00C945AF">
        <w:t>e buta-1,3-</w:t>
      </w:r>
      <w:r w:rsidR="00ED34DB">
        <w:t>dieen molecu</w:t>
      </w:r>
      <w:r w:rsidR="000C7BCE">
        <w:t>ul</w:t>
      </w:r>
      <w:r w:rsidR="00ED34DB">
        <w:t xml:space="preserve"> met een </w:t>
      </w:r>
      <w:r w:rsidR="00332A3E">
        <w:t>waterstofbromide</w:t>
      </w:r>
      <w:r w:rsidR="00ED34DB">
        <w:t>mo</w:t>
      </w:r>
      <w:r w:rsidR="00C945AF">
        <w:t>l</w:t>
      </w:r>
      <w:r w:rsidR="00ED34DB">
        <w:t>e</w:t>
      </w:r>
      <w:r w:rsidR="00C945AF">
        <w:t>cuul reage</w:t>
      </w:r>
      <w:r w:rsidR="000C7BCE">
        <w:t>ert.</w:t>
      </w:r>
    </w:p>
    <w:p w:rsidR="00E57BCC" w:rsidRDefault="000C7BCE" w:rsidP="000C7BCE">
      <w:pPr>
        <w:pStyle w:val="Lijstalinea"/>
        <w:numPr>
          <w:ilvl w:val="0"/>
          <w:numId w:val="7"/>
        </w:numPr>
      </w:pPr>
      <w:r>
        <w:t>Verklaar waarom je ook 1,2-dibroombutaan aan zou kunnen treffen in het mengsel van reactieproducten.</w:t>
      </w:r>
      <w:r w:rsidR="00C945AF">
        <w:t xml:space="preserve"> </w:t>
      </w:r>
    </w:p>
    <w:p w:rsidR="00ED34DB" w:rsidRDefault="00ED34DB" w:rsidP="00E57BCC"/>
    <w:p w:rsidR="00ED34DB" w:rsidRPr="002A394A" w:rsidRDefault="00ED34DB" w:rsidP="00E57BCC">
      <w:pPr>
        <w:rPr>
          <w:rFonts w:cstheme="minorHAnsi"/>
          <w:b/>
        </w:rPr>
      </w:pPr>
      <w:r w:rsidRPr="002A394A">
        <w:rPr>
          <w:rFonts w:cstheme="minorHAnsi"/>
          <w:b/>
        </w:rPr>
        <w:t>Opgave 4 (</w:t>
      </w:r>
      <w:r w:rsidR="00767EAE">
        <w:rPr>
          <w:rFonts w:cstheme="minorHAnsi"/>
          <w:b/>
        </w:rPr>
        <w:t xml:space="preserve">bron: </w:t>
      </w:r>
      <w:r w:rsidRPr="002A394A">
        <w:rPr>
          <w:rFonts w:cstheme="minorHAnsi"/>
          <w:b/>
        </w:rPr>
        <w:t>scheikunde-olympiade)</w:t>
      </w:r>
      <w:bookmarkStart w:id="0" w:name="_GoBack"/>
      <w:bookmarkEnd w:id="0"/>
    </w:p>
    <w:p w:rsidR="00ED34DB" w:rsidRPr="002A394A" w:rsidRDefault="00ED34DB" w:rsidP="00ED34DB">
      <w:pPr>
        <w:rPr>
          <w:rFonts w:cstheme="minorHAnsi"/>
        </w:rPr>
      </w:pPr>
      <w:r w:rsidRPr="002A394A">
        <w:rPr>
          <w:rFonts w:cstheme="minorHAnsi"/>
        </w:rPr>
        <w:t xml:space="preserve">Er bestaan verschillende </w:t>
      </w:r>
      <w:proofErr w:type="spellStart"/>
      <w:r w:rsidRPr="002A394A">
        <w:rPr>
          <w:rFonts w:cstheme="minorHAnsi"/>
        </w:rPr>
        <w:t>isomere</w:t>
      </w:r>
      <w:proofErr w:type="spellEnd"/>
      <w:r w:rsidRPr="002A394A">
        <w:rPr>
          <w:rFonts w:cstheme="minorHAnsi"/>
        </w:rPr>
        <w:t xml:space="preserve"> alkanen met formule C</w:t>
      </w:r>
      <w:r w:rsidRPr="002A394A">
        <w:rPr>
          <w:rFonts w:cstheme="minorHAnsi"/>
          <w:vertAlign w:val="subscript"/>
        </w:rPr>
        <w:t>6</w:t>
      </w:r>
      <w:r w:rsidRPr="002A394A">
        <w:rPr>
          <w:rFonts w:cstheme="minorHAnsi"/>
        </w:rPr>
        <w:t>H</w:t>
      </w:r>
      <w:r w:rsidRPr="002A394A">
        <w:rPr>
          <w:rFonts w:cstheme="minorHAnsi"/>
          <w:vertAlign w:val="subscript"/>
        </w:rPr>
        <w:t>14</w:t>
      </w:r>
      <w:r w:rsidRPr="002A394A">
        <w:rPr>
          <w:rFonts w:cstheme="minorHAnsi"/>
        </w:rPr>
        <w:t xml:space="preserve">. Bij </w:t>
      </w:r>
      <w:proofErr w:type="spellStart"/>
      <w:r w:rsidRPr="002A394A">
        <w:rPr>
          <w:rFonts w:cstheme="minorHAnsi"/>
        </w:rPr>
        <w:t>chlorering</w:t>
      </w:r>
      <w:proofErr w:type="spellEnd"/>
      <w:r w:rsidRPr="002A394A">
        <w:rPr>
          <w:rFonts w:cstheme="minorHAnsi"/>
        </w:rPr>
        <w:t xml:space="preserve"> kunnen van deze alkanen </w:t>
      </w:r>
      <w:proofErr w:type="spellStart"/>
      <w:r w:rsidRPr="002A394A">
        <w:rPr>
          <w:rFonts w:cstheme="minorHAnsi"/>
        </w:rPr>
        <w:t>monochlooralkanen</w:t>
      </w:r>
      <w:proofErr w:type="spellEnd"/>
      <w:r w:rsidRPr="002A394A">
        <w:rPr>
          <w:rFonts w:cstheme="minorHAnsi"/>
        </w:rPr>
        <w:t xml:space="preserve"> gemaakt worden. Bijvoorbeeld van 2-methylpentaan kunnen meer dan drie verschillende </w:t>
      </w:r>
      <w:proofErr w:type="spellStart"/>
      <w:r w:rsidRPr="002A394A">
        <w:rPr>
          <w:rFonts w:cstheme="minorHAnsi"/>
        </w:rPr>
        <w:t>monochlooralkanen</w:t>
      </w:r>
      <w:proofErr w:type="spellEnd"/>
      <w:r w:rsidRPr="002A394A">
        <w:rPr>
          <w:rFonts w:cstheme="minorHAnsi"/>
        </w:rPr>
        <w:t xml:space="preserve"> gemaakt worden.</w:t>
      </w:r>
    </w:p>
    <w:p w:rsidR="00ED34DB" w:rsidRPr="002A394A" w:rsidRDefault="002A394A" w:rsidP="00ED34DB">
      <w:pPr>
        <w:pStyle w:val="vraag"/>
        <w:numPr>
          <w:ilvl w:val="0"/>
          <w:numId w:val="0"/>
        </w:numPr>
        <w:tabs>
          <w:tab w:val="clear" w:pos="9923"/>
          <w:tab w:val="right" w:pos="9072"/>
        </w:tabs>
        <w:spacing w:before="0"/>
        <w:rPr>
          <w:rFonts w:asciiTheme="minorHAnsi" w:hAnsiTheme="minorHAnsi" w:cstheme="minorHAnsi"/>
        </w:rPr>
      </w:pPr>
      <w:proofErr w:type="spellStart"/>
      <w:r w:rsidRPr="002A394A">
        <w:rPr>
          <w:rFonts w:asciiTheme="minorHAnsi" w:hAnsiTheme="minorHAnsi" w:cstheme="minorHAnsi"/>
        </w:rPr>
        <w:t>a</w:t>
      </w:r>
      <w:r w:rsidR="00ED34DB" w:rsidRPr="002A394A">
        <w:rPr>
          <w:rFonts w:asciiTheme="minorHAnsi" w:hAnsiTheme="minorHAnsi" w:cstheme="minorHAnsi"/>
        </w:rPr>
        <w:t>.</w:t>
      </w:r>
      <w:r w:rsidR="00ED34DB" w:rsidRPr="002A394A">
        <w:rPr>
          <w:rFonts w:asciiTheme="minorHAnsi" w:hAnsiTheme="minorHAnsi" w:cstheme="minorHAnsi"/>
        </w:rPr>
        <w:t>Geef</w:t>
      </w:r>
      <w:proofErr w:type="spellEnd"/>
      <w:r w:rsidR="00ED34DB" w:rsidRPr="002A394A">
        <w:rPr>
          <w:rFonts w:asciiTheme="minorHAnsi" w:hAnsiTheme="minorHAnsi" w:cstheme="minorHAnsi"/>
        </w:rPr>
        <w:t xml:space="preserve"> de namen van de alkanen met formule C</w:t>
      </w:r>
      <w:r w:rsidR="00ED34DB" w:rsidRPr="002A394A">
        <w:rPr>
          <w:rFonts w:asciiTheme="minorHAnsi" w:hAnsiTheme="minorHAnsi" w:cstheme="minorHAnsi"/>
          <w:vertAlign w:val="subscript"/>
        </w:rPr>
        <w:t>6</w:t>
      </w:r>
      <w:r w:rsidR="00ED34DB" w:rsidRPr="002A394A">
        <w:rPr>
          <w:rFonts w:asciiTheme="minorHAnsi" w:hAnsiTheme="minorHAnsi" w:cstheme="minorHAnsi"/>
        </w:rPr>
        <w:t>H</w:t>
      </w:r>
      <w:r w:rsidR="00ED34DB" w:rsidRPr="002A394A">
        <w:rPr>
          <w:rFonts w:asciiTheme="minorHAnsi" w:hAnsiTheme="minorHAnsi" w:cstheme="minorHAnsi"/>
          <w:vertAlign w:val="subscript"/>
        </w:rPr>
        <w:t>14</w:t>
      </w:r>
      <w:r w:rsidR="00ED34DB" w:rsidRPr="002A394A">
        <w:rPr>
          <w:rFonts w:asciiTheme="minorHAnsi" w:hAnsiTheme="minorHAnsi" w:cstheme="minorHAnsi"/>
        </w:rPr>
        <w:t xml:space="preserve"> waarvan precies drie verschillende </w:t>
      </w:r>
      <w:proofErr w:type="spellStart"/>
      <w:r w:rsidR="00ED34DB" w:rsidRPr="002A394A">
        <w:rPr>
          <w:rFonts w:asciiTheme="minorHAnsi" w:hAnsiTheme="minorHAnsi" w:cstheme="minorHAnsi"/>
        </w:rPr>
        <w:t>monochlooralkanen</w:t>
      </w:r>
      <w:proofErr w:type="spellEnd"/>
      <w:r w:rsidR="00ED34DB" w:rsidRPr="002A394A">
        <w:rPr>
          <w:rFonts w:asciiTheme="minorHAnsi" w:hAnsiTheme="minorHAnsi" w:cstheme="minorHAnsi"/>
        </w:rPr>
        <w:t xml:space="preserve"> (structuurisomeren) gemaakt kunnen worden.</w:t>
      </w:r>
    </w:p>
    <w:p w:rsidR="00ED34DB" w:rsidRPr="002A394A" w:rsidRDefault="002A394A" w:rsidP="002A394A">
      <w:pPr>
        <w:pStyle w:val="vraag"/>
        <w:numPr>
          <w:ilvl w:val="0"/>
          <w:numId w:val="0"/>
        </w:numPr>
        <w:tabs>
          <w:tab w:val="clear" w:pos="9923"/>
          <w:tab w:val="right" w:pos="9072"/>
        </w:tabs>
        <w:spacing w:before="0"/>
        <w:rPr>
          <w:rFonts w:asciiTheme="minorHAnsi" w:hAnsiTheme="minorHAnsi" w:cstheme="minorHAnsi"/>
        </w:rPr>
      </w:pPr>
      <w:proofErr w:type="spellStart"/>
      <w:r w:rsidRPr="002A394A">
        <w:rPr>
          <w:rFonts w:asciiTheme="minorHAnsi" w:hAnsiTheme="minorHAnsi" w:cstheme="minorHAnsi"/>
        </w:rPr>
        <w:t>b</w:t>
      </w:r>
      <w:r w:rsidR="00ED34DB" w:rsidRPr="002A394A">
        <w:rPr>
          <w:rFonts w:asciiTheme="minorHAnsi" w:hAnsiTheme="minorHAnsi" w:cstheme="minorHAnsi"/>
        </w:rPr>
        <w:t>.</w:t>
      </w:r>
      <w:r w:rsidR="00ED34DB" w:rsidRPr="002A394A">
        <w:rPr>
          <w:rFonts w:asciiTheme="minorHAnsi" w:hAnsiTheme="minorHAnsi" w:cstheme="minorHAnsi"/>
        </w:rPr>
        <w:t>Geef</w:t>
      </w:r>
      <w:proofErr w:type="spellEnd"/>
      <w:r w:rsidR="00ED34DB" w:rsidRPr="002A394A">
        <w:rPr>
          <w:rFonts w:asciiTheme="minorHAnsi" w:hAnsiTheme="minorHAnsi" w:cstheme="minorHAnsi"/>
        </w:rPr>
        <w:t xml:space="preserve"> de structuurformules van alle </w:t>
      </w:r>
      <w:proofErr w:type="spellStart"/>
      <w:r w:rsidR="00ED34DB" w:rsidRPr="002A394A">
        <w:rPr>
          <w:rFonts w:asciiTheme="minorHAnsi" w:hAnsiTheme="minorHAnsi" w:cstheme="minorHAnsi"/>
        </w:rPr>
        <w:t>monochlooralkanen</w:t>
      </w:r>
      <w:proofErr w:type="spellEnd"/>
      <w:r w:rsidR="00ED34DB" w:rsidRPr="002A394A">
        <w:rPr>
          <w:rFonts w:asciiTheme="minorHAnsi" w:hAnsiTheme="minorHAnsi" w:cstheme="minorHAnsi"/>
        </w:rPr>
        <w:t xml:space="preserve">, inclusief stereo-isomeren, die bij </w:t>
      </w:r>
      <w:proofErr w:type="spellStart"/>
      <w:r w:rsidR="00ED34DB" w:rsidRPr="002A394A">
        <w:rPr>
          <w:rFonts w:asciiTheme="minorHAnsi" w:hAnsiTheme="minorHAnsi" w:cstheme="minorHAnsi"/>
        </w:rPr>
        <w:t>chlorering</w:t>
      </w:r>
      <w:proofErr w:type="spellEnd"/>
      <w:r w:rsidR="00ED34DB" w:rsidRPr="002A394A">
        <w:rPr>
          <w:rFonts w:asciiTheme="minorHAnsi" w:hAnsiTheme="minorHAnsi" w:cstheme="minorHAnsi"/>
        </w:rPr>
        <w:t xml:space="preserve"> van 2-methylpentaan kunnen ontstaan.</w:t>
      </w:r>
    </w:p>
    <w:p w:rsidR="00E57BCC" w:rsidRDefault="00E57BCC" w:rsidP="00E57BCC"/>
    <w:p w:rsidR="00E57BCC" w:rsidRDefault="00E57BCC" w:rsidP="00E57BCC"/>
    <w:p w:rsidR="00E57BCC" w:rsidRDefault="00E57BCC" w:rsidP="00E57BCC"/>
    <w:p w:rsidR="000C7BCE" w:rsidRDefault="000C7BCE" w:rsidP="004408A3">
      <w:pPr>
        <w:rPr>
          <w:b/>
        </w:rPr>
      </w:pPr>
    </w:p>
    <w:p w:rsidR="000C7BCE" w:rsidRDefault="000C7BCE" w:rsidP="004408A3">
      <w:pPr>
        <w:rPr>
          <w:b/>
        </w:rPr>
      </w:pPr>
    </w:p>
    <w:p w:rsidR="000C7BCE" w:rsidRDefault="000C7BCE" w:rsidP="004408A3">
      <w:pPr>
        <w:rPr>
          <w:b/>
        </w:rPr>
      </w:pPr>
    </w:p>
    <w:p w:rsidR="004408A3" w:rsidRPr="004408A3" w:rsidRDefault="004408A3" w:rsidP="004408A3">
      <w:pPr>
        <w:rPr>
          <w:b/>
        </w:rPr>
      </w:pPr>
      <w:r w:rsidRPr="004408A3">
        <w:rPr>
          <w:b/>
        </w:rPr>
        <w:lastRenderedPageBreak/>
        <w:t>Antwoorden</w:t>
      </w:r>
      <w:r w:rsidRPr="004408A3">
        <w:rPr>
          <w:b/>
        </w:rPr>
        <w:br/>
      </w:r>
    </w:p>
    <w:p w:rsidR="004408A3" w:rsidRPr="004408A3" w:rsidRDefault="004408A3" w:rsidP="004408A3">
      <w:pPr>
        <w:rPr>
          <w:b/>
        </w:rPr>
      </w:pPr>
      <w:r w:rsidRPr="004408A3">
        <w:rPr>
          <w:b/>
        </w:rPr>
        <w:t>Opgave 1</w:t>
      </w:r>
    </w:p>
    <w:p w:rsidR="004408A3" w:rsidRDefault="004408A3" w:rsidP="004408A3">
      <w:pPr>
        <w:pStyle w:val="Lijstalinea"/>
        <w:numPr>
          <w:ilvl w:val="0"/>
          <w:numId w:val="2"/>
        </w:numPr>
      </w:pPr>
      <w:r>
        <w:t xml:space="preserve">2-broom-4-chloorhexaan heeft 2 asymmetrische C-atomen </w:t>
      </w:r>
      <w:r w:rsidR="00F252E0">
        <w:t>(</w:t>
      </w:r>
      <w:proofErr w:type="spellStart"/>
      <w:r w:rsidR="00F252E0">
        <w:t>nr</w:t>
      </w:r>
      <w:proofErr w:type="spellEnd"/>
      <w:r w:rsidR="00F252E0">
        <w:t xml:space="preserve"> 2 en </w:t>
      </w:r>
      <w:proofErr w:type="spellStart"/>
      <w:r w:rsidR="00F252E0">
        <w:t>nr</w:t>
      </w:r>
      <w:proofErr w:type="spellEnd"/>
      <w:r w:rsidR="00F252E0">
        <w:t xml:space="preserve"> 4) </w:t>
      </w:r>
      <w:r>
        <w:t>en geen inwendig spiegelvlak, dus 2</w:t>
      </w:r>
      <w:r w:rsidRPr="004408A3">
        <w:rPr>
          <w:vertAlign w:val="superscript"/>
        </w:rPr>
        <w:t>2</w:t>
      </w:r>
      <w:r>
        <w:t>=4 stereo-isomeren.</w:t>
      </w:r>
    </w:p>
    <w:p w:rsidR="0018548A" w:rsidRDefault="005357D1" w:rsidP="0018548A">
      <w:pPr>
        <w:pStyle w:val="Lijstalinea"/>
        <w:numPr>
          <w:ilvl w:val="0"/>
          <w:numId w:val="2"/>
        </w:numPr>
      </w:pPr>
      <w:r>
        <w:t>Rondde dubbele binding tussen C-atoom 3 en 4 is cis-trans isomerie mogelijk. Dus zijn er twee stereo-isomeren: cis-hexa1,3,5-trieen  en trans-hexa-1,3,5-trieen</w:t>
      </w:r>
      <w:r w:rsidR="0018548A">
        <w:t>.</w:t>
      </w:r>
    </w:p>
    <w:p w:rsidR="0018548A" w:rsidRDefault="000C7BCE" w:rsidP="000C7BCE">
      <w:pPr>
        <w:pStyle w:val="Lijstalinea"/>
      </w:pPr>
      <w:r>
        <w:rPr>
          <w:noProof/>
          <w:lang w:eastAsia="nl-NL"/>
        </w:rPr>
        <w:t>.</w:t>
      </w:r>
      <w:r w:rsidR="00C945AF">
        <w:rPr>
          <w:noProof/>
          <w:lang w:eastAsia="nl-NL"/>
        </w:rPr>
        <w:drawing>
          <wp:inline distT="0" distB="0" distL="0" distR="0">
            <wp:extent cx="2143125" cy="46254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187" cy="465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45AF">
        <w:t>cis-hexa-1,3,5-trieen</w:t>
      </w:r>
      <w:r w:rsidR="00C945AF">
        <w:rPr>
          <w:noProof/>
          <w:lang w:eastAsia="nl-NL"/>
        </w:rPr>
        <w:drawing>
          <wp:inline distT="0" distB="0" distL="0" distR="0">
            <wp:extent cx="2009775" cy="660556"/>
            <wp:effectExtent l="0" t="0" r="0" b="635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123" cy="688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trans-hexa1,3,5-trieen</w:t>
      </w:r>
    </w:p>
    <w:p w:rsidR="000C7BCE" w:rsidRDefault="000C7BCE" w:rsidP="000C7BCE">
      <w:pPr>
        <w:pStyle w:val="Lijstalinea"/>
        <w:numPr>
          <w:ilvl w:val="0"/>
          <w:numId w:val="2"/>
        </w:numPr>
      </w:pPr>
      <w:r>
        <w:t>C-atoom 3 en C-atoom 4 zijn asymmetrische C-atomen. Er is een inwendig spiegelvlak mogelijk. Dus 2</w:t>
      </w:r>
      <w:r w:rsidRPr="000C7BCE">
        <w:rPr>
          <w:vertAlign w:val="superscript"/>
        </w:rPr>
        <w:t>2</w:t>
      </w:r>
      <w:r>
        <w:t>-1=3 stereo-isomeren.</w:t>
      </w:r>
    </w:p>
    <w:p w:rsidR="002A394A" w:rsidRPr="0018548A" w:rsidRDefault="002A394A" w:rsidP="002A394A">
      <w:pPr>
        <w:rPr>
          <w:b/>
        </w:rPr>
      </w:pPr>
      <w:r w:rsidRPr="0018548A">
        <w:rPr>
          <w:b/>
        </w:rPr>
        <w:t xml:space="preserve">Opgave </w:t>
      </w:r>
      <w:r>
        <w:rPr>
          <w:b/>
        </w:rPr>
        <w:t>2</w:t>
      </w:r>
    </w:p>
    <w:p w:rsidR="002A394A" w:rsidRDefault="002A394A" w:rsidP="002A394A">
      <w:r>
        <w:t xml:space="preserve">Pent-1-een en pent-2-een kunnen ontstaan.  Van pent-2-een bestaan twee stereo-isomeren: cis-pent-2-een en trans-pent-2-een. </w:t>
      </w:r>
    </w:p>
    <w:p w:rsidR="002A394A" w:rsidRDefault="002A394A" w:rsidP="0018548A">
      <w:pPr>
        <w:rPr>
          <w:b/>
        </w:rPr>
      </w:pPr>
    </w:p>
    <w:p w:rsidR="009B07D2" w:rsidRDefault="009B07D2" w:rsidP="0018548A">
      <w:pPr>
        <w:rPr>
          <w:b/>
        </w:rPr>
      </w:pPr>
      <w:r>
        <w:rPr>
          <w:b/>
        </w:rPr>
        <w:t xml:space="preserve">Opgave </w:t>
      </w:r>
      <w:r w:rsidR="002A394A">
        <w:rPr>
          <w:b/>
        </w:rPr>
        <w:t>3</w:t>
      </w:r>
    </w:p>
    <w:p w:rsidR="009B07D2" w:rsidRDefault="000C7BCE" w:rsidP="0018548A">
      <w:r>
        <w:t>a.</w:t>
      </w:r>
      <w:r w:rsidR="009B07D2" w:rsidRPr="009B07D2">
        <w:t xml:space="preserve">1,2-additie waarbij 1 molecuul </w:t>
      </w:r>
      <w:proofErr w:type="spellStart"/>
      <w:r w:rsidR="009B07D2" w:rsidRPr="009B07D2">
        <w:t>HBr</w:t>
      </w:r>
      <w:proofErr w:type="spellEnd"/>
      <w:r w:rsidR="009B07D2" w:rsidRPr="009B07D2">
        <w:t xml:space="preserve"> reageert:</w:t>
      </w:r>
    </w:p>
    <w:p w:rsidR="009B07D2" w:rsidRPr="000C7BCE" w:rsidRDefault="000C7BCE" w:rsidP="0018548A">
      <w:r>
        <w:t>4-broombut-1-een en 3-broombut-1-een ontstaan. Van 3 broombut-1-een bestaan twee spiegelbeeldisomeren omdat C-atoom 3 (met Br eraan) een asymmetrisch C-atoom is.</w:t>
      </w:r>
    </w:p>
    <w:p w:rsidR="000C7BCE" w:rsidRDefault="002A394A" w:rsidP="000C7BCE">
      <w:r>
        <w:t>1,</w:t>
      </w:r>
      <w:r w:rsidR="000C7BCE">
        <w:t>4</w:t>
      </w:r>
      <w:r>
        <w:t xml:space="preserve"> addit</w:t>
      </w:r>
      <w:r w:rsidR="000C7BCE">
        <w:t>ie: 1-broombut-2-een ontstaat. Daarvan bestaan twee stereo-isomeren: cis-1-broombut-2-een en trans-1-broombut-2-een.</w:t>
      </w:r>
    </w:p>
    <w:p w:rsidR="000C7BCE" w:rsidRDefault="000C7BCE" w:rsidP="000C7BCE">
      <w:r>
        <w:t xml:space="preserve">b.1-broom-but-2-een dat via de 1,4-additie ontstaat kan met een ander </w:t>
      </w:r>
      <w:proofErr w:type="spellStart"/>
      <w:r>
        <w:t>HBr</w:t>
      </w:r>
      <w:proofErr w:type="spellEnd"/>
      <w:r>
        <w:t xml:space="preserve"> molecuul een additiereactie aangaan waarbij 1,2-dibroombutaan ontstaat.</w:t>
      </w:r>
    </w:p>
    <w:p w:rsidR="000C7BCE" w:rsidRDefault="000C7BCE" w:rsidP="000C7BCE"/>
    <w:p w:rsidR="002A394A" w:rsidRPr="002A394A" w:rsidRDefault="002A394A" w:rsidP="0018548A">
      <w:pPr>
        <w:rPr>
          <w:b/>
        </w:rPr>
      </w:pPr>
      <w:r w:rsidRPr="002A394A">
        <w:rPr>
          <w:b/>
        </w:rPr>
        <w:t>Opgave 4</w:t>
      </w:r>
    </w:p>
    <w:p w:rsidR="002A394A" w:rsidRDefault="002A394A" w:rsidP="002A394A">
      <w:proofErr w:type="spellStart"/>
      <w:r>
        <w:t>a.</w:t>
      </w:r>
      <w:r>
        <w:t>hexaan</w:t>
      </w:r>
      <w:proofErr w:type="spellEnd"/>
      <w:r>
        <w:t>, 3-methylpentaan, 2,2-dimethylbutaan</w:t>
      </w:r>
    </w:p>
    <w:p w:rsidR="002A394A" w:rsidRDefault="002A394A" w:rsidP="002A394A">
      <w:r>
        <w:t>b.</w:t>
      </w:r>
    </w:p>
    <w:p w:rsidR="002A394A" w:rsidRDefault="002A394A" w:rsidP="002A394A">
      <w:r>
        <w:rPr>
          <w:noProof/>
          <w:lang w:eastAsia="nl-NL"/>
        </w:rPr>
        <w:drawing>
          <wp:inline distT="0" distB="0" distL="0" distR="0">
            <wp:extent cx="4476750" cy="1355764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646" cy="1358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39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90DBC"/>
    <w:multiLevelType w:val="hybridMultilevel"/>
    <w:tmpl w:val="65FE200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3723A"/>
    <w:multiLevelType w:val="singleLevel"/>
    <w:tmpl w:val="9E3E1BDE"/>
    <w:lvl w:ilvl="0">
      <w:start w:val="1"/>
      <w:numFmt w:val="bullet"/>
      <w:pStyle w:val="Stip"/>
      <w:lvlText w:val="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F8F3BD5"/>
    <w:multiLevelType w:val="hybridMultilevel"/>
    <w:tmpl w:val="6EF663B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738F9"/>
    <w:multiLevelType w:val="singleLevel"/>
    <w:tmpl w:val="8E943CE6"/>
    <w:lvl w:ilvl="0">
      <w:start w:val="1"/>
      <w:numFmt w:val="decimal"/>
      <w:pStyle w:val="vraag"/>
      <w:lvlText w:val="%1"/>
      <w:lvlJc w:val="left"/>
      <w:pPr>
        <w:tabs>
          <w:tab w:val="num" w:pos="720"/>
        </w:tabs>
        <w:ind w:left="454" w:hanging="454"/>
      </w:pPr>
    </w:lvl>
  </w:abstractNum>
  <w:abstractNum w:abstractNumId="4" w15:restartNumberingAfterBreak="0">
    <w:nsid w:val="68CF27BD"/>
    <w:multiLevelType w:val="hybridMultilevel"/>
    <w:tmpl w:val="2CFC4D8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75265"/>
    <w:multiLevelType w:val="hybridMultilevel"/>
    <w:tmpl w:val="A6A47C5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3"/>
    <w:lvlOverride w:ilvl="0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4B4"/>
    <w:rsid w:val="000C7BCE"/>
    <w:rsid w:val="0018548A"/>
    <w:rsid w:val="00195D67"/>
    <w:rsid w:val="002A394A"/>
    <w:rsid w:val="00332A3E"/>
    <w:rsid w:val="004408A3"/>
    <w:rsid w:val="005357D1"/>
    <w:rsid w:val="00677E36"/>
    <w:rsid w:val="0069500F"/>
    <w:rsid w:val="00767EAE"/>
    <w:rsid w:val="007C44B4"/>
    <w:rsid w:val="00906CA9"/>
    <w:rsid w:val="009B07D2"/>
    <w:rsid w:val="00C76642"/>
    <w:rsid w:val="00C945AF"/>
    <w:rsid w:val="00E57BCC"/>
    <w:rsid w:val="00ED34DB"/>
    <w:rsid w:val="00F2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952C3C-87E4-4033-8F8A-F5AF82DB9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C44B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57BCC"/>
    <w:rPr>
      <w:color w:val="0563C1" w:themeColor="hyperlink"/>
      <w:u w:val="single"/>
    </w:rPr>
  </w:style>
  <w:style w:type="paragraph" w:customStyle="1" w:styleId="vraag">
    <w:name w:val="vraag"/>
    <w:basedOn w:val="Standaard"/>
    <w:next w:val="Standaard"/>
    <w:rsid w:val="00ED34DB"/>
    <w:pPr>
      <w:keepNext/>
      <w:numPr>
        <w:numId w:val="4"/>
      </w:numPr>
      <w:tabs>
        <w:tab w:val="left" w:pos="0"/>
        <w:tab w:val="right" w:pos="9923"/>
      </w:tabs>
      <w:spacing w:before="60" w:after="120" w:line="240" w:lineRule="auto"/>
      <w:outlineLvl w:val="1"/>
    </w:pPr>
    <w:rPr>
      <w:rFonts w:ascii="Times New Roman" w:eastAsia="Times New Roman" w:hAnsi="Times New Roman" w:cs="Times New Roman"/>
      <w:szCs w:val="20"/>
      <w:lang w:eastAsia="nl-NL"/>
    </w:rPr>
  </w:style>
  <w:style w:type="paragraph" w:customStyle="1" w:styleId="Stip">
    <w:name w:val="Stip"/>
    <w:basedOn w:val="Standaard"/>
    <w:link w:val="StipChar"/>
    <w:rsid w:val="002A394A"/>
    <w:pPr>
      <w:numPr>
        <w:numId w:val="5"/>
      </w:numPr>
      <w:tabs>
        <w:tab w:val="clear" w:pos="360"/>
        <w:tab w:val="left" w:pos="0"/>
        <w:tab w:val="right" w:pos="9072"/>
      </w:tabs>
      <w:spacing w:after="0" w:line="240" w:lineRule="auto"/>
      <w:ind w:left="0" w:hanging="142"/>
    </w:pPr>
    <w:rPr>
      <w:rFonts w:ascii="Times New Roman" w:eastAsia="Times New Roman" w:hAnsi="Times New Roman" w:cs="Times New Roman"/>
      <w:szCs w:val="20"/>
      <w:lang w:eastAsia="nl-NL"/>
    </w:rPr>
  </w:style>
  <w:style w:type="character" w:customStyle="1" w:styleId="StipChar">
    <w:name w:val="Stip Char"/>
    <w:basedOn w:val="Standaardalinea-lettertype"/>
    <w:link w:val="Stip"/>
    <w:rsid w:val="002A394A"/>
    <w:rPr>
      <w:rFonts w:ascii="Times New Roman" w:eastAsia="Times New Roman" w:hAnsi="Times New Roman" w:cs="Times New Roman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381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Renkema</dc:creator>
  <cp:keywords/>
  <dc:description/>
  <cp:lastModifiedBy>Judith Renkema</cp:lastModifiedBy>
  <cp:revision>11</cp:revision>
  <dcterms:created xsi:type="dcterms:W3CDTF">2018-02-24T21:02:00Z</dcterms:created>
  <dcterms:modified xsi:type="dcterms:W3CDTF">2018-02-26T19:59:00Z</dcterms:modified>
</cp:coreProperties>
</file>