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00" w:rsidRPr="00D75F68" w:rsidRDefault="001B2AEF" w:rsidP="00D75F68">
      <w:pPr>
        <w:pBdr>
          <w:bottom w:val="single" w:sz="4" w:space="1" w:color="auto"/>
        </w:pBdr>
        <w:rPr>
          <w:sz w:val="36"/>
          <w:szCs w:val="36"/>
        </w:rPr>
      </w:pPr>
      <w:r w:rsidRPr="00D75F68">
        <w:rPr>
          <w:sz w:val="36"/>
          <w:szCs w:val="36"/>
        </w:rPr>
        <w:t>Bijlage 1</w:t>
      </w:r>
      <w:r w:rsidR="00D75F68" w:rsidRPr="00D75F68">
        <w:rPr>
          <w:sz w:val="36"/>
          <w:szCs w:val="36"/>
        </w:rPr>
        <w:tab/>
      </w:r>
      <w:r w:rsidR="00D75F68" w:rsidRPr="00D75F68">
        <w:rPr>
          <w:sz w:val="36"/>
          <w:szCs w:val="36"/>
        </w:rPr>
        <w:tab/>
        <w:t>Onderzoek doen</w:t>
      </w:r>
    </w:p>
    <w:p w:rsidR="001B2AEF" w:rsidRDefault="001B2AEF"/>
    <w:p w:rsidR="001B2AEF" w:rsidRDefault="001B2AEF">
      <w:r>
        <w:t>Hoe Doe je een goed onderzoek</w:t>
      </w:r>
      <w:r w:rsidR="00D75F68">
        <w:t xml:space="preserve"> over restproducten</w:t>
      </w:r>
    </w:p>
    <w:p w:rsidR="001B2AEF" w:rsidRDefault="001B2AEF">
      <w:r>
        <w:t>Zoals je in je eindopdracht heb kunnen lezen moet je onderzoek een paar dingen bevatten</w:t>
      </w:r>
    </w:p>
    <w:p w:rsidR="001B2AEF" w:rsidRDefault="001B2AEF">
      <w:r>
        <w:t>Te weten: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6804"/>
        <w:gridCol w:w="1843"/>
      </w:tblGrid>
      <w:tr w:rsidR="001B2AEF" w:rsidRPr="00EC0F49" w:rsidTr="00D75F68">
        <w:tc>
          <w:tcPr>
            <w:tcW w:w="6804" w:type="dxa"/>
            <w:shd w:val="clear" w:color="auto" w:fill="DEEAF6" w:themeFill="accent1" w:themeFillTint="33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>
              <w:t xml:space="preserve"> </w:t>
            </w:r>
            <w:r w:rsidRPr="00EC0F49">
              <w:rPr>
                <w:sz w:val="28"/>
                <w:szCs w:val="28"/>
              </w:rPr>
              <w:t>Duidelijke beschrijving/ omschrijving van het probleem. Hierbij moet een duidelijke relatie met het milieu worden gelegd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BBL,GL, Kader</w:t>
            </w:r>
          </w:p>
        </w:tc>
      </w:tr>
      <w:tr w:rsidR="001B2AEF" w:rsidRPr="00EC0F49" w:rsidTr="00D75F68">
        <w:tc>
          <w:tcPr>
            <w:tcW w:w="6804" w:type="dxa"/>
            <w:shd w:val="clear" w:color="auto" w:fill="DEEAF6" w:themeFill="accent1" w:themeFillTint="33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 w:rsidRPr="00EC0F49">
              <w:rPr>
                <w:sz w:val="28"/>
                <w:szCs w:val="28"/>
              </w:rPr>
              <w:t>Het ontstaan van het probleem (historie) Wat zijn de achtergronden. Hoe ging dit vroeger en hoe gaat het nu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BBL,GL, Kader</w:t>
            </w:r>
          </w:p>
        </w:tc>
      </w:tr>
      <w:tr w:rsidR="001B2AEF" w:rsidRPr="00EC0F49" w:rsidTr="00D75F68">
        <w:tc>
          <w:tcPr>
            <w:tcW w:w="6804" w:type="dxa"/>
            <w:shd w:val="clear" w:color="auto" w:fill="DEEAF6" w:themeFill="accent1" w:themeFillTint="33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 w:rsidRPr="00EC0F49">
              <w:rPr>
                <w:sz w:val="28"/>
                <w:szCs w:val="28"/>
              </w:rPr>
              <w:t xml:space="preserve">Waar zitten knelpunten. Waarom wordt het op deze wijze gedaan en wat houdt mensen tegen het anders te doen? 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BBL,GL, Kader</w:t>
            </w:r>
          </w:p>
        </w:tc>
      </w:tr>
      <w:tr w:rsidR="001B2AEF" w:rsidRPr="00EC0F49" w:rsidTr="00D75F68">
        <w:tc>
          <w:tcPr>
            <w:tcW w:w="6804" w:type="dxa"/>
            <w:shd w:val="clear" w:color="auto" w:fill="DEEAF6" w:themeFill="accent1" w:themeFillTint="33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 w:rsidRPr="00EC0F49">
              <w:rPr>
                <w:sz w:val="28"/>
                <w:szCs w:val="28"/>
              </w:rPr>
              <w:t xml:space="preserve">Hoe zou dit probleem kunnen worden opgelost en wat moet daarvoor gebeuren? 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BBL,GL, Kader</w:t>
            </w:r>
          </w:p>
        </w:tc>
      </w:tr>
      <w:tr w:rsidR="001B2AEF" w:rsidRPr="00EC0F49" w:rsidTr="00D75F68">
        <w:tc>
          <w:tcPr>
            <w:tcW w:w="6804" w:type="dxa"/>
            <w:shd w:val="clear" w:color="auto" w:fill="DEEAF6" w:themeFill="accent1" w:themeFillTint="33"/>
          </w:tcPr>
          <w:p w:rsidR="001B2AEF" w:rsidRPr="00EC0F49" w:rsidRDefault="001B2AEF" w:rsidP="00F32108">
            <w:pPr>
              <w:pStyle w:val="Tekstopmerking"/>
              <w:rPr>
                <w:sz w:val="28"/>
                <w:szCs w:val="28"/>
              </w:rPr>
            </w:pPr>
            <w:r w:rsidRPr="00EC0F49">
              <w:rPr>
                <w:sz w:val="28"/>
                <w:szCs w:val="28"/>
              </w:rPr>
              <w:t>Zijn er nog realistische alternatieven? Oftewel zijn er nog andere goede mogelijkheden om het probleem op te lossen?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1B2AEF" w:rsidRPr="00EC0F49" w:rsidRDefault="001B2AEF" w:rsidP="001B2AEF">
            <w:pPr>
              <w:pStyle w:val="Tekstopmerk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GL, Kader</w:t>
            </w:r>
          </w:p>
        </w:tc>
      </w:tr>
    </w:tbl>
    <w:p w:rsidR="001B2AEF" w:rsidRDefault="001B2AEF"/>
    <w:p w:rsidR="00D75F68" w:rsidRDefault="00D75F68">
      <w:r>
        <w:t>Op de volgende bladzijde lees je hoe je onderzoek eruit moet zien om hieraan te voldoen</w:t>
      </w:r>
    </w:p>
    <w:p w:rsidR="001B2AEF" w:rsidRPr="00D87119" w:rsidRDefault="00D75F68" w:rsidP="001B2AEF">
      <w:pPr>
        <w:rPr>
          <w:color w:val="5B9BD5" w:themeColor="accent1"/>
        </w:rPr>
      </w:pPr>
      <w:r>
        <w:br w:type="page"/>
      </w:r>
      <w:r w:rsidR="001B2AEF" w:rsidRPr="00D87119">
        <w:rPr>
          <w:color w:val="5B9BD5" w:themeColor="accent1"/>
        </w:rPr>
        <w:lastRenderedPageBreak/>
        <w:t>H1</w:t>
      </w:r>
      <w:r w:rsidR="001B2AEF" w:rsidRPr="00D87119">
        <w:rPr>
          <w:color w:val="5B9BD5" w:themeColor="accent1"/>
        </w:rPr>
        <w:tab/>
      </w:r>
      <w:r w:rsidR="001B2AEF" w:rsidRPr="00D87119">
        <w:rPr>
          <w:b/>
          <w:color w:val="5B9BD5" w:themeColor="accent1"/>
        </w:rPr>
        <w:t>Stel samen een goede onderzoeksvraag.</w:t>
      </w:r>
      <w:r w:rsidR="001B2AEF" w:rsidRPr="00D87119">
        <w:rPr>
          <w:color w:val="5B9BD5" w:themeColor="accent1"/>
        </w:rPr>
        <w:t xml:space="preserve"> </w:t>
      </w:r>
    </w:p>
    <w:p w:rsidR="001B2AEF" w:rsidRDefault="001B2AEF" w:rsidP="001B2AEF">
      <w:pPr>
        <w:pStyle w:val="Lijstalinea"/>
        <w:rPr>
          <w:i/>
        </w:rPr>
      </w:pPr>
      <w:r w:rsidRPr="001B2AEF">
        <w:rPr>
          <w:i/>
        </w:rPr>
        <w:t>Leg uit waarom je dit wilt gaan onderzoeken</w:t>
      </w:r>
    </w:p>
    <w:p w:rsidR="00D75F68" w:rsidRPr="001B2AEF" w:rsidRDefault="00D75F68" w:rsidP="001B2AEF">
      <w:pPr>
        <w:pStyle w:val="Lijstalinea"/>
      </w:pPr>
    </w:p>
    <w:p w:rsidR="001B2AEF" w:rsidRPr="00D87119" w:rsidRDefault="001B2AEF" w:rsidP="001B2AEF">
      <w:pPr>
        <w:rPr>
          <w:color w:val="5B9BD5" w:themeColor="accent1"/>
        </w:rPr>
      </w:pPr>
      <w:r w:rsidRPr="00D87119">
        <w:rPr>
          <w:color w:val="5B9BD5" w:themeColor="accent1"/>
        </w:rPr>
        <w:t>H2</w:t>
      </w:r>
      <w:r w:rsidRPr="00D87119">
        <w:rPr>
          <w:color w:val="5B9BD5" w:themeColor="accent1"/>
        </w:rPr>
        <w:tab/>
      </w:r>
      <w:r w:rsidRPr="00D87119">
        <w:rPr>
          <w:b/>
          <w:color w:val="5B9BD5" w:themeColor="accent1"/>
        </w:rPr>
        <w:t>Bedenk samen wat je verwacht te gaan ontdekken</w:t>
      </w:r>
      <w:r w:rsidRPr="00D87119">
        <w:rPr>
          <w:color w:val="5B9BD5" w:themeColor="accent1"/>
        </w:rPr>
        <w:t>. (dit noem je een hypothese)</w:t>
      </w:r>
    </w:p>
    <w:p w:rsidR="001B2AEF" w:rsidRDefault="001B2AEF" w:rsidP="001B2AEF">
      <w:pPr>
        <w:pStyle w:val="Lijstalinea"/>
        <w:rPr>
          <w:i/>
        </w:rPr>
      </w:pPr>
      <w:r w:rsidRPr="001B2AEF">
        <w:rPr>
          <w:i/>
        </w:rPr>
        <w:t>Leg uit waarom je deze verwachting hebt.</w:t>
      </w:r>
    </w:p>
    <w:p w:rsidR="00D75F68" w:rsidRDefault="00D75F68" w:rsidP="001B2AEF">
      <w:pPr>
        <w:pStyle w:val="Lijstalinea"/>
        <w:rPr>
          <w:i/>
        </w:rPr>
      </w:pPr>
    </w:p>
    <w:p w:rsidR="001B2AEF" w:rsidRDefault="001B2AEF" w:rsidP="001B2AEF">
      <w:pPr>
        <w:ind w:left="708" w:hanging="708"/>
      </w:pPr>
      <w:r w:rsidRPr="00D87119">
        <w:rPr>
          <w:color w:val="5B9BD5" w:themeColor="accent1"/>
        </w:rPr>
        <w:t>H3</w:t>
      </w:r>
      <w:r w:rsidRPr="00D87119">
        <w:rPr>
          <w:color w:val="5B9BD5" w:themeColor="accent1"/>
        </w:rPr>
        <w:tab/>
      </w:r>
      <w:r w:rsidRPr="00D87119">
        <w:rPr>
          <w:b/>
          <w:color w:val="5B9BD5" w:themeColor="accent1"/>
        </w:rPr>
        <w:t>Ga op zoek naar informatie</w:t>
      </w:r>
      <w:r w:rsidRPr="00D87119">
        <w:rPr>
          <w:color w:val="5B9BD5" w:themeColor="accent1"/>
        </w:rPr>
        <w:t xml:space="preserve">. </w:t>
      </w:r>
      <w:r w:rsidRPr="00D87119">
        <w:rPr>
          <w:b/>
          <w:color w:val="5B9BD5" w:themeColor="accent1"/>
        </w:rPr>
        <w:t>Zet in je onderzoek alleen de meest relevante ontdekkingen.</w:t>
      </w:r>
      <w:r w:rsidRPr="00D87119">
        <w:rPr>
          <w:color w:val="5B9BD5" w:themeColor="accent1"/>
        </w:rPr>
        <w:t xml:space="preserve"> </w:t>
      </w:r>
      <w:r>
        <w:t>Hoe meer verschillende bronnen hoe betrouwbaarder je onderzoek is. Denk hierbij aan:</w:t>
      </w:r>
    </w:p>
    <w:p w:rsidR="001B2AEF" w:rsidRPr="00D75F68" w:rsidRDefault="001B2AEF" w:rsidP="001B2AEF">
      <w:pPr>
        <w:ind w:left="708" w:hanging="708"/>
        <w:rPr>
          <w:i/>
        </w:rPr>
      </w:pPr>
      <w:r>
        <w:tab/>
        <w:t>-</w:t>
      </w:r>
      <w:r w:rsidRPr="00D75F68">
        <w:rPr>
          <w:i/>
        </w:rPr>
        <w:t xml:space="preserve">ervaringen van mensen </w:t>
      </w:r>
    </w:p>
    <w:p w:rsidR="001B2AEF" w:rsidRPr="00D75F68" w:rsidRDefault="001B2AEF" w:rsidP="001B2AEF">
      <w:pPr>
        <w:ind w:left="708" w:hanging="708"/>
        <w:rPr>
          <w:i/>
        </w:rPr>
      </w:pPr>
      <w:r w:rsidRPr="00D75F68">
        <w:rPr>
          <w:i/>
        </w:rPr>
        <w:tab/>
        <w:t>-wetenschappelijk onderzoek</w:t>
      </w:r>
    </w:p>
    <w:p w:rsidR="00D75F68" w:rsidRPr="00D75F68" w:rsidRDefault="001B2AEF" w:rsidP="001B2AEF">
      <w:pPr>
        <w:ind w:left="708" w:hanging="708"/>
        <w:rPr>
          <w:i/>
        </w:rPr>
      </w:pPr>
      <w:r w:rsidRPr="00D75F68">
        <w:rPr>
          <w:i/>
        </w:rPr>
        <w:tab/>
        <w:t>-</w:t>
      </w:r>
      <w:r w:rsidR="00D75F68" w:rsidRPr="00D75F68">
        <w:rPr>
          <w:i/>
        </w:rPr>
        <w:t xml:space="preserve">bewijzen van schade aan het milieu, leed van dieren, gezondheid van mensen enz, </w:t>
      </w:r>
    </w:p>
    <w:p w:rsidR="00D75F68" w:rsidRPr="00D75F68" w:rsidRDefault="00D75F68" w:rsidP="00D75F68">
      <w:pPr>
        <w:ind w:left="708"/>
        <w:rPr>
          <w:i/>
        </w:rPr>
      </w:pPr>
      <w:r w:rsidRPr="00D75F68">
        <w:rPr>
          <w:i/>
        </w:rPr>
        <w:t>-</w:t>
      </w:r>
      <w:r w:rsidRPr="00D75F68">
        <w:rPr>
          <w:i/>
        </w:rPr>
        <w:t>Het ontstaan van het probleem (historie) Wat zijn de achtergronden. Hoe ging dit vroeger en hoe gaat het nu</w:t>
      </w:r>
    </w:p>
    <w:p w:rsidR="00D75F68" w:rsidRPr="00D75F68" w:rsidRDefault="00D75F68" w:rsidP="00D75F68">
      <w:pPr>
        <w:ind w:left="708"/>
        <w:rPr>
          <w:i/>
        </w:rPr>
      </w:pPr>
      <w:r w:rsidRPr="00D75F68">
        <w:rPr>
          <w:i/>
        </w:rPr>
        <w:t>-</w:t>
      </w:r>
      <w:r w:rsidRPr="00D75F68">
        <w:rPr>
          <w:i/>
        </w:rPr>
        <w:t>Waar zitten knelpunten. Waarom wordt het op deze wijze gedaan en wat houdt mensen tegen het anders te doen?</w:t>
      </w:r>
    </w:p>
    <w:p w:rsidR="00D75F68" w:rsidRPr="00D87119" w:rsidRDefault="00D75F68" w:rsidP="001B2AEF">
      <w:pPr>
        <w:ind w:left="708" w:hanging="708"/>
        <w:rPr>
          <w:b/>
          <w:color w:val="5B9BD5" w:themeColor="accent1"/>
        </w:rPr>
      </w:pPr>
      <w:r w:rsidRPr="00D87119">
        <w:rPr>
          <w:b/>
          <w:color w:val="5B9BD5" w:themeColor="accent1"/>
        </w:rPr>
        <w:t>H4</w:t>
      </w:r>
      <w:r w:rsidRPr="00D87119">
        <w:rPr>
          <w:b/>
          <w:color w:val="5B9BD5" w:themeColor="accent1"/>
        </w:rPr>
        <w:tab/>
        <w:t>Trek een conclusie naar aanleiding van jullie gevonden informatie</w:t>
      </w:r>
    </w:p>
    <w:p w:rsidR="00D75F68" w:rsidRPr="00D87119" w:rsidRDefault="00D75F68" w:rsidP="001B2AEF">
      <w:pPr>
        <w:ind w:left="708" w:hanging="708"/>
        <w:rPr>
          <w:i/>
        </w:rPr>
      </w:pPr>
      <w:r w:rsidRPr="00D87119">
        <w:rPr>
          <w:i/>
        </w:rPr>
        <w:tab/>
      </w:r>
      <w:r w:rsidR="00D87119" w:rsidRPr="00D87119">
        <w:rPr>
          <w:i/>
        </w:rPr>
        <w:t>Leg uit wat er nu gebeurd. En geef je mening over wat je hebt ontdekt.</w:t>
      </w:r>
    </w:p>
    <w:p w:rsidR="00D75F68" w:rsidRPr="00D87119" w:rsidRDefault="00D87119" w:rsidP="001B2AEF">
      <w:pPr>
        <w:ind w:left="708" w:hanging="708"/>
        <w:rPr>
          <w:b/>
          <w:color w:val="5B9BD5" w:themeColor="accent1"/>
        </w:rPr>
      </w:pPr>
      <w:r w:rsidRPr="00D87119">
        <w:rPr>
          <w:b/>
          <w:color w:val="5B9BD5" w:themeColor="accent1"/>
        </w:rPr>
        <w:t>H5</w:t>
      </w:r>
      <w:r w:rsidR="00D75F68" w:rsidRPr="00D87119">
        <w:rPr>
          <w:b/>
          <w:color w:val="5B9BD5" w:themeColor="accent1"/>
        </w:rPr>
        <w:t xml:space="preserve"> </w:t>
      </w:r>
      <w:r w:rsidR="00D75F68" w:rsidRPr="00D87119">
        <w:rPr>
          <w:b/>
          <w:color w:val="5B9BD5" w:themeColor="accent1"/>
        </w:rPr>
        <w:tab/>
        <w:t xml:space="preserve">klopte jullie verwachting zoals je die in H2 hebt beschreven. </w:t>
      </w:r>
    </w:p>
    <w:p w:rsidR="00D87119" w:rsidRPr="00D87119" w:rsidRDefault="00D87119" w:rsidP="001B2AEF">
      <w:pPr>
        <w:ind w:left="708" w:hanging="708"/>
        <w:rPr>
          <w:i/>
        </w:rPr>
      </w:pPr>
      <w:r>
        <w:tab/>
      </w:r>
      <w:r w:rsidRPr="00D87119">
        <w:rPr>
          <w:i/>
        </w:rPr>
        <w:t xml:space="preserve">Leg uit waarom jullie verwachting klopte of juist niet. Hebben jullie nog dingen ontdekt die je niet had verwacht </w:t>
      </w:r>
    </w:p>
    <w:p w:rsidR="00D75F68" w:rsidRPr="00D87119" w:rsidRDefault="00D87119" w:rsidP="001B2AEF">
      <w:pPr>
        <w:ind w:left="708" w:hanging="708"/>
        <w:rPr>
          <w:b/>
          <w:color w:val="5B9BD5" w:themeColor="accent1"/>
        </w:rPr>
      </w:pPr>
      <w:r w:rsidRPr="00D87119">
        <w:rPr>
          <w:b/>
          <w:color w:val="5B9BD5" w:themeColor="accent1"/>
        </w:rPr>
        <w:t>H6</w:t>
      </w:r>
      <w:r w:rsidR="00D75F68" w:rsidRPr="00D87119">
        <w:rPr>
          <w:b/>
          <w:color w:val="5B9BD5" w:themeColor="accent1"/>
        </w:rPr>
        <w:t xml:space="preserve"> </w:t>
      </w:r>
      <w:r w:rsidR="00D75F68" w:rsidRPr="00D87119">
        <w:rPr>
          <w:b/>
          <w:color w:val="5B9BD5" w:themeColor="accent1"/>
        </w:rPr>
        <w:tab/>
        <w:t xml:space="preserve">Geeft advies. hoe zou volgens jullie het probleem kunnen worden opgelost? </w:t>
      </w:r>
    </w:p>
    <w:p w:rsidR="00D87119" w:rsidRDefault="00D87119" w:rsidP="001B2AEF">
      <w:pPr>
        <w:ind w:left="708" w:hanging="708"/>
      </w:pPr>
      <w:r>
        <w:tab/>
        <w:t xml:space="preserve">Leg uit waarom dit je het beste idee lijkt </w:t>
      </w:r>
    </w:p>
    <w:p w:rsidR="00D75F68" w:rsidRPr="00D87119" w:rsidRDefault="00D87119" w:rsidP="001B2AEF">
      <w:pPr>
        <w:ind w:left="708" w:hanging="708"/>
        <w:rPr>
          <w:b/>
          <w:color w:val="5B9BD5" w:themeColor="accent1"/>
        </w:rPr>
      </w:pPr>
      <w:r w:rsidRPr="00D87119">
        <w:rPr>
          <w:b/>
          <w:color w:val="5B9BD5" w:themeColor="accent1"/>
        </w:rPr>
        <w:t>H7</w:t>
      </w:r>
      <w:r w:rsidR="00D75F68" w:rsidRPr="00D87119">
        <w:rPr>
          <w:b/>
          <w:color w:val="5B9BD5" w:themeColor="accent1"/>
        </w:rPr>
        <w:tab/>
        <w:t>Zijn er nog realistische alternatieven? Oftewel zijn er nog andere goede mogelijkheden om</w:t>
      </w:r>
      <w:r w:rsidR="00D75F68" w:rsidRPr="00D87119">
        <w:rPr>
          <w:color w:val="5B9BD5" w:themeColor="accent1"/>
        </w:rPr>
        <w:t xml:space="preserve"> </w:t>
      </w:r>
      <w:r w:rsidR="00D75F68" w:rsidRPr="00D87119">
        <w:rPr>
          <w:b/>
          <w:color w:val="5B9BD5" w:themeColor="accent1"/>
        </w:rPr>
        <w:t>het probleem op te lossen? (</w:t>
      </w:r>
      <w:r w:rsidRPr="00D87119">
        <w:rPr>
          <w:b/>
          <w:color w:val="5B9BD5" w:themeColor="accent1"/>
        </w:rPr>
        <w:t xml:space="preserve">alleen </w:t>
      </w:r>
      <w:r w:rsidR="00D75F68" w:rsidRPr="00D87119">
        <w:rPr>
          <w:b/>
          <w:color w:val="5B9BD5" w:themeColor="accent1"/>
        </w:rPr>
        <w:t>GL / KADER)</w:t>
      </w:r>
    </w:p>
    <w:p w:rsidR="00D75F68" w:rsidRPr="001B2AEF" w:rsidRDefault="00D75F68" w:rsidP="001B2AEF">
      <w:pPr>
        <w:ind w:left="708" w:hanging="708"/>
      </w:pPr>
      <w:r>
        <w:tab/>
      </w:r>
      <w:bookmarkStart w:id="0" w:name="_GoBack"/>
      <w:bookmarkEnd w:id="0"/>
    </w:p>
    <w:sectPr w:rsidR="00D75F68" w:rsidRPr="001B2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55B"/>
    <w:multiLevelType w:val="hybridMultilevel"/>
    <w:tmpl w:val="FA8C60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C310C"/>
    <w:multiLevelType w:val="hybridMultilevel"/>
    <w:tmpl w:val="9BA6C51E"/>
    <w:lvl w:ilvl="0" w:tplc="CD5E38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EF"/>
    <w:rsid w:val="001B2AEF"/>
    <w:rsid w:val="00C60300"/>
    <w:rsid w:val="00D75F68"/>
    <w:rsid w:val="00D8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5336"/>
  <w15:chartTrackingRefBased/>
  <w15:docId w15:val="{BBD54BDD-617A-4CF7-A984-78FF2AF8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1B2AE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B2AE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B2AEF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B2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1</cp:revision>
  <dcterms:created xsi:type="dcterms:W3CDTF">2019-11-07T09:46:00Z</dcterms:created>
  <dcterms:modified xsi:type="dcterms:W3CDTF">2019-11-07T10:11:00Z</dcterms:modified>
</cp:coreProperties>
</file>