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166FD3" w14:paraId="786BD452" w14:textId="7777777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86BD450" w14:textId="6FCF6235" w:rsidR="00166FD3" w:rsidRDefault="00D245D9" w:rsidP="00D245D9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opdracht 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6BD451" w14:textId="7093D080" w:rsidR="00166FD3" w:rsidRDefault="00166FD3">
            <w:pPr>
              <w:pStyle w:val="bundeltitel"/>
              <w:rPr>
                <w:sz w:val="28"/>
              </w:rPr>
            </w:pPr>
          </w:p>
        </w:tc>
      </w:tr>
      <w:tr w:rsidR="00166FD3" w14:paraId="786BD455" w14:textId="77777777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BD453" w14:textId="6AF94598" w:rsidR="00166FD3" w:rsidRDefault="00416BB9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45440" behindDoc="1" locked="0" layoutInCell="1" allowOverlap="1" wp14:anchorId="786BD670" wp14:editId="3A625F92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19685" t="20320" r="27940" b="27940"/>
                      <wp:wrapNone/>
                      <wp:docPr id="21" name="Rectangl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26FAA" id="Rectangle 319" o:spid="_x0000_s1026" style="position:absolute;margin-left:3.8pt;margin-top:4.6pt;width:1in;height:77.2pt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" fillcolor="#b2b2b2" strokecolor="#333" strokeweight="3pt"/>
                  </w:pict>
                </mc:Fallback>
              </mc:AlternateContent>
            </w:r>
          </w:p>
          <w:p w14:paraId="786BD454" w14:textId="755A1167" w:rsidR="00166FD3" w:rsidRDefault="00A4115B" w:rsidP="00166FD3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</w:r>
            <w:r w:rsidR="00166FD3">
              <w:tab/>
            </w:r>
            <w:r w:rsidR="00C9162B">
              <w:rPr>
                <w:sz w:val="40"/>
              </w:rPr>
              <w:t>KLIC</w:t>
            </w:r>
            <w:r w:rsidR="00166FD3">
              <w:rPr>
                <w:sz w:val="40"/>
              </w:rPr>
              <w:t xml:space="preserve"> en vergunningen</w:t>
            </w:r>
          </w:p>
        </w:tc>
      </w:tr>
    </w:tbl>
    <w:p w14:paraId="786BD456" w14:textId="77777777" w:rsidR="00166FD3" w:rsidRDefault="00166FD3">
      <w:pPr>
        <w:pStyle w:val="Kop1"/>
        <w:rPr>
          <w:lang w:val="nl-NL"/>
        </w:rPr>
      </w:pPr>
    </w:p>
    <w:p w14:paraId="786BD457" w14:textId="77777777" w:rsidR="00166FD3" w:rsidRDefault="00166FD3" w:rsidP="00166FD3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166FD3" w:rsidRPr="001B2EC5" w14:paraId="786BD45A" w14:textId="77777777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786BD458" w14:textId="77777777" w:rsidR="00166FD3" w:rsidRPr="001B2EC5" w:rsidRDefault="00166FD3" w:rsidP="00166FD3">
            <w:pPr>
              <w:jc w:val="right"/>
              <w:rPr>
                <w:b/>
                <w:bCs/>
              </w:rPr>
            </w:pPr>
            <w:r w:rsidRPr="001B2EC5"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14:paraId="786BD459" w14:textId="7479D075" w:rsidR="00166FD3" w:rsidRPr="008A2B33" w:rsidRDefault="00166FD3" w:rsidP="00DD6DF1">
            <w:r>
              <w:t xml:space="preserve">Je bent bekend met </w:t>
            </w:r>
            <w:r w:rsidR="00DD6DF1">
              <w:t xml:space="preserve">de wet- en regelgeving die geldt bij </w:t>
            </w:r>
            <w:r w:rsidR="00AE4580">
              <w:t>graafwerkzaamheden</w:t>
            </w:r>
            <w:r w:rsidR="00DD6DF1">
              <w:t>.</w:t>
            </w:r>
          </w:p>
        </w:tc>
      </w:tr>
      <w:tr w:rsidR="00166FD3" w:rsidRPr="001B2EC5" w14:paraId="786BD45D" w14:textId="77777777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786BD45B" w14:textId="77777777" w:rsidR="00166FD3" w:rsidRPr="001B2EC5" w:rsidRDefault="00166FD3" w:rsidP="00166FD3">
            <w:pPr>
              <w:jc w:val="right"/>
              <w:rPr>
                <w:b/>
                <w:bCs/>
              </w:rPr>
            </w:pPr>
            <w:r w:rsidRPr="001B2EC5"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14:paraId="786BD45C" w14:textId="77777777" w:rsidR="00166FD3" w:rsidRDefault="00166FD3" w:rsidP="00D91DAE">
            <w:pPr>
              <w:numPr>
                <w:ilvl w:val="0"/>
                <w:numId w:val="6"/>
              </w:numPr>
              <w:tabs>
                <w:tab w:val="clear" w:pos="720"/>
                <w:tab w:val="num" w:pos="337"/>
              </w:tabs>
              <w:ind w:left="337" w:hanging="284"/>
            </w:pPr>
            <w:r>
              <w:t>in</w:t>
            </w:r>
            <w:r w:rsidR="00DD6DF1">
              <w:t>leiding KLIC en vergunningen</w:t>
            </w:r>
            <w:r>
              <w:t xml:space="preserve"> - tijd: 20 minuten</w:t>
            </w:r>
          </w:p>
        </w:tc>
      </w:tr>
      <w:tr w:rsidR="00166FD3" w:rsidRPr="001B2EC5" w14:paraId="786BD460" w14:textId="77777777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786BD45E" w14:textId="77777777" w:rsidR="00166FD3" w:rsidRPr="001B2EC5" w:rsidRDefault="00166FD3" w:rsidP="00166FD3">
            <w:pPr>
              <w:jc w:val="right"/>
              <w:rPr>
                <w:b/>
                <w:bCs/>
              </w:rPr>
            </w:pPr>
            <w:r w:rsidRPr="001B2EC5"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14:paraId="786BD45F" w14:textId="2AEDA8EF" w:rsidR="00166FD3" w:rsidRPr="001B2EC5" w:rsidRDefault="00A84585" w:rsidP="00166FD3">
            <w:pPr>
              <w:rPr>
                <w:b/>
                <w:bCs/>
              </w:rPr>
            </w:pPr>
            <w:r>
              <w:t>120</w:t>
            </w:r>
            <w:r w:rsidR="00166FD3">
              <w:t xml:space="preserve"> minuten</w:t>
            </w:r>
          </w:p>
        </w:tc>
      </w:tr>
      <w:tr w:rsidR="00166FD3" w:rsidRPr="001B2EC5" w14:paraId="786BD464" w14:textId="77777777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14:paraId="786BD461" w14:textId="77777777" w:rsidR="00166FD3" w:rsidRPr="001B2EC5" w:rsidRDefault="00166FD3" w:rsidP="00166FD3">
            <w:pPr>
              <w:jc w:val="right"/>
              <w:rPr>
                <w:b/>
                <w:bCs/>
              </w:rPr>
            </w:pPr>
            <w:r w:rsidRPr="001B2EC5"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14:paraId="786BD462" w14:textId="1E98E156" w:rsidR="00D91DAE" w:rsidRDefault="00DD6DF1" w:rsidP="00166FD3">
            <w:r>
              <w:t xml:space="preserve">Bij </w:t>
            </w:r>
            <w:r w:rsidR="00AE4580">
              <w:t>graafwerkzaamheden</w:t>
            </w:r>
            <w:r>
              <w:t xml:space="preserve"> heb je te</w:t>
            </w:r>
            <w:r w:rsidR="00D91DAE">
              <w:t xml:space="preserve"> maken met wet- en regelgeving. Veel vergunningen worden aangevraagd middels een omgevingsvergunning.</w:t>
            </w:r>
          </w:p>
          <w:p w14:paraId="786BD463" w14:textId="77777777" w:rsidR="00166FD3" w:rsidRPr="001B2EC5" w:rsidRDefault="00D91DAE" w:rsidP="00166FD3">
            <w:pPr>
              <w:rPr>
                <w:b/>
                <w:bCs/>
              </w:rPr>
            </w:pPr>
            <w:r>
              <w:t>Om graafschade te voorkomen, is het aanvragen van een KLIC-melding verplicht.</w:t>
            </w:r>
          </w:p>
        </w:tc>
      </w:tr>
    </w:tbl>
    <w:p w14:paraId="786BD465" w14:textId="77777777" w:rsidR="00166FD3" w:rsidRDefault="00166FD3" w:rsidP="00166FD3"/>
    <w:p w14:paraId="786BD466" w14:textId="77777777" w:rsidR="00166FD3" w:rsidRDefault="00166FD3" w:rsidP="00166FD3">
      <w:r>
        <w:rPr>
          <w:b/>
          <w:bCs/>
        </w:rPr>
        <w:t>do</w:t>
      </w:r>
    </w:p>
    <w:p w14:paraId="786BD467" w14:textId="179DFD80" w:rsidR="00DD6DF1" w:rsidRDefault="00166FD3" w:rsidP="00C9162B">
      <w:pPr>
        <w:numPr>
          <w:ilvl w:val="0"/>
          <w:numId w:val="10"/>
        </w:numPr>
      </w:pPr>
      <w:r>
        <w:t xml:space="preserve">Luister naar de inleiding </w:t>
      </w:r>
      <w:r w:rsidR="003E51D2">
        <w:t xml:space="preserve">over de </w:t>
      </w:r>
      <w:r w:rsidR="00C9162B">
        <w:t xml:space="preserve">KLIC-melding </w:t>
      </w:r>
      <w:r w:rsidR="00D85127">
        <w:t xml:space="preserve">en de </w:t>
      </w:r>
      <w:r w:rsidR="003E51D2">
        <w:t>o</w:t>
      </w:r>
      <w:r w:rsidR="006C7ACC">
        <w:t>mgevingsvergunning.</w:t>
      </w:r>
    </w:p>
    <w:p w14:paraId="786BD468" w14:textId="77777777" w:rsidR="00166FD3" w:rsidRDefault="00166FD3" w:rsidP="00DD6DF1">
      <w:pPr>
        <w:ind w:left="567"/>
      </w:pPr>
    </w:p>
    <w:p w14:paraId="786BD469" w14:textId="7B20D4FF" w:rsidR="00C9162B" w:rsidRDefault="00C9162B" w:rsidP="00C9162B">
      <w:pPr>
        <w:numPr>
          <w:ilvl w:val="0"/>
          <w:numId w:val="10"/>
        </w:numPr>
      </w:pPr>
      <w:r>
        <w:t>Noteer de rede</w:t>
      </w:r>
      <w:r w:rsidR="00DD6DF1">
        <w:t xml:space="preserve">n dat er een landelijk systeem </w:t>
      </w:r>
      <w:r>
        <w:t xml:space="preserve">is </w:t>
      </w:r>
      <w:r w:rsidR="00A4115B">
        <w:t>om KLIC-meldingen aan te vragen</w:t>
      </w:r>
    </w:p>
    <w:p w14:paraId="786BD46A" w14:textId="29615B19" w:rsidR="00C9162B" w:rsidRDefault="00C9162B" w:rsidP="00C9162B">
      <w:pPr>
        <w:numPr>
          <w:ilvl w:val="0"/>
          <w:numId w:val="10"/>
        </w:numPr>
      </w:pPr>
      <w:r>
        <w:t xml:space="preserve">Zoek op welke kabels en leidingen in het </w:t>
      </w:r>
      <w:r w:rsidR="00A4115B">
        <w:t>systeem van KLIC zijn opgenomen</w:t>
      </w:r>
    </w:p>
    <w:p w14:paraId="786BD46B" w14:textId="4B3A598D" w:rsidR="00C9162B" w:rsidRDefault="00A4115B" w:rsidP="00C9162B">
      <w:pPr>
        <w:numPr>
          <w:ilvl w:val="0"/>
          <w:numId w:val="10"/>
        </w:numPr>
      </w:pPr>
      <w:r>
        <w:t xml:space="preserve">Noteer de </w:t>
      </w:r>
      <w:r w:rsidR="00C9162B">
        <w:t xml:space="preserve">standaardkleuren </w:t>
      </w:r>
      <w:r>
        <w:t>die de</w:t>
      </w:r>
      <w:r w:rsidR="00C9162B">
        <w:t xml:space="preserve"> ve</w:t>
      </w:r>
      <w:r>
        <w:t>rschillende kabels en leidingen hebben</w:t>
      </w:r>
    </w:p>
    <w:p w14:paraId="786BD46C" w14:textId="0FDA68B5" w:rsidR="00C9162B" w:rsidRDefault="00C9162B" w:rsidP="00C9162B">
      <w:pPr>
        <w:numPr>
          <w:ilvl w:val="0"/>
          <w:numId w:val="10"/>
        </w:numPr>
      </w:pPr>
      <w:r>
        <w:t>Zoek uit op welke manier een KLIC-mel</w:t>
      </w:r>
      <w:r w:rsidR="00DD6DF1">
        <w:t>d</w:t>
      </w:r>
      <w:r w:rsidR="00A4115B">
        <w:t>ing uitgevoerd wordt</w:t>
      </w:r>
    </w:p>
    <w:p w14:paraId="786BD46D" w14:textId="7226078C" w:rsidR="00C9162B" w:rsidRDefault="00C9162B" w:rsidP="00C9162B">
      <w:pPr>
        <w:numPr>
          <w:ilvl w:val="0"/>
          <w:numId w:val="10"/>
        </w:numPr>
      </w:pPr>
      <w:r>
        <w:t>Welke periode zit er tussen de aanvraag van de gegevens en h</w:t>
      </w:r>
      <w:r w:rsidR="00A4115B">
        <w:t>et in bezit hebben van gegevens</w:t>
      </w:r>
    </w:p>
    <w:p w14:paraId="786BD46F" w14:textId="2D8FDC2C" w:rsidR="00DD6DF1" w:rsidRDefault="00C9162B" w:rsidP="00C9162B">
      <w:pPr>
        <w:numPr>
          <w:ilvl w:val="0"/>
          <w:numId w:val="10"/>
        </w:numPr>
      </w:pPr>
      <w:r>
        <w:t>Doorloop fictief de KLIC</w:t>
      </w:r>
      <w:r w:rsidR="00A4115B">
        <w:t>-melding</w:t>
      </w:r>
    </w:p>
    <w:p w14:paraId="786BD470" w14:textId="77777777" w:rsidR="00C9162B" w:rsidRDefault="00DD6DF1" w:rsidP="00C9162B">
      <w:pPr>
        <w:numPr>
          <w:ilvl w:val="0"/>
          <w:numId w:val="10"/>
        </w:numPr>
      </w:pPr>
      <w:r>
        <w:t>Met welke gereedschappen en apparaten kunnen kabels en leidingen opgespoord worden?</w:t>
      </w:r>
    </w:p>
    <w:p w14:paraId="786BD471" w14:textId="77777777" w:rsidR="00C9162B" w:rsidRDefault="00C9162B" w:rsidP="00DD6DF1">
      <w:pPr>
        <w:ind w:left="567"/>
      </w:pPr>
    </w:p>
    <w:p w14:paraId="786BD472" w14:textId="0C3F0577" w:rsidR="00166FD3" w:rsidRDefault="006C7ACC" w:rsidP="006C7ACC">
      <w:pPr>
        <w:numPr>
          <w:ilvl w:val="0"/>
          <w:numId w:val="10"/>
        </w:numPr>
      </w:pPr>
      <w:r>
        <w:t xml:space="preserve">Noteer een drietal situaties waarin je </w:t>
      </w:r>
      <w:r w:rsidR="003E51D2">
        <w:t xml:space="preserve">in je werk </w:t>
      </w:r>
      <w:r>
        <w:t xml:space="preserve">verwacht te maken te hebben met </w:t>
      </w:r>
      <w:r w:rsidR="00DD6DF1">
        <w:t xml:space="preserve">vergunningen op het gebied </w:t>
      </w:r>
      <w:r w:rsidR="0085160B">
        <w:t>van bouwen, grondverzet etc</w:t>
      </w:r>
    </w:p>
    <w:p w14:paraId="7FF4BAAA" w14:textId="32D335C0" w:rsidR="00A4115B" w:rsidRDefault="00D245D9" w:rsidP="006C7ACC">
      <w:pPr>
        <w:numPr>
          <w:ilvl w:val="0"/>
          <w:numId w:val="10"/>
        </w:numPr>
      </w:pPr>
      <w:r>
        <w:t xml:space="preserve">Doe de check </w:t>
      </w:r>
      <w:r w:rsidR="00DD6DF1">
        <w:t xml:space="preserve">om te kijken of </w:t>
      </w:r>
      <w:r w:rsidR="00D85127">
        <w:t xml:space="preserve">voor deze drie situaties </w:t>
      </w:r>
      <w:r w:rsidR="006C7ACC">
        <w:t xml:space="preserve">een omgevingsvergunning aangevraagd moet worden op </w:t>
      </w:r>
      <w:hyperlink r:id="rId7" w:history="1">
        <w:r w:rsidR="00A4115B" w:rsidRPr="001E7E69">
          <w:rPr>
            <w:rStyle w:val="Hyperlink"/>
          </w:rPr>
          <w:t>www.</w:t>
        </w:r>
        <w:r w:rsidR="00A4115B" w:rsidRPr="00AE4580">
          <w:t>omg</w:t>
        </w:r>
        <w:bookmarkStart w:id="0" w:name="_GoBack"/>
        <w:bookmarkEnd w:id="0"/>
        <w:r w:rsidR="00A4115B" w:rsidRPr="00AE4580">
          <w:t>e</w:t>
        </w:r>
        <w:r w:rsidR="00A4115B" w:rsidRPr="00AE4580">
          <w:t>vingsloket</w:t>
        </w:r>
        <w:r w:rsidR="00A4115B" w:rsidRPr="001E7E69">
          <w:rPr>
            <w:rStyle w:val="Hyperlink"/>
          </w:rPr>
          <w:t>.nl</w:t>
        </w:r>
      </w:hyperlink>
    </w:p>
    <w:p w14:paraId="786BD473" w14:textId="6AAA0211" w:rsidR="003E51D2" w:rsidRDefault="006557FF" w:rsidP="00A4115B">
      <w:pPr>
        <w:ind w:left="567"/>
      </w:pPr>
      <w:r>
        <w:t>Print de drie situaties uit en stop ze bij de uitwerking van deze deeltaak.</w:t>
      </w:r>
    </w:p>
    <w:p w14:paraId="786BD475" w14:textId="77777777" w:rsidR="00166FD3" w:rsidRDefault="00166FD3" w:rsidP="00DD6DF1">
      <w:pPr>
        <w:ind w:left="567"/>
      </w:pPr>
    </w:p>
    <w:p w14:paraId="786BD476" w14:textId="6BC1DABE" w:rsidR="00166FD3" w:rsidRDefault="00166FD3" w:rsidP="006C7ACC">
      <w:pPr>
        <w:numPr>
          <w:ilvl w:val="0"/>
          <w:numId w:val="10"/>
        </w:numPr>
      </w:pPr>
      <w:r>
        <w:t>Werk de</w:t>
      </w:r>
      <w:r w:rsidR="00A4115B">
        <w:t>ze</w:t>
      </w:r>
      <w:r>
        <w:t xml:space="preserve"> taak uit op de computer.</w:t>
      </w:r>
    </w:p>
    <w:p w14:paraId="786BD477" w14:textId="77777777" w:rsidR="00166FD3" w:rsidRDefault="00166FD3" w:rsidP="00166FD3"/>
    <w:p w14:paraId="786BD478" w14:textId="77777777" w:rsidR="00166FD3" w:rsidRDefault="00166FD3" w:rsidP="00166FD3">
      <w:r>
        <w:rPr>
          <w:b/>
          <w:bCs/>
        </w:rPr>
        <w:t>check &amp; act</w:t>
      </w:r>
    </w:p>
    <w:p w14:paraId="786BD479" w14:textId="17A126BD" w:rsidR="00166FD3" w:rsidRDefault="00A4115B" w:rsidP="00166FD3">
      <w:r>
        <w:t>Lever de uitwerking van deze opdracht in op _____ zie lesplanner</w:t>
      </w:r>
    </w:p>
    <w:p w14:paraId="786BD47B" w14:textId="16E9EEBA" w:rsidR="00166FD3" w:rsidRDefault="00A4115B" w:rsidP="00166FD3">
      <w:r>
        <w:t>Verwerk de op- en aanmerkingen</w:t>
      </w:r>
    </w:p>
    <w:p w14:paraId="6F4721D6" w14:textId="31FA4907" w:rsidR="00A4115B" w:rsidRDefault="00A4115B" w:rsidP="00166FD3">
      <w:r>
        <w:t>Bewaar de uitgewerkte opdracht in een portfolio</w:t>
      </w:r>
    </w:p>
    <w:p w14:paraId="786BD47E" w14:textId="77777777" w:rsidR="00166FD3" w:rsidRDefault="00166FD3" w:rsidP="00166FD3"/>
    <w:sectPr w:rsidR="00166FD3" w:rsidSect="00166FD3">
      <w:footerReference w:type="even" r:id="rId8"/>
      <w:footerReference w:type="default" r:id="rId9"/>
      <w:footerReference w:type="first" r:id="rId10"/>
      <w:type w:val="continuous"/>
      <w:pgSz w:w="11906" w:h="16838" w:code="9"/>
      <w:pgMar w:top="1134" w:right="1701" w:bottom="1418" w:left="1985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232CA" w14:textId="77777777" w:rsidR="00E857F9" w:rsidRDefault="00E857F9">
      <w:r>
        <w:separator/>
      </w:r>
    </w:p>
  </w:endnote>
  <w:endnote w:type="continuationSeparator" w:id="0">
    <w:p w14:paraId="599965EC" w14:textId="77777777" w:rsidR="00E857F9" w:rsidRDefault="00E85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BD689" w14:textId="77777777" w:rsidR="00041A8E" w:rsidRDefault="00041A8E">
    <w:pPr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86BD68A" w14:textId="77777777" w:rsidR="00041A8E" w:rsidRDefault="00041A8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BD68B" w14:textId="77777777" w:rsidR="00041A8E" w:rsidRDefault="00041A8E">
    <w:pPr>
      <w:tabs>
        <w:tab w:val="left" w:pos="7797"/>
      </w:tabs>
      <w:rPr>
        <w:i/>
      </w:rPr>
    </w:pPr>
    <w:r>
      <w:rPr>
        <w:i/>
      </w:rPr>
      <w:t>Projectbundel aanleg beplantingen</w:t>
    </w:r>
  </w:p>
  <w:p w14:paraId="786BD68C" w14:textId="77777777" w:rsidR="00041A8E" w:rsidRDefault="00041A8E">
    <w:pPr>
      <w:tabs>
        <w:tab w:val="left" w:pos="7797"/>
      </w:tabs>
      <w:rPr>
        <w:i/>
      </w:rPr>
    </w:pPr>
    <w:r>
      <w:rPr>
        <w:i/>
      </w:rPr>
      <w:t>Helicon Opleidingen MBO Den Bosch, beroepsfase/afstudeerfase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D245D9">
      <w:rPr>
        <w:rStyle w:val="Paginanummer"/>
        <w:noProof/>
      </w:rPr>
      <w:t>21</w:t>
    </w:r>
    <w:r>
      <w:rPr>
        <w:rStyle w:val="Paginanummer"/>
      </w:rPr>
      <w:fldChar w:fldCharType="end"/>
    </w:r>
  </w:p>
  <w:p w14:paraId="786BD68D" w14:textId="77777777" w:rsidR="00041A8E" w:rsidRDefault="00041A8E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8EB8C" w14:textId="4B55C244" w:rsidR="00A4115B" w:rsidRPr="00A4115B" w:rsidRDefault="00A4115B">
    <w:pPr>
      <w:pStyle w:val="Voettekst"/>
      <w:rPr>
        <w:sz w:val="16"/>
        <w:szCs w:val="16"/>
      </w:rPr>
    </w:pPr>
    <w:r>
      <w:rPr>
        <w:sz w:val="16"/>
        <w:szCs w:val="16"/>
      </w:rPr>
      <w:t>a</w:t>
    </w:r>
    <w:r w:rsidRPr="00A4115B">
      <w:rPr>
        <w:sz w:val="16"/>
        <w:szCs w:val="16"/>
      </w:rPr>
      <w:t>anleg beplantingen</w:t>
    </w:r>
    <w:r w:rsidRPr="00A4115B">
      <w:rPr>
        <w:sz w:val="16"/>
        <w:szCs w:val="16"/>
      </w:rPr>
      <w:tab/>
      <w:t>HELICON-opleidingen</w:t>
    </w:r>
  </w:p>
  <w:p w14:paraId="29DF6EFA" w14:textId="174D5971" w:rsidR="00A4115B" w:rsidRPr="00A4115B" w:rsidRDefault="00A4115B">
    <w:pPr>
      <w:pStyle w:val="Voettekst"/>
      <w:rPr>
        <w:sz w:val="16"/>
        <w:szCs w:val="16"/>
      </w:rPr>
    </w:pPr>
    <w:r w:rsidRPr="00A4115B">
      <w:rPr>
        <w:sz w:val="16"/>
        <w:szCs w:val="16"/>
      </w:rPr>
      <w:tab/>
      <w:t>MBO Boxtel</w:t>
    </w:r>
  </w:p>
  <w:p w14:paraId="3B772ADE" w14:textId="587DF47B" w:rsidR="00B6087F" w:rsidRPr="00B6087F" w:rsidRDefault="00B6087F">
    <w:pPr>
      <w:pStyle w:val="Voettekst"/>
      <w:rPr>
        <w:color w:val="7F7F7F" w:themeColor="text1" w:themeTint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A3331" w14:textId="77777777" w:rsidR="00E857F9" w:rsidRDefault="00E857F9">
      <w:r>
        <w:separator/>
      </w:r>
    </w:p>
  </w:footnote>
  <w:footnote w:type="continuationSeparator" w:id="0">
    <w:p w14:paraId="4606EB67" w14:textId="77777777" w:rsidR="00E857F9" w:rsidRDefault="00E85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E2385"/>
    <w:multiLevelType w:val="multilevel"/>
    <w:tmpl w:val="0AE44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A7F6F"/>
    <w:multiLevelType w:val="hybridMultilevel"/>
    <w:tmpl w:val="0AE441C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4476C"/>
    <w:multiLevelType w:val="hybridMultilevel"/>
    <w:tmpl w:val="24B6E0CA"/>
    <w:lvl w:ilvl="0" w:tplc="4C5AA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86392"/>
    <w:multiLevelType w:val="hybridMultilevel"/>
    <w:tmpl w:val="22463AFE"/>
    <w:lvl w:ilvl="0" w:tplc="CEA403C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F1A0A"/>
    <w:multiLevelType w:val="hybridMultilevel"/>
    <w:tmpl w:val="3A344774"/>
    <w:lvl w:ilvl="0" w:tplc="4C8A9C7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F27EF"/>
    <w:multiLevelType w:val="hybridMultilevel"/>
    <w:tmpl w:val="3E64E4C6"/>
    <w:lvl w:ilvl="0" w:tplc="0413000B">
      <w:start w:val="1"/>
      <w:numFmt w:val="bullet"/>
      <w:pStyle w:val="Snel1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D72C0"/>
    <w:multiLevelType w:val="hybridMultilevel"/>
    <w:tmpl w:val="1446318C"/>
    <w:lvl w:ilvl="0" w:tplc="977C1C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2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53E27"/>
    <w:multiLevelType w:val="multilevel"/>
    <w:tmpl w:val="7A70853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D32908"/>
    <w:multiLevelType w:val="hybridMultilevel"/>
    <w:tmpl w:val="BCC20174"/>
    <w:lvl w:ilvl="0" w:tplc="F5E2A2D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44E7D"/>
    <w:multiLevelType w:val="hybridMultilevel"/>
    <w:tmpl w:val="A8CAD1C4"/>
    <w:lvl w:ilvl="0" w:tplc="DC66DAD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4511AC"/>
    <w:multiLevelType w:val="multilevel"/>
    <w:tmpl w:val="0AE44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34FCC"/>
    <w:multiLevelType w:val="hybridMultilevel"/>
    <w:tmpl w:val="01509754"/>
    <w:lvl w:ilvl="0" w:tplc="9154DA4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DB3D2A"/>
    <w:multiLevelType w:val="hybridMultilevel"/>
    <w:tmpl w:val="6EB22392"/>
    <w:lvl w:ilvl="0" w:tplc="261C583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35B1A"/>
    <w:multiLevelType w:val="hybridMultilevel"/>
    <w:tmpl w:val="7A70853C"/>
    <w:lvl w:ilvl="0" w:tplc="D44E4F5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0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BF6F0D"/>
    <w:multiLevelType w:val="hybridMultilevel"/>
    <w:tmpl w:val="20CED49C"/>
    <w:lvl w:ilvl="0" w:tplc="F70E98D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C5631"/>
    <w:multiLevelType w:val="hybridMultilevel"/>
    <w:tmpl w:val="B652D920"/>
    <w:lvl w:ilvl="0" w:tplc="3174A9A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B34F9E"/>
    <w:multiLevelType w:val="hybridMultilevel"/>
    <w:tmpl w:val="9FB8CC4E"/>
    <w:lvl w:ilvl="0" w:tplc="41A00BE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B646E5"/>
    <w:multiLevelType w:val="hybridMultilevel"/>
    <w:tmpl w:val="FE604CEA"/>
    <w:lvl w:ilvl="0" w:tplc="0413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963C77"/>
    <w:multiLevelType w:val="multilevel"/>
    <w:tmpl w:val="0AE44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502770"/>
    <w:multiLevelType w:val="hybridMultilevel"/>
    <w:tmpl w:val="5D54D692"/>
    <w:lvl w:ilvl="0" w:tplc="97D679F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216468"/>
    <w:multiLevelType w:val="hybridMultilevel"/>
    <w:tmpl w:val="80F224DA"/>
    <w:lvl w:ilvl="0" w:tplc="926018B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BD1AA8"/>
    <w:multiLevelType w:val="hybridMultilevel"/>
    <w:tmpl w:val="953E0290"/>
    <w:lvl w:ilvl="0" w:tplc="51C2EAA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C503D"/>
    <w:multiLevelType w:val="hybridMultilevel"/>
    <w:tmpl w:val="0EBEDD56"/>
    <w:lvl w:ilvl="0" w:tplc="3A10DD34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802167"/>
    <w:multiLevelType w:val="hybridMultilevel"/>
    <w:tmpl w:val="6A5E2FC6"/>
    <w:lvl w:ilvl="0" w:tplc="E58E074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62C85"/>
    <w:multiLevelType w:val="hybridMultilevel"/>
    <w:tmpl w:val="D01EC37E"/>
    <w:lvl w:ilvl="0" w:tplc="73FCE8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86117C"/>
    <w:multiLevelType w:val="multilevel"/>
    <w:tmpl w:val="0AE44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255B3"/>
    <w:multiLevelType w:val="hybridMultilevel"/>
    <w:tmpl w:val="F57EA068"/>
    <w:lvl w:ilvl="0" w:tplc="ADDC53C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476A64"/>
    <w:multiLevelType w:val="multilevel"/>
    <w:tmpl w:val="271603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C9E3466"/>
    <w:multiLevelType w:val="hybridMultilevel"/>
    <w:tmpl w:val="F8E8622C"/>
    <w:lvl w:ilvl="0" w:tplc="78582968">
      <w:start w:val="4194305"/>
      <w:numFmt w:val="bullet"/>
      <w:lvlText w:val=""/>
      <w:lvlJc w:val="left"/>
      <w:pPr>
        <w:tabs>
          <w:tab w:val="num" w:pos="704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ɯ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296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Ansi="Courier New" w:cs="Symbol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424CD5"/>
    <w:multiLevelType w:val="hybridMultilevel"/>
    <w:tmpl w:val="BF8E6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DA7C2A"/>
    <w:multiLevelType w:val="hybridMultilevel"/>
    <w:tmpl w:val="680E5FAE"/>
    <w:lvl w:ilvl="0" w:tplc="23F4BD7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D53A9E"/>
    <w:multiLevelType w:val="hybridMultilevel"/>
    <w:tmpl w:val="024443F4"/>
    <w:lvl w:ilvl="0" w:tplc="AA2C0C6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420021"/>
    <w:multiLevelType w:val="multilevel"/>
    <w:tmpl w:val="0AE44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1"/>
  </w:num>
  <w:num w:numId="4">
    <w:abstractNumId w:val="6"/>
  </w:num>
  <w:num w:numId="5">
    <w:abstractNumId w:val="28"/>
  </w:num>
  <w:num w:numId="6">
    <w:abstractNumId w:val="29"/>
  </w:num>
  <w:num w:numId="7">
    <w:abstractNumId w:val="20"/>
  </w:num>
  <w:num w:numId="8">
    <w:abstractNumId w:val="3"/>
  </w:num>
  <w:num w:numId="9">
    <w:abstractNumId w:val="12"/>
  </w:num>
  <w:num w:numId="10">
    <w:abstractNumId w:val="8"/>
  </w:num>
  <w:num w:numId="11">
    <w:abstractNumId w:val="31"/>
  </w:num>
  <w:num w:numId="12">
    <w:abstractNumId w:val="26"/>
  </w:num>
  <w:num w:numId="13">
    <w:abstractNumId w:val="15"/>
  </w:num>
  <w:num w:numId="14">
    <w:abstractNumId w:val="27"/>
  </w:num>
  <w:num w:numId="15">
    <w:abstractNumId w:val="16"/>
  </w:num>
  <w:num w:numId="16">
    <w:abstractNumId w:val="24"/>
  </w:num>
  <w:num w:numId="17">
    <w:abstractNumId w:val="2"/>
  </w:num>
  <w:num w:numId="18">
    <w:abstractNumId w:val="32"/>
  </w:num>
  <w:num w:numId="19">
    <w:abstractNumId w:val="13"/>
  </w:num>
  <w:num w:numId="20">
    <w:abstractNumId w:val="10"/>
  </w:num>
  <w:num w:numId="21">
    <w:abstractNumId w:val="11"/>
  </w:num>
  <w:num w:numId="22">
    <w:abstractNumId w:val="7"/>
  </w:num>
  <w:num w:numId="23">
    <w:abstractNumId w:val="9"/>
  </w:num>
  <w:num w:numId="24">
    <w:abstractNumId w:val="14"/>
  </w:num>
  <w:num w:numId="25">
    <w:abstractNumId w:val="25"/>
  </w:num>
  <w:num w:numId="26">
    <w:abstractNumId w:val="30"/>
  </w:num>
  <w:num w:numId="27">
    <w:abstractNumId w:val="22"/>
  </w:num>
  <w:num w:numId="28">
    <w:abstractNumId w:val="4"/>
  </w:num>
  <w:num w:numId="29">
    <w:abstractNumId w:val="0"/>
  </w:num>
  <w:num w:numId="30">
    <w:abstractNumId w:val="21"/>
  </w:num>
  <w:num w:numId="31">
    <w:abstractNumId w:val="18"/>
  </w:num>
  <w:num w:numId="32">
    <w:abstractNumId w:val="23"/>
  </w:num>
  <w:num w:numId="33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17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>
      <o:colormru v:ext="edit" colors="#b2b2b2,#9f3,#c49f00,#d1ffa3,#3c3cb6,#00009a,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E0B"/>
    <w:rsid w:val="00041A8E"/>
    <w:rsid w:val="00134A33"/>
    <w:rsid w:val="001469E4"/>
    <w:rsid w:val="00152C00"/>
    <w:rsid w:val="00166FD3"/>
    <w:rsid w:val="001B0BE3"/>
    <w:rsid w:val="002370F4"/>
    <w:rsid w:val="00263C9E"/>
    <w:rsid w:val="002B6D89"/>
    <w:rsid w:val="0039118E"/>
    <w:rsid w:val="003D66AB"/>
    <w:rsid w:val="003E51D2"/>
    <w:rsid w:val="00416BB9"/>
    <w:rsid w:val="00425782"/>
    <w:rsid w:val="00446450"/>
    <w:rsid w:val="004565CE"/>
    <w:rsid w:val="00581342"/>
    <w:rsid w:val="00581A7C"/>
    <w:rsid w:val="006557FF"/>
    <w:rsid w:val="006C7ACC"/>
    <w:rsid w:val="00713CAA"/>
    <w:rsid w:val="00762DD7"/>
    <w:rsid w:val="0085160B"/>
    <w:rsid w:val="008D11AD"/>
    <w:rsid w:val="00952262"/>
    <w:rsid w:val="009B7611"/>
    <w:rsid w:val="00A21FB1"/>
    <w:rsid w:val="00A30CDF"/>
    <w:rsid w:val="00A4115B"/>
    <w:rsid w:val="00A84585"/>
    <w:rsid w:val="00AC1B0D"/>
    <w:rsid w:val="00AE4580"/>
    <w:rsid w:val="00B1021F"/>
    <w:rsid w:val="00B6087F"/>
    <w:rsid w:val="00B636F4"/>
    <w:rsid w:val="00BE7FB8"/>
    <w:rsid w:val="00C42098"/>
    <w:rsid w:val="00C451DE"/>
    <w:rsid w:val="00C829E3"/>
    <w:rsid w:val="00C9162B"/>
    <w:rsid w:val="00CA27C8"/>
    <w:rsid w:val="00CD3248"/>
    <w:rsid w:val="00D245D9"/>
    <w:rsid w:val="00D63E6F"/>
    <w:rsid w:val="00D85127"/>
    <w:rsid w:val="00D91DAE"/>
    <w:rsid w:val="00D922E6"/>
    <w:rsid w:val="00DB050E"/>
    <w:rsid w:val="00DD6DF1"/>
    <w:rsid w:val="00E561EB"/>
    <w:rsid w:val="00E857F9"/>
    <w:rsid w:val="00EA361A"/>
    <w:rsid w:val="00EC0E0B"/>
    <w:rsid w:val="00EE25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b2b2b2,#9f3,#c49f00,#d1ffa3,#3c3cb6,#00009a,#ddd,#eaeaea"/>
    </o:shapedefaults>
    <o:shapelayout v:ext="edit">
      <o:idmap v:ext="edit" data="1"/>
    </o:shapelayout>
  </w:shapeDefaults>
  <w:decimalSymbol w:val=","/>
  <w:listSeparator w:val=";"/>
  <w14:docId w14:val="786BD32D"/>
  <w15:docId w15:val="{85013E63-D6C5-4775-A6C9-FEC25F2E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2C2CE8"/>
    <w:rPr>
      <w:rFonts w:ascii="Arial" w:hAnsi="Arial"/>
    </w:rPr>
  </w:style>
  <w:style w:type="paragraph" w:styleId="Kop1">
    <w:name w:val="heading 1"/>
    <w:basedOn w:val="Standaard"/>
    <w:next w:val="Standaard"/>
    <w:link w:val="Kop1Char"/>
    <w:qFormat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lang w:val="en-US"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i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b/>
      <w:sz w:val="22"/>
      <w:lang w:val="en-US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b/>
      <w:sz w:val="2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b/>
      <w:sz w:val="24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i/>
      <w:sz w:val="22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i/>
      <w:sz w:val="32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b/>
      <w:sz w:val="4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Pr>
      <w:sz w:val="22"/>
    </w:rPr>
  </w:style>
  <w:style w:type="paragraph" w:styleId="Voettekst">
    <w:name w:val="footer"/>
    <w:basedOn w:val="Standaard"/>
    <w:link w:val="VoettekstChar"/>
    <w:uiPriority w:val="99"/>
    <w:pPr>
      <w:tabs>
        <w:tab w:val="center" w:pos="4536"/>
        <w:tab w:val="right" w:pos="9072"/>
      </w:tabs>
    </w:pPr>
  </w:style>
  <w:style w:type="paragraph" w:styleId="Plattetekst2">
    <w:name w:val="Body Text 2"/>
    <w:basedOn w:val="Standaard"/>
    <w:rPr>
      <w:sz w:val="22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Plattetekst3">
    <w:name w:val="Body Text 3"/>
    <w:basedOn w:val="Standaard"/>
    <w:rPr>
      <w:b/>
      <w:sz w:val="28"/>
    </w:rPr>
  </w:style>
  <w:style w:type="paragraph" w:styleId="Plattetekstinspringen">
    <w:name w:val="Body Text Indent"/>
    <w:basedOn w:val="Standaard"/>
    <w:pPr>
      <w:ind w:left="1560" w:hanging="1560"/>
    </w:pPr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Plattetekstinspringen2">
    <w:name w:val="Body Text Indent 2"/>
    <w:basedOn w:val="Standaard"/>
    <w:pPr>
      <w:ind w:left="284" w:hanging="284"/>
    </w:pPr>
  </w:style>
  <w:style w:type="paragraph" w:customStyle="1" w:styleId="opsomming">
    <w:name w:val="opsomming"/>
    <w:basedOn w:val="Standaard"/>
  </w:style>
  <w:style w:type="paragraph" w:customStyle="1" w:styleId="bundelsoort">
    <w:name w:val="bundelsoort"/>
    <w:basedOn w:val="Kop4"/>
    <w:rPr>
      <w:b w:val="0"/>
      <w:i/>
      <w:sz w:val="32"/>
      <w:lang w:val="nl-NL"/>
    </w:rPr>
  </w:style>
  <w:style w:type="paragraph" w:customStyle="1" w:styleId="bundeltitel">
    <w:name w:val="bundeltitel"/>
    <w:basedOn w:val="Standaard"/>
    <w:rPr>
      <w:b/>
      <w:sz w:val="48"/>
    </w:rPr>
  </w:style>
  <w:style w:type="paragraph" w:customStyle="1" w:styleId="inhoud">
    <w:name w:val="inhoud"/>
    <w:basedOn w:val="Kop4"/>
    <w:pPr>
      <w:tabs>
        <w:tab w:val="right" w:pos="5670"/>
        <w:tab w:val="left" w:pos="7088"/>
      </w:tabs>
    </w:pPr>
    <w:rPr>
      <w:b w:val="0"/>
      <w:sz w:val="20"/>
      <w:lang w:val="nl-NL"/>
    </w:rPr>
  </w:style>
  <w:style w:type="paragraph" w:customStyle="1" w:styleId="s">
    <w:name w:val="s"/>
    <w:basedOn w:val="Standaard"/>
  </w:style>
  <w:style w:type="character" w:styleId="Verwijzingopmerking">
    <w:name w:val="annotation reference"/>
    <w:semiHidden/>
    <w:rPr>
      <w:sz w:val="16"/>
    </w:rPr>
  </w:style>
  <w:style w:type="paragraph" w:styleId="Tekstopmerking">
    <w:name w:val="annotation text"/>
    <w:basedOn w:val="Standaard"/>
    <w:semiHidden/>
    <w:rPr>
      <w:rFonts w:ascii="Times New Roman" w:hAnsi="Times New Roman"/>
    </w:rPr>
  </w:style>
  <w:style w:type="table" w:styleId="Tabelraster">
    <w:name w:val="Table Grid"/>
    <w:basedOn w:val="Standaardtabel"/>
    <w:rsid w:val="00C62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link w:val="Kop1"/>
    <w:rsid w:val="00BD0017"/>
    <w:rPr>
      <w:rFonts w:ascii="Arial" w:hAnsi="Arial"/>
      <w:b/>
      <w:sz w:val="28"/>
      <w:lang w:val="en-US"/>
    </w:rPr>
  </w:style>
  <w:style w:type="paragraph" w:styleId="Ballontekst">
    <w:name w:val="Balloon Text"/>
    <w:basedOn w:val="Standaard"/>
    <w:link w:val="BallontekstChar"/>
    <w:rsid w:val="00743348"/>
    <w:rPr>
      <w:rFonts w:ascii="Tahoma" w:hAnsi="Tahoma"/>
      <w:sz w:val="16"/>
      <w:szCs w:val="16"/>
    </w:rPr>
  </w:style>
  <w:style w:type="character" w:customStyle="1" w:styleId="BallontekstChar">
    <w:name w:val="Ballontekst Char"/>
    <w:link w:val="Ballontekst"/>
    <w:rsid w:val="00743348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Standaard"/>
    <w:rsid w:val="00D91DAE"/>
    <w:pPr>
      <w:widowControl w:val="0"/>
    </w:pPr>
    <w:rPr>
      <w:rFonts w:ascii="Times New Roman" w:hAnsi="Times New Roman"/>
      <w:sz w:val="24"/>
      <w:lang w:val="en-US"/>
    </w:rPr>
  </w:style>
  <w:style w:type="paragraph" w:customStyle="1" w:styleId="Level4">
    <w:name w:val="Level 4"/>
    <w:basedOn w:val="Standaard"/>
    <w:rsid w:val="00D91DAE"/>
    <w:pPr>
      <w:widowControl w:val="0"/>
    </w:pPr>
    <w:rPr>
      <w:rFonts w:ascii="Times New Roman" w:hAnsi="Times New Roman"/>
      <w:sz w:val="24"/>
      <w:lang w:val="en-US"/>
    </w:rPr>
  </w:style>
  <w:style w:type="paragraph" w:styleId="Plattetekstinspringen3">
    <w:name w:val="Body Text Indent 3"/>
    <w:basedOn w:val="Standaard"/>
    <w:link w:val="Plattetekstinspringen3Char"/>
    <w:rsid w:val="00D91DAE"/>
    <w:pPr>
      <w:tabs>
        <w:tab w:val="left" w:pos="0"/>
        <w:tab w:val="left" w:pos="567"/>
        <w:tab w:val="left" w:pos="851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ind w:left="567" w:hanging="283"/>
    </w:pPr>
  </w:style>
  <w:style w:type="character" w:customStyle="1" w:styleId="Plattetekstinspringen3Char">
    <w:name w:val="Platte tekst inspringen 3 Char"/>
    <w:basedOn w:val="Standaardalinea-lettertype"/>
    <w:link w:val="Plattetekstinspringen3"/>
    <w:rsid w:val="00D91DAE"/>
    <w:rPr>
      <w:rFonts w:ascii="Arial" w:hAnsi="Arial"/>
    </w:rPr>
  </w:style>
  <w:style w:type="paragraph" w:customStyle="1" w:styleId="Snel1">
    <w:name w:val="Snel 1."/>
    <w:basedOn w:val="Standaard"/>
    <w:rsid w:val="00D91DAE"/>
    <w:pPr>
      <w:widowControl w:val="0"/>
      <w:numPr>
        <w:numId w:val="1"/>
      </w:numPr>
      <w:autoSpaceDE w:val="0"/>
      <w:autoSpaceDN w:val="0"/>
      <w:adjustRightInd w:val="0"/>
      <w:ind w:hanging="720"/>
    </w:pPr>
    <w:rPr>
      <w:rFonts w:ascii="PMingLiU" w:eastAsia="PMingLiU" w:hAnsi="Times New Roman"/>
      <w:szCs w:val="24"/>
      <w:lang w:val="en-US"/>
    </w:rPr>
  </w:style>
  <w:style w:type="paragraph" w:styleId="Bloktekst">
    <w:name w:val="Block Text"/>
    <w:basedOn w:val="Standaard"/>
    <w:rsid w:val="00D91DAE"/>
    <w:pPr>
      <w:snapToGrid w:val="0"/>
      <w:ind w:left="1134" w:right="1549"/>
    </w:pPr>
    <w:rPr>
      <w:sz w:val="22"/>
    </w:rPr>
  </w:style>
  <w:style w:type="character" w:styleId="GevolgdeHyperlink">
    <w:name w:val="FollowedHyperlink"/>
    <w:basedOn w:val="Standaardalinea-lettertype"/>
    <w:rsid w:val="00D91DAE"/>
    <w:rPr>
      <w:color w:val="800080"/>
      <w:u w:val="single"/>
    </w:rPr>
  </w:style>
  <w:style w:type="paragraph" w:styleId="Lijstalinea">
    <w:name w:val="List Paragraph"/>
    <w:basedOn w:val="Standaard"/>
    <w:uiPriority w:val="34"/>
    <w:qFormat/>
    <w:rsid w:val="00BE7FB8"/>
    <w:pPr>
      <w:ind w:left="720"/>
      <w:contextualSpacing/>
    </w:pPr>
  </w:style>
  <w:style w:type="character" w:customStyle="1" w:styleId="VoettekstChar">
    <w:name w:val="Voettekst Char"/>
    <w:basedOn w:val="Standaardalinea-lettertype"/>
    <w:link w:val="Voettekst"/>
    <w:uiPriority w:val="99"/>
    <w:rsid w:val="00A4115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mgevingsloket.n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hek\LOCALS~1\Temp\XPgrpwise\sjabloon%20Boxtel%20Projectbundel%2030-06-10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sjabloon Boxtel Projectbundel 30-06-10.dot</Template>
  <TotalTime>4</TotalTime>
  <Pages>1</Pages>
  <Words>244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Trainersinstructie origineel</vt:lpstr>
      <vt:lpstr>Trainersinstructie origineel</vt:lpstr>
    </vt:vector>
  </TitlesOfParts>
  <Company>Helicon Opleidingen</Company>
  <LinksUpToDate>false</LinksUpToDate>
  <CharactersWithSpaces>1583</CharactersWithSpaces>
  <SharedDoc>false</SharedDoc>
  <HLinks>
    <vt:vector size="6" baseType="variant">
      <vt:variant>
        <vt:i4>6488073</vt:i4>
      </vt:variant>
      <vt:variant>
        <vt:i4>-1</vt:i4>
      </vt:variant>
      <vt:variant>
        <vt:i4>1378</vt:i4>
      </vt:variant>
      <vt:variant>
        <vt:i4>1</vt:i4>
      </vt:variant>
      <vt:variant>
        <vt:lpwstr>helicon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Trainersinstructie origineel</dc:title>
  <dc:creator>hek</dc:creator>
  <cp:lastModifiedBy>Stephan de Wit</cp:lastModifiedBy>
  <cp:revision>3</cp:revision>
  <cp:lastPrinted>2012-05-09T13:58:00Z</cp:lastPrinted>
  <dcterms:created xsi:type="dcterms:W3CDTF">2019-09-17T09:42:00Z</dcterms:created>
  <dcterms:modified xsi:type="dcterms:W3CDTF">2019-09-17T09:45:00Z</dcterms:modified>
</cp:coreProperties>
</file>