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E46E79" w14:textId="77777777" w:rsidR="003B0C61" w:rsidRPr="004B6656" w:rsidRDefault="004B6656">
      <w:pPr>
        <w:rPr>
          <w:b/>
        </w:rPr>
      </w:pPr>
      <w:r w:rsidRPr="004B6656">
        <w:rPr>
          <w:b/>
        </w:rPr>
        <w:t>Rubric beoordeling blogs</w:t>
      </w:r>
    </w:p>
    <w:p w14:paraId="3E6EBA6D" w14:textId="77777777" w:rsidR="004B6656" w:rsidRDefault="004B6656"/>
    <w:p w14:paraId="38F2B05B" w14:textId="77777777" w:rsidR="004B6656" w:rsidRDefault="004B6656">
      <w:r>
        <w:t>Naam student:</w:t>
      </w:r>
    </w:p>
    <w:p w14:paraId="516454D8" w14:textId="77777777" w:rsidR="004B6656" w:rsidRDefault="004B6656">
      <w:r>
        <w:t>Klas/leergroep:</w:t>
      </w:r>
    </w:p>
    <w:p w14:paraId="1117CEBE" w14:textId="77777777" w:rsidR="004B6656" w:rsidRDefault="004B6656">
      <w:r>
        <w:t>Datum beoordeling:</w:t>
      </w:r>
    </w:p>
    <w:p w14:paraId="5963148E" w14:textId="77777777" w:rsidR="004B6656" w:rsidRDefault="004B665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4B6656" w14:paraId="2F2041F5" w14:textId="77777777" w:rsidTr="004B6656">
        <w:tc>
          <w:tcPr>
            <w:tcW w:w="2302" w:type="dxa"/>
          </w:tcPr>
          <w:p w14:paraId="49187B01" w14:textId="77777777" w:rsidR="004B6656" w:rsidRDefault="004B6656">
            <w:r>
              <w:t>Criterium</w:t>
            </w:r>
          </w:p>
        </w:tc>
        <w:tc>
          <w:tcPr>
            <w:tcW w:w="2302" w:type="dxa"/>
          </w:tcPr>
          <w:p w14:paraId="4B33B306" w14:textId="77777777" w:rsidR="004B6656" w:rsidRDefault="004B6656">
            <w:r>
              <w:t>Kan beter</w:t>
            </w:r>
          </w:p>
        </w:tc>
        <w:tc>
          <w:tcPr>
            <w:tcW w:w="2303" w:type="dxa"/>
          </w:tcPr>
          <w:p w14:paraId="1967C8F8" w14:textId="77777777" w:rsidR="004B6656" w:rsidRDefault="004B6656">
            <w:r>
              <w:t>Gemiddeld</w:t>
            </w:r>
          </w:p>
        </w:tc>
        <w:tc>
          <w:tcPr>
            <w:tcW w:w="2303" w:type="dxa"/>
          </w:tcPr>
          <w:p w14:paraId="3D959920" w14:textId="77777777" w:rsidR="004B6656" w:rsidRDefault="004B6656">
            <w:r>
              <w:t>Goed</w:t>
            </w:r>
          </w:p>
        </w:tc>
      </w:tr>
      <w:tr w:rsidR="004B6656" w14:paraId="64F59BE4" w14:textId="77777777" w:rsidTr="004B6656">
        <w:tc>
          <w:tcPr>
            <w:tcW w:w="2302" w:type="dxa"/>
          </w:tcPr>
          <w:p w14:paraId="038F2BF9" w14:textId="77777777" w:rsidR="004B6656" w:rsidRDefault="004B6656">
            <w:r>
              <w:t>De blogbijdrage verschijnt  op de afgesproken momenten</w:t>
            </w:r>
          </w:p>
        </w:tc>
        <w:tc>
          <w:tcPr>
            <w:tcW w:w="2302" w:type="dxa"/>
          </w:tcPr>
          <w:p w14:paraId="2696AC60" w14:textId="77777777" w:rsidR="004B6656" w:rsidRDefault="004B6656"/>
        </w:tc>
        <w:tc>
          <w:tcPr>
            <w:tcW w:w="2303" w:type="dxa"/>
          </w:tcPr>
          <w:p w14:paraId="7D5FAC33" w14:textId="77777777" w:rsidR="004B6656" w:rsidRDefault="004B6656"/>
        </w:tc>
        <w:tc>
          <w:tcPr>
            <w:tcW w:w="2303" w:type="dxa"/>
          </w:tcPr>
          <w:p w14:paraId="5A5E0BC0" w14:textId="77777777" w:rsidR="004B6656" w:rsidRDefault="004B6656"/>
        </w:tc>
      </w:tr>
      <w:tr w:rsidR="004B6656" w14:paraId="2877422B" w14:textId="77777777" w:rsidTr="004B6656">
        <w:tc>
          <w:tcPr>
            <w:tcW w:w="2302" w:type="dxa"/>
          </w:tcPr>
          <w:p w14:paraId="3D6A5D2F" w14:textId="77777777" w:rsidR="004B6656" w:rsidRDefault="004B6656">
            <w:r>
              <w:t>De blogbijdrage is alleen beschrijvend van karakter</w:t>
            </w:r>
          </w:p>
        </w:tc>
        <w:tc>
          <w:tcPr>
            <w:tcW w:w="2302" w:type="dxa"/>
          </w:tcPr>
          <w:p w14:paraId="3485A85F" w14:textId="77777777" w:rsidR="004B6656" w:rsidRDefault="004B6656"/>
        </w:tc>
        <w:tc>
          <w:tcPr>
            <w:tcW w:w="2303" w:type="dxa"/>
          </w:tcPr>
          <w:p w14:paraId="06990541" w14:textId="77777777" w:rsidR="004B6656" w:rsidRDefault="004B6656"/>
        </w:tc>
        <w:tc>
          <w:tcPr>
            <w:tcW w:w="2303" w:type="dxa"/>
          </w:tcPr>
          <w:p w14:paraId="376B3FB1" w14:textId="77777777" w:rsidR="004B6656" w:rsidRDefault="004B6656"/>
        </w:tc>
      </w:tr>
      <w:tr w:rsidR="004B6656" w14:paraId="05CC9FDA" w14:textId="77777777" w:rsidTr="004B6656">
        <w:tc>
          <w:tcPr>
            <w:tcW w:w="2302" w:type="dxa"/>
          </w:tcPr>
          <w:p w14:paraId="02322F6F" w14:textId="77777777" w:rsidR="004B6656" w:rsidRDefault="004B6656">
            <w:r>
              <w:t>De blogbijdrage is beschrijvend en oppervlakkig evaluerend</w:t>
            </w:r>
          </w:p>
        </w:tc>
        <w:tc>
          <w:tcPr>
            <w:tcW w:w="2302" w:type="dxa"/>
          </w:tcPr>
          <w:p w14:paraId="5A52778F" w14:textId="77777777" w:rsidR="004B6656" w:rsidRDefault="004B6656"/>
        </w:tc>
        <w:tc>
          <w:tcPr>
            <w:tcW w:w="2303" w:type="dxa"/>
          </w:tcPr>
          <w:p w14:paraId="28C198AC" w14:textId="77777777" w:rsidR="004B6656" w:rsidRDefault="004B6656"/>
        </w:tc>
        <w:tc>
          <w:tcPr>
            <w:tcW w:w="2303" w:type="dxa"/>
          </w:tcPr>
          <w:p w14:paraId="260AC24C" w14:textId="77777777" w:rsidR="004B6656" w:rsidRDefault="004B6656"/>
        </w:tc>
      </w:tr>
      <w:tr w:rsidR="004B6656" w14:paraId="5FF2CAE2" w14:textId="77777777" w:rsidTr="004B6656">
        <w:tc>
          <w:tcPr>
            <w:tcW w:w="2302" w:type="dxa"/>
          </w:tcPr>
          <w:p w14:paraId="161D1131" w14:textId="77777777" w:rsidR="004B6656" w:rsidRDefault="004B6656">
            <w:r>
              <w:t>De blogbijdrage is beschrijvend en daarnaast ook evaluerend</w:t>
            </w:r>
          </w:p>
        </w:tc>
        <w:tc>
          <w:tcPr>
            <w:tcW w:w="2302" w:type="dxa"/>
          </w:tcPr>
          <w:p w14:paraId="7429319B" w14:textId="77777777" w:rsidR="004B6656" w:rsidRDefault="004B6656"/>
        </w:tc>
        <w:tc>
          <w:tcPr>
            <w:tcW w:w="2303" w:type="dxa"/>
          </w:tcPr>
          <w:p w14:paraId="6B60F8F9" w14:textId="77777777" w:rsidR="004B6656" w:rsidRDefault="004B6656"/>
        </w:tc>
        <w:tc>
          <w:tcPr>
            <w:tcW w:w="2303" w:type="dxa"/>
          </w:tcPr>
          <w:p w14:paraId="023C576E" w14:textId="77777777" w:rsidR="004B6656" w:rsidRDefault="004B6656"/>
        </w:tc>
      </w:tr>
      <w:tr w:rsidR="004B6656" w14:paraId="2EFD458D" w14:textId="77777777" w:rsidTr="004B6656">
        <w:tc>
          <w:tcPr>
            <w:tcW w:w="2302" w:type="dxa"/>
          </w:tcPr>
          <w:p w14:paraId="005E3B97" w14:textId="77777777" w:rsidR="004B6656" w:rsidRDefault="004B6656">
            <w:r>
              <w:t>De blogbijdrage is beschrijvend, evaluerend en geeft blijk van zelfreflectie op het leerproces</w:t>
            </w:r>
          </w:p>
        </w:tc>
        <w:tc>
          <w:tcPr>
            <w:tcW w:w="2302" w:type="dxa"/>
          </w:tcPr>
          <w:p w14:paraId="3A20C129" w14:textId="77777777" w:rsidR="004B6656" w:rsidRDefault="004B6656"/>
        </w:tc>
        <w:tc>
          <w:tcPr>
            <w:tcW w:w="2303" w:type="dxa"/>
          </w:tcPr>
          <w:p w14:paraId="159F094E" w14:textId="77777777" w:rsidR="004B6656" w:rsidRDefault="004B6656"/>
        </w:tc>
        <w:tc>
          <w:tcPr>
            <w:tcW w:w="2303" w:type="dxa"/>
          </w:tcPr>
          <w:p w14:paraId="1134BB2C" w14:textId="77777777" w:rsidR="004B6656" w:rsidRDefault="004B6656"/>
        </w:tc>
      </w:tr>
      <w:tr w:rsidR="001D5395" w14:paraId="4AB4BE28" w14:textId="77777777" w:rsidTr="004B6656">
        <w:tc>
          <w:tcPr>
            <w:tcW w:w="2302" w:type="dxa"/>
          </w:tcPr>
          <w:p w14:paraId="75FD4811" w14:textId="57A54F46" w:rsidR="001D5395" w:rsidRDefault="001D5395">
            <w:r>
              <w:t>De blogbijdrage bevat relevante afbeeldingen die het verhaal ondersteunen</w:t>
            </w:r>
          </w:p>
        </w:tc>
        <w:tc>
          <w:tcPr>
            <w:tcW w:w="2302" w:type="dxa"/>
          </w:tcPr>
          <w:p w14:paraId="10C2B61B" w14:textId="77777777" w:rsidR="001D5395" w:rsidRDefault="001D5395"/>
        </w:tc>
        <w:tc>
          <w:tcPr>
            <w:tcW w:w="2303" w:type="dxa"/>
          </w:tcPr>
          <w:p w14:paraId="18D0DBF0" w14:textId="77777777" w:rsidR="001D5395" w:rsidRDefault="001D5395"/>
        </w:tc>
        <w:tc>
          <w:tcPr>
            <w:tcW w:w="2303" w:type="dxa"/>
          </w:tcPr>
          <w:p w14:paraId="1F924D86" w14:textId="77777777" w:rsidR="001D5395" w:rsidRDefault="001D5395"/>
        </w:tc>
      </w:tr>
      <w:tr w:rsidR="001D5395" w14:paraId="7B0F7C7A" w14:textId="77777777" w:rsidTr="004B6656">
        <w:tc>
          <w:tcPr>
            <w:tcW w:w="2302" w:type="dxa"/>
          </w:tcPr>
          <w:p w14:paraId="5C071F79" w14:textId="7FE1A3F4" w:rsidR="001D5395" w:rsidRDefault="001D5395">
            <w:r>
              <w:t>De blogbijdrage bevat relevante Youtube-filmpjes die het verhaal ondersteunen</w:t>
            </w:r>
          </w:p>
        </w:tc>
        <w:tc>
          <w:tcPr>
            <w:tcW w:w="2302" w:type="dxa"/>
          </w:tcPr>
          <w:p w14:paraId="184F4159" w14:textId="77777777" w:rsidR="001D5395" w:rsidRDefault="001D5395"/>
        </w:tc>
        <w:tc>
          <w:tcPr>
            <w:tcW w:w="2303" w:type="dxa"/>
          </w:tcPr>
          <w:p w14:paraId="338AA563" w14:textId="77777777" w:rsidR="001D5395" w:rsidRDefault="001D5395"/>
        </w:tc>
        <w:tc>
          <w:tcPr>
            <w:tcW w:w="2303" w:type="dxa"/>
          </w:tcPr>
          <w:p w14:paraId="68F78753" w14:textId="77777777" w:rsidR="001D5395" w:rsidRDefault="001D5395"/>
        </w:tc>
      </w:tr>
      <w:tr w:rsidR="001D5395" w14:paraId="289DF15D" w14:textId="77777777" w:rsidTr="004B6656">
        <w:tc>
          <w:tcPr>
            <w:tcW w:w="2302" w:type="dxa"/>
          </w:tcPr>
          <w:p w14:paraId="4DC27569" w14:textId="01704901" w:rsidR="001D5395" w:rsidRDefault="001D5395">
            <w:r>
              <w:t>De blogbijdrage is geschreven in correct taalgebruik</w:t>
            </w:r>
            <w:bookmarkStart w:id="0" w:name="_GoBack"/>
            <w:bookmarkEnd w:id="0"/>
          </w:p>
        </w:tc>
        <w:tc>
          <w:tcPr>
            <w:tcW w:w="2302" w:type="dxa"/>
          </w:tcPr>
          <w:p w14:paraId="381F1809" w14:textId="77777777" w:rsidR="001D5395" w:rsidRDefault="001D5395"/>
        </w:tc>
        <w:tc>
          <w:tcPr>
            <w:tcW w:w="2303" w:type="dxa"/>
          </w:tcPr>
          <w:p w14:paraId="1BE9D169" w14:textId="77777777" w:rsidR="001D5395" w:rsidRDefault="001D5395"/>
        </w:tc>
        <w:tc>
          <w:tcPr>
            <w:tcW w:w="2303" w:type="dxa"/>
          </w:tcPr>
          <w:p w14:paraId="74136F33" w14:textId="77777777" w:rsidR="001D5395" w:rsidRDefault="001D5395"/>
        </w:tc>
      </w:tr>
    </w:tbl>
    <w:p w14:paraId="4561FF66" w14:textId="77777777" w:rsidR="004B6656" w:rsidRDefault="004B6656"/>
    <w:p w14:paraId="5B8FC957" w14:textId="77777777" w:rsidR="004B6656" w:rsidRDefault="004B6656"/>
    <w:p w14:paraId="362BEDEA" w14:textId="77777777" w:rsidR="004B6656" w:rsidRDefault="004B6656"/>
    <w:sectPr w:rsidR="004B6656" w:rsidSect="003B0C6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9"/>
  <w:hyphenationZone w:val="4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656"/>
    <w:rsid w:val="001D5395"/>
    <w:rsid w:val="003B0C61"/>
    <w:rsid w:val="004B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C6A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B66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B66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teamsite.noorderpoort.nl/scholen/gvt/dvg/Gedeelde%20%20documenten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787D772952241B80A0987E0DB8C97" ma:contentTypeVersion="2" ma:contentTypeDescription="Een nieuw document maken." ma:contentTypeScope="" ma:versionID="a7bf85d3561249cd70a5673b406d8c5a">
  <xsd:schema xmlns:xsd="http://www.w3.org/2001/XMLSchema" xmlns:xs="http://www.w3.org/2001/XMLSchema" xmlns:p="http://schemas.microsoft.com/office/2006/metadata/properties" xmlns:ns2="c5ec088f-14fe-4aaf-aea7-9313a4d643aa" targetNamespace="http://schemas.microsoft.com/office/2006/metadata/properties" ma:root="true" ma:fieldsID="00d97b4f8131eba33f392f628d22fc15" ns2:_="">
    <xsd:import namespace="c5ec088f-14fe-4aaf-aea7-9313a4d643a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ec088f-14fe-4aaf-aea7-9313a4d643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D89A0C-1EB1-469D-B5E8-19C3E273F715}">
  <ds:schemaRefs>
    <ds:schemaRef ds:uri="http://purl.org/dc/terms/"/>
    <ds:schemaRef ds:uri="http://purl.org/dc/elements/1.1/"/>
    <ds:schemaRef ds:uri="http://schemas.microsoft.com/office/2006/documentManagement/types"/>
    <ds:schemaRef ds:uri="c5ec088f-14fe-4aaf-aea7-9313a4d643aa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88BD1C0-237A-4A98-8554-55565D5AE0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2DF05-22C6-4A02-99A6-A9FBA50437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ec088f-14fe-4aaf-aea7-9313a4d643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0</TotalTime>
  <Pages>1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Poortstra,J.</dc:creator>
  <cp:lastModifiedBy>Poortstra,J.</cp:lastModifiedBy>
  <cp:revision>2</cp:revision>
  <dcterms:created xsi:type="dcterms:W3CDTF">2016-05-19T10:16:00Z</dcterms:created>
  <dcterms:modified xsi:type="dcterms:W3CDTF">2016-05-19T10:16:00Z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0x0101006D5787D772952241B80A0987E0DB8C97</vt:lpwstr>
  </property>
</Properties>
</file>