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9062"/>
      </w:tblGrid>
      <w:tr w:rsidR="002451CC" w:rsidTr="000478DE">
        <w:tc>
          <w:tcPr>
            <w:tcW w:w="9212" w:type="dxa"/>
          </w:tcPr>
          <w:p w:rsidR="002451CC" w:rsidRPr="004451E9" w:rsidRDefault="00C07DD0" w:rsidP="00A32260">
            <w:pPr>
              <w:pStyle w:val="Kop1"/>
            </w:pPr>
            <w:proofErr w:type="spellStart"/>
            <w:r>
              <w:t>Praktijk</w:t>
            </w:r>
            <w:r w:rsidR="002451CC">
              <w:t>pdracht</w:t>
            </w:r>
            <w:proofErr w:type="spellEnd"/>
            <w:r w:rsidR="002451CC">
              <w:t xml:space="preserve"> </w:t>
            </w:r>
            <w:r>
              <w:t>1A</w:t>
            </w:r>
            <w:r w:rsidR="002451CC">
              <w:t>- Productontwikkeling</w:t>
            </w:r>
          </w:p>
        </w:tc>
      </w:tr>
    </w:tbl>
    <w:p w:rsidR="002451CC" w:rsidRDefault="002451CC" w:rsidP="002451CC"/>
    <w:p w:rsidR="002451CC" w:rsidRPr="005B288F" w:rsidRDefault="002451CC" w:rsidP="002451CC">
      <w:pPr>
        <w:pBdr>
          <w:top w:val="single" w:sz="4" w:space="1" w:color="auto"/>
          <w:left w:val="single" w:sz="4" w:space="4" w:color="auto"/>
          <w:bottom w:val="single" w:sz="4" w:space="1" w:color="auto"/>
          <w:right w:val="single" w:sz="4" w:space="4" w:color="auto"/>
        </w:pBdr>
        <w:rPr>
          <w:b/>
          <w:sz w:val="24"/>
          <w:szCs w:val="24"/>
        </w:rPr>
      </w:pPr>
      <w:r w:rsidRPr="005B288F">
        <w:rPr>
          <w:b/>
          <w:sz w:val="24"/>
          <w:szCs w:val="24"/>
        </w:rPr>
        <w:t>Instructie:</w:t>
      </w:r>
    </w:p>
    <w:p w:rsidR="002451CC" w:rsidRPr="005B288F" w:rsidRDefault="002451CC" w:rsidP="002451CC">
      <w:pPr>
        <w:pBdr>
          <w:top w:val="single" w:sz="4" w:space="1" w:color="auto"/>
          <w:left w:val="single" w:sz="4" w:space="4" w:color="auto"/>
          <w:bottom w:val="single" w:sz="4" w:space="1" w:color="auto"/>
          <w:right w:val="single" w:sz="4" w:space="4" w:color="auto"/>
        </w:pBdr>
        <w:rPr>
          <w:b/>
          <w:sz w:val="24"/>
          <w:szCs w:val="24"/>
        </w:rPr>
      </w:pPr>
      <w:r w:rsidRPr="005B288F">
        <w:rPr>
          <w:sz w:val="24"/>
          <w:szCs w:val="24"/>
        </w:rPr>
        <w:t xml:space="preserve">De onderstaande opdrachten maak je met het hele team. </w:t>
      </w:r>
      <w:r w:rsidRPr="005B288F">
        <w:rPr>
          <w:b/>
          <w:sz w:val="24"/>
          <w:szCs w:val="24"/>
        </w:rPr>
        <w:t>Per team wordt er een verslag opgesteld waarin antwoord wordt gegeven op de onderstaande opdrachten.</w:t>
      </w:r>
    </w:p>
    <w:p w:rsidR="002451CC" w:rsidRPr="005B288F" w:rsidRDefault="002451CC" w:rsidP="002451CC">
      <w:pPr>
        <w:pBdr>
          <w:top w:val="single" w:sz="4" w:space="1" w:color="auto"/>
          <w:left w:val="single" w:sz="4" w:space="4" w:color="auto"/>
          <w:bottom w:val="single" w:sz="4" w:space="1" w:color="auto"/>
          <w:right w:val="single" w:sz="4" w:space="4" w:color="auto"/>
        </w:pBdr>
        <w:rPr>
          <w:sz w:val="24"/>
          <w:szCs w:val="24"/>
        </w:rPr>
      </w:pPr>
      <w:r w:rsidRPr="005B288F">
        <w:rPr>
          <w:sz w:val="24"/>
          <w:szCs w:val="24"/>
        </w:rPr>
        <w:t>De laatste opdrachten zijn speciaal voor je verslag. De uitwerking hiervan moet worden toegevoegd aan het ondernemingsplan. Dit betreft opdracht 3 en 4. Werk deze opdrachten uit.</w:t>
      </w:r>
      <w:bookmarkStart w:id="0" w:name="_GoBack"/>
      <w:bookmarkEnd w:id="0"/>
    </w:p>
    <w:p w:rsidR="002451CC" w:rsidRDefault="002451CC" w:rsidP="002451CC">
      <w:pPr>
        <w:rPr>
          <w:b/>
          <w:i/>
          <w:u w:val="single"/>
        </w:rPr>
      </w:pPr>
    </w:p>
    <w:p w:rsidR="002451CC" w:rsidRPr="005B288F" w:rsidRDefault="002451CC" w:rsidP="002451CC">
      <w:pPr>
        <w:pBdr>
          <w:top w:val="single" w:sz="4" w:space="1" w:color="auto"/>
          <w:left w:val="single" w:sz="4" w:space="4" w:color="auto"/>
          <w:bottom w:val="single" w:sz="4" w:space="1" w:color="auto"/>
          <w:right w:val="single" w:sz="4" w:space="4" w:color="auto"/>
        </w:pBdr>
        <w:rPr>
          <w:b/>
        </w:rPr>
      </w:pPr>
      <w:r w:rsidRPr="005B288F">
        <w:rPr>
          <w:b/>
        </w:rPr>
        <w:t xml:space="preserve">Opdracht 1 </w:t>
      </w:r>
      <w:r w:rsidRPr="005B288F">
        <w:rPr>
          <w:b/>
        </w:rPr>
        <w:tab/>
      </w:r>
      <w:r w:rsidRPr="005B288F">
        <w:rPr>
          <w:b/>
        </w:rPr>
        <w:tab/>
      </w:r>
      <w:r w:rsidRPr="005B288F">
        <w:rPr>
          <w:b/>
        </w:rPr>
        <w:tab/>
        <w:t>Groepsopdracht</w:t>
      </w:r>
      <w:r w:rsidRPr="005B288F">
        <w:rPr>
          <w:b/>
        </w:rPr>
        <w:tab/>
      </w:r>
      <w:r w:rsidRPr="005B288F">
        <w:rPr>
          <w:b/>
        </w:rPr>
        <w:tab/>
      </w:r>
      <w:r w:rsidRPr="005B288F">
        <w:rPr>
          <w:b/>
        </w:rPr>
        <w:tab/>
      </w:r>
      <w:r w:rsidRPr="005B288F">
        <w:rPr>
          <w:b/>
        </w:rPr>
        <w:tab/>
      </w:r>
      <w:r>
        <w:rPr>
          <w:b/>
        </w:rPr>
        <w:tab/>
      </w:r>
    </w:p>
    <w:p w:rsidR="002451CC" w:rsidRDefault="002451CC" w:rsidP="002451CC">
      <w:pPr>
        <w:pStyle w:val="Lijstalinea"/>
        <w:numPr>
          <w:ilvl w:val="0"/>
          <w:numId w:val="1"/>
        </w:numPr>
      </w:pPr>
      <w:r>
        <w:t xml:space="preserve">Probeer met elkaar </w:t>
      </w:r>
      <w:r w:rsidRPr="005B288F">
        <w:rPr>
          <w:b/>
        </w:rPr>
        <w:t>vijf</w:t>
      </w:r>
      <w:r>
        <w:t xml:space="preserve"> artikelen te bedenken die de afgelopen jaren voor het eerst op de markt zijn gekomen.</w:t>
      </w:r>
    </w:p>
    <w:p w:rsidR="002451CC" w:rsidRDefault="002451CC" w:rsidP="002451CC">
      <w:pPr>
        <w:pStyle w:val="Lijstalinea"/>
        <w:numPr>
          <w:ilvl w:val="0"/>
          <w:numId w:val="1"/>
        </w:numPr>
      </w:pPr>
      <w:r>
        <w:t>Waarom wordt dit artikel nu nog verkocht en is het nog niet uit de handel genomen?</w:t>
      </w:r>
      <w:r>
        <w:br/>
      </w:r>
    </w:p>
    <w:p w:rsidR="002451CC" w:rsidRPr="005B288F" w:rsidRDefault="002451CC" w:rsidP="002451CC">
      <w:pPr>
        <w:pBdr>
          <w:top w:val="single" w:sz="4" w:space="1" w:color="auto"/>
          <w:left w:val="single" w:sz="4" w:space="4" w:color="auto"/>
          <w:bottom w:val="single" w:sz="4" w:space="1" w:color="auto"/>
          <w:right w:val="single" w:sz="4" w:space="4" w:color="auto"/>
        </w:pBdr>
        <w:rPr>
          <w:b/>
        </w:rPr>
      </w:pPr>
      <w:r w:rsidRPr="005B288F">
        <w:rPr>
          <w:b/>
        </w:rPr>
        <w:t>Opdracht 2</w:t>
      </w:r>
      <w:r w:rsidRPr="005B288F">
        <w:rPr>
          <w:b/>
        </w:rPr>
        <w:tab/>
      </w:r>
      <w:r w:rsidRPr="005B288F">
        <w:rPr>
          <w:b/>
        </w:rPr>
        <w:tab/>
      </w:r>
      <w:r w:rsidRPr="005B288F">
        <w:rPr>
          <w:b/>
        </w:rPr>
        <w:tab/>
        <w:t xml:space="preserve">Individuele opdracht </w:t>
      </w:r>
      <w:r w:rsidRPr="005B288F">
        <w:rPr>
          <w:b/>
        </w:rPr>
        <w:tab/>
      </w:r>
      <w:r w:rsidRPr="005B288F">
        <w:rPr>
          <w:b/>
        </w:rPr>
        <w:tab/>
      </w:r>
      <w:r w:rsidRPr="005B288F">
        <w:rPr>
          <w:b/>
        </w:rPr>
        <w:tab/>
      </w:r>
      <w:r w:rsidRPr="005B288F">
        <w:rPr>
          <w:b/>
        </w:rPr>
        <w:tab/>
      </w:r>
      <w:r w:rsidRPr="00632C4F">
        <w:tab/>
      </w:r>
    </w:p>
    <w:p w:rsidR="002451CC" w:rsidRDefault="002451CC" w:rsidP="002451CC">
      <w:r>
        <w:t xml:space="preserve">Stel per persoon een lijstje op met </w:t>
      </w:r>
      <w:r w:rsidRPr="005B288F">
        <w:rPr>
          <w:b/>
        </w:rPr>
        <w:t>drie</w:t>
      </w:r>
      <w:r>
        <w:t xml:space="preserve"> mogelijke producten om te verkopen op de </w:t>
      </w:r>
      <w:proofErr w:type="spellStart"/>
      <w:r>
        <w:t>Castricumse</w:t>
      </w:r>
      <w:proofErr w:type="spellEnd"/>
      <w:r>
        <w:t xml:space="preserve"> weekmarkt. Vraag of vrienden en vriendinnen, familieleden en kennissen mee willen denken. Je kunt ook zoeken op internet voor een goed idee. Zorg ook voor een afbeelding of schets, een inkoopprijs en eventueel een adres waar het product gemaakt of ingekocht kan worden. </w:t>
      </w:r>
    </w:p>
    <w:p w:rsidR="002451CC" w:rsidRDefault="002451CC" w:rsidP="002451CC"/>
    <w:p w:rsidR="002451CC" w:rsidRPr="005B288F" w:rsidRDefault="002451CC" w:rsidP="002451CC">
      <w:pPr>
        <w:pBdr>
          <w:top w:val="single" w:sz="4" w:space="1" w:color="auto"/>
          <w:left w:val="single" w:sz="4" w:space="4" w:color="auto"/>
          <w:bottom w:val="single" w:sz="4" w:space="1" w:color="auto"/>
          <w:right w:val="single" w:sz="4" w:space="4" w:color="auto"/>
        </w:pBdr>
        <w:rPr>
          <w:b/>
        </w:rPr>
      </w:pPr>
      <w:r>
        <w:rPr>
          <w:b/>
        </w:rPr>
        <w:t>Opdracht 3</w:t>
      </w:r>
      <w:r w:rsidRPr="005B288F">
        <w:rPr>
          <w:b/>
        </w:rPr>
        <w:tab/>
      </w:r>
      <w:r w:rsidRPr="005B288F">
        <w:rPr>
          <w:b/>
        </w:rPr>
        <w:tab/>
      </w:r>
      <w:r w:rsidRPr="005B288F">
        <w:rPr>
          <w:b/>
        </w:rPr>
        <w:tab/>
      </w:r>
      <w:r>
        <w:rPr>
          <w:b/>
        </w:rPr>
        <w:t xml:space="preserve">Groepsopdracht </w:t>
      </w:r>
      <w:r>
        <w:rPr>
          <w:b/>
        </w:rPr>
        <w:tab/>
      </w:r>
      <w:r>
        <w:rPr>
          <w:b/>
        </w:rPr>
        <w:tab/>
      </w:r>
      <w:r>
        <w:rPr>
          <w:b/>
        </w:rPr>
        <w:tab/>
      </w:r>
      <w:r>
        <w:rPr>
          <w:b/>
        </w:rPr>
        <w:tab/>
      </w:r>
      <w:r>
        <w:rPr>
          <w:b/>
        </w:rPr>
        <w:tab/>
      </w:r>
    </w:p>
    <w:p w:rsidR="002451CC" w:rsidRDefault="002451CC" w:rsidP="002451CC">
      <w:r>
        <w:t xml:space="preserve">In elke team worden de ideeën besproken. Ieder teamlid motiveert waarom hij een bepaald artikel heeft gekozen en wat je precies met het artikel kunt doen. Elk persoon schrijft op collagevel de producten op. </w:t>
      </w:r>
    </w:p>
    <w:p w:rsidR="002451CC" w:rsidRDefault="002451CC" w:rsidP="002451CC">
      <w:r>
        <w:t xml:space="preserve">Er zijn nu flink wat ideeën in het team naar voren gebracht. Elk teamlid gaat nu een </w:t>
      </w:r>
      <w:r w:rsidRPr="002865FA">
        <w:rPr>
          <w:b/>
        </w:rPr>
        <w:t>top 10</w:t>
      </w:r>
      <w:r>
        <w:t xml:space="preserve"> samenstellen van producten. Het product wat jij het meest succesvol lijkt komt op de 1</w:t>
      </w:r>
      <w:r w:rsidRPr="002865FA">
        <w:rPr>
          <w:vertAlign w:val="superscript"/>
        </w:rPr>
        <w:t>e</w:t>
      </w:r>
      <w:r>
        <w:t xml:space="preserve"> plaats. Een product wat ook veel kansen biedt op de 2</w:t>
      </w:r>
      <w:r w:rsidRPr="002865FA">
        <w:rPr>
          <w:vertAlign w:val="superscript"/>
        </w:rPr>
        <w:t>e</w:t>
      </w:r>
      <w:r>
        <w:t xml:space="preserve"> plaats etc.</w:t>
      </w:r>
    </w:p>
    <w:p w:rsidR="002451CC" w:rsidRDefault="002451CC" w:rsidP="002451CC">
      <w:r>
        <w:t>Vervolgens leest elk teamlid de producten op die hij gekozen heeft. Er is 1 persoon die “turft”.</w:t>
      </w:r>
    </w:p>
    <w:p w:rsidR="0097502A" w:rsidRDefault="002451CC" w:rsidP="002451CC">
      <w:r>
        <w:t xml:space="preserve">Naar de 3 producten die het meest genoemd zijn wordt grondig onderzoek gedaan. Dit doe je in </w:t>
      </w:r>
      <w:r w:rsidRPr="002865FA">
        <w:rPr>
          <w:b/>
        </w:rPr>
        <w:t>Opdracht 4</w:t>
      </w:r>
      <w:r>
        <w:t>.</w:t>
      </w:r>
    </w:p>
    <w:p w:rsidR="0097502A" w:rsidRDefault="0097502A">
      <w:pPr>
        <w:spacing w:after="160" w:line="259" w:lineRule="auto"/>
      </w:pPr>
      <w:r>
        <w:br w:type="page"/>
      </w:r>
    </w:p>
    <w:p w:rsidR="002451CC" w:rsidRPr="005B288F" w:rsidRDefault="002451CC" w:rsidP="002451CC">
      <w:pPr>
        <w:pBdr>
          <w:top w:val="single" w:sz="4" w:space="1" w:color="auto"/>
          <w:left w:val="single" w:sz="4" w:space="4" w:color="auto"/>
          <w:bottom w:val="single" w:sz="4" w:space="1" w:color="auto"/>
          <w:right w:val="single" w:sz="4" w:space="4" w:color="auto"/>
        </w:pBdr>
        <w:rPr>
          <w:b/>
        </w:rPr>
      </w:pPr>
      <w:r>
        <w:rPr>
          <w:b/>
        </w:rPr>
        <w:lastRenderedPageBreak/>
        <w:t>Opdracht 4</w:t>
      </w:r>
      <w:r w:rsidRPr="005B288F">
        <w:rPr>
          <w:b/>
        </w:rPr>
        <w:tab/>
      </w:r>
      <w:r w:rsidRPr="005B288F">
        <w:rPr>
          <w:b/>
        </w:rPr>
        <w:tab/>
      </w:r>
      <w:r w:rsidRPr="005B288F">
        <w:rPr>
          <w:b/>
        </w:rPr>
        <w:tab/>
      </w:r>
      <w:r>
        <w:rPr>
          <w:b/>
        </w:rPr>
        <w:t xml:space="preserve">Groepsopdracht </w:t>
      </w:r>
      <w:r>
        <w:rPr>
          <w:b/>
        </w:rPr>
        <w:tab/>
      </w:r>
      <w:r>
        <w:rPr>
          <w:b/>
        </w:rPr>
        <w:tab/>
      </w:r>
      <w:r>
        <w:rPr>
          <w:b/>
        </w:rPr>
        <w:tab/>
      </w:r>
      <w:r>
        <w:rPr>
          <w:b/>
        </w:rPr>
        <w:tab/>
      </w:r>
      <w:r>
        <w:rPr>
          <w:b/>
        </w:rPr>
        <w:tab/>
      </w:r>
    </w:p>
    <w:p w:rsidR="002451CC" w:rsidRDefault="002451CC" w:rsidP="002451CC">
      <w:r>
        <w:t>Beantwoord voor elk product de onderstaande vragen:</w:t>
      </w:r>
    </w:p>
    <w:p w:rsidR="002451CC" w:rsidRPr="002865FA" w:rsidRDefault="002451CC" w:rsidP="002451CC">
      <w:pPr>
        <w:pStyle w:val="Lijstalinea"/>
        <w:numPr>
          <w:ilvl w:val="0"/>
          <w:numId w:val="2"/>
        </w:numPr>
        <w:rPr>
          <w:b/>
        </w:rPr>
      </w:pPr>
      <w:r w:rsidRPr="002865FA">
        <w:rPr>
          <w:b/>
        </w:rPr>
        <w:t>Technische haalbaarheid</w:t>
      </w:r>
      <w:r>
        <w:rPr>
          <w:b/>
        </w:rPr>
        <w:br/>
      </w:r>
    </w:p>
    <w:p w:rsidR="002451CC" w:rsidRDefault="002451CC" w:rsidP="002451CC">
      <w:pPr>
        <w:pStyle w:val="Lijstalinea"/>
        <w:numPr>
          <w:ilvl w:val="1"/>
          <w:numId w:val="1"/>
        </w:numPr>
      </w:pPr>
      <w:r>
        <w:t>Kunnen jullie het product zelf gemakkelijk inkopen/maken? Hoe gaan jullie dat doen?</w:t>
      </w:r>
      <w:r>
        <w:br/>
      </w:r>
    </w:p>
    <w:p w:rsidR="002451CC" w:rsidRDefault="002451CC" w:rsidP="002451CC">
      <w:pPr>
        <w:pStyle w:val="Lijstalinea"/>
        <w:numPr>
          <w:ilvl w:val="1"/>
          <w:numId w:val="1"/>
        </w:numPr>
      </w:pPr>
      <w:r>
        <w:t xml:space="preserve">Kunnen jullie het product door iemand laten maken/verbeteren? Zo ja door wie? </w:t>
      </w:r>
      <w:r>
        <w:br/>
      </w:r>
    </w:p>
    <w:p w:rsidR="002451CC" w:rsidRPr="002865FA" w:rsidRDefault="002451CC" w:rsidP="002451CC">
      <w:pPr>
        <w:pStyle w:val="Lijstalinea"/>
        <w:numPr>
          <w:ilvl w:val="0"/>
          <w:numId w:val="2"/>
        </w:numPr>
        <w:rPr>
          <w:b/>
        </w:rPr>
      </w:pPr>
      <w:r w:rsidRPr="002865FA">
        <w:rPr>
          <w:b/>
        </w:rPr>
        <w:t>Financiële haalbaarheid</w:t>
      </w:r>
      <w:r>
        <w:rPr>
          <w:b/>
        </w:rPr>
        <w:br/>
      </w:r>
    </w:p>
    <w:p w:rsidR="002451CC" w:rsidRDefault="002451CC" w:rsidP="002451CC">
      <w:pPr>
        <w:pStyle w:val="Lijstalinea"/>
        <w:numPr>
          <w:ilvl w:val="1"/>
          <w:numId w:val="1"/>
        </w:numPr>
      </w:pPr>
      <w:r>
        <w:t>Hoeveel kost het om het product te produceren/verbeteren? (schatting inkoopprijs)</w:t>
      </w:r>
      <w:r>
        <w:br/>
      </w:r>
    </w:p>
    <w:p w:rsidR="002451CC" w:rsidRDefault="002451CC" w:rsidP="002451CC">
      <w:pPr>
        <w:pStyle w:val="Lijstalinea"/>
        <w:numPr>
          <w:ilvl w:val="1"/>
          <w:numId w:val="1"/>
        </w:numPr>
      </w:pPr>
      <w:r>
        <w:t xml:space="preserve">Hoeveel </w:t>
      </w:r>
      <w:r w:rsidRPr="002865FA">
        <w:rPr>
          <w:b/>
        </w:rPr>
        <w:t>beginkapitaal</w:t>
      </w:r>
      <w:r>
        <w:t xml:space="preserve"> heb je daar voor nodig?</w:t>
      </w:r>
      <w:r>
        <w:br/>
      </w:r>
    </w:p>
    <w:p w:rsidR="002451CC" w:rsidRPr="002865FA" w:rsidRDefault="002451CC" w:rsidP="002451CC">
      <w:pPr>
        <w:pStyle w:val="Lijstalinea"/>
        <w:numPr>
          <w:ilvl w:val="0"/>
          <w:numId w:val="2"/>
        </w:numPr>
        <w:rPr>
          <w:b/>
        </w:rPr>
      </w:pPr>
      <w:r>
        <w:rPr>
          <w:noProof/>
          <w:lang w:eastAsia="nl-NL"/>
        </w:rPr>
        <w:drawing>
          <wp:anchor distT="0" distB="0" distL="114300" distR="114300" simplePos="0" relativeHeight="251660288" behindDoc="0" locked="0" layoutInCell="1" allowOverlap="1" wp14:anchorId="20DCAE22" wp14:editId="4D110353">
            <wp:simplePos x="0" y="0"/>
            <wp:positionH relativeFrom="column">
              <wp:posOffset>4377055</wp:posOffset>
            </wp:positionH>
            <wp:positionV relativeFrom="paragraph">
              <wp:posOffset>343535</wp:posOffset>
            </wp:positionV>
            <wp:extent cx="1771650" cy="177165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schikt.png"/>
                    <pic:cNvPicPr/>
                  </pic:nvPicPr>
                  <pic:blipFill>
                    <a:blip r:embed="rId7">
                      <a:extLst>
                        <a:ext uri="{28A0092B-C50C-407E-A947-70E740481C1C}">
                          <a14:useLocalDpi xmlns:a14="http://schemas.microsoft.com/office/drawing/2010/main" val="0"/>
                        </a:ext>
                      </a:extLst>
                    </a:blip>
                    <a:stretch>
                      <a:fillRect/>
                    </a:stretch>
                  </pic:blipFill>
                  <pic:spPr>
                    <a:xfrm>
                      <a:off x="0" y="0"/>
                      <a:ext cx="1771650" cy="1771650"/>
                    </a:xfrm>
                    <a:prstGeom prst="rect">
                      <a:avLst/>
                    </a:prstGeom>
                  </pic:spPr>
                </pic:pic>
              </a:graphicData>
            </a:graphic>
            <wp14:sizeRelH relativeFrom="page">
              <wp14:pctWidth>0</wp14:pctWidth>
            </wp14:sizeRelH>
            <wp14:sizeRelV relativeFrom="page">
              <wp14:pctHeight>0</wp14:pctHeight>
            </wp14:sizeRelV>
          </wp:anchor>
        </w:drawing>
      </w:r>
      <w:r w:rsidRPr="002865FA">
        <w:rPr>
          <w:b/>
        </w:rPr>
        <w:t>Commerciële haalbaarheid</w:t>
      </w:r>
      <w:r>
        <w:rPr>
          <w:b/>
        </w:rPr>
        <w:br/>
      </w:r>
    </w:p>
    <w:p w:rsidR="002451CC" w:rsidRDefault="002451CC" w:rsidP="002451CC">
      <w:pPr>
        <w:pStyle w:val="Lijstalinea"/>
        <w:numPr>
          <w:ilvl w:val="1"/>
          <w:numId w:val="1"/>
        </w:numPr>
      </w:pPr>
      <w:r>
        <w:t xml:space="preserve">Voor hoeveel Euro gaan jullie het product verkopen? (schatting verkoopprijs) </w:t>
      </w:r>
      <w:r>
        <w:br/>
      </w:r>
    </w:p>
    <w:p w:rsidR="002451CC" w:rsidRPr="005C6A4B" w:rsidRDefault="002451CC" w:rsidP="002451CC">
      <w:pPr>
        <w:pStyle w:val="Lijstalinea"/>
        <w:numPr>
          <w:ilvl w:val="1"/>
          <w:numId w:val="1"/>
        </w:numPr>
      </w:pPr>
      <w:r w:rsidRPr="005C6A4B">
        <w:rPr>
          <w:bCs/>
        </w:rPr>
        <w:t>Kiezen jullie voor een hoge prijs (minder afzet, grote winstmarge) of voor een lage prijs (meer afzet, kleine winstmarge) en waarom?</w:t>
      </w:r>
    </w:p>
    <w:p w:rsidR="002451CC" w:rsidRDefault="002451CC" w:rsidP="002451CC">
      <w:pPr>
        <w:pStyle w:val="Lijstalinea"/>
        <w:ind w:left="1440"/>
      </w:pPr>
    </w:p>
    <w:p w:rsidR="002451CC" w:rsidRDefault="002451CC" w:rsidP="002451CC">
      <w:pPr>
        <w:pBdr>
          <w:bottom w:val="single" w:sz="6" w:space="1" w:color="auto"/>
        </w:pBdr>
      </w:pPr>
    </w:p>
    <w:p w:rsidR="002451CC" w:rsidRDefault="002451CC" w:rsidP="002451CC">
      <w:pPr>
        <w:pBdr>
          <w:bottom w:val="single" w:sz="6" w:space="1" w:color="auto"/>
        </w:pBdr>
      </w:pPr>
    </w:p>
    <w:p w:rsidR="00187F2F" w:rsidRDefault="002451CC">
      <w:r>
        <w:t>*Wellicht valt er een product af omdat het product niet haalbaar is. Probeer d.m.v. stemming tot een eindbeslissing te komen. Succes!</w:t>
      </w:r>
    </w:p>
    <w:sectPr w:rsidR="00187F2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70D" w:rsidRDefault="007E070D" w:rsidP="002451CC">
      <w:pPr>
        <w:spacing w:after="0" w:line="240" w:lineRule="auto"/>
      </w:pPr>
      <w:r>
        <w:separator/>
      </w:r>
    </w:p>
  </w:endnote>
  <w:endnote w:type="continuationSeparator" w:id="0">
    <w:p w:rsidR="007E070D" w:rsidRDefault="007E070D" w:rsidP="00245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A4B" w:rsidRDefault="00A3226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70D" w:rsidRDefault="007E070D" w:rsidP="002451CC">
      <w:pPr>
        <w:spacing w:after="0" w:line="240" w:lineRule="auto"/>
      </w:pPr>
      <w:r>
        <w:separator/>
      </w:r>
    </w:p>
  </w:footnote>
  <w:footnote w:type="continuationSeparator" w:id="0">
    <w:p w:rsidR="007E070D" w:rsidRDefault="007E070D" w:rsidP="002451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157360"/>
    <w:multiLevelType w:val="hybridMultilevel"/>
    <w:tmpl w:val="C6EAB4C2"/>
    <w:lvl w:ilvl="0" w:tplc="446AFC96">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C8B2240"/>
    <w:multiLevelType w:val="hybridMultilevel"/>
    <w:tmpl w:val="3F1A4000"/>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1CC"/>
    <w:rsid w:val="00187F2F"/>
    <w:rsid w:val="002451CC"/>
    <w:rsid w:val="007E070D"/>
    <w:rsid w:val="0097502A"/>
    <w:rsid w:val="00A32260"/>
    <w:rsid w:val="00AA5A2C"/>
    <w:rsid w:val="00C07D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8ED71-C73B-4CBF-8EA7-01F0AA8A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451CC"/>
    <w:pPr>
      <w:spacing w:after="200" w:line="276" w:lineRule="auto"/>
    </w:pPr>
  </w:style>
  <w:style w:type="paragraph" w:styleId="Kop1">
    <w:name w:val="heading 1"/>
    <w:basedOn w:val="Standaard"/>
    <w:next w:val="Standaard"/>
    <w:link w:val="Kop1Char"/>
    <w:uiPriority w:val="9"/>
    <w:qFormat/>
    <w:rsid w:val="00A322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451CC"/>
    <w:pPr>
      <w:ind w:left="720"/>
      <w:contextualSpacing/>
    </w:pPr>
  </w:style>
  <w:style w:type="table" w:styleId="Tabelraster">
    <w:name w:val="Table Grid"/>
    <w:basedOn w:val="Standaardtabel"/>
    <w:uiPriority w:val="59"/>
    <w:rsid w:val="00245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451C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51CC"/>
  </w:style>
  <w:style w:type="paragraph" w:styleId="Voettekst">
    <w:name w:val="footer"/>
    <w:basedOn w:val="Standaard"/>
    <w:link w:val="VoettekstChar"/>
    <w:uiPriority w:val="99"/>
    <w:unhideWhenUsed/>
    <w:rsid w:val="002451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51CC"/>
  </w:style>
  <w:style w:type="character" w:customStyle="1" w:styleId="Kop1Char">
    <w:name w:val="Kop 1 Char"/>
    <w:basedOn w:val="Standaardalinea-lettertype"/>
    <w:link w:val="Kop1"/>
    <w:uiPriority w:val="9"/>
    <w:rsid w:val="00A3226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5FFB41DB</Template>
  <TotalTime>0</TotalTime>
  <Pages>2</Pages>
  <Words>388</Words>
  <Characters>2135</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Chantalle van Dongen</dc:creator>
  <cp:keywords/>
  <dc:description/>
  <cp:lastModifiedBy>Dongen, Chantalle van</cp:lastModifiedBy>
  <cp:revision>3</cp:revision>
  <dcterms:created xsi:type="dcterms:W3CDTF">2019-08-29T07:34:00Z</dcterms:created>
  <dcterms:modified xsi:type="dcterms:W3CDTF">2019-08-29T07:35:00Z</dcterms:modified>
</cp:coreProperties>
</file>