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4DB0" w:rsidTr="007B4DB0">
        <w:tc>
          <w:tcPr>
            <w:tcW w:w="4531" w:type="dxa"/>
          </w:tcPr>
          <w:p w:rsidR="007B4DB0" w:rsidRPr="007B4DB0" w:rsidRDefault="007B4DB0">
            <w:pPr>
              <w:rPr>
                <w:b/>
                <w:sz w:val="28"/>
                <w:szCs w:val="28"/>
              </w:rPr>
            </w:pPr>
            <w:r w:rsidRPr="007B4DB0">
              <w:rPr>
                <w:b/>
                <w:sz w:val="28"/>
                <w:szCs w:val="28"/>
              </w:rPr>
              <w:t>Begrip</w:t>
            </w:r>
          </w:p>
        </w:tc>
        <w:tc>
          <w:tcPr>
            <w:tcW w:w="4531" w:type="dxa"/>
          </w:tcPr>
          <w:p w:rsidR="007B4DB0" w:rsidRPr="007B4DB0" w:rsidRDefault="007B4DB0">
            <w:pPr>
              <w:rPr>
                <w:b/>
                <w:sz w:val="28"/>
                <w:szCs w:val="28"/>
              </w:rPr>
            </w:pPr>
            <w:r w:rsidRPr="007B4DB0">
              <w:rPr>
                <w:b/>
                <w:sz w:val="28"/>
                <w:szCs w:val="28"/>
              </w:rPr>
              <w:t xml:space="preserve">Uitleg </w:t>
            </w:r>
          </w:p>
        </w:tc>
      </w:tr>
      <w:tr w:rsidR="007B4DB0" w:rsidTr="007B4DB0">
        <w:tc>
          <w:tcPr>
            <w:tcW w:w="4531" w:type="dxa"/>
          </w:tcPr>
          <w:p w:rsidR="007B4DB0" w:rsidRPr="00AE7C12" w:rsidRDefault="00D93C2B">
            <w:pPr>
              <w:rPr>
                <w:lang w:eastAsia="nl-NL"/>
              </w:rPr>
            </w:pPr>
            <w:r w:rsidRPr="00AE7C12">
              <w:rPr>
                <w:lang w:eastAsia="nl-NL"/>
              </w:rPr>
              <w:t>Ondernemerschap</w:t>
            </w:r>
          </w:p>
          <w:p w:rsidR="00AE7C12" w:rsidRPr="00AE7C12" w:rsidRDefault="00AE7C12">
            <w:pPr>
              <w:rPr>
                <w:lang w:eastAsia="nl-NL"/>
              </w:rPr>
            </w:pPr>
          </w:p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D93C2B">
            <w:pPr>
              <w:rPr>
                <w:lang w:eastAsia="nl-NL"/>
              </w:rPr>
            </w:pPr>
            <w:r w:rsidRPr="00AE7C12">
              <w:rPr>
                <w:lang w:eastAsia="nl-NL"/>
              </w:rPr>
              <w:t>Manager</w:t>
            </w:r>
          </w:p>
          <w:p w:rsidR="00AE7C12" w:rsidRDefault="00AE7C12">
            <w:pPr>
              <w:rPr>
                <w:lang w:eastAsia="nl-NL"/>
              </w:rPr>
            </w:pPr>
          </w:p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D93C2B">
            <w:r w:rsidRPr="00AE7C12">
              <w:t>Leidinggevende capaciteiten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D93C2B">
            <w:r w:rsidRPr="00AE7C12">
              <w:t>De organisatie structuur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pPr>
              <w:rPr>
                <w:lang w:eastAsia="nl-NL"/>
              </w:rPr>
            </w:pPr>
            <w:r w:rsidRPr="00AE7C12">
              <w:rPr>
                <w:bCs/>
                <w:lang w:eastAsia="nl-NL"/>
              </w:rPr>
              <w:t>O</w:t>
            </w:r>
            <w:r w:rsidR="00D93C2B" w:rsidRPr="00AE7C12">
              <w:rPr>
                <w:bCs/>
                <w:lang w:eastAsia="nl-NL"/>
              </w:rPr>
              <w:t>ndersteunende diensten</w:t>
            </w:r>
            <w:r w:rsidR="00D93C2B" w:rsidRPr="00AE7C12">
              <w:rPr>
                <w:lang w:eastAsia="nl-NL"/>
              </w:rPr>
              <w:t> </w:t>
            </w:r>
          </w:p>
          <w:p w:rsidR="00AE7C12" w:rsidRDefault="00AE7C12">
            <w:pPr>
              <w:rPr>
                <w:lang w:eastAsia="nl-NL"/>
              </w:rPr>
            </w:pPr>
          </w:p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B</w:t>
            </w:r>
            <w:r w:rsidR="001234AC" w:rsidRPr="00AE7C12">
              <w:t>evelstructuur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O</w:t>
            </w:r>
            <w:r w:rsidR="001234AC" w:rsidRPr="00AE7C12">
              <w:t>verlegstructuur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I</w:t>
            </w:r>
            <w:r w:rsidRPr="00AE7C12">
              <w:t>nkoopproces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P</w:t>
            </w:r>
            <w:r w:rsidRPr="00AE7C12">
              <w:t>roductie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P</w:t>
            </w:r>
            <w:r w:rsidRPr="00AE7C12">
              <w:t>roductiefactoren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M</w:t>
            </w:r>
            <w:r w:rsidRPr="00AE7C12">
              <w:t>arktonderzoek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O</w:t>
            </w:r>
            <w:r w:rsidRPr="00AE7C12">
              <w:t>nderzoeksvragen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>
              <w:t>D</w:t>
            </w:r>
            <w:r w:rsidRPr="00AE7C12">
              <w:t>eskresearch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pPr>
              <w:rPr>
                <w:lang w:eastAsia="nl-NL"/>
              </w:rPr>
            </w:pPr>
            <w:r w:rsidRPr="00AE7C12">
              <w:rPr>
                <w:lang w:eastAsia="nl-NL"/>
              </w:rPr>
              <w:t>Vormen van marktonderzoek</w:t>
            </w:r>
          </w:p>
          <w:p w:rsidR="00AE7C12" w:rsidRDefault="00AE7C12">
            <w:pPr>
              <w:rPr>
                <w:lang w:eastAsia="nl-NL"/>
              </w:rPr>
            </w:pPr>
          </w:p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 w:rsidRPr="00AE7C12">
              <w:t>Kwalitatief onderzoek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 w:rsidRPr="00AE7C12">
              <w:t>Kwantitatief onderzoek</w:t>
            </w:r>
          </w:p>
          <w:p w:rsidR="00AE7C12" w:rsidRDefault="00AE7C12"/>
          <w:p w:rsidR="00AE7C12" w:rsidRPr="00AE7C12" w:rsidRDefault="00AE7C12"/>
        </w:tc>
        <w:tc>
          <w:tcPr>
            <w:tcW w:w="4531" w:type="dxa"/>
          </w:tcPr>
          <w:p w:rsidR="007B4DB0" w:rsidRDefault="007B4DB0"/>
        </w:tc>
      </w:tr>
      <w:tr w:rsidR="007B4DB0" w:rsidTr="007B4DB0">
        <w:tc>
          <w:tcPr>
            <w:tcW w:w="4531" w:type="dxa"/>
          </w:tcPr>
          <w:p w:rsidR="007B4DB0" w:rsidRDefault="00AE7C12">
            <w:r w:rsidRPr="00AE7C12">
              <w:t>Enquête vragen</w:t>
            </w:r>
          </w:p>
          <w:p w:rsidR="00AE7C12" w:rsidRDefault="00AE7C12"/>
          <w:p w:rsidR="00AE7C12" w:rsidRPr="00AE7C12" w:rsidRDefault="00AE7C12">
            <w:bookmarkStart w:id="0" w:name="_GoBack"/>
            <w:bookmarkEnd w:id="0"/>
          </w:p>
        </w:tc>
        <w:tc>
          <w:tcPr>
            <w:tcW w:w="4531" w:type="dxa"/>
          </w:tcPr>
          <w:p w:rsidR="007B4DB0" w:rsidRDefault="007B4DB0"/>
        </w:tc>
      </w:tr>
    </w:tbl>
    <w:p w:rsidR="00E63A0E" w:rsidRDefault="00E63A0E"/>
    <w:sectPr w:rsidR="00E63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B0"/>
    <w:rsid w:val="001234AC"/>
    <w:rsid w:val="007B4DB0"/>
    <w:rsid w:val="00AC5389"/>
    <w:rsid w:val="00AE7C12"/>
    <w:rsid w:val="00C56184"/>
    <w:rsid w:val="00D93C2B"/>
    <w:rsid w:val="00E6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67FAB-12EE-4316-A2E8-B6C721E4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BF7FE53C</Template>
  <TotalTime>16</TotalTime>
  <Pages>2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Chantalle van</dc:creator>
  <cp:keywords/>
  <dc:description/>
  <cp:lastModifiedBy>Dongen, Chantalle van</cp:lastModifiedBy>
  <cp:revision>4</cp:revision>
  <dcterms:created xsi:type="dcterms:W3CDTF">2019-08-29T09:45:00Z</dcterms:created>
  <dcterms:modified xsi:type="dcterms:W3CDTF">2019-08-29T12:26:00Z</dcterms:modified>
</cp:coreProperties>
</file>