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94A" w:rsidRDefault="0051021B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Mappen in de OneDrive:</w:t>
      </w:r>
    </w:p>
    <w:p w:rsidR="0051021B" w:rsidRDefault="0051021B">
      <w:pPr>
        <w:rPr>
          <w:noProof/>
          <w:sz w:val="24"/>
          <w:szCs w:val="24"/>
          <w:lang w:eastAsia="nl-NL"/>
        </w:rPr>
      </w:pP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Vor</w:t>
      </w:r>
      <w:proofErr w:type="spellEnd"/>
      <w:r>
        <w:rPr>
          <w:sz w:val="24"/>
          <w:szCs w:val="24"/>
        </w:rPr>
        <w:t xml:space="preserve"> </w:t>
      </w:r>
    </w:p>
    <w:p w:rsidR="0051021B" w:rsidRDefault="0051021B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Ak</w:t>
      </w:r>
      <w:proofErr w:type="spellEnd"/>
    </w:p>
    <w:p w:rsidR="0051021B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Bv</w:t>
      </w: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Ckvj</w:t>
      </w:r>
      <w:proofErr w:type="spellEnd"/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Du</w:t>
      </w: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</w:t>
      </w: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</w:t>
      </w: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Gs</w:t>
      </w:r>
      <w:proofErr w:type="spellEnd"/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Lbs</w:t>
      </w:r>
      <w:proofErr w:type="spellEnd"/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Mav</w:t>
      </w:r>
      <w:proofErr w:type="spellEnd"/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Mu</w:t>
      </w: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</w:t>
      </w: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</w:t>
      </w: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Wi</w:t>
      </w:r>
      <w:proofErr w:type="spellEnd"/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Inft</w:t>
      </w:r>
      <w:proofErr w:type="spellEnd"/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Ov</w:t>
      </w:r>
    </w:p>
    <w:p w:rsidR="008570B5" w:rsidRDefault="008570B5" w:rsidP="0051021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Privé</w:t>
      </w:r>
    </w:p>
    <w:p w:rsidR="008570B5" w:rsidRPr="0051021B" w:rsidRDefault="008570B5" w:rsidP="008570B5">
      <w:pPr>
        <w:pStyle w:val="Lijstalinea"/>
        <w:rPr>
          <w:sz w:val="24"/>
          <w:szCs w:val="24"/>
        </w:rPr>
      </w:pPr>
      <w:bookmarkStart w:id="0" w:name="_GoBack"/>
      <w:bookmarkEnd w:id="0"/>
    </w:p>
    <w:sectPr w:rsidR="008570B5" w:rsidRPr="0051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F48B4"/>
    <w:multiLevelType w:val="hybridMultilevel"/>
    <w:tmpl w:val="ECC4B6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1AC"/>
    <w:rsid w:val="000522B7"/>
    <w:rsid w:val="000B294A"/>
    <w:rsid w:val="0051021B"/>
    <w:rsid w:val="00624F84"/>
    <w:rsid w:val="00655B5D"/>
    <w:rsid w:val="008570B5"/>
    <w:rsid w:val="00AF21AC"/>
    <w:rsid w:val="00B41C0B"/>
    <w:rsid w:val="00B5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B637"/>
  <w15:chartTrackingRefBased/>
  <w15:docId w15:val="{680A4950-70E4-4A62-B8BB-35225FAD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B54DE3"/>
    <w:pPr>
      <w:spacing w:after="0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0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64597DD0.dotm</Template>
  <TotalTime>78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PENTA college CSG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2019-09-06T12:29:00Z</dcterms:created>
  <dcterms:modified xsi:type="dcterms:W3CDTF">2019-09-06T13:58:00Z</dcterms:modified>
</cp:coreProperties>
</file>