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3B" w:rsidRPr="00EA2834" w:rsidRDefault="00EA2834" w:rsidP="00EA2834">
      <w:pPr>
        <w:rPr>
          <w:rFonts w:ascii="Arial" w:hAnsi="Arial" w:cs="Arial"/>
          <w:sz w:val="24"/>
          <w:szCs w:val="24"/>
        </w:rPr>
      </w:pPr>
      <w:r w:rsidRPr="00EA2834">
        <w:rPr>
          <w:rFonts w:ascii="Arial" w:hAnsi="Arial" w:cs="Arial"/>
          <w:sz w:val="24"/>
          <w:szCs w:val="24"/>
        </w:rPr>
        <w:t>Werken met een microscoop</w:t>
      </w:r>
    </w:p>
    <w:p w:rsidR="00EA2834" w:rsidRPr="00EA2834" w:rsidRDefault="00EA2834" w:rsidP="00EA2834">
      <w:pPr>
        <w:rPr>
          <w:rFonts w:ascii="Arial" w:hAnsi="Arial" w:cs="Arial"/>
          <w:sz w:val="24"/>
          <w:szCs w:val="24"/>
        </w:rPr>
      </w:pPr>
    </w:p>
    <w:p w:rsidR="00EA2834" w:rsidRPr="00EA2834" w:rsidRDefault="00EA2834" w:rsidP="00EA2834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u w:val="single"/>
          <w:lang w:eastAsia="nl-NL"/>
        </w:rPr>
        <w:t>Voorbereiding: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>Zet de microscoop neer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>Zorg ervoor dat het lampje werkt/ aan staat</w:t>
      </w:r>
    </w:p>
    <w:p w:rsidR="00EA2834" w:rsidRPr="00EA2834" w:rsidRDefault="00EA2834" w:rsidP="00EA2834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u w:val="single"/>
          <w:lang w:eastAsia="nl-NL"/>
        </w:rPr>
        <w:t>Uitvoering: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>Draai de kleinste vergroting voor.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>Draai met de grote scherpstelschroef de tafel naar beneden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>Leg het preparaat op de tafel (dekglaasje boven!)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>Draai met de grote scherpstelschroef de tafel naar boven totdat je scherp ziet</w:t>
      </w: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lang w:eastAsia="nl-NL"/>
        </w:rPr>
        <w:t xml:space="preserve">Stel fijn scherp met de kleine scherpstelschroef </w:t>
      </w:r>
    </w:p>
    <w:p w:rsidR="00EA2834" w:rsidRPr="00EA2834" w:rsidRDefault="00EA2834" w:rsidP="00EA2834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>
        <w:rPr>
          <w:rFonts w:ascii="Arial" w:eastAsia="Times New Roman" w:hAnsi="Arial" w:cs="Arial"/>
          <w:sz w:val="24"/>
          <w:szCs w:val="24"/>
          <w:u w:val="single"/>
          <w:lang w:eastAsia="nl-NL"/>
        </w:rPr>
        <w:t>Verder ve</w:t>
      </w:r>
      <w:r w:rsidRPr="00EA2834">
        <w:rPr>
          <w:rFonts w:ascii="Arial" w:eastAsia="Times New Roman" w:hAnsi="Arial" w:cs="Arial"/>
          <w:sz w:val="24"/>
          <w:szCs w:val="24"/>
          <w:u w:val="single"/>
          <w:lang w:eastAsia="nl-NL"/>
        </w:rPr>
        <w:t>rgroten: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Draai aan de revolver tot er een objectief voor staat met een grotere vergroting.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Draai alleen maar aan de kleine schroef om scherp te stellen.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Pas op dat het objectief niet tegen je preparaat komt.</w:t>
      </w:r>
    </w:p>
    <w:p w:rsidR="00EA2834" w:rsidRPr="00EA2834" w:rsidRDefault="00EA2834" w:rsidP="00EA2834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EA2834">
        <w:rPr>
          <w:rFonts w:ascii="Arial" w:eastAsia="Times New Roman" w:hAnsi="Arial" w:cs="Arial"/>
          <w:sz w:val="24"/>
          <w:szCs w:val="24"/>
          <w:u w:val="single"/>
          <w:lang w:eastAsia="nl-NL"/>
        </w:rPr>
        <w:t>Opruimen: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Draai de tafel naar beneden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Haal het preparaat van de tafel.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Draai de kleinste vergroting weer voor</w:t>
      </w:r>
    </w:p>
    <w:p w:rsid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EA2834" w:rsidRPr="00EA2834" w:rsidRDefault="00EA2834" w:rsidP="00EA2834">
      <w:pPr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EA2834" w:rsidRPr="00EA2834" w:rsidRDefault="00EA2834" w:rsidP="00EA2834">
      <w:bookmarkStart w:id="0" w:name="_GoBack"/>
      <w:bookmarkEnd w:id="0"/>
    </w:p>
    <w:sectPr w:rsidR="00EA2834" w:rsidRPr="00EA2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6AD4"/>
    <w:multiLevelType w:val="hybridMultilevel"/>
    <w:tmpl w:val="C644BE02"/>
    <w:lvl w:ilvl="0" w:tplc="9788AE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8F4DBB"/>
    <w:multiLevelType w:val="hybridMultilevel"/>
    <w:tmpl w:val="9EB647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378"/>
    <w:multiLevelType w:val="hybridMultilevel"/>
    <w:tmpl w:val="F508B3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34"/>
    <w:rsid w:val="000368DD"/>
    <w:rsid w:val="006E71C8"/>
    <w:rsid w:val="00EA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28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2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7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82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74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29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1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0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27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631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12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845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335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92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30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3318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1242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11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930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2162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7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7615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4254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7093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9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796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159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17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537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2906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792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898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8177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0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9B4C8B6D</Template>
  <TotalTime>5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 Breedijk</dc:creator>
  <cp:lastModifiedBy>Annemarie Breedijk</cp:lastModifiedBy>
  <cp:revision>1</cp:revision>
  <dcterms:created xsi:type="dcterms:W3CDTF">2018-09-12T10:39:00Z</dcterms:created>
  <dcterms:modified xsi:type="dcterms:W3CDTF">2018-09-12T10:44:00Z</dcterms:modified>
</cp:coreProperties>
</file>