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DE6" w:rsidRDefault="00B36DE6" w:rsidP="00B36DE6"/>
    <w:p w:rsidR="00B36DE6" w:rsidRPr="00B36DE6" w:rsidRDefault="00B36DE6" w:rsidP="00B36DE6">
      <w:pPr>
        <w:rPr>
          <w:rFonts w:ascii="Arial" w:hAnsi="Arial" w:cs="Arial"/>
          <w:sz w:val="24"/>
          <w:szCs w:val="24"/>
          <w:u w:val="single"/>
        </w:rPr>
      </w:pPr>
      <w:r w:rsidRPr="00B36DE6">
        <w:rPr>
          <w:rFonts w:ascii="Arial" w:hAnsi="Arial" w:cs="Arial"/>
          <w:sz w:val="24"/>
          <w:szCs w:val="24"/>
          <w:u w:val="single"/>
        </w:rPr>
        <w:t>Maken van een preparaat</w:t>
      </w:r>
    </w:p>
    <w:p w:rsidR="00B36DE6" w:rsidRPr="00B36DE6" w:rsidRDefault="00B36DE6" w:rsidP="00B36DE6">
      <w:pPr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 xml:space="preserve">Als je een preparaat maakt, werk je de volgende stappen één voor één af. Ga pas naar een volgende stap, als je de </w:t>
      </w:r>
      <w:r>
        <w:rPr>
          <w:rFonts w:ascii="Arial" w:hAnsi="Arial" w:cs="Arial"/>
          <w:sz w:val="24"/>
          <w:szCs w:val="24"/>
        </w:rPr>
        <w:t>vorige helemaal hebt afgewerkt.</w:t>
      </w: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>1.gebruik een bakje die bij de microscoop staat</w:t>
      </w: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>2.Neem een schoon en droog objectglas. Pak het objectglas aan de randen beet</w:t>
      </w: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>3.Doe een druppel water op het objectglas (soms een andere vloeistof)</w:t>
      </w: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 xml:space="preserve">4.Gebruik de pincet. Leg wat je wilt bekijken in het water. Soms moet je eerst een heel dun plakje afsnijden, voor je er een preparaat van kunt maken. </w:t>
      </w: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 xml:space="preserve">5.Pak het dekglaasje voorzichtig aan de randen beet. Zet het glaasje schuin tegen de waterdruppel op het objectglas. Ondersteun het dekglaasje met een prepareernaald. </w:t>
      </w: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>6.Als er naast het dekglaasje water is te zien, zuig je dat voorzichtig weg met vloeipapier.</w:t>
      </w:r>
    </w:p>
    <w:p w:rsidR="00B36DE6" w:rsidRPr="00B36DE6" w:rsidRDefault="00B36DE6" w:rsidP="00B36DE6">
      <w:pPr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>Controleer jezelf:</w:t>
      </w: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 xml:space="preserve">•Het objectglas en </w:t>
      </w:r>
      <w:proofErr w:type="spellStart"/>
      <w:r w:rsidRPr="00B36DE6">
        <w:rPr>
          <w:rFonts w:ascii="Arial" w:hAnsi="Arial" w:cs="Arial"/>
          <w:sz w:val="24"/>
          <w:szCs w:val="24"/>
        </w:rPr>
        <w:t>dekglas</w:t>
      </w:r>
      <w:proofErr w:type="spellEnd"/>
      <w:r w:rsidRPr="00B36DE6">
        <w:rPr>
          <w:rFonts w:ascii="Arial" w:hAnsi="Arial" w:cs="Arial"/>
          <w:sz w:val="24"/>
          <w:szCs w:val="24"/>
        </w:rPr>
        <w:t xml:space="preserve"> is schoon</w:t>
      </w: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>•Dat wat je wilt bekijken is dun</w:t>
      </w: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>•Dat wat je wilt bekijken ligt niet dubbelgeklapt</w:t>
      </w: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 xml:space="preserve">•Het </w:t>
      </w:r>
      <w:proofErr w:type="spellStart"/>
      <w:r w:rsidRPr="00B36DE6">
        <w:rPr>
          <w:rFonts w:ascii="Arial" w:hAnsi="Arial" w:cs="Arial"/>
          <w:sz w:val="24"/>
          <w:szCs w:val="24"/>
        </w:rPr>
        <w:t>dekglas</w:t>
      </w:r>
      <w:proofErr w:type="spellEnd"/>
      <w:r w:rsidRPr="00B36DE6">
        <w:rPr>
          <w:rFonts w:ascii="Arial" w:hAnsi="Arial" w:cs="Arial"/>
          <w:sz w:val="24"/>
          <w:szCs w:val="24"/>
        </w:rPr>
        <w:t xml:space="preserve"> is heel</w:t>
      </w: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 xml:space="preserve">•Er zitten geen luchtbellen onder het </w:t>
      </w:r>
      <w:proofErr w:type="spellStart"/>
      <w:r w:rsidRPr="00B36DE6">
        <w:rPr>
          <w:rFonts w:ascii="Arial" w:hAnsi="Arial" w:cs="Arial"/>
          <w:sz w:val="24"/>
          <w:szCs w:val="24"/>
        </w:rPr>
        <w:t>dekglas</w:t>
      </w:r>
      <w:proofErr w:type="spellEnd"/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pStyle w:val="Geenafstand"/>
        <w:rPr>
          <w:rFonts w:ascii="Arial" w:hAnsi="Arial" w:cs="Arial"/>
          <w:sz w:val="24"/>
          <w:szCs w:val="24"/>
        </w:rPr>
      </w:pPr>
      <w:r w:rsidRPr="00B36DE6">
        <w:rPr>
          <w:rFonts w:ascii="Arial" w:hAnsi="Arial" w:cs="Arial"/>
          <w:sz w:val="24"/>
          <w:szCs w:val="24"/>
        </w:rPr>
        <w:t>•Er is geen overtollig water naast het dekglaasje</w:t>
      </w:r>
    </w:p>
    <w:p w:rsidR="00B36DE6" w:rsidRPr="00B36DE6" w:rsidRDefault="00B36DE6" w:rsidP="00B36DE6">
      <w:pPr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rPr>
          <w:rFonts w:ascii="Arial" w:hAnsi="Arial" w:cs="Arial"/>
          <w:sz w:val="24"/>
          <w:szCs w:val="24"/>
        </w:rPr>
      </w:pPr>
    </w:p>
    <w:p w:rsidR="00B36DE6" w:rsidRPr="00B36DE6" w:rsidRDefault="00B36DE6" w:rsidP="00B36DE6">
      <w:pPr>
        <w:rPr>
          <w:rFonts w:ascii="Arial" w:hAnsi="Arial" w:cs="Arial"/>
          <w:sz w:val="24"/>
          <w:szCs w:val="24"/>
        </w:rPr>
      </w:pPr>
    </w:p>
    <w:p w:rsidR="00AD273B" w:rsidRDefault="00B36DE6"/>
    <w:sectPr w:rsidR="00AD2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DE6"/>
    <w:rsid w:val="000368DD"/>
    <w:rsid w:val="006E71C8"/>
    <w:rsid w:val="00B3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36D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36D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D365D1A4</Template>
  <TotalTime>2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Annemarie Breedijk</dc:creator>
  <cp:lastModifiedBy>Annemarie Breedijk</cp:lastModifiedBy>
  <cp:revision>1</cp:revision>
  <dcterms:created xsi:type="dcterms:W3CDTF">2018-09-12T10:51:00Z</dcterms:created>
  <dcterms:modified xsi:type="dcterms:W3CDTF">2018-09-12T10:53:00Z</dcterms:modified>
</cp:coreProperties>
</file>