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18D" w:rsidRPr="00364C7E" w:rsidRDefault="00A9518D" w:rsidP="00A9518D">
      <w:pPr>
        <w:rPr>
          <w:rFonts w:asciiTheme="minorHAnsi" w:hAnsiTheme="minorHAnsi" w:cstheme="minorHAnsi"/>
          <w:b/>
          <w:sz w:val="24"/>
          <w:szCs w:val="24"/>
        </w:rPr>
      </w:pPr>
      <w:r w:rsidRPr="00364C7E">
        <w:rPr>
          <w:rFonts w:asciiTheme="minorHAnsi" w:hAnsiTheme="minorHAnsi" w:cstheme="minorHAnsi"/>
          <w:b/>
          <w:sz w:val="24"/>
          <w:szCs w:val="24"/>
        </w:rPr>
        <w:t>Werkplan</w:t>
      </w:r>
      <w:r w:rsidR="0075487C">
        <w:rPr>
          <w:rFonts w:asciiTheme="minorHAnsi" w:hAnsiTheme="minorHAnsi" w:cstheme="minorHAnsi"/>
          <w:b/>
          <w:sz w:val="24"/>
          <w:szCs w:val="24"/>
        </w:rPr>
        <w:t xml:space="preserve">/Handelingsplan/Plan van aanpak voor        </w:t>
      </w:r>
      <w:bookmarkStart w:id="0" w:name="_GoBack"/>
      <w:bookmarkEnd w:id="0"/>
      <w:r w:rsidRPr="00364C7E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</w:t>
      </w:r>
    </w:p>
    <w:p w:rsidR="00A9518D" w:rsidRPr="00364C7E" w:rsidRDefault="00A9518D" w:rsidP="00A9518D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2358"/>
        <w:gridCol w:w="1327"/>
        <w:gridCol w:w="2536"/>
        <w:gridCol w:w="3067"/>
      </w:tblGrid>
      <w:tr w:rsidR="00364C7E" w:rsidRPr="00364C7E" w:rsidTr="00F47869">
        <w:tc>
          <w:tcPr>
            <w:tcW w:w="2444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4C7E">
              <w:rPr>
                <w:rFonts w:asciiTheme="minorHAnsi" w:hAnsiTheme="minorHAnsi" w:cstheme="minorHAnsi"/>
                <w:b/>
                <w:sz w:val="24"/>
                <w:szCs w:val="24"/>
              </w:rPr>
              <w:t>Taak</w:t>
            </w:r>
            <w:r w:rsidR="00364C7E" w:rsidRPr="00364C7E">
              <w:rPr>
                <w:rFonts w:asciiTheme="minorHAnsi" w:hAnsiTheme="minorHAnsi" w:cstheme="minorHAnsi"/>
                <w:b/>
                <w:sz w:val="24"/>
                <w:szCs w:val="24"/>
              </w:rPr>
              <w:t>/Activiteit</w:t>
            </w:r>
          </w:p>
        </w:tc>
        <w:tc>
          <w:tcPr>
            <w:tcW w:w="1350" w:type="dxa"/>
          </w:tcPr>
          <w:p w:rsidR="00A9518D" w:rsidRPr="00364C7E" w:rsidRDefault="00A9518D" w:rsidP="00364C7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4C7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Tijdsduur </w:t>
            </w:r>
          </w:p>
        </w:tc>
        <w:tc>
          <w:tcPr>
            <w:tcW w:w="2693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4C7E">
              <w:rPr>
                <w:rFonts w:asciiTheme="minorHAnsi" w:hAnsiTheme="minorHAnsi" w:cstheme="minorHAnsi"/>
                <w:b/>
                <w:sz w:val="24"/>
                <w:szCs w:val="24"/>
              </w:rPr>
              <w:t>Materialen en middelen</w:t>
            </w:r>
          </w:p>
        </w:tc>
        <w:tc>
          <w:tcPr>
            <w:tcW w:w="3300" w:type="dxa"/>
          </w:tcPr>
          <w:p w:rsidR="00A9518D" w:rsidRPr="00364C7E" w:rsidRDefault="00A9518D" w:rsidP="00364C7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4C7E">
              <w:rPr>
                <w:rFonts w:asciiTheme="minorHAnsi" w:hAnsiTheme="minorHAnsi" w:cstheme="minorHAnsi"/>
                <w:b/>
                <w:sz w:val="24"/>
                <w:szCs w:val="24"/>
              </w:rPr>
              <w:t>Uitvoer</w:t>
            </w:r>
            <w:r w:rsidR="00364C7E" w:rsidRPr="00364C7E">
              <w:rPr>
                <w:rFonts w:asciiTheme="minorHAnsi" w:hAnsiTheme="minorHAnsi" w:cstheme="minorHAnsi"/>
                <w:b/>
                <w:sz w:val="24"/>
                <w:szCs w:val="24"/>
              </w:rPr>
              <w:t>ing</w:t>
            </w:r>
          </w:p>
        </w:tc>
      </w:tr>
      <w:tr w:rsidR="00364C7E" w:rsidRPr="00364C7E" w:rsidTr="00F47869">
        <w:tc>
          <w:tcPr>
            <w:tcW w:w="2444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00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V: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U: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N: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C7E" w:rsidRPr="00364C7E" w:rsidTr="00F47869">
        <w:tc>
          <w:tcPr>
            <w:tcW w:w="2444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00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V: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U: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N: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C7E" w:rsidRPr="00364C7E" w:rsidTr="00F47869">
        <w:tc>
          <w:tcPr>
            <w:tcW w:w="2444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00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V: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U: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N: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C7E" w:rsidRPr="00364C7E" w:rsidTr="00F47869">
        <w:tc>
          <w:tcPr>
            <w:tcW w:w="2444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00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V: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U: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N: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4C7E" w:rsidRPr="00364C7E" w:rsidTr="00F47869">
        <w:tc>
          <w:tcPr>
            <w:tcW w:w="2444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00" w:type="dxa"/>
          </w:tcPr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V: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U: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4C7E">
              <w:rPr>
                <w:rFonts w:asciiTheme="minorHAnsi" w:hAnsiTheme="minorHAnsi" w:cstheme="minorHAnsi"/>
                <w:sz w:val="22"/>
                <w:szCs w:val="22"/>
              </w:rPr>
              <w:t>N:</w:t>
            </w: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518D" w:rsidRPr="00364C7E" w:rsidRDefault="00A9518D" w:rsidP="00F4786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9518D" w:rsidRPr="00364C7E" w:rsidRDefault="00A9518D" w:rsidP="00A9518D">
      <w:pPr>
        <w:rPr>
          <w:rFonts w:asciiTheme="minorHAnsi" w:hAnsiTheme="minorHAnsi" w:cstheme="minorHAnsi"/>
        </w:rPr>
      </w:pPr>
      <w:r w:rsidRPr="00364C7E">
        <w:rPr>
          <w:rFonts w:asciiTheme="minorHAnsi" w:hAnsiTheme="minorHAnsi" w:cstheme="minorHAnsi"/>
        </w:rPr>
        <w:t>V=voorbereiding</w:t>
      </w:r>
      <w:r w:rsidRPr="00364C7E">
        <w:rPr>
          <w:rFonts w:asciiTheme="minorHAnsi" w:hAnsiTheme="minorHAnsi" w:cstheme="minorHAnsi"/>
        </w:rPr>
        <w:tab/>
        <w:t>U= Uitvoering</w:t>
      </w:r>
      <w:r w:rsidRPr="00364C7E">
        <w:rPr>
          <w:rFonts w:asciiTheme="minorHAnsi" w:hAnsiTheme="minorHAnsi" w:cstheme="minorHAnsi"/>
        </w:rPr>
        <w:tab/>
      </w:r>
      <w:r w:rsidRPr="00364C7E">
        <w:rPr>
          <w:rFonts w:asciiTheme="minorHAnsi" w:hAnsiTheme="minorHAnsi" w:cstheme="minorHAnsi"/>
        </w:rPr>
        <w:tab/>
        <w:t>N=Nazorg</w:t>
      </w:r>
    </w:p>
    <w:p w:rsidR="00E3312C" w:rsidRPr="00364C7E" w:rsidRDefault="00E3312C">
      <w:pPr>
        <w:rPr>
          <w:rFonts w:asciiTheme="minorHAnsi" w:hAnsiTheme="minorHAnsi" w:cstheme="minorHAnsi"/>
        </w:rPr>
      </w:pPr>
    </w:p>
    <w:sectPr w:rsidR="00E3312C" w:rsidRPr="00364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18D"/>
    <w:rsid w:val="00364C7E"/>
    <w:rsid w:val="0075487C"/>
    <w:rsid w:val="00A9518D"/>
    <w:rsid w:val="00E3312C"/>
    <w:rsid w:val="00F6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9518D"/>
    <w:pPr>
      <w:spacing w:after="0" w:line="240" w:lineRule="auto"/>
    </w:pPr>
    <w:rPr>
      <w:rFonts w:ascii="Arial" w:eastAsia="Times New Roman" w:hAnsi="Arial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95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9518D"/>
    <w:pPr>
      <w:spacing w:after="0" w:line="240" w:lineRule="auto"/>
    </w:pPr>
    <w:rPr>
      <w:rFonts w:ascii="Arial" w:eastAsia="Times New Roman" w:hAnsi="Arial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95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9B8B83F9</Template>
  <TotalTime>1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Jonge,J. de</cp:lastModifiedBy>
  <cp:revision>3</cp:revision>
  <dcterms:created xsi:type="dcterms:W3CDTF">2014-01-16T22:25:00Z</dcterms:created>
  <dcterms:modified xsi:type="dcterms:W3CDTF">2014-01-16T22:26:00Z</dcterms:modified>
</cp:coreProperties>
</file>