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693BBE" w:rsidRPr="00503929" w14:paraId="4461B3D9" w14:textId="77777777" w:rsidTr="006C13F6">
        <w:tc>
          <w:tcPr>
            <w:tcW w:w="9040" w:type="dxa"/>
            <w:tcBorders>
              <w:bottom w:val="single" w:sz="12" w:space="0" w:color="auto"/>
            </w:tcBorders>
            <w:shd w:val="clear" w:color="auto" w:fill="auto"/>
          </w:tcPr>
          <w:p w14:paraId="77EEB341" w14:textId="77777777" w:rsidR="00693BBE" w:rsidRPr="00503929" w:rsidRDefault="00693BBE" w:rsidP="00693BBE">
            <w:pPr>
              <w:jc w:val="center"/>
              <w:rPr>
                <w:rFonts w:ascii="Calibri" w:eastAsia="SimSun" w:hAnsi="Calibri" w:cs="Calibri"/>
              </w:rPr>
            </w:pPr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5C8C7A1A" wp14:editId="14351AA7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33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5FC6FE" w14:textId="77777777" w:rsidR="00693BBE" w:rsidRPr="00503929" w:rsidRDefault="00693BBE" w:rsidP="00693BBE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693BBE" w:rsidRPr="00503929" w14:paraId="14B77191" w14:textId="77777777" w:rsidTr="006C13F6">
        <w:tc>
          <w:tcPr>
            <w:tcW w:w="9040" w:type="dxa"/>
            <w:shd w:val="clear" w:color="auto" w:fill="auto"/>
          </w:tcPr>
          <w:p w14:paraId="733D60CC" w14:textId="0C743F95" w:rsidR="00693BBE" w:rsidRPr="00CA1CD2" w:rsidRDefault="00693BBE" w:rsidP="00693BBE">
            <w:pPr>
              <w:spacing w:after="0" w:line="259" w:lineRule="auto"/>
              <w:ind w:left="-5"/>
              <w:jc w:val="center"/>
              <w:rPr>
                <w:smallCaps/>
                <w:color w:val="C00000"/>
              </w:rPr>
            </w:pPr>
            <w:r>
              <w:rPr>
                <w:b/>
                <w:smallCaps/>
                <w:color w:val="C00000"/>
                <w:sz w:val="36"/>
              </w:rPr>
              <w:t>Plan van Aanpak Langdurig Verzuim</w:t>
            </w:r>
          </w:p>
        </w:tc>
      </w:tr>
    </w:tbl>
    <w:p w14:paraId="6319AD15" w14:textId="2350BD7B" w:rsidR="00693BBE" w:rsidRDefault="00693BBE" w:rsidP="00CA1CD2"/>
    <w:p w14:paraId="5101F5F4" w14:textId="77777777" w:rsidR="00693BBE" w:rsidRPr="00CA1CD2" w:rsidRDefault="00693BBE" w:rsidP="00693BBE">
      <w:pPr>
        <w:spacing w:after="103" w:line="259" w:lineRule="auto"/>
        <w:ind w:left="10"/>
        <w:rPr>
          <w:b/>
        </w:rPr>
      </w:pPr>
      <w:r w:rsidRPr="00CA1CD2">
        <w:rPr>
          <w:b/>
          <w:u w:val="single" w:color="000000"/>
        </w:rPr>
        <w:t>GEGEVENS STUDENT</w:t>
      </w:r>
      <w:r w:rsidRPr="00CA1CD2">
        <w:rPr>
          <w:b/>
        </w:rPr>
        <w:t xml:space="preserve"> </w:t>
      </w:r>
    </w:p>
    <w:p w14:paraId="53457778" w14:textId="77777777" w:rsidR="00693BBE" w:rsidRDefault="00693BBE" w:rsidP="00693BBE">
      <w:pPr>
        <w:tabs>
          <w:tab w:val="center" w:pos="1416"/>
          <w:tab w:val="center" w:pos="2152"/>
        </w:tabs>
        <w:spacing w:after="118"/>
      </w:pPr>
      <w:r>
        <w:t xml:space="preserve">NAAM en MAILADRES </w:t>
      </w:r>
      <w:r>
        <w:tab/>
        <w:t xml:space="preserve">: </w:t>
      </w:r>
    </w:p>
    <w:p w14:paraId="2B050AAA" w14:textId="77777777" w:rsidR="00693BBE" w:rsidRDefault="00693BBE" w:rsidP="00693BBE">
      <w:pPr>
        <w:tabs>
          <w:tab w:val="center" w:pos="1416"/>
          <w:tab w:val="center" w:pos="2152"/>
        </w:tabs>
        <w:spacing w:after="118"/>
      </w:pPr>
      <w:r>
        <w:t>STUDENTNUMMER</w:t>
      </w:r>
      <w:r>
        <w:tab/>
        <w:t>:</w:t>
      </w:r>
    </w:p>
    <w:p w14:paraId="7B76EDF3" w14:textId="77777777" w:rsidR="00693BBE" w:rsidRDefault="00693BBE" w:rsidP="00693BBE">
      <w:pPr>
        <w:tabs>
          <w:tab w:val="center" w:pos="2152"/>
        </w:tabs>
        <w:spacing w:after="118"/>
      </w:pPr>
      <w:r>
        <w:t xml:space="preserve">GEBOORTEDATUM </w:t>
      </w:r>
      <w:r>
        <w:tab/>
        <w:t xml:space="preserve">: </w:t>
      </w:r>
    </w:p>
    <w:p w14:paraId="1C938D73" w14:textId="77777777" w:rsidR="00693BBE" w:rsidRDefault="00693BBE" w:rsidP="00693BBE">
      <w:pPr>
        <w:tabs>
          <w:tab w:val="center" w:pos="1416"/>
          <w:tab w:val="center" w:pos="2152"/>
        </w:tabs>
        <w:spacing w:after="118"/>
      </w:pPr>
      <w:r>
        <w:t xml:space="preserve">TELEFOON </w:t>
      </w:r>
      <w:r>
        <w:tab/>
        <w:t xml:space="preserve"> </w:t>
      </w:r>
      <w:r>
        <w:tab/>
        <w:t xml:space="preserve">: </w:t>
      </w:r>
    </w:p>
    <w:p w14:paraId="63A62627" w14:textId="77777777" w:rsidR="00693BBE" w:rsidRDefault="00693BBE" w:rsidP="00693BBE">
      <w:pPr>
        <w:spacing w:after="0" w:line="365" w:lineRule="auto"/>
        <w:ind w:left="11" w:right="6265"/>
      </w:pPr>
      <w:r>
        <w:t>SCHOOL</w:t>
      </w:r>
      <w:r>
        <w:tab/>
      </w:r>
      <w:r>
        <w:tab/>
      </w:r>
      <w:r>
        <w:tab/>
        <w:t xml:space="preserve">: </w:t>
      </w:r>
    </w:p>
    <w:p w14:paraId="78129AE7" w14:textId="77777777" w:rsidR="00693BBE" w:rsidRDefault="00693BBE" w:rsidP="00693BBE">
      <w:pPr>
        <w:spacing w:after="0" w:line="365" w:lineRule="auto"/>
        <w:ind w:left="11" w:right="6265"/>
      </w:pPr>
      <w:r>
        <w:t>OPLEIDING</w:t>
      </w:r>
      <w:r>
        <w:tab/>
      </w:r>
      <w:r>
        <w:tab/>
        <w:t xml:space="preserve">: </w:t>
      </w:r>
    </w:p>
    <w:p w14:paraId="7CCD8FF8" w14:textId="77777777" w:rsidR="00693BBE" w:rsidRDefault="00693BBE" w:rsidP="00693BBE">
      <w:pPr>
        <w:spacing w:line="365" w:lineRule="auto"/>
        <w:ind w:left="10" w:right="6263"/>
      </w:pPr>
      <w:r>
        <w:t>NAAM SLB’er</w:t>
      </w:r>
      <w:r>
        <w:tab/>
      </w:r>
      <w:r>
        <w:tab/>
        <w:t>:</w:t>
      </w:r>
    </w:p>
    <w:p w14:paraId="514B8E69" w14:textId="77777777" w:rsidR="00693BBE" w:rsidRDefault="00693BBE" w:rsidP="00693BBE">
      <w:pPr>
        <w:spacing w:after="0" w:line="259" w:lineRule="auto"/>
      </w:pPr>
      <w:r>
        <w:rPr>
          <w:sz w:val="24"/>
          <w:u w:val="single" w:color="000000"/>
        </w:rPr>
        <w:t>ONDERZOEK</w:t>
      </w:r>
      <w:r>
        <w:rPr>
          <w:sz w:val="24"/>
        </w:rPr>
        <w:t xml:space="preserve"> </w:t>
      </w:r>
    </w:p>
    <w:p w14:paraId="5AA32683" w14:textId="77777777" w:rsidR="00693BBE" w:rsidRDefault="00693BBE" w:rsidP="00693BBE">
      <w:pPr>
        <w:spacing w:after="0" w:line="259" w:lineRule="auto"/>
      </w:pPr>
      <w:r>
        <w:rPr>
          <w:b/>
        </w:rPr>
        <w:t xml:space="preserve"> </w:t>
      </w:r>
    </w:p>
    <w:p w14:paraId="45B82096" w14:textId="77777777" w:rsidR="00693BBE" w:rsidRPr="00693BBE" w:rsidRDefault="00693BBE" w:rsidP="008F07DC">
      <w:pPr>
        <w:pStyle w:val="Lijstalinea"/>
        <w:numPr>
          <w:ilvl w:val="0"/>
          <w:numId w:val="24"/>
        </w:numPr>
        <w:spacing w:after="0" w:line="259" w:lineRule="auto"/>
      </w:pPr>
      <w:r w:rsidRPr="00693BBE">
        <w:rPr>
          <w:b/>
        </w:rPr>
        <w:t xml:space="preserve">Wat speelt er, wat zijn de klachten, de problemen, de redenen van verzuim? </w:t>
      </w:r>
    </w:p>
    <w:p w14:paraId="56D7A921" w14:textId="7D239B6F" w:rsidR="00693BBE" w:rsidRPr="009A7EB9" w:rsidRDefault="00693BBE" w:rsidP="008F07DC">
      <w:pPr>
        <w:pStyle w:val="Lijstalinea"/>
        <w:numPr>
          <w:ilvl w:val="0"/>
          <w:numId w:val="24"/>
        </w:numPr>
        <w:spacing w:after="0" w:line="259" w:lineRule="auto"/>
      </w:pPr>
      <w:r w:rsidRPr="00693BBE">
        <w:rPr>
          <w:b/>
        </w:rPr>
        <w:t xml:space="preserve">Welk karakter heeft het verzuim? (Feitelijke informatie A&amp;A bij de hand) </w:t>
      </w:r>
    </w:p>
    <w:p w14:paraId="1A3FEE7F" w14:textId="77777777" w:rsidR="00693BBE" w:rsidRDefault="00693BBE" w:rsidP="008F07DC">
      <w:pPr>
        <w:pStyle w:val="Lijstalinea"/>
        <w:numPr>
          <w:ilvl w:val="0"/>
          <w:numId w:val="25"/>
        </w:numPr>
      </w:pPr>
      <w:r w:rsidRPr="00693BBE">
        <w:t xml:space="preserve">Bij langdurig ziekteverzuim is een student meer dan 2 weken aaneengesloten ziek gemeld. </w:t>
      </w:r>
    </w:p>
    <w:p w14:paraId="5E796048" w14:textId="77777777" w:rsidR="00693BBE" w:rsidRDefault="00693BBE" w:rsidP="008F07DC">
      <w:pPr>
        <w:pStyle w:val="Lijstalinea"/>
        <w:numPr>
          <w:ilvl w:val="0"/>
          <w:numId w:val="25"/>
        </w:numPr>
      </w:pPr>
      <w:r>
        <w:t xml:space="preserve">Bij frequent ziekteverzuim is een student meer dan 5 keer ziek gemeld in een periode van 12 weken. </w:t>
      </w:r>
    </w:p>
    <w:p w14:paraId="1283DD1C" w14:textId="77777777" w:rsidR="00693BBE" w:rsidRDefault="00693BBE" w:rsidP="008F07DC">
      <w:pPr>
        <w:pStyle w:val="Lijstalinea"/>
        <w:numPr>
          <w:ilvl w:val="0"/>
          <w:numId w:val="25"/>
        </w:numPr>
      </w:pPr>
      <w:r>
        <w:t xml:space="preserve">Bij kort frequent verzuim is een student volgens een vast patroon ziek gemeld ( bv elke maandag dezelfde uren). </w:t>
      </w:r>
    </w:p>
    <w:p w14:paraId="185B7039" w14:textId="193B499D" w:rsidR="00693BBE" w:rsidRDefault="00693BBE" w:rsidP="008F07DC">
      <w:pPr>
        <w:pStyle w:val="Lijstalinea"/>
        <w:numPr>
          <w:ilvl w:val="0"/>
          <w:numId w:val="25"/>
        </w:numPr>
      </w:pPr>
      <w:r>
        <w:t xml:space="preserve">Bij andere overduidelijke signalen van regelmatig ziekteverzuim. </w:t>
      </w:r>
    </w:p>
    <w:p w14:paraId="4D03F585" w14:textId="24CDF055" w:rsidR="00693BBE" w:rsidRDefault="00693BBE" w:rsidP="00693BBE">
      <w:pPr>
        <w:spacing w:after="0" w:line="259" w:lineRule="auto"/>
      </w:pPr>
      <w:r>
        <w:t xml:space="preserve">Opmerkingen: </w:t>
      </w:r>
    </w:p>
    <w:p w14:paraId="0E401851" w14:textId="77777777" w:rsidR="00693BBE" w:rsidRDefault="00693BBE" w:rsidP="00693BBE">
      <w:pPr>
        <w:spacing w:after="3" w:line="259" w:lineRule="auto"/>
        <w:rPr>
          <w:b/>
        </w:rPr>
      </w:pPr>
    </w:p>
    <w:p w14:paraId="6F71EC47" w14:textId="77777777" w:rsidR="00693BBE" w:rsidRPr="00693BBE" w:rsidRDefault="00693BBE" w:rsidP="008F07DC">
      <w:pPr>
        <w:pStyle w:val="Lijstalinea"/>
        <w:numPr>
          <w:ilvl w:val="0"/>
          <w:numId w:val="24"/>
        </w:numPr>
        <w:spacing w:after="3" w:line="259" w:lineRule="auto"/>
      </w:pPr>
      <w:r w:rsidRPr="00693BBE">
        <w:rPr>
          <w:b/>
        </w:rPr>
        <w:t xml:space="preserve">Welke contacten zijn er met huisarts en/of andere hulpverlenende instanties? </w:t>
      </w:r>
    </w:p>
    <w:p w14:paraId="4C7E5866" w14:textId="77777777" w:rsidR="00693BBE" w:rsidRPr="00693BBE" w:rsidRDefault="00693BBE" w:rsidP="008F07DC">
      <w:pPr>
        <w:pStyle w:val="Lijstalinea"/>
        <w:numPr>
          <w:ilvl w:val="0"/>
          <w:numId w:val="24"/>
        </w:numPr>
        <w:spacing w:after="3" w:line="259" w:lineRule="auto"/>
      </w:pPr>
      <w:r w:rsidRPr="00693BBE">
        <w:rPr>
          <w:b/>
        </w:rPr>
        <w:t xml:space="preserve">Wat is haalbaar wat schoolgang en BPV betreft en op welke termijn? </w:t>
      </w:r>
    </w:p>
    <w:p w14:paraId="542DB06A" w14:textId="77777777" w:rsidR="00693BBE" w:rsidRPr="00693BBE" w:rsidRDefault="00693BBE" w:rsidP="008F07DC">
      <w:pPr>
        <w:pStyle w:val="Lijstalinea"/>
        <w:numPr>
          <w:ilvl w:val="0"/>
          <w:numId w:val="24"/>
        </w:numPr>
        <w:spacing w:after="3" w:line="259" w:lineRule="auto"/>
      </w:pPr>
      <w:r w:rsidRPr="00693BBE">
        <w:rPr>
          <w:b/>
        </w:rPr>
        <w:t>Wat heeft de student nodig?</w:t>
      </w:r>
    </w:p>
    <w:p w14:paraId="554C22EC" w14:textId="77777777" w:rsidR="00693BBE" w:rsidRPr="00693BBE" w:rsidRDefault="00693BBE" w:rsidP="008F07DC">
      <w:pPr>
        <w:pStyle w:val="Lijstalinea"/>
        <w:numPr>
          <w:ilvl w:val="0"/>
          <w:numId w:val="24"/>
        </w:numPr>
        <w:spacing w:after="3" w:line="259" w:lineRule="auto"/>
      </w:pPr>
      <w:r w:rsidRPr="00693BBE">
        <w:rPr>
          <w:b/>
        </w:rPr>
        <w:t xml:space="preserve">Welke oplossing ziet de student?   </w:t>
      </w:r>
    </w:p>
    <w:p w14:paraId="096739B4" w14:textId="1DBC2109" w:rsidR="00693BBE" w:rsidRDefault="00693BBE" w:rsidP="008F07DC">
      <w:pPr>
        <w:pStyle w:val="Lijstalinea"/>
        <w:numPr>
          <w:ilvl w:val="0"/>
          <w:numId w:val="24"/>
        </w:numPr>
        <w:spacing w:after="3" w:line="259" w:lineRule="auto"/>
      </w:pPr>
      <w:r w:rsidRPr="00693BBE">
        <w:rPr>
          <w:b/>
        </w:rPr>
        <w:t xml:space="preserve">Wat kan de school doen? </w:t>
      </w:r>
    </w:p>
    <w:p w14:paraId="7453DEE9" w14:textId="77777777" w:rsidR="00693BBE" w:rsidRDefault="00693BBE" w:rsidP="00693BBE">
      <w:pPr>
        <w:spacing w:after="0" w:line="259" w:lineRule="auto"/>
      </w:pPr>
      <w:r>
        <w:rPr>
          <w:b/>
        </w:rPr>
        <w:t xml:space="preserve"> </w:t>
      </w:r>
      <w:bookmarkStart w:id="0" w:name="_GoBack"/>
      <w:bookmarkEnd w:id="0"/>
    </w:p>
    <w:p w14:paraId="509B9425" w14:textId="77777777" w:rsidR="00693BBE" w:rsidRPr="00693BBE" w:rsidRDefault="00693BBE" w:rsidP="00693BBE">
      <w:pPr>
        <w:spacing w:after="0" w:line="259" w:lineRule="auto"/>
        <w:rPr>
          <w:u w:val="single"/>
        </w:rPr>
      </w:pPr>
      <w:r w:rsidRPr="00693BBE">
        <w:rPr>
          <w:sz w:val="24"/>
          <w:u w:val="single"/>
        </w:rPr>
        <w:t xml:space="preserve">PLAN VAN AANPAK </w:t>
      </w:r>
    </w:p>
    <w:p w14:paraId="7B8F20E3" w14:textId="77777777" w:rsidR="00693BBE" w:rsidRDefault="00693BBE" w:rsidP="00693BBE">
      <w:pPr>
        <w:spacing w:after="0" w:line="259" w:lineRule="auto"/>
        <w:ind w:left="566"/>
      </w:pPr>
      <w:r>
        <w:rPr>
          <w:b/>
        </w:rPr>
        <w:t xml:space="preserve"> </w:t>
      </w:r>
    </w:p>
    <w:p w14:paraId="3CED8F50" w14:textId="545630B1" w:rsidR="00693BBE" w:rsidRDefault="00693BBE" w:rsidP="00693BBE">
      <w:pPr>
        <w:ind w:left="10"/>
      </w:pPr>
      <w:r>
        <w:t xml:space="preserve">Noteer in onderstaand schema de afspraken betreffende studievoortgang , contacten met instanties en diensten, gesprekken, (tussentijdse) evaluaties. </w:t>
      </w:r>
    </w:p>
    <w:tbl>
      <w:tblPr>
        <w:tblStyle w:val="TableGrid"/>
        <w:tblW w:w="9214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52"/>
        <w:gridCol w:w="4395"/>
        <w:gridCol w:w="2867"/>
      </w:tblGrid>
      <w:tr w:rsidR="00693BBE" w14:paraId="16A769DE" w14:textId="77777777" w:rsidTr="00693BBE">
        <w:trPr>
          <w:trHeight w:val="2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F30B" w14:textId="6385407E" w:rsidR="00693BBE" w:rsidRDefault="00693BBE" w:rsidP="00693BBE">
            <w:pPr>
              <w:spacing w:line="259" w:lineRule="auto"/>
            </w:pPr>
            <w:r>
              <w:t xml:space="preserve"> </w:t>
            </w:r>
            <w:r>
              <w:rPr>
                <w:b/>
              </w:rPr>
              <w:t xml:space="preserve"> WIE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94F0" w14:textId="77777777" w:rsidR="00693BBE" w:rsidRDefault="00693BBE" w:rsidP="00693BBE">
            <w:pPr>
              <w:spacing w:line="259" w:lineRule="auto"/>
            </w:pPr>
            <w:r>
              <w:rPr>
                <w:b/>
              </w:rPr>
              <w:t xml:space="preserve">WAT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730D" w14:textId="77777777" w:rsidR="00693BBE" w:rsidRDefault="00693BBE" w:rsidP="00693BBE">
            <w:pPr>
              <w:spacing w:line="259" w:lineRule="auto"/>
            </w:pPr>
            <w:r>
              <w:rPr>
                <w:b/>
              </w:rPr>
              <w:t xml:space="preserve">WANNEER </w:t>
            </w:r>
          </w:p>
        </w:tc>
      </w:tr>
      <w:tr w:rsidR="000E43B7" w14:paraId="7DE951D1" w14:textId="77777777" w:rsidTr="00693BBE">
        <w:trPr>
          <w:trHeight w:val="2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ADD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8432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725D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</w:tr>
      <w:tr w:rsidR="000E43B7" w14:paraId="7DEAC9EA" w14:textId="77777777" w:rsidTr="00693BBE">
        <w:trPr>
          <w:trHeight w:val="2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6280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845E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E901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</w:tr>
      <w:tr w:rsidR="000E43B7" w14:paraId="2F4338BD" w14:textId="77777777" w:rsidTr="00693BBE">
        <w:trPr>
          <w:trHeight w:val="24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098B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F0B17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32EB" w14:textId="77777777" w:rsidR="000E43B7" w:rsidRDefault="000E43B7" w:rsidP="00693BBE">
            <w:pPr>
              <w:spacing w:line="259" w:lineRule="auto"/>
              <w:rPr>
                <w:b/>
              </w:rPr>
            </w:pPr>
          </w:p>
        </w:tc>
      </w:tr>
    </w:tbl>
    <w:p w14:paraId="2BE2E921" w14:textId="0E2570E2" w:rsidR="00693BBE" w:rsidRDefault="00693BBE"/>
    <w:p w14:paraId="7181CF60" w14:textId="77777777" w:rsidR="000E43B7" w:rsidRPr="00693BBE" w:rsidRDefault="000E43B7" w:rsidP="000E43B7">
      <w:pPr>
        <w:spacing w:after="190"/>
        <w:ind w:left="10"/>
        <w:rPr>
          <w:b/>
        </w:rPr>
      </w:pPr>
      <w:r w:rsidRPr="00693BBE">
        <w:rPr>
          <w:b/>
        </w:rPr>
        <w:t xml:space="preserve">Naam en handtekening school en datum school voor akkoord </w:t>
      </w:r>
    </w:p>
    <w:p w14:paraId="1BFD80CD" w14:textId="77777777" w:rsidR="000E43B7" w:rsidRPr="00693BBE" w:rsidRDefault="000E43B7" w:rsidP="000E43B7">
      <w:pPr>
        <w:spacing w:after="190"/>
        <w:ind w:left="10"/>
        <w:rPr>
          <w:b/>
        </w:rPr>
      </w:pPr>
      <w:r w:rsidRPr="00693BBE">
        <w:rPr>
          <w:b/>
        </w:rPr>
        <w:t xml:space="preserve">Naam en handtekening student en datum voor akkoord </w:t>
      </w:r>
    </w:p>
    <w:p w14:paraId="6742F3BD" w14:textId="77777777" w:rsidR="000E43B7" w:rsidRPr="00693BBE" w:rsidRDefault="000E43B7" w:rsidP="000E43B7">
      <w:pPr>
        <w:spacing w:after="190"/>
        <w:ind w:left="10"/>
        <w:rPr>
          <w:b/>
        </w:rPr>
      </w:pPr>
      <w:r w:rsidRPr="00693BBE">
        <w:rPr>
          <w:b/>
        </w:rPr>
        <w:t xml:space="preserve">(tot 18 jaar) Naam en handtekening ouder/verzorger en datum voor akkoord </w:t>
      </w:r>
    </w:p>
    <w:sectPr w:rsidR="000E43B7" w:rsidRPr="00693BBE" w:rsidSect="00CD3844">
      <w:footerReference w:type="even" r:id="rId9"/>
      <w:footerReference w:type="defaul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75263" w14:textId="77777777" w:rsidR="00456CBE" w:rsidRDefault="00456CBE" w:rsidP="00425E3B">
      <w:pPr>
        <w:spacing w:after="0" w:line="240" w:lineRule="auto"/>
      </w:pPr>
      <w:r>
        <w:separator/>
      </w:r>
    </w:p>
  </w:endnote>
  <w:endnote w:type="continuationSeparator" w:id="0">
    <w:p w14:paraId="6A46B718" w14:textId="77777777" w:rsidR="00456CBE" w:rsidRDefault="00456CBE" w:rsidP="00425E3B">
      <w:pPr>
        <w:spacing w:after="0" w:line="240" w:lineRule="auto"/>
      </w:pPr>
      <w:r>
        <w:continuationSeparator/>
      </w:r>
    </w:p>
  </w:endnote>
  <w:endnote w:type="continuationNotice" w:id="1">
    <w:p w14:paraId="1417F10D" w14:textId="77777777" w:rsidR="00456CBE" w:rsidRDefault="00456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9301" w14:textId="3AD3030F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574D4" w14:textId="77777777" w:rsidR="00456CBE" w:rsidRDefault="00456CBE" w:rsidP="00425E3B">
      <w:pPr>
        <w:spacing w:after="0" w:line="240" w:lineRule="auto"/>
      </w:pPr>
      <w:r>
        <w:separator/>
      </w:r>
    </w:p>
  </w:footnote>
  <w:footnote w:type="continuationSeparator" w:id="0">
    <w:p w14:paraId="1082A52E" w14:textId="77777777" w:rsidR="00456CBE" w:rsidRDefault="00456CBE" w:rsidP="00425E3B">
      <w:pPr>
        <w:spacing w:after="0" w:line="240" w:lineRule="auto"/>
      </w:pPr>
      <w:r>
        <w:continuationSeparator/>
      </w:r>
    </w:p>
  </w:footnote>
  <w:footnote w:type="continuationNotice" w:id="1">
    <w:p w14:paraId="624E83C4" w14:textId="77777777" w:rsidR="00456CBE" w:rsidRDefault="00456C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8"/>
  </w:num>
  <w:num w:numId="5">
    <w:abstractNumId w:val="13"/>
  </w:num>
  <w:num w:numId="6">
    <w:abstractNumId w:val="27"/>
  </w:num>
  <w:num w:numId="7">
    <w:abstractNumId w:val="22"/>
  </w:num>
  <w:num w:numId="8">
    <w:abstractNumId w:val="4"/>
  </w:num>
  <w:num w:numId="9">
    <w:abstractNumId w:val="15"/>
  </w:num>
  <w:num w:numId="10">
    <w:abstractNumId w:val="10"/>
  </w:num>
  <w:num w:numId="11">
    <w:abstractNumId w:val="24"/>
  </w:num>
  <w:num w:numId="12">
    <w:abstractNumId w:val="20"/>
  </w:num>
  <w:num w:numId="13">
    <w:abstractNumId w:val="16"/>
  </w:num>
  <w:num w:numId="14">
    <w:abstractNumId w:val="9"/>
  </w:num>
  <w:num w:numId="15">
    <w:abstractNumId w:val="2"/>
  </w:num>
  <w:num w:numId="16">
    <w:abstractNumId w:val="5"/>
  </w:num>
  <w:num w:numId="17">
    <w:abstractNumId w:val="0"/>
  </w:num>
  <w:num w:numId="18">
    <w:abstractNumId w:val="6"/>
  </w:num>
  <w:num w:numId="19">
    <w:abstractNumId w:val="3"/>
  </w:num>
  <w:num w:numId="20">
    <w:abstractNumId w:val="19"/>
  </w:num>
  <w:num w:numId="21">
    <w:abstractNumId w:val="12"/>
  </w:num>
  <w:num w:numId="22">
    <w:abstractNumId w:val="21"/>
  </w:num>
  <w:num w:numId="23">
    <w:abstractNumId w:val="23"/>
  </w:num>
  <w:num w:numId="24">
    <w:abstractNumId w:val="14"/>
  </w:num>
  <w:num w:numId="25">
    <w:abstractNumId w:val="17"/>
  </w:num>
  <w:num w:numId="26">
    <w:abstractNumId w:val="25"/>
  </w:num>
  <w:num w:numId="27">
    <w:abstractNumId w:val="1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2264"/>
    <w:rsid w:val="001720F0"/>
    <w:rsid w:val="0018150C"/>
    <w:rsid w:val="00190947"/>
    <w:rsid w:val="001B0308"/>
    <w:rsid w:val="001C22B2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2578"/>
    <w:rsid w:val="00456CBE"/>
    <w:rsid w:val="00463F23"/>
    <w:rsid w:val="00472872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C13F6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460E1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23BD"/>
    <w:rsid w:val="00B061D1"/>
    <w:rsid w:val="00B07139"/>
    <w:rsid w:val="00B112EF"/>
    <w:rsid w:val="00B17067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5BA7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30B8-7096-4F0C-BE17-2280868C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Joke de Jonge</cp:lastModifiedBy>
  <cp:revision>4</cp:revision>
  <cp:lastPrinted>2017-09-13T17:07:00Z</cp:lastPrinted>
  <dcterms:created xsi:type="dcterms:W3CDTF">2017-09-13T17:11:00Z</dcterms:created>
  <dcterms:modified xsi:type="dcterms:W3CDTF">2017-09-13T17:25:00Z</dcterms:modified>
</cp:coreProperties>
</file>