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66D14" w14:textId="77777777" w:rsidR="003058A6" w:rsidRDefault="003058A6" w:rsidP="003058A6"/>
    <w:p w14:paraId="2DA9967C" w14:textId="59367C4F" w:rsidR="00FD0A44" w:rsidRDefault="006A2654" w:rsidP="003D474D">
      <w:r>
        <w:t>Opgave 1</w:t>
      </w:r>
    </w:p>
    <w:p w14:paraId="229677C4" w14:textId="117BF3B0" w:rsidR="00E829F7" w:rsidRDefault="00317E9E" w:rsidP="00E829F7">
      <w:r>
        <w:t>Geef van onderstaande structuren de systematische naam:</w:t>
      </w:r>
    </w:p>
    <w:p w14:paraId="1939FAB2" w14:textId="77777777" w:rsidR="00955E2A" w:rsidRDefault="00955E2A" w:rsidP="00E829F7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3420"/>
        <w:gridCol w:w="5324"/>
      </w:tblGrid>
      <w:tr w:rsidR="00955E2A" w14:paraId="403D2155" w14:textId="77777777" w:rsidTr="000D0C57">
        <w:trPr>
          <w:trHeight w:val="1152"/>
        </w:trPr>
        <w:tc>
          <w:tcPr>
            <w:tcW w:w="468" w:type="dxa"/>
          </w:tcPr>
          <w:p w14:paraId="4A6CB1F1" w14:textId="69D1385F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3420" w:type="dxa"/>
            <w:vAlign w:val="center"/>
          </w:tcPr>
          <w:p w14:paraId="46F34B48" w14:textId="3D3D9D04" w:rsidR="00955E2A" w:rsidRPr="000D0C57" w:rsidRDefault="000D0C57" w:rsidP="000D0C57">
            <w:pPr>
              <w:rPr>
                <w:b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764" w:dyaOrig="960" w14:anchorId="660DDF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4pt;height:47.75pt" o:ole="">
                  <v:imagedata r:id="rId9" o:title=""/>
                </v:shape>
                <o:OLEObject Type="Embed" ProgID="ChemWindow.Document" ShapeID="_x0000_i1025" DrawAspect="Content" ObjectID="_1494074189" r:id="rId10"/>
              </w:objec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14:paraId="7E9BF619" w14:textId="77777777" w:rsidR="00955E2A" w:rsidRDefault="00955E2A" w:rsidP="00E829F7"/>
        </w:tc>
      </w:tr>
      <w:tr w:rsidR="00955E2A" w14:paraId="37DB5480" w14:textId="77777777" w:rsidTr="000D0C57">
        <w:trPr>
          <w:trHeight w:val="1152"/>
        </w:trPr>
        <w:tc>
          <w:tcPr>
            <w:tcW w:w="468" w:type="dxa"/>
          </w:tcPr>
          <w:p w14:paraId="04348449" w14:textId="1A6C8F79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3420" w:type="dxa"/>
            <w:vAlign w:val="center"/>
          </w:tcPr>
          <w:p w14:paraId="6DC3A627" w14:textId="2A3B8898" w:rsidR="00955E2A" w:rsidRPr="000D0C57" w:rsidRDefault="000D0C57" w:rsidP="000D0C57">
            <w:pPr>
              <w:rPr>
                <w:b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2160" w:dyaOrig="1356" w14:anchorId="1CD17328">
                <v:shape id="_x0000_i1026" type="#_x0000_t75" style="width:108.35pt;height:67.7pt" o:ole="">
                  <v:imagedata r:id="rId11" o:title=""/>
                </v:shape>
                <o:OLEObject Type="Embed" ProgID="ChemWindow.Document" ShapeID="_x0000_i1026" DrawAspect="Content" ObjectID="_1494074190" r:id="rId12"/>
              </w:objec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</w:tcPr>
          <w:p w14:paraId="05CA2ADF" w14:textId="77777777" w:rsidR="00955E2A" w:rsidRDefault="00955E2A" w:rsidP="00E829F7"/>
        </w:tc>
      </w:tr>
      <w:tr w:rsidR="00955E2A" w14:paraId="5FDCA494" w14:textId="77777777" w:rsidTr="000D0C57">
        <w:trPr>
          <w:trHeight w:val="1152"/>
        </w:trPr>
        <w:tc>
          <w:tcPr>
            <w:tcW w:w="468" w:type="dxa"/>
          </w:tcPr>
          <w:p w14:paraId="744581C5" w14:textId="51C8CB34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3420" w:type="dxa"/>
            <w:vAlign w:val="center"/>
          </w:tcPr>
          <w:p w14:paraId="29906984" w14:textId="262DBD9D" w:rsidR="00955E2A" w:rsidRDefault="000D0C57" w:rsidP="000D0C57"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464" w:dyaOrig="972" w14:anchorId="46B844A1">
                <v:shape id="_x0000_i1027" type="#_x0000_t75" style="width:73.45pt;height:48.5pt" o:ole="">
                  <v:imagedata r:id="rId13" o:title=""/>
                </v:shape>
                <o:OLEObject Type="Embed" ProgID="ChemWindow.Document" ShapeID="_x0000_i1027" DrawAspect="Content" ObjectID="_1494074191" r:id="rId14"/>
              </w:objec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</w:tcPr>
          <w:p w14:paraId="242CA5AD" w14:textId="77777777" w:rsidR="00955E2A" w:rsidRDefault="00955E2A" w:rsidP="00E829F7"/>
        </w:tc>
      </w:tr>
      <w:tr w:rsidR="00955E2A" w14:paraId="65378E4A" w14:textId="77777777" w:rsidTr="000D0C57">
        <w:trPr>
          <w:trHeight w:val="1152"/>
        </w:trPr>
        <w:tc>
          <w:tcPr>
            <w:tcW w:w="468" w:type="dxa"/>
          </w:tcPr>
          <w:p w14:paraId="2EA2AD97" w14:textId="1F287737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3420" w:type="dxa"/>
            <w:vAlign w:val="center"/>
          </w:tcPr>
          <w:p w14:paraId="31EA3BF2" w14:textId="75B144AD" w:rsidR="00955E2A" w:rsidRDefault="000D0C57" w:rsidP="000D0C57"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368" w:dyaOrig="1248" w14:anchorId="2D176603">
                <v:shape id="_x0000_i1028" type="#_x0000_t75" style="width:68.45pt;height:62.75pt" o:ole="">
                  <v:imagedata r:id="rId15" o:title=""/>
                </v:shape>
                <o:OLEObject Type="Embed" ProgID="ChemWindow.Document" ShapeID="_x0000_i1028" DrawAspect="Content" ObjectID="_1494074192" r:id="rId16"/>
              </w:objec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</w:tcPr>
          <w:p w14:paraId="020A6E56" w14:textId="77777777" w:rsidR="00955E2A" w:rsidRDefault="00955E2A" w:rsidP="00E829F7"/>
        </w:tc>
      </w:tr>
      <w:tr w:rsidR="00955E2A" w14:paraId="18EEE01A" w14:textId="77777777" w:rsidTr="000D0C57">
        <w:trPr>
          <w:trHeight w:val="1152"/>
        </w:trPr>
        <w:tc>
          <w:tcPr>
            <w:tcW w:w="468" w:type="dxa"/>
          </w:tcPr>
          <w:p w14:paraId="1F5A9DCE" w14:textId="6E722CFA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e.</w:t>
            </w:r>
          </w:p>
        </w:tc>
        <w:tc>
          <w:tcPr>
            <w:tcW w:w="3420" w:type="dxa"/>
            <w:vAlign w:val="center"/>
          </w:tcPr>
          <w:p w14:paraId="7264A80C" w14:textId="29D665A0" w:rsidR="00955E2A" w:rsidRDefault="000D0C57" w:rsidP="000D0C57"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1464" w:dyaOrig="1284" w14:anchorId="4611898B">
                <v:shape id="_x0000_i1029" type="#_x0000_t75" style="width:73.45pt;height:64.15pt" o:ole="">
                  <v:imagedata r:id="rId17" o:title=""/>
                </v:shape>
                <o:OLEObject Type="Embed" ProgID="ChemWindow.Document" ShapeID="_x0000_i1029" DrawAspect="Content" ObjectID="_1494074193" r:id="rId18"/>
              </w:objec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</w:tcPr>
          <w:p w14:paraId="1A8FC7C0" w14:textId="77777777" w:rsidR="00955E2A" w:rsidRDefault="00955E2A" w:rsidP="00E829F7"/>
        </w:tc>
      </w:tr>
      <w:tr w:rsidR="00955E2A" w14:paraId="422ECD51" w14:textId="77777777" w:rsidTr="000D0C57">
        <w:trPr>
          <w:trHeight w:val="1152"/>
        </w:trPr>
        <w:tc>
          <w:tcPr>
            <w:tcW w:w="468" w:type="dxa"/>
          </w:tcPr>
          <w:p w14:paraId="1F1806A3" w14:textId="2D347546" w:rsidR="00955E2A" w:rsidRPr="00955E2A" w:rsidRDefault="00955E2A" w:rsidP="00E829F7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f.</w:t>
            </w:r>
          </w:p>
        </w:tc>
        <w:tc>
          <w:tcPr>
            <w:tcW w:w="3420" w:type="dxa"/>
            <w:vAlign w:val="center"/>
          </w:tcPr>
          <w:p w14:paraId="77C34FBD" w14:textId="6CAEDADE" w:rsidR="00955E2A" w:rsidRDefault="000D0C57" w:rsidP="000D0C57"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object w:dxaOrig="3180" w:dyaOrig="1764" w14:anchorId="35FE0266">
                <v:shape id="_x0000_i1030" type="#_x0000_t75" style="width:158.95pt;height:88.4pt" o:ole="">
                  <v:imagedata r:id="rId19" o:title=""/>
                </v:shape>
                <o:OLEObject Type="Embed" ProgID="ChemWindow.Document" ShapeID="_x0000_i1030" DrawAspect="Content" ObjectID="_1494074194" r:id="rId20"/>
              </w:objec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</w:tcPr>
          <w:p w14:paraId="1AD6EC2A" w14:textId="77777777" w:rsidR="00955E2A" w:rsidRDefault="00955E2A" w:rsidP="00E829F7"/>
        </w:tc>
      </w:tr>
    </w:tbl>
    <w:p w14:paraId="3F3363AC" w14:textId="77777777" w:rsidR="00955E2A" w:rsidRDefault="00955E2A" w:rsidP="00E829F7"/>
    <w:p w14:paraId="628DB0E6" w14:textId="77777777" w:rsidR="00264EEB" w:rsidRDefault="00264EEB" w:rsidP="00E829F7"/>
    <w:p w14:paraId="70C86249" w14:textId="77777777" w:rsidR="00264EEB" w:rsidRDefault="00264EEB" w:rsidP="00E829F7"/>
    <w:p w14:paraId="526F7897" w14:textId="77777777" w:rsidR="00264EEB" w:rsidRDefault="00264EEB" w:rsidP="00E829F7"/>
    <w:p w14:paraId="19720C41" w14:textId="77777777" w:rsidR="00264EEB" w:rsidRDefault="00264EEB" w:rsidP="00E829F7"/>
    <w:p w14:paraId="474CD375" w14:textId="6683AB53" w:rsidR="00264EEB" w:rsidRDefault="00264EEB" w:rsidP="00264EEB">
      <w:pPr>
        <w:jc w:val="center"/>
        <w:rPr>
          <w:b/>
        </w:rPr>
      </w:pPr>
      <w:r w:rsidRPr="00264EEB">
        <w:rPr>
          <w:b/>
        </w:rPr>
        <w:t>---- LET OP LAATSTE OPGAVE</w:t>
      </w:r>
      <w:r w:rsidR="007D4CD7">
        <w:rPr>
          <w:b/>
        </w:rPr>
        <w:t>S</w:t>
      </w:r>
      <w:r w:rsidRPr="00264EEB">
        <w:rPr>
          <w:b/>
        </w:rPr>
        <w:t xml:space="preserve"> OP VOLGENDE BLADZIJDE ----</w:t>
      </w:r>
    </w:p>
    <w:p w14:paraId="04399F7D" w14:textId="036E7A06" w:rsidR="002C404C" w:rsidRDefault="00765943" w:rsidP="002C404C">
      <w:pPr>
        <w:pStyle w:val="Titel"/>
      </w:pPr>
      <w:r>
        <w:br w:type="page"/>
      </w:r>
      <w:r w:rsidR="00480627">
        <w:lastRenderedPageBreak/>
        <w:t>Opgave 2</w:t>
      </w:r>
    </w:p>
    <w:p w14:paraId="2A08F010" w14:textId="330F280F" w:rsidR="00765943" w:rsidRDefault="002C404C" w:rsidP="003D474D">
      <w:r>
        <w:t xml:space="preserve">Geef van onderstaande systematische namen steeds de structuurformule. </w:t>
      </w:r>
    </w:p>
    <w:p w14:paraId="6780A422" w14:textId="77777777" w:rsidR="003D474D" w:rsidRDefault="003D474D" w:rsidP="003D474D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500"/>
        <w:gridCol w:w="4244"/>
      </w:tblGrid>
      <w:tr w:rsidR="008F0438" w14:paraId="7541648B" w14:textId="77777777" w:rsidTr="4E382EE1">
        <w:trPr>
          <w:trHeight w:val="1152"/>
        </w:trPr>
        <w:tc>
          <w:tcPr>
            <w:tcW w:w="468" w:type="dxa"/>
          </w:tcPr>
          <w:p w14:paraId="5DE6EF9A" w14:textId="77777777" w:rsidR="008F0438" w:rsidRPr="00955E2A" w:rsidRDefault="008F0438" w:rsidP="00E264EB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4500" w:type="dxa"/>
          </w:tcPr>
          <w:p w14:paraId="7F82DB9B" w14:textId="334AFB2E" w:rsidR="008F0438" w:rsidRPr="007D4CD7" w:rsidRDefault="4E382EE1" w:rsidP="4E382EE1">
            <w:pPr>
              <w:rPr>
                <w:rFonts w:ascii="Arial" w:hAnsi="Arial" w:cs="Arial"/>
                <w:sz w:val="22"/>
                <w:szCs w:val="22"/>
              </w:rPr>
            </w:pPr>
            <w:r w:rsidRPr="4E382EE1">
              <w:rPr>
                <w:rFonts w:ascii="Arial" w:hAnsi="Arial" w:cs="Arial"/>
                <w:sz w:val="22"/>
                <w:szCs w:val="22"/>
              </w:rPr>
              <w:t>3-methylpentaan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14:paraId="5A2FC264" w14:textId="77777777" w:rsidR="008F0438" w:rsidRDefault="008F0438" w:rsidP="00E264EB"/>
        </w:tc>
      </w:tr>
      <w:tr w:rsidR="008F0438" w14:paraId="4FACE32B" w14:textId="77777777" w:rsidTr="4E382EE1">
        <w:trPr>
          <w:trHeight w:val="1152"/>
        </w:trPr>
        <w:tc>
          <w:tcPr>
            <w:tcW w:w="468" w:type="dxa"/>
          </w:tcPr>
          <w:p w14:paraId="68BB301D" w14:textId="77777777" w:rsidR="008F0438" w:rsidRPr="00955E2A" w:rsidRDefault="008F0438" w:rsidP="00E264EB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4500" w:type="dxa"/>
          </w:tcPr>
          <w:p w14:paraId="7031BFE5" w14:textId="3D9DABEE" w:rsidR="008F0438" w:rsidRPr="007D4CD7" w:rsidRDefault="007D4CD7" w:rsidP="007D4C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1-broom-2-methylpentaan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14:paraId="3F9B9B98" w14:textId="77777777" w:rsidR="008F0438" w:rsidRDefault="008F0438" w:rsidP="00E264EB"/>
        </w:tc>
      </w:tr>
      <w:tr w:rsidR="008F0438" w14:paraId="3E69A07A" w14:textId="77777777" w:rsidTr="4E382EE1">
        <w:trPr>
          <w:trHeight w:val="1152"/>
        </w:trPr>
        <w:tc>
          <w:tcPr>
            <w:tcW w:w="468" w:type="dxa"/>
          </w:tcPr>
          <w:p w14:paraId="3693D75E" w14:textId="77777777" w:rsidR="008F0438" w:rsidRPr="00955E2A" w:rsidRDefault="008F0438" w:rsidP="00E264EB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4500" w:type="dxa"/>
          </w:tcPr>
          <w:p w14:paraId="60B9F675" w14:textId="64D999B5" w:rsidR="008F0438" w:rsidRPr="007D4CD7" w:rsidRDefault="007D4CD7" w:rsidP="007D4C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1,2-dichloor-5-methylhexaan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14:paraId="5930C104" w14:textId="77777777" w:rsidR="008F0438" w:rsidRDefault="008F0438" w:rsidP="00E264EB"/>
        </w:tc>
      </w:tr>
      <w:tr w:rsidR="008F0438" w14:paraId="5C29E093" w14:textId="77777777" w:rsidTr="4E382EE1">
        <w:trPr>
          <w:trHeight w:val="1152"/>
        </w:trPr>
        <w:tc>
          <w:tcPr>
            <w:tcW w:w="468" w:type="dxa"/>
          </w:tcPr>
          <w:p w14:paraId="753E42FB" w14:textId="77777777" w:rsidR="008F0438" w:rsidRPr="00955E2A" w:rsidRDefault="008F0438" w:rsidP="00E264EB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4500" w:type="dxa"/>
          </w:tcPr>
          <w:p w14:paraId="709C8F24" w14:textId="104867E8" w:rsidR="008F0438" w:rsidRPr="007D4CD7" w:rsidRDefault="005148E7" w:rsidP="005148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1-chloor-3,3-diethyl-2,5,difluor-</w:t>
            </w:r>
            <w:r w:rsidR="007D4CD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,4</w:t>
            </w:r>
            <w:r w:rsidR="007D4CD7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7D4CD7">
              <w:rPr>
                <w:rFonts w:ascii="Arial" w:hAnsi="Arial" w:cs="Arial"/>
                <w:sz w:val="22"/>
                <w:szCs w:val="22"/>
              </w:rPr>
              <w:t>methyl</w:t>
            </w:r>
            <w:r>
              <w:rPr>
                <w:rFonts w:ascii="Arial" w:hAnsi="Arial" w:cs="Arial"/>
                <w:sz w:val="22"/>
                <w:szCs w:val="22"/>
              </w:rPr>
              <w:t>heptaan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14:paraId="412C50F0" w14:textId="77777777" w:rsidR="008F0438" w:rsidRDefault="008F0438" w:rsidP="00E264EB"/>
        </w:tc>
      </w:tr>
    </w:tbl>
    <w:p w14:paraId="6E680223" w14:textId="77777777" w:rsidR="00480627" w:rsidRDefault="00480627" w:rsidP="00480627">
      <w:pPr>
        <w:pStyle w:val="Titel"/>
      </w:pPr>
    </w:p>
    <w:p w14:paraId="52DB075D" w14:textId="1BE06FDD" w:rsidR="00480627" w:rsidRDefault="00480627" w:rsidP="00480627">
      <w:pPr>
        <w:pStyle w:val="Titel"/>
      </w:pPr>
      <w:r>
        <w:t>Opgave 3</w:t>
      </w:r>
    </w:p>
    <w:p w14:paraId="4D25A0A4" w14:textId="379089D2" w:rsidR="003D474D" w:rsidRPr="003D474D" w:rsidRDefault="003D474D" w:rsidP="003D474D">
      <w:r>
        <w:t>UITDAGING. Als je bovenstaande opdrachten makkelijk vond is deze opdracht een extra toevoeging.</w:t>
      </w:r>
      <w:bookmarkStart w:id="0" w:name="_GoBack"/>
      <w:bookmarkEnd w:id="0"/>
    </w:p>
    <w:p w14:paraId="682437F1" w14:textId="6FD87BB0" w:rsidR="00480627" w:rsidRDefault="00480627" w:rsidP="00480627">
      <w:r>
        <w:t>Probeer van onderstaande systematische naam, logischerwijs, een structuurformule te maken:</w:t>
      </w:r>
    </w:p>
    <w:p w14:paraId="5F0E0699" w14:textId="77777777" w:rsidR="00480627" w:rsidRDefault="00480627" w:rsidP="00480627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4500"/>
        <w:gridCol w:w="4244"/>
      </w:tblGrid>
      <w:tr w:rsidR="00480627" w14:paraId="2AE35607" w14:textId="77777777" w:rsidTr="4E382EE1">
        <w:trPr>
          <w:trHeight w:val="1152"/>
        </w:trPr>
        <w:tc>
          <w:tcPr>
            <w:tcW w:w="468" w:type="dxa"/>
          </w:tcPr>
          <w:p w14:paraId="50830F63" w14:textId="77777777" w:rsidR="00480627" w:rsidRPr="00955E2A" w:rsidRDefault="00480627" w:rsidP="00E264EB">
            <w:pPr>
              <w:rPr>
                <w:rFonts w:ascii="Arial" w:hAnsi="Arial" w:cs="Arial"/>
                <w:sz w:val="22"/>
                <w:szCs w:val="22"/>
              </w:rPr>
            </w:pPr>
            <w:r w:rsidRPr="00955E2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4500" w:type="dxa"/>
          </w:tcPr>
          <w:p w14:paraId="4EF225F3" w14:textId="4A8161FB" w:rsidR="00480627" w:rsidRPr="007D4CD7" w:rsidRDefault="4E382EE1" w:rsidP="4E382EE1">
            <w:pPr>
              <w:rPr>
                <w:rFonts w:ascii="Arial" w:hAnsi="Arial" w:cs="Arial"/>
                <w:sz w:val="22"/>
                <w:szCs w:val="22"/>
              </w:rPr>
            </w:pPr>
            <w:r w:rsidRPr="4E382EE1">
              <w:rPr>
                <w:rFonts w:ascii="Arial" w:hAnsi="Arial" w:cs="Arial"/>
                <w:sz w:val="22"/>
                <w:szCs w:val="22"/>
              </w:rPr>
              <w:t>3-(1-methylethyl)-4-methylpentaan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14:paraId="3AA6C514" w14:textId="77777777" w:rsidR="00480627" w:rsidRDefault="00480627" w:rsidP="00E264EB"/>
        </w:tc>
      </w:tr>
    </w:tbl>
    <w:p w14:paraId="0C6E798C" w14:textId="77777777" w:rsidR="002C404C" w:rsidRDefault="002C404C">
      <w:pPr>
        <w:spacing w:after="200" w:line="276" w:lineRule="auto"/>
      </w:pPr>
    </w:p>
    <w:sectPr w:rsidR="002C404C" w:rsidSect="004D467B"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63701" w14:textId="77777777" w:rsidR="00DC23DD" w:rsidRDefault="00DC23DD" w:rsidP="001071C0">
      <w:r>
        <w:separator/>
      </w:r>
    </w:p>
  </w:endnote>
  <w:endnote w:type="continuationSeparator" w:id="0">
    <w:p w14:paraId="352A77B4" w14:textId="77777777" w:rsidR="00DC23DD" w:rsidRDefault="00DC23DD" w:rsidP="0010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38F3F" w14:textId="1BE1F590" w:rsidR="003F3A57" w:rsidRPr="00FD0A44" w:rsidRDefault="003F3A57" w:rsidP="00CA6CE8">
    <w:pPr>
      <w:pStyle w:val="Voettekst"/>
      <w:jc w:val="left"/>
      <w:rPr>
        <w:b/>
        <w:color w:val="E745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0F0DC" w14:textId="77777777" w:rsidR="00DC23DD" w:rsidRDefault="00DC23DD" w:rsidP="001071C0">
      <w:r>
        <w:separator/>
      </w:r>
    </w:p>
  </w:footnote>
  <w:footnote w:type="continuationSeparator" w:id="0">
    <w:p w14:paraId="12411265" w14:textId="77777777" w:rsidR="00DC23DD" w:rsidRDefault="00DC23DD" w:rsidP="0010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803"/>
    <w:multiLevelType w:val="hybridMultilevel"/>
    <w:tmpl w:val="91E6A5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95201"/>
    <w:multiLevelType w:val="hybridMultilevel"/>
    <w:tmpl w:val="4E9C1B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B7621"/>
    <w:multiLevelType w:val="hybridMultilevel"/>
    <w:tmpl w:val="F34A0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70F05"/>
    <w:multiLevelType w:val="hybridMultilevel"/>
    <w:tmpl w:val="C4B02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26398"/>
    <w:multiLevelType w:val="hybridMultilevel"/>
    <w:tmpl w:val="28A2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A0767"/>
    <w:multiLevelType w:val="hybridMultilevel"/>
    <w:tmpl w:val="4D60DC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859F5"/>
    <w:multiLevelType w:val="hybridMultilevel"/>
    <w:tmpl w:val="CA280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D6E61"/>
    <w:multiLevelType w:val="hybridMultilevel"/>
    <w:tmpl w:val="78B8CF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C09C1"/>
    <w:multiLevelType w:val="hybridMultilevel"/>
    <w:tmpl w:val="B52A7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F3FB9"/>
    <w:multiLevelType w:val="hybridMultilevel"/>
    <w:tmpl w:val="C84801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270D8"/>
    <w:multiLevelType w:val="hybridMultilevel"/>
    <w:tmpl w:val="DE168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56F99"/>
    <w:multiLevelType w:val="hybridMultilevel"/>
    <w:tmpl w:val="FE22E5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45812"/>
    <w:multiLevelType w:val="hybridMultilevel"/>
    <w:tmpl w:val="EF52CE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D3B6B"/>
    <w:multiLevelType w:val="hybridMultilevel"/>
    <w:tmpl w:val="2F22A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7F2A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83E91"/>
    <w:multiLevelType w:val="hybridMultilevel"/>
    <w:tmpl w:val="DFE4E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63178B"/>
    <w:multiLevelType w:val="hybridMultilevel"/>
    <w:tmpl w:val="A8AA09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F125DD"/>
    <w:multiLevelType w:val="hybridMultilevel"/>
    <w:tmpl w:val="8D2EB3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891118"/>
    <w:multiLevelType w:val="hybridMultilevel"/>
    <w:tmpl w:val="E2045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C666E"/>
    <w:multiLevelType w:val="hybridMultilevel"/>
    <w:tmpl w:val="A6B05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3364DE"/>
    <w:multiLevelType w:val="hybridMultilevel"/>
    <w:tmpl w:val="E4E4C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740B8E"/>
    <w:multiLevelType w:val="hybridMultilevel"/>
    <w:tmpl w:val="56BE0B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C066E6"/>
    <w:multiLevelType w:val="hybridMultilevel"/>
    <w:tmpl w:val="BC582806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A0138"/>
    <w:multiLevelType w:val="hybridMultilevel"/>
    <w:tmpl w:val="E9EA3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22360"/>
    <w:multiLevelType w:val="hybridMultilevel"/>
    <w:tmpl w:val="02B65E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3646E"/>
    <w:multiLevelType w:val="hybridMultilevel"/>
    <w:tmpl w:val="2A963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27CDD"/>
    <w:multiLevelType w:val="hybridMultilevel"/>
    <w:tmpl w:val="D76CE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236AA7"/>
    <w:multiLevelType w:val="hybridMultilevel"/>
    <w:tmpl w:val="96827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7A1C88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42125C"/>
    <w:multiLevelType w:val="hybridMultilevel"/>
    <w:tmpl w:val="04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A33174"/>
    <w:multiLevelType w:val="hybridMultilevel"/>
    <w:tmpl w:val="DDF221F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771E50"/>
    <w:multiLevelType w:val="hybridMultilevel"/>
    <w:tmpl w:val="4BF8F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F502DA"/>
    <w:multiLevelType w:val="hybridMultilevel"/>
    <w:tmpl w:val="62304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72190"/>
    <w:multiLevelType w:val="hybridMultilevel"/>
    <w:tmpl w:val="96C8E454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C92B95"/>
    <w:multiLevelType w:val="hybridMultilevel"/>
    <w:tmpl w:val="75582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F17CF"/>
    <w:multiLevelType w:val="hybridMultilevel"/>
    <w:tmpl w:val="FC56338A"/>
    <w:lvl w:ilvl="0" w:tplc="A96E7D0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FA3310"/>
    <w:multiLevelType w:val="hybridMultilevel"/>
    <w:tmpl w:val="5D84EE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0B1635"/>
    <w:multiLevelType w:val="hybridMultilevel"/>
    <w:tmpl w:val="A6BAAB0E"/>
    <w:lvl w:ilvl="0" w:tplc="36E69384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CF7DE5"/>
    <w:multiLevelType w:val="hybridMultilevel"/>
    <w:tmpl w:val="20BE7D28"/>
    <w:lvl w:ilvl="0" w:tplc="FE523F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ED0B57"/>
    <w:multiLevelType w:val="hybridMultilevel"/>
    <w:tmpl w:val="7C2AF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26"/>
  </w:num>
  <w:num w:numId="5">
    <w:abstractNumId w:val="20"/>
  </w:num>
  <w:num w:numId="6">
    <w:abstractNumId w:val="2"/>
  </w:num>
  <w:num w:numId="7">
    <w:abstractNumId w:val="7"/>
  </w:num>
  <w:num w:numId="8">
    <w:abstractNumId w:val="5"/>
  </w:num>
  <w:num w:numId="9">
    <w:abstractNumId w:val="39"/>
  </w:num>
  <w:num w:numId="10">
    <w:abstractNumId w:val="18"/>
  </w:num>
  <w:num w:numId="11">
    <w:abstractNumId w:val="9"/>
  </w:num>
  <w:num w:numId="12">
    <w:abstractNumId w:val="11"/>
  </w:num>
  <w:num w:numId="13">
    <w:abstractNumId w:val="15"/>
  </w:num>
  <w:num w:numId="14">
    <w:abstractNumId w:val="8"/>
  </w:num>
  <w:num w:numId="15">
    <w:abstractNumId w:val="13"/>
  </w:num>
  <w:num w:numId="16">
    <w:abstractNumId w:val="30"/>
  </w:num>
  <w:num w:numId="17">
    <w:abstractNumId w:val="6"/>
  </w:num>
  <w:num w:numId="18">
    <w:abstractNumId w:val="36"/>
  </w:num>
  <w:num w:numId="19">
    <w:abstractNumId w:val="23"/>
  </w:num>
  <w:num w:numId="20">
    <w:abstractNumId w:val="31"/>
  </w:num>
  <w:num w:numId="21">
    <w:abstractNumId w:val="12"/>
  </w:num>
  <w:num w:numId="22">
    <w:abstractNumId w:val="10"/>
  </w:num>
  <w:num w:numId="23">
    <w:abstractNumId w:val="19"/>
  </w:num>
  <w:num w:numId="24">
    <w:abstractNumId w:val="1"/>
  </w:num>
  <w:num w:numId="25">
    <w:abstractNumId w:val="21"/>
  </w:num>
  <w:num w:numId="26">
    <w:abstractNumId w:val="32"/>
  </w:num>
  <w:num w:numId="27">
    <w:abstractNumId w:val="14"/>
  </w:num>
  <w:num w:numId="28">
    <w:abstractNumId w:val="37"/>
  </w:num>
  <w:num w:numId="29">
    <w:abstractNumId w:val="24"/>
  </w:num>
  <w:num w:numId="30">
    <w:abstractNumId w:val="33"/>
  </w:num>
  <w:num w:numId="31">
    <w:abstractNumId w:val="22"/>
  </w:num>
  <w:num w:numId="32">
    <w:abstractNumId w:val="34"/>
  </w:num>
  <w:num w:numId="33">
    <w:abstractNumId w:val="35"/>
  </w:num>
  <w:num w:numId="34">
    <w:abstractNumId w:val="38"/>
  </w:num>
  <w:num w:numId="35">
    <w:abstractNumId w:val="28"/>
  </w:num>
  <w:num w:numId="36">
    <w:abstractNumId w:val="4"/>
  </w:num>
  <w:num w:numId="37">
    <w:abstractNumId w:val="29"/>
  </w:num>
  <w:num w:numId="38">
    <w:abstractNumId w:val="3"/>
  </w:num>
  <w:num w:numId="39">
    <w:abstractNumId w:val="27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02"/>
    <w:rsid w:val="00013739"/>
    <w:rsid w:val="000151B5"/>
    <w:rsid w:val="00021D5A"/>
    <w:rsid w:val="0002369B"/>
    <w:rsid w:val="00030D16"/>
    <w:rsid w:val="0003380B"/>
    <w:rsid w:val="00042BA3"/>
    <w:rsid w:val="0004509C"/>
    <w:rsid w:val="00046187"/>
    <w:rsid w:val="00047FBB"/>
    <w:rsid w:val="0006582C"/>
    <w:rsid w:val="000A4FD6"/>
    <w:rsid w:val="000A78B1"/>
    <w:rsid w:val="000B5DA4"/>
    <w:rsid w:val="000B6293"/>
    <w:rsid w:val="000C32CA"/>
    <w:rsid w:val="000C5610"/>
    <w:rsid w:val="000D0C57"/>
    <w:rsid w:val="000D1C23"/>
    <w:rsid w:val="000D2C0C"/>
    <w:rsid w:val="000D38EE"/>
    <w:rsid w:val="000D40CC"/>
    <w:rsid w:val="000D4FBC"/>
    <w:rsid w:val="000D64E0"/>
    <w:rsid w:val="000E123A"/>
    <w:rsid w:val="000E21DA"/>
    <w:rsid w:val="00101C35"/>
    <w:rsid w:val="00103C93"/>
    <w:rsid w:val="001041EB"/>
    <w:rsid w:val="001071C0"/>
    <w:rsid w:val="00111142"/>
    <w:rsid w:val="00122B98"/>
    <w:rsid w:val="00125EA8"/>
    <w:rsid w:val="0012727A"/>
    <w:rsid w:val="00133E8C"/>
    <w:rsid w:val="00144C9F"/>
    <w:rsid w:val="0015058E"/>
    <w:rsid w:val="00152146"/>
    <w:rsid w:val="00153D29"/>
    <w:rsid w:val="00164327"/>
    <w:rsid w:val="001675DF"/>
    <w:rsid w:val="001721A4"/>
    <w:rsid w:val="001825EB"/>
    <w:rsid w:val="0018511D"/>
    <w:rsid w:val="00192BCC"/>
    <w:rsid w:val="00197EC1"/>
    <w:rsid w:val="001C6D6E"/>
    <w:rsid w:val="001D3DE8"/>
    <w:rsid w:val="001D6B25"/>
    <w:rsid w:val="001E49AB"/>
    <w:rsid w:val="001E60AB"/>
    <w:rsid w:val="001E751C"/>
    <w:rsid w:val="001F2F9D"/>
    <w:rsid w:val="001F3688"/>
    <w:rsid w:val="0020155F"/>
    <w:rsid w:val="00206356"/>
    <w:rsid w:val="00222EB0"/>
    <w:rsid w:val="00223F53"/>
    <w:rsid w:val="00224B9A"/>
    <w:rsid w:val="002269FE"/>
    <w:rsid w:val="002328CC"/>
    <w:rsid w:val="00246E4F"/>
    <w:rsid w:val="00252010"/>
    <w:rsid w:val="00253365"/>
    <w:rsid w:val="00255678"/>
    <w:rsid w:val="00255D72"/>
    <w:rsid w:val="00264E3B"/>
    <w:rsid w:val="00264EEB"/>
    <w:rsid w:val="00271002"/>
    <w:rsid w:val="0027446C"/>
    <w:rsid w:val="00277780"/>
    <w:rsid w:val="00285CDA"/>
    <w:rsid w:val="00287D2D"/>
    <w:rsid w:val="00292901"/>
    <w:rsid w:val="00293EB5"/>
    <w:rsid w:val="002A211A"/>
    <w:rsid w:val="002B19A1"/>
    <w:rsid w:val="002B2B4C"/>
    <w:rsid w:val="002B3517"/>
    <w:rsid w:val="002C404C"/>
    <w:rsid w:val="002C48F3"/>
    <w:rsid w:val="002D1ECC"/>
    <w:rsid w:val="002D3951"/>
    <w:rsid w:val="002E2B38"/>
    <w:rsid w:val="002E373E"/>
    <w:rsid w:val="002E3A02"/>
    <w:rsid w:val="002E3C9D"/>
    <w:rsid w:val="002E52C9"/>
    <w:rsid w:val="002E632A"/>
    <w:rsid w:val="002E7AB6"/>
    <w:rsid w:val="002F1644"/>
    <w:rsid w:val="002F6D1A"/>
    <w:rsid w:val="002F7269"/>
    <w:rsid w:val="00305173"/>
    <w:rsid w:val="003058A6"/>
    <w:rsid w:val="00316A5E"/>
    <w:rsid w:val="00317E9E"/>
    <w:rsid w:val="0032060D"/>
    <w:rsid w:val="00324613"/>
    <w:rsid w:val="003330A3"/>
    <w:rsid w:val="00337B75"/>
    <w:rsid w:val="00340532"/>
    <w:rsid w:val="0034222B"/>
    <w:rsid w:val="0035268B"/>
    <w:rsid w:val="00374FFF"/>
    <w:rsid w:val="00375472"/>
    <w:rsid w:val="0037677C"/>
    <w:rsid w:val="003805AF"/>
    <w:rsid w:val="00380AFD"/>
    <w:rsid w:val="00384CF2"/>
    <w:rsid w:val="003863EC"/>
    <w:rsid w:val="00386DA3"/>
    <w:rsid w:val="003870F9"/>
    <w:rsid w:val="00390981"/>
    <w:rsid w:val="0039687B"/>
    <w:rsid w:val="003972AF"/>
    <w:rsid w:val="003A0CE0"/>
    <w:rsid w:val="003A7419"/>
    <w:rsid w:val="003A752D"/>
    <w:rsid w:val="003B1B59"/>
    <w:rsid w:val="003B2EED"/>
    <w:rsid w:val="003B75D7"/>
    <w:rsid w:val="003C3CB5"/>
    <w:rsid w:val="003C5D8A"/>
    <w:rsid w:val="003D474D"/>
    <w:rsid w:val="003E64E7"/>
    <w:rsid w:val="003F205F"/>
    <w:rsid w:val="003F2B10"/>
    <w:rsid w:val="003F3A57"/>
    <w:rsid w:val="0042038A"/>
    <w:rsid w:val="00434AC9"/>
    <w:rsid w:val="00435B41"/>
    <w:rsid w:val="0044193E"/>
    <w:rsid w:val="00445732"/>
    <w:rsid w:val="004802A1"/>
    <w:rsid w:val="00480627"/>
    <w:rsid w:val="00494D19"/>
    <w:rsid w:val="004B5F59"/>
    <w:rsid w:val="004C704B"/>
    <w:rsid w:val="004C731A"/>
    <w:rsid w:val="004D467B"/>
    <w:rsid w:val="004D4B6A"/>
    <w:rsid w:val="004E2252"/>
    <w:rsid w:val="004E2C6A"/>
    <w:rsid w:val="004E39F1"/>
    <w:rsid w:val="004E3D60"/>
    <w:rsid w:val="004E6ED6"/>
    <w:rsid w:val="005148E7"/>
    <w:rsid w:val="005150BA"/>
    <w:rsid w:val="005178C9"/>
    <w:rsid w:val="00517900"/>
    <w:rsid w:val="00522AE8"/>
    <w:rsid w:val="00531387"/>
    <w:rsid w:val="00537BD3"/>
    <w:rsid w:val="00556575"/>
    <w:rsid w:val="005622C2"/>
    <w:rsid w:val="0057046F"/>
    <w:rsid w:val="00570E91"/>
    <w:rsid w:val="00585307"/>
    <w:rsid w:val="005919BA"/>
    <w:rsid w:val="005929A3"/>
    <w:rsid w:val="00593C96"/>
    <w:rsid w:val="00594C78"/>
    <w:rsid w:val="005971C7"/>
    <w:rsid w:val="005A125E"/>
    <w:rsid w:val="005A338E"/>
    <w:rsid w:val="005B006C"/>
    <w:rsid w:val="005B1664"/>
    <w:rsid w:val="005C12FC"/>
    <w:rsid w:val="005C5463"/>
    <w:rsid w:val="005C58F9"/>
    <w:rsid w:val="005D4C9B"/>
    <w:rsid w:val="005F0FBC"/>
    <w:rsid w:val="005F680E"/>
    <w:rsid w:val="005F6D36"/>
    <w:rsid w:val="00603A4E"/>
    <w:rsid w:val="00607666"/>
    <w:rsid w:val="00615224"/>
    <w:rsid w:val="00615F3E"/>
    <w:rsid w:val="006162C3"/>
    <w:rsid w:val="0062137E"/>
    <w:rsid w:val="00625356"/>
    <w:rsid w:val="006305F3"/>
    <w:rsid w:val="00630CC1"/>
    <w:rsid w:val="006522D6"/>
    <w:rsid w:val="00664397"/>
    <w:rsid w:val="00673A3F"/>
    <w:rsid w:val="0067737D"/>
    <w:rsid w:val="00687454"/>
    <w:rsid w:val="006963CD"/>
    <w:rsid w:val="006A2654"/>
    <w:rsid w:val="006D000D"/>
    <w:rsid w:val="006D1689"/>
    <w:rsid w:val="006D1B7F"/>
    <w:rsid w:val="006D5997"/>
    <w:rsid w:val="006E0352"/>
    <w:rsid w:val="006E1698"/>
    <w:rsid w:val="006F33F5"/>
    <w:rsid w:val="006F5A49"/>
    <w:rsid w:val="00702A6A"/>
    <w:rsid w:val="00711EEB"/>
    <w:rsid w:val="00713DF1"/>
    <w:rsid w:val="00732096"/>
    <w:rsid w:val="007420DA"/>
    <w:rsid w:val="007446D1"/>
    <w:rsid w:val="00744AF6"/>
    <w:rsid w:val="00744C21"/>
    <w:rsid w:val="00745F16"/>
    <w:rsid w:val="00750C22"/>
    <w:rsid w:val="0076433E"/>
    <w:rsid w:val="00765943"/>
    <w:rsid w:val="00765CA8"/>
    <w:rsid w:val="00770309"/>
    <w:rsid w:val="00777AB4"/>
    <w:rsid w:val="00783600"/>
    <w:rsid w:val="007851CA"/>
    <w:rsid w:val="00787FFE"/>
    <w:rsid w:val="00792A4E"/>
    <w:rsid w:val="007937FD"/>
    <w:rsid w:val="007A0CCF"/>
    <w:rsid w:val="007A1B14"/>
    <w:rsid w:val="007B5532"/>
    <w:rsid w:val="007C6B0C"/>
    <w:rsid w:val="007D4CD7"/>
    <w:rsid w:val="007E4CCF"/>
    <w:rsid w:val="007E6ACF"/>
    <w:rsid w:val="007F6E72"/>
    <w:rsid w:val="0081793B"/>
    <w:rsid w:val="008204B1"/>
    <w:rsid w:val="00825B7D"/>
    <w:rsid w:val="008351C1"/>
    <w:rsid w:val="0083578E"/>
    <w:rsid w:val="00840ED7"/>
    <w:rsid w:val="0084196F"/>
    <w:rsid w:val="0084264E"/>
    <w:rsid w:val="00847DCC"/>
    <w:rsid w:val="008501BC"/>
    <w:rsid w:val="00850923"/>
    <w:rsid w:val="00861AE9"/>
    <w:rsid w:val="00864750"/>
    <w:rsid w:val="008825EF"/>
    <w:rsid w:val="00884A8C"/>
    <w:rsid w:val="00896951"/>
    <w:rsid w:val="008A0E82"/>
    <w:rsid w:val="008A49D8"/>
    <w:rsid w:val="008A650F"/>
    <w:rsid w:val="008B2D23"/>
    <w:rsid w:val="008C5EDF"/>
    <w:rsid w:val="008C65E4"/>
    <w:rsid w:val="008C6AF8"/>
    <w:rsid w:val="008C7452"/>
    <w:rsid w:val="008D1FEA"/>
    <w:rsid w:val="008D42C8"/>
    <w:rsid w:val="008D70C3"/>
    <w:rsid w:val="008E0568"/>
    <w:rsid w:val="008E2142"/>
    <w:rsid w:val="008E22F5"/>
    <w:rsid w:val="008E4338"/>
    <w:rsid w:val="008F0438"/>
    <w:rsid w:val="00902526"/>
    <w:rsid w:val="009235AB"/>
    <w:rsid w:val="00925EDF"/>
    <w:rsid w:val="009261ED"/>
    <w:rsid w:val="00931A0C"/>
    <w:rsid w:val="00935741"/>
    <w:rsid w:val="00937875"/>
    <w:rsid w:val="00950846"/>
    <w:rsid w:val="00955E2A"/>
    <w:rsid w:val="009617E8"/>
    <w:rsid w:val="00963BCF"/>
    <w:rsid w:val="009652D7"/>
    <w:rsid w:val="00970AE7"/>
    <w:rsid w:val="00970AF6"/>
    <w:rsid w:val="00980549"/>
    <w:rsid w:val="0098407F"/>
    <w:rsid w:val="0099708C"/>
    <w:rsid w:val="009A2EA1"/>
    <w:rsid w:val="009A6280"/>
    <w:rsid w:val="009B4300"/>
    <w:rsid w:val="009D0717"/>
    <w:rsid w:val="009D2D5A"/>
    <w:rsid w:val="009D3576"/>
    <w:rsid w:val="009D49D7"/>
    <w:rsid w:val="009D66B9"/>
    <w:rsid w:val="009D6CB7"/>
    <w:rsid w:val="009E16C3"/>
    <w:rsid w:val="009E6883"/>
    <w:rsid w:val="009E7B90"/>
    <w:rsid w:val="009F00B7"/>
    <w:rsid w:val="009F36DF"/>
    <w:rsid w:val="00A11144"/>
    <w:rsid w:val="00A17ECC"/>
    <w:rsid w:val="00A26A40"/>
    <w:rsid w:val="00A32D5F"/>
    <w:rsid w:val="00A34A33"/>
    <w:rsid w:val="00A40382"/>
    <w:rsid w:val="00A43E13"/>
    <w:rsid w:val="00A43EAA"/>
    <w:rsid w:val="00A60CBE"/>
    <w:rsid w:val="00A660FC"/>
    <w:rsid w:val="00A6744D"/>
    <w:rsid w:val="00A740B9"/>
    <w:rsid w:val="00A76328"/>
    <w:rsid w:val="00A76B45"/>
    <w:rsid w:val="00A854E6"/>
    <w:rsid w:val="00A925AB"/>
    <w:rsid w:val="00AB6B10"/>
    <w:rsid w:val="00AD0626"/>
    <w:rsid w:val="00AE27DE"/>
    <w:rsid w:val="00AF1883"/>
    <w:rsid w:val="00AF409F"/>
    <w:rsid w:val="00AF7E47"/>
    <w:rsid w:val="00B00F9E"/>
    <w:rsid w:val="00B01E74"/>
    <w:rsid w:val="00B03624"/>
    <w:rsid w:val="00B14550"/>
    <w:rsid w:val="00B237C2"/>
    <w:rsid w:val="00B2659F"/>
    <w:rsid w:val="00B3294C"/>
    <w:rsid w:val="00B40723"/>
    <w:rsid w:val="00B4567D"/>
    <w:rsid w:val="00B528A6"/>
    <w:rsid w:val="00B62190"/>
    <w:rsid w:val="00B65AE1"/>
    <w:rsid w:val="00B72366"/>
    <w:rsid w:val="00B7302C"/>
    <w:rsid w:val="00B76390"/>
    <w:rsid w:val="00B85229"/>
    <w:rsid w:val="00B85926"/>
    <w:rsid w:val="00B86C42"/>
    <w:rsid w:val="00B9070C"/>
    <w:rsid w:val="00B967D6"/>
    <w:rsid w:val="00BD4218"/>
    <w:rsid w:val="00BD68F4"/>
    <w:rsid w:val="00BE16E4"/>
    <w:rsid w:val="00BF084B"/>
    <w:rsid w:val="00BF5710"/>
    <w:rsid w:val="00C0292C"/>
    <w:rsid w:val="00C02ADF"/>
    <w:rsid w:val="00C0308F"/>
    <w:rsid w:val="00C05CC9"/>
    <w:rsid w:val="00C06866"/>
    <w:rsid w:val="00C10E00"/>
    <w:rsid w:val="00C20910"/>
    <w:rsid w:val="00C224BE"/>
    <w:rsid w:val="00C26C37"/>
    <w:rsid w:val="00C331F4"/>
    <w:rsid w:val="00C33584"/>
    <w:rsid w:val="00C35681"/>
    <w:rsid w:val="00C41710"/>
    <w:rsid w:val="00C42B71"/>
    <w:rsid w:val="00C4389D"/>
    <w:rsid w:val="00C56887"/>
    <w:rsid w:val="00C568E8"/>
    <w:rsid w:val="00C7308B"/>
    <w:rsid w:val="00C77D84"/>
    <w:rsid w:val="00C807A3"/>
    <w:rsid w:val="00C83F7B"/>
    <w:rsid w:val="00C871AD"/>
    <w:rsid w:val="00C877B2"/>
    <w:rsid w:val="00C9433A"/>
    <w:rsid w:val="00C968C4"/>
    <w:rsid w:val="00C97476"/>
    <w:rsid w:val="00CA0193"/>
    <w:rsid w:val="00CA0BF6"/>
    <w:rsid w:val="00CA6CE8"/>
    <w:rsid w:val="00CB55BA"/>
    <w:rsid w:val="00CC0DF5"/>
    <w:rsid w:val="00CC7456"/>
    <w:rsid w:val="00CD2829"/>
    <w:rsid w:val="00CD4B45"/>
    <w:rsid w:val="00CE3E5D"/>
    <w:rsid w:val="00CE66EE"/>
    <w:rsid w:val="00CF3B00"/>
    <w:rsid w:val="00CF472B"/>
    <w:rsid w:val="00CF4EF7"/>
    <w:rsid w:val="00D00B84"/>
    <w:rsid w:val="00D05910"/>
    <w:rsid w:val="00D34A1B"/>
    <w:rsid w:val="00D350D6"/>
    <w:rsid w:val="00D40130"/>
    <w:rsid w:val="00D431D4"/>
    <w:rsid w:val="00D61287"/>
    <w:rsid w:val="00D7533D"/>
    <w:rsid w:val="00D75E2B"/>
    <w:rsid w:val="00D77127"/>
    <w:rsid w:val="00D92407"/>
    <w:rsid w:val="00D92EA5"/>
    <w:rsid w:val="00D976B0"/>
    <w:rsid w:val="00DA56C1"/>
    <w:rsid w:val="00DB51A8"/>
    <w:rsid w:val="00DC23DD"/>
    <w:rsid w:val="00DD4BB4"/>
    <w:rsid w:val="00DE17B6"/>
    <w:rsid w:val="00DE25B5"/>
    <w:rsid w:val="00DE6467"/>
    <w:rsid w:val="00DE74F4"/>
    <w:rsid w:val="00DF3D81"/>
    <w:rsid w:val="00DF6767"/>
    <w:rsid w:val="00DF7841"/>
    <w:rsid w:val="00E12AA1"/>
    <w:rsid w:val="00E14B9A"/>
    <w:rsid w:val="00E24AD4"/>
    <w:rsid w:val="00E272AE"/>
    <w:rsid w:val="00E31229"/>
    <w:rsid w:val="00E4194C"/>
    <w:rsid w:val="00E46851"/>
    <w:rsid w:val="00E46B9E"/>
    <w:rsid w:val="00E54A82"/>
    <w:rsid w:val="00E61366"/>
    <w:rsid w:val="00E623E0"/>
    <w:rsid w:val="00E63214"/>
    <w:rsid w:val="00E65768"/>
    <w:rsid w:val="00E829F7"/>
    <w:rsid w:val="00E82BB5"/>
    <w:rsid w:val="00E87C84"/>
    <w:rsid w:val="00E913AE"/>
    <w:rsid w:val="00E93816"/>
    <w:rsid w:val="00E93938"/>
    <w:rsid w:val="00EA0FA3"/>
    <w:rsid w:val="00EB1E7B"/>
    <w:rsid w:val="00EB55BB"/>
    <w:rsid w:val="00EB5F76"/>
    <w:rsid w:val="00EB5F7A"/>
    <w:rsid w:val="00EB7B95"/>
    <w:rsid w:val="00EC0C2D"/>
    <w:rsid w:val="00ED3A42"/>
    <w:rsid w:val="00ED698D"/>
    <w:rsid w:val="00ED7452"/>
    <w:rsid w:val="00EE0AB5"/>
    <w:rsid w:val="00EE7DF1"/>
    <w:rsid w:val="00EF5827"/>
    <w:rsid w:val="00EF6D38"/>
    <w:rsid w:val="00F12434"/>
    <w:rsid w:val="00F141F5"/>
    <w:rsid w:val="00F14FAD"/>
    <w:rsid w:val="00F1627B"/>
    <w:rsid w:val="00F16F13"/>
    <w:rsid w:val="00F21318"/>
    <w:rsid w:val="00F22276"/>
    <w:rsid w:val="00F25C6C"/>
    <w:rsid w:val="00F33214"/>
    <w:rsid w:val="00F34498"/>
    <w:rsid w:val="00F35C0C"/>
    <w:rsid w:val="00F36374"/>
    <w:rsid w:val="00F4248D"/>
    <w:rsid w:val="00F45C2C"/>
    <w:rsid w:val="00F552C6"/>
    <w:rsid w:val="00F6102C"/>
    <w:rsid w:val="00F62E56"/>
    <w:rsid w:val="00F763DD"/>
    <w:rsid w:val="00F77F68"/>
    <w:rsid w:val="00F81C68"/>
    <w:rsid w:val="00F842D6"/>
    <w:rsid w:val="00F90E4B"/>
    <w:rsid w:val="00F93EE8"/>
    <w:rsid w:val="00FA3EB6"/>
    <w:rsid w:val="00FB6798"/>
    <w:rsid w:val="00FC4AE4"/>
    <w:rsid w:val="00FC7713"/>
    <w:rsid w:val="00FD0A44"/>
    <w:rsid w:val="00FE269E"/>
    <w:rsid w:val="00FE42E7"/>
    <w:rsid w:val="4E382EE1"/>
    <w:rsid w:val="7F7BD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520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6866"/>
    <w:pPr>
      <w:spacing w:after="0" w:line="240" w:lineRule="auto"/>
    </w:pPr>
  </w:style>
  <w:style w:type="paragraph" w:styleId="Kop1">
    <w:name w:val="heading 1"/>
    <w:aliases w:val="Topkop"/>
    <w:basedOn w:val="Normaal"/>
    <w:next w:val="Normaal"/>
    <w:link w:val="Kop1Teken"/>
    <w:uiPriority w:val="9"/>
    <w:qFormat/>
    <w:rsid w:val="00F33214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paragraph" w:styleId="Kop2">
    <w:name w:val="heading 2"/>
    <w:basedOn w:val="Normaal"/>
    <w:next w:val="Normaal"/>
    <w:link w:val="Kop2Teken"/>
    <w:uiPriority w:val="9"/>
    <w:semiHidden/>
    <w:unhideWhenUsed/>
    <w:rsid w:val="003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E93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931A0C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31A0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65CA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1071C0"/>
  </w:style>
  <w:style w:type="paragraph" w:styleId="Voettekst">
    <w:name w:val="footer"/>
    <w:basedOn w:val="Normaal"/>
    <w:link w:val="VoettekstTeken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1071C0"/>
  </w:style>
  <w:style w:type="paragraph" w:styleId="Lijstalinea">
    <w:name w:val="List Paragraph"/>
    <w:basedOn w:val="Normaal"/>
    <w:uiPriority w:val="34"/>
    <w:qFormat/>
    <w:rsid w:val="00305173"/>
    <w:pPr>
      <w:ind w:left="720"/>
    </w:pPr>
  </w:style>
  <w:style w:type="paragraph" w:styleId="Geenafstand">
    <w:name w:val="No Spacing"/>
    <w:uiPriority w:val="1"/>
    <w:rsid w:val="003058A6"/>
    <w:pPr>
      <w:spacing w:after="0" w:line="240" w:lineRule="auto"/>
    </w:pPr>
  </w:style>
  <w:style w:type="character" w:customStyle="1" w:styleId="Kop1Teken">
    <w:name w:val="Kop 1 Teken"/>
    <w:aliases w:val="Topkop Teken"/>
    <w:basedOn w:val="Standaardalinea-lettertype"/>
    <w:link w:val="Kop1"/>
    <w:uiPriority w:val="9"/>
    <w:rsid w:val="00F33214"/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3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aliases w:val="Subkop"/>
    <w:basedOn w:val="Normaal"/>
    <w:next w:val="Normaal"/>
    <w:link w:val="TitelTeken"/>
    <w:uiPriority w:val="10"/>
    <w:qFormat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Teken">
    <w:name w:val="Titel Teken"/>
    <w:aliases w:val="Subkop Teken"/>
    <w:basedOn w:val="Standaardalinea-lettertype"/>
    <w:link w:val="Titel"/>
    <w:uiPriority w:val="10"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FB67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Teken">
    <w:name w:val="Subtitel Teken"/>
    <w:basedOn w:val="Standaardalinea-lettertype"/>
    <w:link w:val="Subtitel"/>
    <w:uiPriority w:val="11"/>
    <w:rsid w:val="00FB67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subkop">
    <w:name w:val="Subsubkop"/>
    <w:basedOn w:val="Normaal"/>
    <w:link w:val="SubsubkopChar"/>
    <w:qFormat/>
    <w:rsid w:val="00787FFE"/>
    <w:rPr>
      <w:i/>
      <w:color w:val="E74500"/>
    </w:rPr>
  </w:style>
  <w:style w:type="character" w:customStyle="1" w:styleId="SubsubkopChar">
    <w:name w:val="Subsubkop Char"/>
    <w:basedOn w:val="Standaardalinea-lettertype"/>
    <w:link w:val="Subsubkop"/>
    <w:rsid w:val="00787FFE"/>
    <w:rPr>
      <w:i/>
      <w:color w:val="E74500"/>
    </w:rPr>
  </w:style>
  <w:style w:type="paragraph" w:styleId="Voetnoottekst">
    <w:name w:val="footnote text"/>
    <w:basedOn w:val="Normaal"/>
    <w:link w:val="VoetnoottekstTeken"/>
    <w:uiPriority w:val="99"/>
    <w:semiHidden/>
    <w:unhideWhenUsed/>
    <w:rsid w:val="006E1698"/>
    <w:rPr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semiHidden/>
    <w:rsid w:val="006E169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E169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E1698"/>
    <w:rPr>
      <w:color w:val="0000FF" w:themeColor="hyperlink"/>
      <w:u w:val="single"/>
    </w:rPr>
  </w:style>
  <w:style w:type="paragraph" w:styleId="Normaalweb">
    <w:name w:val="Normal (Web)"/>
    <w:basedOn w:val="Normaal"/>
    <w:uiPriority w:val="99"/>
    <w:semiHidden/>
    <w:unhideWhenUsed/>
    <w:rsid w:val="00A34A3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2B19A1"/>
    <w:rPr>
      <w:color w:val="808080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E938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6866"/>
    <w:pPr>
      <w:spacing w:after="0" w:line="240" w:lineRule="auto"/>
    </w:pPr>
  </w:style>
  <w:style w:type="paragraph" w:styleId="Kop1">
    <w:name w:val="heading 1"/>
    <w:aliases w:val="Topkop"/>
    <w:basedOn w:val="Normaal"/>
    <w:next w:val="Normaal"/>
    <w:link w:val="Kop1Teken"/>
    <w:uiPriority w:val="9"/>
    <w:qFormat/>
    <w:rsid w:val="00F33214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paragraph" w:styleId="Kop2">
    <w:name w:val="heading 2"/>
    <w:basedOn w:val="Normaal"/>
    <w:next w:val="Normaal"/>
    <w:link w:val="Kop2Teken"/>
    <w:uiPriority w:val="9"/>
    <w:semiHidden/>
    <w:unhideWhenUsed/>
    <w:rsid w:val="003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E93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931A0C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31A0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65CA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1071C0"/>
  </w:style>
  <w:style w:type="paragraph" w:styleId="Voettekst">
    <w:name w:val="footer"/>
    <w:basedOn w:val="Normaal"/>
    <w:link w:val="VoettekstTeken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1071C0"/>
  </w:style>
  <w:style w:type="paragraph" w:styleId="Lijstalinea">
    <w:name w:val="List Paragraph"/>
    <w:basedOn w:val="Normaal"/>
    <w:uiPriority w:val="34"/>
    <w:qFormat/>
    <w:rsid w:val="00305173"/>
    <w:pPr>
      <w:ind w:left="720"/>
    </w:pPr>
  </w:style>
  <w:style w:type="paragraph" w:styleId="Geenafstand">
    <w:name w:val="No Spacing"/>
    <w:uiPriority w:val="1"/>
    <w:rsid w:val="003058A6"/>
    <w:pPr>
      <w:spacing w:after="0" w:line="240" w:lineRule="auto"/>
    </w:pPr>
  </w:style>
  <w:style w:type="character" w:customStyle="1" w:styleId="Kop1Teken">
    <w:name w:val="Kop 1 Teken"/>
    <w:aliases w:val="Topkop Teken"/>
    <w:basedOn w:val="Standaardalinea-lettertype"/>
    <w:link w:val="Kop1"/>
    <w:uiPriority w:val="9"/>
    <w:rsid w:val="00F33214"/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3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aliases w:val="Subkop"/>
    <w:basedOn w:val="Normaal"/>
    <w:next w:val="Normaal"/>
    <w:link w:val="TitelTeken"/>
    <w:uiPriority w:val="10"/>
    <w:qFormat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Teken">
    <w:name w:val="Titel Teken"/>
    <w:aliases w:val="Subkop Teken"/>
    <w:basedOn w:val="Standaardalinea-lettertype"/>
    <w:link w:val="Titel"/>
    <w:uiPriority w:val="10"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FB67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Teken">
    <w:name w:val="Subtitel Teken"/>
    <w:basedOn w:val="Standaardalinea-lettertype"/>
    <w:link w:val="Subtitel"/>
    <w:uiPriority w:val="11"/>
    <w:rsid w:val="00FB67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subkop">
    <w:name w:val="Subsubkop"/>
    <w:basedOn w:val="Normaal"/>
    <w:link w:val="SubsubkopChar"/>
    <w:qFormat/>
    <w:rsid w:val="00787FFE"/>
    <w:rPr>
      <w:i/>
      <w:color w:val="E74500"/>
    </w:rPr>
  </w:style>
  <w:style w:type="character" w:customStyle="1" w:styleId="SubsubkopChar">
    <w:name w:val="Subsubkop Char"/>
    <w:basedOn w:val="Standaardalinea-lettertype"/>
    <w:link w:val="Subsubkop"/>
    <w:rsid w:val="00787FFE"/>
    <w:rPr>
      <w:i/>
      <w:color w:val="E74500"/>
    </w:rPr>
  </w:style>
  <w:style w:type="paragraph" w:styleId="Voetnoottekst">
    <w:name w:val="footnote text"/>
    <w:basedOn w:val="Normaal"/>
    <w:link w:val="VoetnoottekstTeken"/>
    <w:uiPriority w:val="99"/>
    <w:semiHidden/>
    <w:unhideWhenUsed/>
    <w:rsid w:val="006E1698"/>
    <w:rPr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semiHidden/>
    <w:rsid w:val="006E169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E169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E1698"/>
    <w:rPr>
      <w:color w:val="0000FF" w:themeColor="hyperlink"/>
      <w:u w:val="single"/>
    </w:rPr>
  </w:style>
  <w:style w:type="paragraph" w:styleId="Normaalweb">
    <w:name w:val="Normal (Web)"/>
    <w:basedOn w:val="Normaal"/>
    <w:uiPriority w:val="99"/>
    <w:semiHidden/>
    <w:unhideWhenUsed/>
    <w:rsid w:val="00A34A3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2B19A1"/>
    <w:rPr>
      <w:color w:val="808080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E938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0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54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4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0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1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09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65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3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19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4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0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7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0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7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50334">
                                      <w:marLeft w:val="0"/>
                                      <w:marRight w:val="-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0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20" Type="http://schemas.openxmlformats.org/officeDocument/2006/relationships/oleObject" Target="embeddings/oleObject6.bin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wmf"/><Relationship Id="rId12" Type="http://schemas.openxmlformats.org/officeDocument/2006/relationships/oleObject" Target="embeddings/oleObject2.bin"/><Relationship Id="rId13" Type="http://schemas.openxmlformats.org/officeDocument/2006/relationships/image" Target="media/image3.wmf"/><Relationship Id="rId14" Type="http://schemas.openxmlformats.org/officeDocument/2006/relationships/oleObject" Target="embeddings/oleObject3.bin"/><Relationship Id="rId15" Type="http://schemas.openxmlformats.org/officeDocument/2006/relationships/image" Target="media/image4.wmf"/><Relationship Id="rId16" Type="http://schemas.openxmlformats.org/officeDocument/2006/relationships/oleObject" Target="embeddings/oleObject4.bin"/><Relationship Id="rId17" Type="http://schemas.openxmlformats.org/officeDocument/2006/relationships/image" Target="media/image5.wmf"/><Relationship Id="rId18" Type="http://schemas.openxmlformats.org/officeDocument/2006/relationships/oleObject" Target="embeddings/oleObject5.bin"/><Relationship Id="rId19" Type="http://schemas.openxmlformats.org/officeDocument/2006/relationships/image" Target="media/image6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yDrive\Ichthu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0515A-9AA8-0D46-B495-827EF8B9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\SkyDrive\Ichthus template.dotx</Template>
  <TotalTime>2</TotalTime>
  <Pages>2</Pages>
  <Words>124</Words>
  <Characters>686</Characters>
  <Application>Microsoft Macintosh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GBateau</dc:creator>
  <cp:lastModifiedBy>Marell Hilberts</cp:lastModifiedBy>
  <cp:revision>2</cp:revision>
  <cp:lastPrinted>2013-01-19T11:14:00Z</cp:lastPrinted>
  <dcterms:created xsi:type="dcterms:W3CDTF">2019-05-24T13:50:00Z</dcterms:created>
  <dcterms:modified xsi:type="dcterms:W3CDTF">2019-05-24T13:50:00Z</dcterms:modified>
</cp:coreProperties>
</file>