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006F7D5C">
        <w:trPr>
          <w:cantSplit/>
        </w:trPr>
        <w:tc>
          <w:tcPr>
            <w:tcW w:w="9493" w:type="dxa"/>
            <w:gridSpan w:val="4"/>
            <w:shd w:val="clear" w:color="auto" w:fill="D8B511"/>
          </w:tcPr>
          <w:p w14:paraId="35CDB97C" w14:textId="58A177BC" w:rsidR="006240C2" w:rsidRPr="00EC3FF6" w:rsidRDefault="006240C2" w:rsidP="006F7D5C">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6A7F18">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005476C7">
        <w:trPr>
          <w:cantSplit/>
          <w:trHeight w:hRule="exact" w:val="1229"/>
        </w:trPr>
        <w:tc>
          <w:tcPr>
            <w:tcW w:w="2972" w:type="dxa"/>
            <w:vAlign w:val="center"/>
          </w:tcPr>
          <w:p w14:paraId="0E210488" w14:textId="77777777" w:rsidR="006240C2" w:rsidRPr="00EC3FF6" w:rsidRDefault="006240C2" w:rsidP="006F7D5C">
            <w:pPr>
              <w:rPr>
                <w:rFonts w:cs="Arial"/>
                <w:b/>
                <w:bCs/>
                <w:lang w:val="nl"/>
              </w:rPr>
            </w:pPr>
            <w:bookmarkStart w:id="2"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33D1D5B2" w:rsidR="006240C2" w:rsidRPr="00EC3FF6" w:rsidRDefault="009E1C2C" w:rsidP="006F7D5C">
            <w:pPr>
              <w:rPr>
                <w:rFonts w:cs="Arial"/>
                <w:bCs/>
              </w:rPr>
            </w:pPr>
            <w:r>
              <w:rPr>
                <w:rFonts w:cs="Arial"/>
                <w:bCs/>
              </w:rPr>
              <w:t>26007</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738EF07F" w14:textId="5C0A3E7C" w:rsidR="006240C2" w:rsidRDefault="006240C2" w:rsidP="006F7D5C">
            <w:pPr>
              <w:rPr>
                <w:rFonts w:cs="Arial"/>
                <w:bCs/>
                <w:sz w:val="16"/>
                <w:szCs w:val="16"/>
              </w:rPr>
            </w:pPr>
          </w:p>
          <w:p w14:paraId="53954091" w14:textId="77777777" w:rsidR="009E1C2C" w:rsidRPr="00EC3FF6" w:rsidRDefault="009E1C2C" w:rsidP="009E1C2C">
            <w:pPr>
              <w:rPr>
                <w:rFonts w:cs="Arial"/>
                <w:b/>
                <w:bCs/>
                <w:lang w:val="nl"/>
              </w:rPr>
            </w:pPr>
            <w:r>
              <w:rPr>
                <w:rFonts w:cs="Arial"/>
                <w:b/>
                <w:bCs/>
                <w:lang w:val="nl"/>
              </w:rPr>
              <w:t>01-08-2017</w:t>
            </w:r>
          </w:p>
          <w:p w14:paraId="06ADF215" w14:textId="6C7A00EF" w:rsidR="006240C2" w:rsidRPr="005476C7" w:rsidRDefault="009E1C2C" w:rsidP="006F7D5C">
            <w:pPr>
              <w:rPr>
                <w:rFonts w:cs="Arial"/>
                <w:b/>
                <w:bCs/>
                <w:lang w:val="nl"/>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2"/>
      <w:tr w:rsidR="006240C2" w:rsidRPr="00EC3FF6" w14:paraId="64D0BF75" w14:textId="77777777" w:rsidTr="006F7D5C">
        <w:trPr>
          <w:cantSplit/>
          <w:trHeight w:hRule="exact" w:val="510"/>
        </w:trPr>
        <w:tc>
          <w:tcPr>
            <w:tcW w:w="2972" w:type="dxa"/>
            <w:vAlign w:val="center"/>
          </w:tcPr>
          <w:p w14:paraId="012EE107" w14:textId="77777777" w:rsidR="006240C2" w:rsidRPr="00EC3FF6" w:rsidRDefault="006240C2" w:rsidP="006F7D5C">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53916E3F" w:rsidR="006240C2" w:rsidRPr="00EC3FF6" w:rsidRDefault="009E1C2C" w:rsidP="006F7D5C">
            <w:pPr>
              <w:rPr>
                <w:rFonts w:cs="Arial"/>
                <w:bCs/>
              </w:rPr>
            </w:pPr>
            <w:r>
              <w:rPr>
                <w:rFonts w:cs="Arial"/>
                <w:bCs/>
              </w:rPr>
              <w:t>Servicemedewerker</w:t>
            </w:r>
          </w:p>
        </w:tc>
      </w:tr>
      <w:tr w:rsidR="006240C2" w:rsidRPr="00EC3FF6" w14:paraId="5B8453F4" w14:textId="77777777" w:rsidTr="006F7D5C">
        <w:trPr>
          <w:cantSplit/>
          <w:trHeight w:hRule="exact" w:val="510"/>
        </w:trPr>
        <w:tc>
          <w:tcPr>
            <w:tcW w:w="2972" w:type="dxa"/>
            <w:vAlign w:val="center"/>
          </w:tcPr>
          <w:p w14:paraId="374DE590" w14:textId="77777777" w:rsidR="006240C2" w:rsidRPr="00EC3FF6" w:rsidRDefault="006240C2" w:rsidP="006F7D5C">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51336567" w:rsidR="006240C2" w:rsidRPr="00EC3FF6" w:rsidRDefault="009E1C2C" w:rsidP="006F7D5C">
            <w:pPr>
              <w:rPr>
                <w:rFonts w:cs="Arial"/>
                <w:bCs/>
              </w:rPr>
            </w:pPr>
            <w:r>
              <w:rPr>
                <w:rFonts w:cs="Arial"/>
                <w:bCs/>
              </w:rPr>
              <w:t>26007</w:t>
            </w:r>
          </w:p>
        </w:tc>
      </w:tr>
      <w:tr w:rsidR="006240C2" w:rsidRPr="00EC3FF6" w14:paraId="42DCA951" w14:textId="77777777" w:rsidTr="006F7D5C">
        <w:trPr>
          <w:cantSplit/>
          <w:trHeight w:hRule="exact" w:val="510"/>
        </w:trPr>
        <w:tc>
          <w:tcPr>
            <w:tcW w:w="2972" w:type="dxa"/>
            <w:vAlign w:val="center"/>
          </w:tcPr>
          <w:p w14:paraId="7E958D81" w14:textId="77777777" w:rsidR="006240C2" w:rsidRPr="00EC3FF6" w:rsidRDefault="006240C2" w:rsidP="006F7D5C">
            <w:pPr>
              <w:rPr>
                <w:rFonts w:cs="Arial"/>
                <w:b/>
                <w:bCs/>
              </w:rPr>
            </w:pPr>
            <w:r w:rsidRPr="00EC3FF6">
              <w:rPr>
                <w:rFonts w:cs="Arial"/>
                <w:b/>
                <w:bCs/>
                <w:lang w:val="nl"/>
              </w:rPr>
              <w:t>Naam kwalificatie:</w:t>
            </w:r>
          </w:p>
        </w:tc>
        <w:tc>
          <w:tcPr>
            <w:tcW w:w="6521" w:type="dxa"/>
            <w:gridSpan w:val="3"/>
            <w:vAlign w:val="center"/>
          </w:tcPr>
          <w:p w14:paraId="4A629436" w14:textId="6CDC7C87" w:rsidR="006240C2" w:rsidRPr="00EC3FF6" w:rsidRDefault="004A61B4" w:rsidP="006F7D5C">
            <w:pPr>
              <w:rPr>
                <w:rFonts w:cs="Arial"/>
                <w:bCs/>
              </w:rPr>
            </w:pPr>
            <w:r>
              <w:rPr>
                <w:rFonts w:cs="Arial"/>
              </w:rPr>
              <w:t xml:space="preserve">Servicemedewerker </w:t>
            </w:r>
          </w:p>
        </w:tc>
      </w:tr>
      <w:tr w:rsidR="006240C2" w:rsidRPr="00EC3FF6" w14:paraId="32DE3C71" w14:textId="77777777" w:rsidTr="006F7D5C">
        <w:trPr>
          <w:cantSplit/>
          <w:trHeight w:hRule="exact" w:val="694"/>
        </w:trPr>
        <w:tc>
          <w:tcPr>
            <w:tcW w:w="2972" w:type="dxa"/>
            <w:vAlign w:val="center"/>
          </w:tcPr>
          <w:p w14:paraId="26587021" w14:textId="77777777" w:rsidR="006240C2" w:rsidRPr="00EC3FF6" w:rsidRDefault="006240C2" w:rsidP="006F7D5C">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6240C2" w:rsidRPr="00EC3FF6" w:rsidRDefault="003168C2" w:rsidP="006F7D5C">
            <w:pPr>
              <w:pStyle w:val="Tekstopmerking"/>
              <w:rPr>
                <w:rFonts w:ascii="Arial" w:hAnsi="Arial" w:cs="Arial"/>
                <w:sz w:val="16"/>
                <w:szCs w:val="16"/>
              </w:rPr>
            </w:pPr>
            <w:hyperlink r:id="rId13" w:history="1">
              <w:r w:rsidR="006240C2" w:rsidRPr="00EC3FF6">
                <w:rPr>
                  <w:rStyle w:val="Hyperlink"/>
                  <w:rFonts w:ascii="Arial" w:hAnsi="Arial" w:cs="Arial"/>
                  <w:sz w:val="16"/>
                  <w:szCs w:val="16"/>
                </w:rPr>
                <w:t>https://qlikview.noorderpoort.nl/</w:t>
              </w:r>
            </w:hyperlink>
            <w:r w:rsidR="006240C2" w:rsidRPr="00EC3FF6">
              <w:rPr>
                <w:rFonts w:ascii="Arial" w:hAnsi="Arial" w:cs="Arial"/>
                <w:sz w:val="16"/>
                <w:szCs w:val="16"/>
              </w:rPr>
              <w:t xml:space="preserve"> </w:t>
            </w:r>
          </w:p>
        </w:tc>
        <w:tc>
          <w:tcPr>
            <w:tcW w:w="6521" w:type="dxa"/>
            <w:gridSpan w:val="3"/>
            <w:vAlign w:val="center"/>
          </w:tcPr>
          <w:p w14:paraId="07646E0A" w14:textId="244A062C" w:rsidR="006240C2" w:rsidRPr="00EC3FF6" w:rsidRDefault="00C412A6" w:rsidP="006F7D5C">
            <w:pPr>
              <w:pStyle w:val="CommentSubject"/>
              <w:rPr>
                <w:rFonts w:ascii="Arial" w:hAnsi="Arial" w:cs="Arial"/>
                <w:b w:val="0"/>
                <w:bCs w:val="0"/>
              </w:rPr>
            </w:pPr>
            <w:r w:rsidRPr="00C412A6">
              <w:rPr>
                <w:rFonts w:ascii="Arial" w:hAnsi="Arial" w:cs="Arial"/>
                <w:b w:val="0"/>
                <w:bCs w:val="0"/>
              </w:rPr>
              <w:t>0217</w:t>
            </w:r>
            <w:r w:rsidR="007F6F15">
              <w:rPr>
                <w:rFonts w:ascii="Arial" w:hAnsi="Arial" w:cs="Arial"/>
                <w:b w:val="0"/>
                <w:bCs w:val="0"/>
              </w:rPr>
              <w:t>3</w:t>
            </w:r>
          </w:p>
        </w:tc>
      </w:tr>
      <w:tr w:rsidR="0057106E" w:rsidRPr="00EC3FF6" w14:paraId="1ACDD6E0" w14:textId="77777777" w:rsidTr="0057106E">
        <w:trPr>
          <w:cantSplit/>
          <w:trHeight w:hRule="exact" w:val="634"/>
        </w:trPr>
        <w:tc>
          <w:tcPr>
            <w:tcW w:w="2972" w:type="dxa"/>
            <w:vAlign w:val="center"/>
          </w:tcPr>
          <w:p w14:paraId="12C1877B"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59D8F6E7" w:rsidR="0057106E" w:rsidRPr="0057106E" w:rsidRDefault="0057106E" w:rsidP="0057106E">
            <w:pPr>
              <w:pStyle w:val="Tekstopmerking"/>
              <w:rPr>
                <w:rFonts w:eastAsia="Arial"/>
                <w:b/>
                <w:bCs/>
              </w:rPr>
            </w:pPr>
            <w:r w:rsidRPr="0057106E">
              <w:rPr>
                <w:rFonts w:ascii="Arial" w:eastAsia="Arial" w:hAnsi="Arial" w:cs="Arial"/>
                <w:b/>
                <w:bCs/>
              </w:rPr>
              <w:t>Totaal aantal uren BOT inclusief BPV:</w:t>
            </w:r>
          </w:p>
        </w:tc>
        <w:tc>
          <w:tcPr>
            <w:tcW w:w="1134" w:type="dxa"/>
            <w:vAlign w:val="center"/>
          </w:tcPr>
          <w:p w14:paraId="5B6173D4" w14:textId="77777777" w:rsidR="0057106E" w:rsidRPr="00EC3FF6" w:rsidRDefault="0057106E" w:rsidP="0057106E">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Leerjaren:</w:t>
            </w:r>
          </w:p>
        </w:tc>
      </w:tr>
      <w:tr w:rsidR="0057106E" w:rsidRPr="00EC3FF6" w14:paraId="54E94DB1" w14:textId="77777777" w:rsidTr="006F7D5C">
        <w:trPr>
          <w:cantSplit/>
          <w:trHeight w:val="20"/>
        </w:trPr>
        <w:tc>
          <w:tcPr>
            <w:tcW w:w="2972" w:type="dxa"/>
            <w:vAlign w:val="center"/>
          </w:tcPr>
          <w:p w14:paraId="65B91A00" w14:textId="5096275E" w:rsidR="0057106E" w:rsidRPr="00EC3FF6" w:rsidRDefault="003168C2" w:rsidP="0057106E">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9E1C2C">
                  <w:rPr>
                    <w:rFonts w:ascii="MS Gothic" w:eastAsia="MS Gothic" w:hAnsi="MS Gothic" w:cs="Arial" w:hint="eastAsia"/>
                    <w:lang w:val="nl"/>
                  </w:rPr>
                  <w:t>☒</w:t>
                </w:r>
              </w:sdtContent>
            </w:sdt>
            <w:r w:rsidR="0057106E" w:rsidRPr="00EC3FF6">
              <w:rPr>
                <w:rFonts w:cs="Arial"/>
                <w:lang w:val="nl"/>
              </w:rPr>
              <w:t xml:space="preserve"> </w:t>
            </w:r>
            <w:r w:rsidR="0057106E">
              <w:rPr>
                <w:rFonts w:cs="Arial"/>
                <w:lang w:val="nl"/>
              </w:rPr>
              <w:t xml:space="preserve"> </w:t>
            </w:r>
            <w:r w:rsidR="0057106E" w:rsidRPr="00EC3FF6">
              <w:rPr>
                <w:rFonts w:cs="Arial"/>
                <w:lang w:val="nl"/>
              </w:rPr>
              <w:t>B</w:t>
            </w:r>
            <w:r w:rsidR="0057106E">
              <w:rPr>
                <w:rFonts w:cs="Arial"/>
                <w:lang w:val="nl"/>
              </w:rPr>
              <w:t>O</w:t>
            </w:r>
            <w:r w:rsidR="0057106E" w:rsidRPr="00EC3FF6">
              <w:rPr>
                <w:rFonts w:cs="Arial"/>
                <w:lang w:val="nl"/>
              </w:rPr>
              <w:t>L</w:t>
            </w:r>
          </w:p>
        </w:tc>
        <w:tc>
          <w:tcPr>
            <w:tcW w:w="4111" w:type="dxa"/>
            <w:vAlign w:val="center"/>
          </w:tcPr>
          <w:p w14:paraId="09276EE9" w14:textId="6AA4D304" w:rsidR="0057106E" w:rsidRPr="00810B25" w:rsidRDefault="009E1C2C" w:rsidP="0057106E">
            <w:pPr>
              <w:rPr>
                <w:rFonts w:cs="Arial"/>
                <w:iCs/>
                <w:lang w:val="nl"/>
              </w:rPr>
            </w:pPr>
            <w:r>
              <w:rPr>
                <w:rFonts w:cs="Arial"/>
                <w:iCs/>
                <w:lang w:val="nl"/>
              </w:rPr>
              <w:t>1000</w:t>
            </w:r>
          </w:p>
        </w:tc>
        <w:tc>
          <w:tcPr>
            <w:tcW w:w="1134" w:type="dxa"/>
            <w:vAlign w:val="center"/>
          </w:tcPr>
          <w:p w14:paraId="48D68C41" w14:textId="764CE220" w:rsidR="0057106E" w:rsidRPr="00EC3FF6" w:rsidRDefault="009E1C2C" w:rsidP="0057106E">
            <w:pPr>
              <w:rPr>
                <w:rFonts w:cs="Arial"/>
                <w:bCs/>
                <w:lang w:val="nl"/>
              </w:rPr>
            </w:pPr>
            <w:r>
              <w:rPr>
                <w:rFonts w:cs="Arial"/>
                <w:bCs/>
                <w:lang w:val="nl"/>
              </w:rPr>
              <w:t>1600</w:t>
            </w:r>
          </w:p>
        </w:tc>
        <w:tc>
          <w:tcPr>
            <w:tcW w:w="1276" w:type="dxa"/>
            <w:vAlign w:val="center"/>
          </w:tcPr>
          <w:p w14:paraId="69CF6883" w14:textId="22637CBB" w:rsidR="0057106E" w:rsidRPr="00EC3FF6" w:rsidRDefault="009E1C2C" w:rsidP="0057106E">
            <w:pPr>
              <w:rPr>
                <w:rFonts w:cs="Arial"/>
                <w:bCs/>
                <w:lang w:val="nl"/>
              </w:rPr>
            </w:pPr>
            <w:r>
              <w:rPr>
                <w:rFonts w:cs="Arial"/>
                <w:bCs/>
                <w:lang w:val="nl"/>
              </w:rPr>
              <w:t>1</w:t>
            </w:r>
          </w:p>
        </w:tc>
      </w:tr>
      <w:tr w:rsidR="0057106E" w:rsidRPr="00EC3FF6" w14:paraId="4851F806" w14:textId="77777777" w:rsidTr="006F7D5C">
        <w:trPr>
          <w:cantSplit/>
          <w:trHeight w:val="20"/>
        </w:trPr>
        <w:tc>
          <w:tcPr>
            <w:tcW w:w="2972" w:type="dxa"/>
            <w:vAlign w:val="center"/>
          </w:tcPr>
          <w:p w14:paraId="155672EB" w14:textId="30050C7A" w:rsidR="0057106E" w:rsidRPr="00EC3FF6" w:rsidRDefault="003168C2" w:rsidP="0057106E">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9E1C2C">
                  <w:rPr>
                    <w:rFonts w:ascii="MS Gothic" w:eastAsia="MS Gothic" w:hAnsi="MS Gothic" w:cs="Arial" w:hint="eastAsia"/>
                    <w:lang w:val="nl"/>
                  </w:rPr>
                  <w:t>☒</w:t>
                </w:r>
              </w:sdtContent>
            </w:sdt>
            <w:r w:rsidR="0057106E" w:rsidRPr="00EC3FF6">
              <w:rPr>
                <w:rFonts w:cs="Arial"/>
                <w:lang w:val="nl"/>
              </w:rPr>
              <w:t xml:space="preserve"> </w:t>
            </w:r>
            <w:r w:rsidR="0057106E">
              <w:rPr>
                <w:rFonts w:cs="Arial"/>
                <w:lang w:val="nl"/>
              </w:rPr>
              <w:t xml:space="preserve"> </w:t>
            </w:r>
            <w:r w:rsidR="0057106E" w:rsidRPr="00EC3FF6">
              <w:rPr>
                <w:rFonts w:cs="Arial"/>
                <w:lang w:val="nl"/>
              </w:rPr>
              <w:t>BBL</w:t>
            </w:r>
          </w:p>
        </w:tc>
        <w:tc>
          <w:tcPr>
            <w:tcW w:w="4111" w:type="dxa"/>
            <w:vAlign w:val="center"/>
          </w:tcPr>
          <w:p w14:paraId="30835F43" w14:textId="3E435560" w:rsidR="0057106E" w:rsidRPr="00810B25" w:rsidRDefault="009E1C2C" w:rsidP="0057106E">
            <w:pPr>
              <w:rPr>
                <w:rFonts w:cs="Arial"/>
                <w:iCs/>
                <w:lang w:val="nl"/>
              </w:rPr>
            </w:pPr>
            <w:r>
              <w:rPr>
                <w:rFonts w:cs="Arial"/>
                <w:iCs/>
                <w:lang w:val="nl"/>
              </w:rPr>
              <w:t>850</w:t>
            </w:r>
          </w:p>
        </w:tc>
        <w:tc>
          <w:tcPr>
            <w:tcW w:w="1134" w:type="dxa"/>
            <w:vAlign w:val="center"/>
          </w:tcPr>
          <w:p w14:paraId="3AEA6887" w14:textId="2098D657" w:rsidR="0057106E" w:rsidRPr="00EC3FF6" w:rsidRDefault="009E1C2C" w:rsidP="0057106E">
            <w:pPr>
              <w:rPr>
                <w:rFonts w:cs="Arial"/>
                <w:bCs/>
                <w:lang w:val="nl"/>
              </w:rPr>
            </w:pPr>
            <w:r>
              <w:rPr>
                <w:rFonts w:cs="Arial"/>
                <w:bCs/>
                <w:lang w:val="nl"/>
              </w:rPr>
              <w:t>1600</w:t>
            </w:r>
          </w:p>
        </w:tc>
        <w:tc>
          <w:tcPr>
            <w:tcW w:w="1276" w:type="dxa"/>
            <w:vAlign w:val="center"/>
          </w:tcPr>
          <w:p w14:paraId="4DB8DF0E" w14:textId="5DB4E374" w:rsidR="0057106E" w:rsidRPr="00EC3FF6" w:rsidRDefault="009E1C2C" w:rsidP="0057106E">
            <w:pPr>
              <w:rPr>
                <w:rFonts w:cs="Arial"/>
                <w:bCs/>
                <w:lang w:val="nl"/>
              </w:rPr>
            </w:pPr>
            <w:r>
              <w:rPr>
                <w:rFonts w:cs="Arial"/>
                <w:bCs/>
                <w:lang w:val="nl"/>
              </w:rPr>
              <w:t>1</w:t>
            </w:r>
          </w:p>
        </w:tc>
      </w:tr>
      <w:tr w:rsidR="0057106E" w:rsidRPr="00EC3FF6" w14:paraId="7297F6E7" w14:textId="77777777" w:rsidTr="006F7D5C">
        <w:trPr>
          <w:cantSplit/>
          <w:trHeight w:val="20"/>
        </w:trPr>
        <w:tc>
          <w:tcPr>
            <w:tcW w:w="2972" w:type="dxa"/>
            <w:vAlign w:val="center"/>
          </w:tcPr>
          <w:p w14:paraId="0BA4D327" w14:textId="0270F42B" w:rsidR="0057106E" w:rsidRDefault="003168C2" w:rsidP="0057106E">
            <w:pPr>
              <w:rPr>
                <w:rFonts w:cs="Arial"/>
                <w:lang w:val="nl"/>
              </w:rPr>
            </w:pPr>
            <w:sdt>
              <w:sdtPr>
                <w:rPr>
                  <w:rFonts w:cs="Arial"/>
                  <w:lang w:val="nl"/>
                </w:rPr>
                <w:id w:val="1405800630"/>
                <w14:checkbox>
                  <w14:checked w14:val="0"/>
                  <w14:checkedState w14:val="2612" w14:font="MS Gothic"/>
                  <w14:uncheckedState w14:val="2610" w14:font="MS Gothic"/>
                </w14:checkbox>
              </w:sdtPr>
              <w:sdtEndPr/>
              <w:sdtContent>
                <w:r w:rsidR="00A22317">
                  <w:rPr>
                    <w:rFonts w:ascii="MS Gothic" w:eastAsia="MS Gothic" w:hAnsi="MS Gothic" w:cs="Arial" w:hint="eastAsia"/>
                    <w:lang w:val="nl"/>
                  </w:rPr>
                  <w:t>☐</w:t>
                </w:r>
              </w:sdtContent>
            </w:sdt>
            <w:r w:rsidR="009E1C2C" w:rsidRPr="00EC3FF6">
              <w:rPr>
                <w:rFonts w:cs="Arial"/>
                <w:lang w:val="nl"/>
              </w:rPr>
              <w:t xml:space="preserve"> </w:t>
            </w:r>
            <w:r w:rsidR="009E1C2C">
              <w:rPr>
                <w:rFonts w:cs="Arial"/>
                <w:lang w:val="nl"/>
              </w:rPr>
              <w:t xml:space="preserve"> </w:t>
            </w:r>
            <w:r w:rsidR="0057106E">
              <w:rPr>
                <w:rFonts w:cs="Arial"/>
                <w:lang w:val="nl"/>
              </w:rPr>
              <w:t>OVO (derde leerweg)</w:t>
            </w:r>
          </w:p>
        </w:tc>
        <w:tc>
          <w:tcPr>
            <w:tcW w:w="6521" w:type="dxa"/>
            <w:gridSpan w:val="3"/>
            <w:vAlign w:val="center"/>
          </w:tcPr>
          <w:p w14:paraId="4D4531E5" w14:textId="77777777" w:rsidR="0057106E" w:rsidRPr="00EC3FF6" w:rsidRDefault="0057106E" w:rsidP="0057106E">
            <w:pPr>
              <w:jc w:val="center"/>
              <w:rPr>
                <w:rFonts w:cs="Arial"/>
                <w:bCs/>
                <w:lang w:val="nl"/>
              </w:rPr>
            </w:pPr>
            <w:r w:rsidRPr="006240C2">
              <w:rPr>
                <w:rFonts w:cs="Arial"/>
                <w:iCs/>
                <w:sz w:val="18"/>
                <w:szCs w:val="18"/>
                <w:lang w:val="nl"/>
              </w:rPr>
              <w:t>De OVO valt niet onder de urennorm</w:t>
            </w:r>
          </w:p>
        </w:tc>
      </w:tr>
      <w:tr w:rsidR="0057106E" w:rsidRPr="00EC3FF6" w14:paraId="411BFEDF" w14:textId="77777777" w:rsidTr="006F7D5C">
        <w:trPr>
          <w:cantSplit/>
          <w:trHeight w:val="113"/>
        </w:trPr>
        <w:tc>
          <w:tcPr>
            <w:tcW w:w="9493" w:type="dxa"/>
            <w:gridSpan w:val="4"/>
            <w:shd w:val="clear" w:color="auto" w:fill="D8B511"/>
          </w:tcPr>
          <w:p w14:paraId="4AE7FE85" w14:textId="77777777" w:rsidR="0057106E" w:rsidRPr="00EC3FF6" w:rsidRDefault="0057106E" w:rsidP="0057106E">
            <w:pPr>
              <w:rPr>
                <w:rFonts w:cs="Arial"/>
                <w:b/>
                <w:sz w:val="16"/>
                <w:szCs w:val="16"/>
                <w:lang w:val="nl"/>
              </w:rPr>
            </w:pPr>
          </w:p>
        </w:tc>
      </w:tr>
      <w:tr w:rsidR="0057106E" w:rsidRPr="00EC3FF6" w14:paraId="62C25614" w14:textId="77777777" w:rsidTr="006F7D5C">
        <w:trPr>
          <w:cantSplit/>
          <w:trHeight w:hRule="exact" w:val="784"/>
        </w:trPr>
        <w:tc>
          <w:tcPr>
            <w:tcW w:w="8217" w:type="dxa"/>
            <w:gridSpan w:val="3"/>
            <w:vAlign w:val="center"/>
          </w:tcPr>
          <w:p w14:paraId="6A0D8095" w14:textId="77777777" w:rsidR="0057106E" w:rsidRPr="00EC3FF6" w:rsidRDefault="0057106E" w:rsidP="0057106E">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28C1E03C" w:rsidR="0057106E" w:rsidRPr="00EC3FF6" w:rsidRDefault="003168C2" w:rsidP="0057106E">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9E1C2C">
                  <w:rPr>
                    <w:rFonts w:ascii="MS Gothic" w:eastAsia="MS Gothic" w:hAnsi="MS Gothic" w:cs="Arial" w:hint="eastAsia"/>
                    <w:b/>
                    <w:lang w:val="nl"/>
                  </w:rPr>
                  <w:t>☒</w:t>
                </w:r>
              </w:sdtContent>
            </w:sdt>
            <w:r w:rsidR="0057106E" w:rsidRPr="00EC3FF6">
              <w:rPr>
                <w:rFonts w:cs="Arial"/>
                <w:b/>
                <w:bCs/>
                <w:lang w:val="nl"/>
              </w:rPr>
              <w:t xml:space="preserve"> </w:t>
            </w:r>
            <w:r w:rsidR="0057106E">
              <w:rPr>
                <w:rFonts w:cs="Arial"/>
                <w:b/>
                <w:bCs/>
                <w:lang w:val="nl"/>
              </w:rPr>
              <w:t xml:space="preserve"> </w:t>
            </w:r>
            <w:r w:rsidR="00E83568">
              <w:rPr>
                <w:rFonts w:cs="Arial"/>
                <w:b/>
                <w:bCs/>
                <w:lang w:val="nl"/>
              </w:rPr>
              <w:t>480</w:t>
            </w:r>
          </w:p>
        </w:tc>
      </w:tr>
      <w:tr w:rsidR="0057106E" w:rsidRPr="00EC3FF6" w14:paraId="73644C43" w14:textId="77777777" w:rsidTr="006F7D5C">
        <w:trPr>
          <w:cantSplit/>
          <w:trHeight w:hRule="exact" w:val="510"/>
        </w:trPr>
        <w:tc>
          <w:tcPr>
            <w:tcW w:w="2972" w:type="dxa"/>
            <w:vAlign w:val="center"/>
          </w:tcPr>
          <w:p w14:paraId="546D1F32" w14:textId="77777777" w:rsidR="0057106E" w:rsidRPr="00EC3FF6" w:rsidRDefault="0057106E" w:rsidP="0057106E">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79CC5458" w:rsidR="0057106E" w:rsidRPr="00EC3FF6" w:rsidRDefault="009E1C2C" w:rsidP="0057106E">
            <w:pPr>
              <w:rPr>
                <w:rFonts w:cs="Arial"/>
                <w:lang w:val="nl"/>
              </w:rPr>
            </w:pPr>
            <w:r w:rsidRPr="007B689B">
              <w:rPr>
                <w:rFonts w:cs="Arial"/>
                <w:lang w:val="en-GB"/>
              </w:rPr>
              <w:t>BOA, BOS, BOV, BUA, GEW, WIN</w:t>
            </w:r>
          </w:p>
        </w:tc>
      </w:tr>
      <w:tr w:rsidR="0057106E" w:rsidRPr="00EC3FF6" w14:paraId="66BEAB01" w14:textId="77777777" w:rsidTr="006F7D5C">
        <w:trPr>
          <w:cantSplit/>
          <w:trHeight w:hRule="exact" w:val="830"/>
        </w:trPr>
        <w:tc>
          <w:tcPr>
            <w:tcW w:w="2972" w:type="dxa"/>
            <w:vAlign w:val="center"/>
          </w:tcPr>
          <w:p w14:paraId="69CE9D19" w14:textId="77777777" w:rsidR="0057106E" w:rsidRPr="00EC3FF6" w:rsidRDefault="0057106E" w:rsidP="0057106E">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57106E" w:rsidRPr="00EC3FF6" w:rsidRDefault="0057106E" w:rsidP="0057106E">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57106E" w:rsidRPr="00EC3FF6" w:rsidRDefault="0057106E" w:rsidP="0057106E">
            <w:pPr>
              <w:rPr>
                <w:rFonts w:cs="Arial"/>
              </w:rPr>
            </w:pPr>
          </w:p>
          <w:p w14:paraId="709B04A8" w14:textId="77777777" w:rsidR="0057106E" w:rsidRPr="00EC3FF6" w:rsidRDefault="0057106E" w:rsidP="0057106E">
            <w:pPr>
              <w:rPr>
                <w:rFonts w:cs="Arial"/>
                <w:iCs/>
              </w:rPr>
            </w:pPr>
            <w:r w:rsidRPr="00EC3FF6">
              <w:rPr>
                <w:rFonts w:cs="Arial"/>
              </w:rPr>
              <w:t xml:space="preserve">Naam: </w:t>
            </w:r>
          </w:p>
          <w:p w14:paraId="060E82E4" w14:textId="77777777" w:rsidR="0057106E" w:rsidRPr="00EC3FF6" w:rsidRDefault="0057106E" w:rsidP="0057106E">
            <w:pPr>
              <w:rPr>
                <w:rFonts w:cs="Arial"/>
              </w:rPr>
            </w:pPr>
          </w:p>
          <w:p w14:paraId="75C020FE" w14:textId="032B1228" w:rsidR="0057106E" w:rsidRPr="00EC3FF6" w:rsidRDefault="0057106E" w:rsidP="0057106E">
            <w:pPr>
              <w:rPr>
                <w:rFonts w:cs="Arial"/>
              </w:rPr>
            </w:pPr>
            <w:r w:rsidRPr="00EC3FF6">
              <w:rPr>
                <w:rFonts w:cs="Arial"/>
              </w:rPr>
              <w:t>Juni 20</w:t>
            </w:r>
            <w:r>
              <w:rPr>
                <w:rFonts w:cs="Arial"/>
              </w:rPr>
              <w:t>21</w:t>
            </w:r>
          </w:p>
        </w:tc>
      </w:tr>
      <w:tr w:rsidR="0057106E" w:rsidRPr="00EC3FF6" w14:paraId="19FEAEC5" w14:textId="77777777" w:rsidTr="006F7D5C">
        <w:trPr>
          <w:cantSplit/>
          <w:trHeight w:hRule="exact" w:val="1090"/>
        </w:trPr>
        <w:tc>
          <w:tcPr>
            <w:tcW w:w="2972" w:type="dxa"/>
            <w:vAlign w:val="center"/>
          </w:tcPr>
          <w:p w14:paraId="3BB33395" w14:textId="0E962940" w:rsidR="0057106E" w:rsidRPr="00EC3FF6" w:rsidRDefault="003168C2" w:rsidP="0057106E">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9E1C2C">
                  <w:rPr>
                    <w:rFonts w:ascii="MS Gothic" w:eastAsia="MS Gothic" w:hAnsi="MS Gothic" w:cs="Arial" w:hint="eastAsia"/>
                    <w:b/>
                    <w:bCs/>
                    <w:szCs w:val="18"/>
                  </w:rPr>
                  <w:t>☒</w:t>
                </w:r>
              </w:sdtContent>
            </w:sdt>
            <w:r w:rsidR="0057106E" w:rsidRPr="00EC3FF6">
              <w:rPr>
                <w:rFonts w:cs="Arial"/>
                <w:b/>
                <w:bCs/>
              </w:rPr>
              <w:t xml:space="preserve"> </w:t>
            </w:r>
            <w:r w:rsidR="0057106E">
              <w:rPr>
                <w:rFonts w:cs="Arial"/>
                <w:b/>
                <w:bCs/>
              </w:rPr>
              <w:t xml:space="preserve"> </w:t>
            </w:r>
            <w:r w:rsidR="0057106E" w:rsidRPr="00EC3FF6">
              <w:rPr>
                <w:rFonts w:cs="Arial"/>
                <w:b/>
                <w:bCs/>
              </w:rPr>
              <w:t xml:space="preserve">Cluster </w:t>
            </w:r>
          </w:p>
          <w:p w14:paraId="64CEBC62" w14:textId="77777777" w:rsidR="0057106E" w:rsidRPr="00EC3FF6" w:rsidRDefault="0057106E" w:rsidP="0057106E">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57106E" w:rsidRPr="00EC3FF6" w:rsidRDefault="0057106E" w:rsidP="0057106E">
            <w:pPr>
              <w:rPr>
                <w:rFonts w:cs="Arial"/>
              </w:rPr>
            </w:pPr>
          </w:p>
        </w:tc>
      </w:tr>
      <w:tr w:rsidR="0057106E" w:rsidRPr="00EC3FF6" w14:paraId="75BB7E55" w14:textId="77777777" w:rsidTr="006F7D5C">
        <w:trPr>
          <w:cantSplit/>
          <w:trHeight w:hRule="exact" w:val="510"/>
        </w:trPr>
        <w:tc>
          <w:tcPr>
            <w:tcW w:w="2972" w:type="dxa"/>
            <w:vAlign w:val="center"/>
          </w:tcPr>
          <w:p w14:paraId="5A838884" w14:textId="414D9EC7" w:rsidR="0057106E" w:rsidRPr="00EC3FF6" w:rsidRDefault="003168C2" w:rsidP="0057106E">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57106E" w:rsidRPr="00EC3FF6">
                  <w:rPr>
                    <w:rFonts w:ascii="Segoe UI Symbol" w:eastAsia="MS Gothic" w:hAnsi="Segoe UI Symbol" w:cs="Segoe UI Symbol"/>
                    <w:b/>
                    <w:szCs w:val="18"/>
                  </w:rPr>
                  <w:t>☐</w:t>
                </w:r>
              </w:sdtContent>
            </w:sdt>
            <w:r w:rsidR="0057106E" w:rsidRPr="00EC3FF6">
              <w:rPr>
                <w:rFonts w:cs="Arial"/>
                <w:b/>
                <w:bCs/>
              </w:rPr>
              <w:t xml:space="preserve"> </w:t>
            </w:r>
            <w:r w:rsidR="0057106E">
              <w:rPr>
                <w:rFonts w:cs="Arial"/>
                <w:b/>
                <w:bCs/>
              </w:rPr>
              <w:t xml:space="preserve"> </w:t>
            </w:r>
            <w:r w:rsidR="0057106E" w:rsidRPr="00EC3FF6">
              <w:rPr>
                <w:rFonts w:cs="Arial"/>
                <w:b/>
                <w:bCs/>
              </w:rPr>
              <w:t>Team</w:t>
            </w:r>
            <w:r w:rsidR="0057106E" w:rsidRPr="00EC3FF6">
              <w:rPr>
                <w:rFonts w:cs="Arial"/>
              </w:rPr>
              <w:t xml:space="preserve"> </w:t>
            </w:r>
            <w:r w:rsidR="0057106E" w:rsidRPr="00EC3FF6">
              <w:rPr>
                <w:rFonts w:cs="Arial"/>
                <w:sz w:val="16"/>
                <w:szCs w:val="16"/>
              </w:rPr>
              <w:t>(bij unieke opleiding)</w:t>
            </w:r>
          </w:p>
        </w:tc>
        <w:tc>
          <w:tcPr>
            <w:tcW w:w="6521" w:type="dxa"/>
            <w:gridSpan w:val="3"/>
            <w:vMerge/>
          </w:tcPr>
          <w:p w14:paraId="03191EB4" w14:textId="77777777" w:rsidR="0057106E" w:rsidRPr="00EC3FF6" w:rsidRDefault="0057106E" w:rsidP="0057106E">
            <w:pPr>
              <w:rPr>
                <w:rFonts w:cs="Arial"/>
              </w:rPr>
            </w:pPr>
          </w:p>
        </w:tc>
      </w:tr>
      <w:tr w:rsidR="0057106E" w:rsidRPr="00EC3FF6" w14:paraId="23CD8437" w14:textId="77777777" w:rsidTr="006F7D5C">
        <w:trPr>
          <w:cantSplit/>
          <w:trHeight w:val="340"/>
        </w:trPr>
        <w:tc>
          <w:tcPr>
            <w:tcW w:w="9493" w:type="dxa"/>
            <w:gridSpan w:val="4"/>
            <w:tcBorders>
              <w:bottom w:val="single" w:sz="4" w:space="0" w:color="D8B511"/>
            </w:tcBorders>
            <w:shd w:val="clear" w:color="auto" w:fill="D8B511"/>
          </w:tcPr>
          <w:p w14:paraId="34EA83C2" w14:textId="71CB34AD" w:rsidR="0057106E" w:rsidRPr="00EC3FF6" w:rsidRDefault="0057106E" w:rsidP="0057106E">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57106E" w:rsidRPr="00EC3FF6" w14:paraId="471ED69E"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57106E" w:rsidRPr="006240C2" w:rsidRDefault="0057106E" w:rsidP="0057106E">
            <w:pPr>
              <w:rPr>
                <w:rFonts w:cs="Arial"/>
                <w:szCs w:val="18"/>
              </w:rPr>
            </w:pPr>
            <w:r w:rsidRPr="006240C2">
              <w:rPr>
                <w:rFonts w:cs="Arial"/>
              </w:rPr>
              <w:t>Formeel vastgesteld door het College van Bestuur ROC Noorderpoort.</w:t>
            </w:r>
          </w:p>
          <w:p w14:paraId="65DF6B28" w14:textId="58A9C6F5" w:rsidR="0057106E" w:rsidRPr="006240C2" w:rsidRDefault="0057106E" w:rsidP="0057106E">
            <w:pPr>
              <w:rPr>
                <w:rFonts w:cs="Arial"/>
              </w:rPr>
            </w:pPr>
            <w:r w:rsidRPr="006240C2">
              <w:rPr>
                <w:rFonts w:cs="Arial"/>
              </w:rPr>
              <w:t xml:space="preserve">Groningen, </w:t>
            </w:r>
            <w:r>
              <w:rPr>
                <w:rFonts w:cs="Arial"/>
              </w:rPr>
              <w:t xml:space="preserve">Dhr. </w:t>
            </w:r>
            <w:r w:rsidRPr="006240C2">
              <w:rPr>
                <w:rFonts w:cs="Arial"/>
              </w:rPr>
              <w:t>Wim van de Pol.</w:t>
            </w:r>
          </w:p>
        </w:tc>
      </w:tr>
      <w:tr w:rsidR="0057106E" w:rsidRPr="00EC3FF6" w14:paraId="2FA4AD03"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57106E" w:rsidRPr="006240C2" w:rsidRDefault="0057106E" w:rsidP="0057106E">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57106E" w:rsidRPr="006240C2" w:rsidRDefault="0057106E" w:rsidP="0057106E">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1B92B49D" w14:textId="568C8077" w:rsidR="00C27D45" w:rsidRDefault="00A57627" w:rsidP="00C27D45">
      <w:pPr>
        <w:rPr>
          <w:rFonts w:cs="Arial"/>
        </w:rPr>
      </w:pPr>
      <w:r w:rsidRPr="00612CC7">
        <w:rPr>
          <w:rFonts w:cs="Arial"/>
        </w:rPr>
        <w:t xml:space="preserve">Deze Onderwijs- en </w:t>
      </w:r>
      <w:r w:rsidR="00972ABE" w:rsidRPr="00612CC7">
        <w:rPr>
          <w:rFonts w:cs="Arial"/>
        </w:rPr>
        <w:t>e</w:t>
      </w:r>
      <w:r w:rsidRPr="00612CC7">
        <w:rPr>
          <w:rFonts w:cs="Arial"/>
        </w:rPr>
        <w:t>xamenregeling (OER) is bedoeld om studenten inzicht te geven in het onderwijs en de examinering van de opleiding</w:t>
      </w:r>
      <w:r w:rsidR="0057106E">
        <w:rPr>
          <w:rFonts w:cs="Arial"/>
        </w:rPr>
        <w:t>.</w:t>
      </w:r>
      <w:r w:rsidR="00C27D45" w:rsidRPr="00612CC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3C269B95"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0057106E">
        <w:rPr>
          <w:rFonts w:cs="Arial"/>
        </w:rPr>
        <w:t>.</w:t>
      </w:r>
    </w:p>
    <w:p w14:paraId="48DF455F" w14:textId="77777777" w:rsidR="00A57627" w:rsidRPr="00EC3FF6" w:rsidRDefault="00A57627" w:rsidP="00A57627">
      <w:pPr>
        <w:rPr>
          <w:rFonts w:cs="Arial"/>
          <w:b/>
        </w:rPr>
      </w:pPr>
    </w:p>
    <w:p w14:paraId="387533A4" w14:textId="0F7A24BD"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57106E">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6" w:name="_Hlk879698"/>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6"/>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37C4F05B"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r w:rsidR="00D03919">
        <w:rPr>
          <w:rFonts w:cs="Arial"/>
        </w:rPr>
        <w:t>)</w:t>
      </w:r>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1416B2F4" w:rsidR="009F1DFA" w:rsidRPr="00EA6D05" w:rsidRDefault="003168C2" w:rsidP="00A57627">
      <w:hyperlink r:id="rId15" w:history="1">
        <w:r w:rsidR="00A57627" w:rsidRPr="00EC3FF6">
          <w:rPr>
            <w:rStyle w:val="Hyperlink"/>
          </w:rPr>
          <w:t>https://www.s-bb.nl/onderwijs/kwalificeren-en-examineren</w:t>
        </w:r>
      </w:hyperlink>
      <w:r w:rsidR="00D03919"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58877EFC" w:rsidR="002053E8" w:rsidRPr="00EA6D05" w:rsidRDefault="00A8338F" w:rsidP="00D4136B">
      <w:pPr>
        <w:pStyle w:val="Kop4"/>
        <w:rPr>
          <w:rFonts w:cs="Arial"/>
        </w:rPr>
      </w:pPr>
      <w:r w:rsidRPr="00EA6D05">
        <w:rPr>
          <w:noProof/>
        </w:rPr>
        <mc:AlternateContent>
          <mc:Choice Requires="wps">
            <w:drawing>
              <wp:anchor distT="0" distB="0" distL="114300" distR="114300" simplePos="0" relativeHeight="251661312" behindDoc="0" locked="0" layoutInCell="1" allowOverlap="1" wp14:anchorId="611F5BAB" wp14:editId="0B0C8BF6">
                <wp:simplePos x="0" y="0"/>
                <wp:positionH relativeFrom="column">
                  <wp:posOffset>479425</wp:posOffset>
                </wp:positionH>
                <wp:positionV relativeFrom="paragraph">
                  <wp:posOffset>1660525</wp:posOffset>
                </wp:positionV>
                <wp:extent cx="5129317" cy="960423"/>
                <wp:effectExtent l="0" t="514350" r="0" b="506730"/>
                <wp:wrapNone/>
                <wp:docPr id="2" name="Tekstvak 2"/>
                <wp:cNvGraphicFramePr/>
                <a:graphic xmlns:a="http://schemas.openxmlformats.org/drawingml/2006/main">
                  <a:graphicData uri="http://schemas.microsoft.com/office/word/2010/wordprocessingShape">
                    <wps:wsp>
                      <wps:cNvSpPr txBox="1"/>
                      <wps:spPr>
                        <a:xfrm rot="20868853">
                          <a:off x="0" y="0"/>
                          <a:ext cx="5129317" cy="960423"/>
                        </a:xfrm>
                        <a:prstGeom prst="rect">
                          <a:avLst/>
                        </a:prstGeom>
                        <a:noFill/>
                        <a:ln>
                          <a:noFill/>
                        </a:ln>
                      </wps:spPr>
                      <wps:txbx>
                        <w:txbxContent>
                          <w:p w14:paraId="0CD6FB41" w14:textId="35B4B841" w:rsidR="009E1C2C" w:rsidRDefault="009E1C2C" w:rsidP="009E1C2C">
                            <w:pPr>
                              <w:pStyle w:val="Kop6"/>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611F5BAB" id="_x0000_t202" coordsize="21600,21600" o:spt="202" path="m,l,21600r21600,l21600,xe">
                <v:stroke joinstyle="miter"/>
                <v:path gradientshapeok="t" o:connecttype="rect"/>
              </v:shapetype>
              <v:shape id="Tekstvak 2" o:spid="_x0000_s1026" type="#_x0000_t202" style="position:absolute;margin-left:37.75pt;margin-top:130.75pt;width:403.9pt;height:75.6pt;rotation:-7986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" filled="f" stroked="f">
                <v:textbox>
                  <w:txbxContent>
                    <w:p w14:paraId="0CD6FB41" w14:textId="35B4B841" w:rsidR="009E1C2C" w:rsidRDefault="009E1C2C" w:rsidP="009E1C2C">
                      <w:pPr>
                        <w:pStyle w:val="Kop6"/>
                      </w:pPr>
                    </w:p>
                  </w:txbxContent>
                </v:textbox>
              </v:shape>
            </w:pict>
          </mc:Fallback>
        </mc:AlternateContent>
      </w:r>
      <w:r w:rsidR="09C9D8CC" w:rsidRPr="00EA6D05">
        <w:rPr>
          <w:rFonts w:cs="Arial"/>
        </w:rPr>
        <w:t xml:space="preserve">Basisdeel </w:t>
      </w:r>
    </w:p>
    <w:p w14:paraId="6E5398D1" w14:textId="42140815" w:rsidR="002053E8" w:rsidRDefault="00E2597A" w:rsidP="009E1C2C">
      <w:pPr>
        <w:rPr>
          <w:rFonts w:eastAsia="Arial" w:cs="Arial"/>
        </w:rPr>
      </w:pPr>
      <w:r w:rsidRPr="00EA6D05">
        <w:rPr>
          <w:rFonts w:eastAsia="Arial" w:cs="Arial"/>
        </w:rPr>
        <w:t>Het basisdeel van deze kwalificatie bestaat uit de volgende kerntaken en werkprocessen:</w:t>
      </w:r>
    </w:p>
    <w:p w14:paraId="1586EC44" w14:textId="7A2BE6F1" w:rsidR="009E1C2C" w:rsidRDefault="009E1C2C" w:rsidP="009E1C2C">
      <w:pPr>
        <w:rPr>
          <w:rFonts w:eastAsia="Arial" w:cs="Arial"/>
        </w:rPr>
      </w:pPr>
    </w:p>
    <w:p w14:paraId="014794E7" w14:textId="57AB991B" w:rsidR="009E1C2C" w:rsidRPr="00EA6D05" w:rsidRDefault="009E1C2C" w:rsidP="009E1C2C">
      <w:pPr>
        <w:rPr>
          <w:rFonts w:cs="Arial"/>
        </w:rPr>
      </w:pPr>
      <w:r>
        <w:rPr>
          <w:noProof/>
        </w:rPr>
        <w:drawing>
          <wp:inline distT="0" distB="0" distL="0" distR="0" wp14:anchorId="6D1D80DD" wp14:editId="35F6E684">
            <wp:extent cx="5795645" cy="1967230"/>
            <wp:effectExtent l="76200" t="76200" r="71755" b="711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5645" cy="1967230"/>
                    </a:xfrm>
                    <a:prstGeom prst="rect">
                      <a:avLst/>
                    </a:prstGeom>
                    <a:effectLst>
                      <a:glow rad="76200">
                        <a:srgbClr val="D8B511">
                          <a:alpha val="30000"/>
                        </a:srgbClr>
                      </a:glow>
                    </a:effectLst>
                  </pic:spPr>
                </pic:pic>
              </a:graphicData>
            </a:graphic>
          </wp:inline>
        </w:drawing>
      </w:r>
    </w:p>
    <w:p w14:paraId="262F9399" w14:textId="77777777" w:rsidR="002053E8" w:rsidRPr="00EA6D05" w:rsidRDefault="09C9D8CC" w:rsidP="00D4136B">
      <w:pPr>
        <w:pStyle w:val="Kop4"/>
        <w:rPr>
          <w:rFonts w:cs="Arial"/>
        </w:rPr>
      </w:pPr>
      <w:r w:rsidRPr="00EA6D05">
        <w:rPr>
          <w:rFonts w:cs="Arial"/>
        </w:rPr>
        <w:t xml:space="preserve">Profieldeel </w:t>
      </w:r>
    </w:p>
    <w:p w14:paraId="5221A5DF" w14:textId="77777777" w:rsidR="009E1C2C" w:rsidRPr="00EA6D05" w:rsidRDefault="009E1C2C" w:rsidP="009E1C2C">
      <w:pPr>
        <w:pStyle w:val="Voetnoottekst"/>
        <w:rPr>
          <w:rFonts w:ascii="Arial" w:eastAsia="Arial" w:hAnsi="Arial" w:cs="Arial"/>
        </w:rPr>
      </w:pPr>
      <w:bookmarkStart w:id="10" w:name="_Hlk535999973"/>
      <w:r w:rsidRPr="003B71E9">
        <w:rPr>
          <w:rFonts w:ascii="Arial" w:eastAsia="Arial" w:hAnsi="Arial" w:cs="Arial"/>
        </w:rPr>
        <w:t>Het profiel in deze cross-over kwalificatie kent geen extra kerntaken en werkprocessen.</w:t>
      </w:r>
      <w:r w:rsidRPr="00EA6D05">
        <w:rPr>
          <w:rFonts w:ascii="Arial" w:eastAsia="Arial" w:hAnsi="Arial" w:cs="Arial"/>
        </w:rPr>
        <w:t xml:space="preserve"> </w:t>
      </w:r>
    </w:p>
    <w:bookmarkEnd w:id="10"/>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3BB4F9F6" w:rsidR="00A8338F" w:rsidRPr="00EA6D05" w:rsidRDefault="00A8338F" w:rsidP="00A8338F">
            <w:pPr>
              <w:rPr>
                <w:rFonts w:cs="Arial"/>
              </w:rPr>
            </w:pPr>
            <w:r w:rsidRPr="00EA6D05">
              <w:rPr>
                <w:rFonts w:cs="Arial"/>
              </w:rPr>
              <w:t>Indien van toepassing</w:t>
            </w:r>
            <w:r w:rsidR="003A6A5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3D0069F8" w:rsidR="00A8338F" w:rsidRPr="00EA6D05" w:rsidRDefault="009E1C2C" w:rsidP="00A8338F">
            <w:pP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0EC0DA3A" w:rsidR="00A8338F" w:rsidRPr="00EA6D05" w:rsidRDefault="009E1C2C" w:rsidP="00A8338F">
            <w:pP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30FA08D8" w14:textId="77777777" w:rsidR="00C27D45" w:rsidRPr="00612CC7" w:rsidRDefault="00C27D45" w:rsidP="00C27D45">
      <w:pPr>
        <w:rPr>
          <w:rFonts w:cs="Arial"/>
        </w:rPr>
      </w:pPr>
      <w:bookmarkStart w:id="11" w:name="_Hlk31183128"/>
      <w:r w:rsidRPr="00612CC7">
        <w:rPr>
          <w:rFonts w:cs="Arial"/>
        </w:rPr>
        <w:t xml:space="preserve">Zie examenplan </w:t>
      </w:r>
      <w:proofErr w:type="spellStart"/>
      <w:r w:rsidRPr="00612CC7">
        <w:rPr>
          <w:rFonts w:cs="Arial"/>
        </w:rPr>
        <w:t>beroepsspecifiek</w:t>
      </w:r>
      <w:proofErr w:type="spellEnd"/>
      <w:r w:rsidRPr="00612CC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612CC7" w:rsidRDefault="00C27D45" w:rsidP="00C27D45">
      <w:pPr>
        <w:rPr>
          <w:rFonts w:cs="Arial"/>
        </w:rPr>
      </w:pPr>
      <w:r w:rsidRPr="00612CC7">
        <w:rPr>
          <w:rFonts w:cs="Arial"/>
        </w:rPr>
        <w:t xml:space="preserve">Hierbij wordt géén referentieniveau genoemd. </w:t>
      </w:r>
      <w:bookmarkStart w:id="12" w:name="_Hlk939978"/>
      <w:r w:rsidRPr="00612CC7">
        <w:rPr>
          <w:rFonts w:cs="Arial"/>
        </w:rPr>
        <w:t>Het (indicatieve) ERK-niveau staat in het   verantwoordingsdocument dat bij de kwalificatie hoort.</w:t>
      </w:r>
    </w:p>
    <w:p w14:paraId="3575C3B7" w14:textId="77777777" w:rsidR="00C27D45" w:rsidRPr="00612CC7" w:rsidRDefault="00C27D45" w:rsidP="00C27D45">
      <w:pPr>
        <w:rPr>
          <w:rFonts w:cs="Arial"/>
          <w:i/>
          <w:sz w:val="16"/>
          <w:szCs w:val="16"/>
        </w:rPr>
      </w:pPr>
      <w:r w:rsidRPr="00612CC7">
        <w:rPr>
          <w:rFonts w:eastAsia="Arial" w:cs="Arial"/>
          <w:i/>
          <w:sz w:val="16"/>
          <w:szCs w:val="16"/>
        </w:rPr>
        <w:t xml:space="preserve">NB. Het team van de opleiding bepaalt de wijze waarop de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eisen MVT geëxamineerd worden en legt dit vast in het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examenplan in de OER. De OER wordt vervolgens vastgesteld door de schoolexamencommissie.</w:t>
      </w:r>
      <w:bookmarkEnd w:id="12"/>
    </w:p>
    <w:bookmarkEnd w:id="11"/>
    <w:p w14:paraId="0CD8A505" w14:textId="117CA5F1" w:rsidR="580EC0CD" w:rsidRPr="00EA6D05" w:rsidRDefault="580EC0CD" w:rsidP="00CD65A3">
      <w:pPr>
        <w:rPr>
          <w:rFonts w:cs="Arial"/>
          <w:i/>
          <w:sz w:val="16"/>
          <w:szCs w:val="16"/>
        </w:rPr>
      </w:pPr>
      <w:r w:rsidRPr="00612CC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lastRenderedPageBreak/>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2D25F7">
        <w:trPr>
          <w:cantSplit/>
          <w:trHeight w:val="218"/>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20"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2"/>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14:paraId="0002FCAF" w14:textId="77777777" w:rsidR="00DF6327" w:rsidRPr="00090D91" w:rsidRDefault="00DF6327" w:rsidP="00DF6327">
      <w:pPr>
        <w:pStyle w:val="Geenafstand"/>
        <w:numPr>
          <w:ilvl w:val="0"/>
          <w:numId w:val="22"/>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14:paraId="290AD439" w14:textId="77777777" w:rsidR="00DF6327" w:rsidRPr="00090D91" w:rsidRDefault="00DF6327" w:rsidP="00DF632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5"/>
        </w:numPr>
        <w:rPr>
          <w:rFonts w:cs="Arial"/>
        </w:rPr>
      </w:pPr>
      <w:r w:rsidRPr="00090D91">
        <w:rPr>
          <w:rFonts w:cs="Arial"/>
        </w:rPr>
        <w:t>Naam Kwalificatie</w:t>
      </w:r>
      <w:r w:rsidRPr="00090D91">
        <w:rPr>
          <w:rFonts w:cs="Arial"/>
          <w:i/>
        </w:rPr>
        <w:t>: de officiële crebo-naam van de kwalificatie;</w:t>
      </w:r>
    </w:p>
    <w:p w14:paraId="44D057AB" w14:textId="77777777" w:rsidR="00DF6327" w:rsidRPr="00090D91" w:rsidRDefault="00DF6327" w:rsidP="00DF6327">
      <w:pPr>
        <w:pStyle w:val="Lijstalinea"/>
        <w:numPr>
          <w:ilvl w:val="0"/>
          <w:numId w:val="5"/>
        </w:numPr>
        <w:rPr>
          <w:rFonts w:cs="Arial"/>
        </w:rPr>
      </w:pPr>
      <w:r w:rsidRPr="00090D91">
        <w:rPr>
          <w:rFonts w:cs="Arial"/>
        </w:rPr>
        <w:t>Crebo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79DA9189" w:rsidR="00DD4187" w:rsidRDefault="580EC0CD" w:rsidP="00827BC6">
      <w:pPr>
        <w:pStyle w:val="Kop2"/>
        <w:spacing w:before="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p w14:paraId="510E3F63" w14:textId="2AA2944E" w:rsidR="001C6280" w:rsidRDefault="001C6280" w:rsidP="001C6280"/>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277"/>
        <w:gridCol w:w="1984"/>
        <w:gridCol w:w="2268"/>
        <w:gridCol w:w="1985"/>
        <w:gridCol w:w="1701"/>
        <w:gridCol w:w="425"/>
        <w:gridCol w:w="473"/>
        <w:gridCol w:w="605"/>
        <w:gridCol w:w="606"/>
        <w:gridCol w:w="77"/>
        <w:gridCol w:w="3484"/>
      </w:tblGrid>
      <w:tr w:rsidR="001C6280" w:rsidRPr="00EC3FF6" w14:paraId="6C1A4FFF" w14:textId="77777777" w:rsidTr="000615A3">
        <w:trPr>
          <w:cantSplit/>
          <w:trHeight w:val="283"/>
        </w:trPr>
        <w:tc>
          <w:tcPr>
            <w:tcW w:w="14885" w:type="dxa"/>
            <w:gridSpan w:val="11"/>
            <w:tcBorders>
              <w:top w:val="nil"/>
              <w:left w:val="single" w:sz="4" w:space="0" w:color="D8B511"/>
              <w:bottom w:val="single" w:sz="4" w:space="0" w:color="D8B511"/>
              <w:right w:val="single" w:sz="4" w:space="0" w:color="D8B511"/>
            </w:tcBorders>
            <w:shd w:val="clear" w:color="auto" w:fill="D8B511"/>
            <w:vAlign w:val="center"/>
          </w:tcPr>
          <w:p w14:paraId="73C1C7C9" w14:textId="77777777" w:rsidR="001C6280" w:rsidRPr="00EC3FF6" w:rsidRDefault="001C6280" w:rsidP="000615A3">
            <w:pPr>
              <w:jc w:val="center"/>
              <w:rPr>
                <w:rFonts w:eastAsia="Arial,Calibri" w:cs="Arial"/>
                <w:b/>
                <w:bCs/>
                <w:sz w:val="36"/>
                <w:szCs w:val="36"/>
                <w:lang w:eastAsia="en-US"/>
              </w:rPr>
            </w:pPr>
            <w:r w:rsidRPr="00EC3FF6">
              <w:rPr>
                <w:rFonts w:eastAsia="Arial,Calibri" w:cs="Arial"/>
                <w:b/>
                <w:bCs/>
                <w:sz w:val="36"/>
                <w:szCs w:val="36"/>
                <w:lang w:eastAsia="en-US"/>
              </w:rPr>
              <w:t xml:space="preserve">Examenplan </w:t>
            </w:r>
            <w:proofErr w:type="spellStart"/>
            <w:r w:rsidRPr="00EC3FF6">
              <w:rPr>
                <w:rFonts w:eastAsia="Arial,Calibri" w:cs="Arial"/>
                <w:b/>
                <w:bCs/>
                <w:sz w:val="36"/>
                <w:szCs w:val="36"/>
                <w:lang w:eastAsia="en-US"/>
              </w:rPr>
              <w:t>beroepsspecifiek</w:t>
            </w:r>
            <w:proofErr w:type="spellEnd"/>
            <w:r w:rsidRPr="00EC3FF6">
              <w:rPr>
                <w:rFonts w:eastAsia="Arial,Calibri" w:cs="Arial"/>
                <w:b/>
                <w:bCs/>
                <w:sz w:val="36"/>
                <w:szCs w:val="36"/>
                <w:lang w:eastAsia="en-US"/>
              </w:rPr>
              <w:t xml:space="preserve"> mbo-niveau </w:t>
            </w:r>
            <w:r>
              <w:rPr>
                <w:rFonts w:eastAsia="Arial,Calibri" w:cs="Arial"/>
                <w:b/>
                <w:bCs/>
                <w:sz w:val="36"/>
                <w:szCs w:val="36"/>
                <w:lang w:eastAsia="en-US"/>
              </w:rPr>
              <w:t>2</w:t>
            </w:r>
          </w:p>
        </w:tc>
      </w:tr>
      <w:tr w:rsidR="000A67C2" w:rsidRPr="00EC3FF6" w14:paraId="3A9C7982" w14:textId="2AA9D16B" w:rsidTr="006861D4">
        <w:trPr>
          <w:cantSplit/>
          <w:trHeight w:hRule="exact" w:val="340"/>
        </w:trPr>
        <w:tc>
          <w:tcPr>
            <w:tcW w:w="5529"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487BCBB8" w14:textId="77777777" w:rsidR="000A67C2" w:rsidRPr="00EC3FF6" w:rsidRDefault="000A67C2" w:rsidP="000615A3">
            <w:pPr>
              <w:rPr>
                <w:rFonts w:eastAsia="Arial,Calibri" w:cs="Arial"/>
                <w:b/>
                <w:bCs/>
                <w:lang w:eastAsia="en-US"/>
              </w:rPr>
            </w:pPr>
            <w:r w:rsidRPr="00EC3FF6">
              <w:rPr>
                <w:rFonts w:eastAsia="Arial,Calibri" w:cs="Arial"/>
                <w:b/>
                <w:bCs/>
                <w:lang w:eastAsia="en-US"/>
              </w:rPr>
              <w:t>Naam kwalificatie:</w:t>
            </w:r>
            <w:r>
              <w:rPr>
                <w:rFonts w:eastAsia="Arial,Calibri" w:cs="Arial"/>
                <w:b/>
                <w:bCs/>
                <w:lang w:eastAsia="en-US"/>
              </w:rPr>
              <w:t xml:space="preserve"> Servicemedewerker</w:t>
            </w:r>
          </w:p>
        </w:tc>
        <w:tc>
          <w:tcPr>
            <w:tcW w:w="4111" w:type="dxa"/>
            <w:gridSpan w:val="3"/>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504322D7" w14:textId="4F750663" w:rsidR="000A67C2" w:rsidRPr="00EC3FF6" w:rsidRDefault="000A67C2" w:rsidP="000615A3">
            <w:pPr>
              <w:rPr>
                <w:rFonts w:eastAsiaTheme="minorEastAsia" w:cs="Arial"/>
                <w:b/>
                <w:bCs/>
                <w:lang w:eastAsia="en-US"/>
              </w:rPr>
            </w:pPr>
            <w:r w:rsidRPr="00EC3FF6">
              <w:rPr>
                <w:rFonts w:eastAsiaTheme="minorEastAsia" w:cs="Arial"/>
                <w:b/>
                <w:bCs/>
                <w:lang w:eastAsia="en-US"/>
              </w:rPr>
              <w:t xml:space="preserve">CREBO van de kwalificatie: </w:t>
            </w:r>
            <w:r>
              <w:rPr>
                <w:rFonts w:eastAsiaTheme="minorEastAsia" w:cs="Arial"/>
                <w:b/>
                <w:bCs/>
                <w:lang w:eastAsia="en-US"/>
              </w:rPr>
              <w:t>26007</w:t>
            </w:r>
          </w:p>
        </w:tc>
        <w:tc>
          <w:tcPr>
            <w:tcW w:w="5245" w:type="dxa"/>
            <w:gridSpan w:val="5"/>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4FD3BB07" w14:textId="2670C652" w:rsidR="000A67C2" w:rsidRPr="00EC3FF6" w:rsidRDefault="000A67C2" w:rsidP="000615A3">
            <w:pPr>
              <w:rPr>
                <w:rFonts w:eastAsiaTheme="minorEastAsia" w:cs="Arial"/>
                <w:b/>
                <w:bCs/>
                <w:lang w:eastAsia="en-US"/>
              </w:rPr>
            </w:pPr>
            <w:r>
              <w:rPr>
                <w:rFonts w:eastAsiaTheme="minorEastAsia" w:cs="Arial"/>
                <w:b/>
                <w:bCs/>
                <w:lang w:eastAsia="en-US"/>
              </w:rPr>
              <w:t>Consortium Serie 2020</w:t>
            </w:r>
          </w:p>
        </w:tc>
      </w:tr>
      <w:tr w:rsidR="001C6280" w:rsidRPr="00EC3FF6" w14:paraId="11ADD618" w14:textId="77777777" w:rsidTr="000615A3">
        <w:trPr>
          <w:cantSplit/>
          <w:trHeight w:val="283"/>
        </w:trPr>
        <w:tc>
          <w:tcPr>
            <w:tcW w:w="14885" w:type="dxa"/>
            <w:gridSpan w:val="11"/>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EE3D2E" w14:textId="77777777" w:rsidR="001C6280" w:rsidRPr="00EC3FF6" w:rsidRDefault="001C6280" w:rsidP="000615A3">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1C6280" w:rsidRPr="00EC3FF6" w14:paraId="2B1C2066" w14:textId="77777777" w:rsidTr="006861D4">
        <w:trPr>
          <w:cantSplit/>
          <w:trHeight w:val="340"/>
        </w:trPr>
        <w:tc>
          <w:tcPr>
            <w:tcW w:w="127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2065ED" w14:textId="77777777" w:rsidR="004178A2" w:rsidRDefault="001C6280" w:rsidP="000615A3">
            <w:pPr>
              <w:rPr>
                <w:rFonts w:eastAsia="Calibri" w:cs="Arial"/>
                <w:b/>
                <w:bCs/>
                <w:sz w:val="18"/>
                <w:szCs w:val="18"/>
                <w:lang w:eastAsia="en-US"/>
              </w:rPr>
            </w:pPr>
            <w:r w:rsidRPr="00EC3FF6">
              <w:rPr>
                <w:rFonts w:eastAsia="Calibri" w:cs="Arial"/>
                <w:b/>
                <w:bCs/>
                <w:sz w:val="18"/>
                <w:szCs w:val="18"/>
                <w:lang w:eastAsia="en-US"/>
              </w:rPr>
              <w:t xml:space="preserve">Naam </w:t>
            </w:r>
          </w:p>
          <w:p w14:paraId="54FB1C07" w14:textId="5A4A580A"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exameneenheid</w:t>
            </w:r>
          </w:p>
        </w:tc>
        <w:tc>
          <w:tcPr>
            <w:tcW w:w="198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06F130F" w14:textId="77777777" w:rsidR="001C6280" w:rsidRPr="00EC3FF6" w:rsidRDefault="001C6280" w:rsidP="000615A3">
            <w:pPr>
              <w:rPr>
                <w:rFonts w:eastAsia="Calibri" w:cs="Arial"/>
                <w:b/>
                <w:bCs/>
                <w:sz w:val="18"/>
                <w:szCs w:val="18"/>
                <w:lang w:eastAsia="en-US"/>
              </w:rPr>
            </w:pPr>
            <w:r w:rsidRPr="00EC3FF6">
              <w:rPr>
                <w:rFonts w:eastAsia="Calibri" w:cs="Arial"/>
                <w:b/>
                <w:bCs/>
                <w:sz w:val="18"/>
                <w:szCs w:val="18"/>
                <w:lang w:eastAsia="en-US"/>
              </w:rPr>
              <w:t>Examen-</w:t>
            </w:r>
          </w:p>
          <w:p w14:paraId="003AEA1D"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vorm</w:t>
            </w:r>
          </w:p>
        </w:tc>
        <w:tc>
          <w:tcPr>
            <w:tcW w:w="226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F340ED5" w14:textId="77777777" w:rsidR="001C6280" w:rsidRPr="00EC3FF6" w:rsidRDefault="001C6280" w:rsidP="000615A3">
            <w:pPr>
              <w:jc w:val="center"/>
              <w:rPr>
                <w:rFonts w:eastAsia="Calibri" w:cs="Arial"/>
                <w:b/>
                <w:bCs/>
                <w:sz w:val="18"/>
                <w:szCs w:val="18"/>
                <w:lang w:eastAsia="en-US"/>
              </w:rPr>
            </w:pPr>
            <w:r w:rsidRPr="00EC3FF6">
              <w:rPr>
                <w:rFonts w:eastAsia="Calibri" w:cs="Arial"/>
                <w:b/>
                <w:bCs/>
                <w:sz w:val="18"/>
                <w:szCs w:val="18"/>
                <w:lang w:eastAsia="en-US"/>
              </w:rPr>
              <w:t>Kerntaak</w:t>
            </w:r>
          </w:p>
        </w:tc>
        <w:tc>
          <w:tcPr>
            <w:tcW w:w="198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B29F957" w14:textId="77777777" w:rsidR="001C6280" w:rsidRPr="00EC3FF6" w:rsidRDefault="001C6280" w:rsidP="000615A3">
            <w:pPr>
              <w:jc w:val="both"/>
              <w:rPr>
                <w:rFonts w:eastAsia="Calibri" w:cs="Arial"/>
                <w:b/>
                <w:bCs/>
                <w:sz w:val="18"/>
                <w:szCs w:val="18"/>
                <w:lang w:eastAsia="en-US"/>
              </w:rPr>
            </w:pPr>
            <w:r w:rsidRPr="00EC3FF6">
              <w:rPr>
                <w:rFonts w:eastAsia="Calibri" w:cs="Arial"/>
                <w:b/>
                <w:bCs/>
                <w:sz w:val="18"/>
                <w:szCs w:val="18"/>
                <w:lang w:eastAsia="en-US"/>
              </w:rPr>
              <w:t>Werkproces</w:t>
            </w:r>
          </w:p>
        </w:tc>
        <w:tc>
          <w:tcPr>
            <w:tcW w:w="1701"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44F5F7D"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Wanneer en duur examen</w:t>
            </w:r>
          </w:p>
        </w:tc>
        <w:tc>
          <w:tcPr>
            <w:tcW w:w="898"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40F12EF"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Plaats afname</w:t>
            </w:r>
          </w:p>
        </w:tc>
        <w:tc>
          <w:tcPr>
            <w:tcW w:w="1288" w:type="dxa"/>
            <w:gridSpan w:val="3"/>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51560A1A"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Weging resultaat van het</w:t>
            </w:r>
          </w:p>
          <w:p w14:paraId="6CCE78E2"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werkproces t.b.v. eindresultaat per</w:t>
            </w:r>
          </w:p>
          <w:p w14:paraId="48007674"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 xml:space="preserve"> kerntaak</w:t>
            </w:r>
          </w:p>
          <w:p w14:paraId="54CD1FD3" w14:textId="77777777" w:rsidR="001C6280" w:rsidRPr="00A57627" w:rsidRDefault="001C6280" w:rsidP="000615A3">
            <w:pPr>
              <w:jc w:val="center"/>
              <w:rPr>
                <w:rFonts w:eastAsia="Calibri" w:cs="Arial"/>
                <w:b/>
                <w:bCs/>
                <w:sz w:val="18"/>
                <w:szCs w:val="18"/>
                <w:lang w:eastAsia="en-US"/>
              </w:rPr>
            </w:pPr>
          </w:p>
          <w:p w14:paraId="5C4AB9C4" w14:textId="77777777" w:rsidR="001C6280" w:rsidRPr="00A57627" w:rsidRDefault="001C6280" w:rsidP="000615A3">
            <w:pPr>
              <w:jc w:val="center"/>
              <w:rPr>
                <w:rFonts w:eastAsia="Calibri" w:cs="Arial"/>
                <w:sz w:val="14"/>
                <w:szCs w:val="14"/>
                <w:lang w:eastAsia="en-US"/>
              </w:rPr>
            </w:pPr>
          </w:p>
        </w:tc>
        <w:tc>
          <w:tcPr>
            <w:tcW w:w="3484"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39C5856C" w14:textId="77777777" w:rsidR="001C6280" w:rsidRPr="00A57627" w:rsidRDefault="001C6280" w:rsidP="000615A3">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p w14:paraId="699C4551" w14:textId="77777777" w:rsidR="001C6280" w:rsidRPr="00A57627" w:rsidRDefault="001C6280" w:rsidP="000615A3">
            <w:pPr>
              <w:rPr>
                <w:rFonts w:eastAsia="Calibri" w:cs="Arial"/>
                <w:sz w:val="14"/>
                <w:szCs w:val="14"/>
                <w:lang w:eastAsia="en-US"/>
              </w:rPr>
            </w:pPr>
          </w:p>
        </w:tc>
      </w:tr>
      <w:tr w:rsidR="001C6280" w:rsidRPr="00EC3FF6" w14:paraId="1AA98124" w14:textId="77777777" w:rsidTr="006861D4">
        <w:trPr>
          <w:cantSplit/>
          <w:trHeight w:val="909"/>
        </w:trPr>
        <w:tc>
          <w:tcPr>
            <w:tcW w:w="1277"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13B913" w14:textId="77777777" w:rsidR="001C6280" w:rsidRPr="00EC3FF6" w:rsidRDefault="001C6280" w:rsidP="000615A3">
            <w:pPr>
              <w:rPr>
                <w:rFonts w:eastAsia="Calibri" w:cs="Arial"/>
                <w:b/>
                <w:color w:val="000000"/>
                <w:sz w:val="18"/>
                <w:szCs w:val="18"/>
                <w:lang w:eastAsia="en-US"/>
              </w:rPr>
            </w:pPr>
          </w:p>
        </w:tc>
        <w:tc>
          <w:tcPr>
            <w:tcW w:w="198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CB00DCF" w14:textId="77777777" w:rsidR="001C6280" w:rsidRPr="00EC3FF6" w:rsidRDefault="001C6280" w:rsidP="000615A3">
            <w:pPr>
              <w:rPr>
                <w:rFonts w:eastAsia="Calibri" w:cs="Arial"/>
                <w:b/>
                <w:color w:val="000000"/>
                <w:sz w:val="18"/>
                <w:szCs w:val="18"/>
                <w:lang w:eastAsia="en-US"/>
              </w:rPr>
            </w:pPr>
          </w:p>
        </w:tc>
        <w:tc>
          <w:tcPr>
            <w:tcW w:w="226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90E7413" w14:textId="77777777" w:rsidR="001C6280" w:rsidRPr="00EC3FF6" w:rsidRDefault="001C6280" w:rsidP="000615A3">
            <w:pPr>
              <w:rPr>
                <w:rFonts w:eastAsia="Calibri" w:cs="Arial"/>
                <w:b/>
                <w:color w:val="000000"/>
                <w:sz w:val="18"/>
                <w:szCs w:val="18"/>
                <w:lang w:eastAsia="en-US"/>
              </w:rPr>
            </w:pPr>
          </w:p>
        </w:tc>
        <w:tc>
          <w:tcPr>
            <w:tcW w:w="198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A87C762" w14:textId="77777777" w:rsidR="001C6280" w:rsidRPr="00EC3FF6" w:rsidRDefault="001C6280" w:rsidP="000615A3">
            <w:pPr>
              <w:rPr>
                <w:rFonts w:eastAsia="Calibri" w:cs="Arial"/>
                <w:b/>
                <w:color w:val="000000"/>
                <w:sz w:val="18"/>
                <w:szCs w:val="18"/>
                <w:lang w:eastAsia="en-US"/>
              </w:rPr>
            </w:pPr>
          </w:p>
        </w:tc>
        <w:tc>
          <w:tcPr>
            <w:tcW w:w="1701" w:type="dxa"/>
            <w:vMerge/>
            <w:tcBorders>
              <w:top w:val="single" w:sz="4" w:space="0" w:color="D8B511"/>
              <w:left w:val="single" w:sz="4" w:space="0" w:color="D8B511"/>
              <w:bottom w:val="single" w:sz="4" w:space="0" w:color="D8B511"/>
              <w:right w:val="single" w:sz="4" w:space="0" w:color="D8B511"/>
            </w:tcBorders>
            <w:shd w:val="clear" w:color="auto" w:fill="FFB7D4"/>
          </w:tcPr>
          <w:p w14:paraId="35F8C335" w14:textId="77777777" w:rsidR="001C6280" w:rsidRPr="00EC3FF6" w:rsidRDefault="001C6280" w:rsidP="000615A3">
            <w:pPr>
              <w:rPr>
                <w:rFonts w:eastAsia="Calibri" w:cs="Arial"/>
                <w:color w:val="A6A6A6"/>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2365A278" w14:textId="77777777" w:rsidR="001C6280" w:rsidRPr="00EC3FF6" w:rsidRDefault="001C6280" w:rsidP="000615A3">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473"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D16A3BF" w14:textId="77777777" w:rsidR="001C6280" w:rsidRPr="00A57627" w:rsidRDefault="001C6280" w:rsidP="000615A3">
            <w:pPr>
              <w:jc w:val="center"/>
              <w:rPr>
                <w:rFonts w:eastAsia="Calibri" w:cs="Arial"/>
                <w:b/>
                <w:bCs/>
                <w:sz w:val="18"/>
                <w:szCs w:val="18"/>
                <w:lang w:eastAsia="en-US"/>
              </w:rPr>
            </w:pPr>
            <w:r w:rsidRPr="00A57627">
              <w:rPr>
                <w:rFonts w:eastAsia="Calibri" w:cs="Arial"/>
                <w:b/>
                <w:bCs/>
                <w:sz w:val="18"/>
                <w:szCs w:val="18"/>
                <w:lang w:eastAsia="en-US"/>
              </w:rPr>
              <w:t>School</w:t>
            </w:r>
          </w:p>
        </w:tc>
        <w:tc>
          <w:tcPr>
            <w:tcW w:w="1288" w:type="dxa"/>
            <w:gridSpan w:val="3"/>
            <w:vMerge/>
            <w:tcBorders>
              <w:top w:val="single" w:sz="4" w:space="0" w:color="D8B511"/>
              <w:left w:val="single" w:sz="4" w:space="0" w:color="D8B511"/>
              <w:bottom w:val="single" w:sz="4" w:space="0" w:color="D8B511"/>
              <w:right w:val="single" w:sz="4" w:space="0" w:color="FFC000"/>
            </w:tcBorders>
            <w:shd w:val="clear" w:color="auto" w:fill="FFB7D4"/>
          </w:tcPr>
          <w:p w14:paraId="38949B2C" w14:textId="77777777" w:rsidR="001C6280" w:rsidRPr="00A57627" w:rsidRDefault="001C6280" w:rsidP="000615A3">
            <w:pPr>
              <w:rPr>
                <w:rFonts w:eastAsia="Calibri" w:cs="Arial"/>
                <w:color w:val="A6A6A6"/>
                <w:sz w:val="18"/>
                <w:szCs w:val="18"/>
                <w:lang w:eastAsia="en-US"/>
              </w:rPr>
            </w:pPr>
          </w:p>
        </w:tc>
        <w:tc>
          <w:tcPr>
            <w:tcW w:w="3484"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3811B715" w14:textId="77777777" w:rsidR="001C6280" w:rsidRPr="00A57627" w:rsidRDefault="001C6280" w:rsidP="000615A3">
            <w:pPr>
              <w:rPr>
                <w:rFonts w:eastAsia="Calibri" w:cs="Arial"/>
                <w:color w:val="A6A6A6"/>
                <w:sz w:val="18"/>
                <w:szCs w:val="18"/>
                <w:lang w:eastAsia="en-US"/>
              </w:rPr>
            </w:pPr>
          </w:p>
        </w:tc>
      </w:tr>
      <w:tr w:rsidR="001C6280" w:rsidRPr="00EC3FF6" w14:paraId="6D915E4C" w14:textId="77777777" w:rsidTr="006861D4">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3CBF3C1" w14:textId="77777777" w:rsidR="001C6280" w:rsidRPr="00EC3FF6" w:rsidRDefault="001C6280" w:rsidP="000615A3">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2531D5C" w14:textId="77777777" w:rsidR="001C6280" w:rsidRPr="00EC3FF6" w:rsidRDefault="001C6280" w:rsidP="000615A3">
            <w:pPr>
              <w:rPr>
                <w:rFonts w:eastAsia="Calibri" w:cs="Arial"/>
                <w:sz w:val="18"/>
                <w:szCs w:val="18"/>
                <w:lang w:eastAsia="en-US"/>
              </w:rPr>
            </w:pPr>
          </w:p>
        </w:tc>
        <w:tc>
          <w:tcPr>
            <w:tcW w:w="226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99A4223"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 xml:space="preserve">BASIS </w:t>
            </w:r>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DE83253" w14:textId="77777777" w:rsidR="001C6280" w:rsidRPr="00EC3FF6" w:rsidRDefault="001C6280" w:rsidP="000615A3">
            <w:pPr>
              <w:rPr>
                <w:rFonts w:eastAsia="Calibri" w:cs="Arial"/>
                <w:b/>
                <w:bCs/>
                <w:sz w:val="18"/>
                <w:szCs w:val="18"/>
                <w:lang w:eastAsia="en-US"/>
              </w:rPr>
            </w:pPr>
            <w:r w:rsidRPr="00EC3FF6">
              <w:rPr>
                <w:rFonts w:eastAsia="Calibri" w:cs="Arial"/>
                <w:b/>
                <w:bCs/>
                <w:sz w:val="18"/>
                <w:szCs w:val="18"/>
                <w:lang w:eastAsia="en-US"/>
              </w:rPr>
              <w:t>BASIS</w:t>
            </w:r>
          </w:p>
        </w:tc>
        <w:tc>
          <w:tcPr>
            <w:tcW w:w="170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FDF6C80" w14:textId="77777777" w:rsidR="001C6280" w:rsidRPr="00EC3FF6" w:rsidRDefault="001C6280" w:rsidP="000615A3">
            <w:pPr>
              <w:rPr>
                <w:rFonts w:eastAsia="Calibri" w:cs="Arial"/>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95235E0" w14:textId="77777777" w:rsidR="001C6280" w:rsidRPr="00EC3FF6" w:rsidRDefault="001C6280" w:rsidP="000615A3">
            <w:pPr>
              <w:rPr>
                <w:rFonts w:eastAsia="Calibri" w:cs="Arial"/>
                <w:b/>
                <w:sz w:val="18"/>
                <w:szCs w:val="18"/>
                <w:lang w:eastAsia="en-US"/>
              </w:rPr>
            </w:pPr>
          </w:p>
        </w:tc>
        <w:tc>
          <w:tcPr>
            <w:tcW w:w="47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1E9C83C" w14:textId="77777777" w:rsidR="001C6280" w:rsidRPr="00A57627" w:rsidRDefault="001C6280" w:rsidP="000615A3">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0B39B5C" w14:textId="77777777" w:rsidR="001C6280" w:rsidRPr="00A57627" w:rsidRDefault="001C6280" w:rsidP="000615A3">
            <w:pPr>
              <w:rPr>
                <w:rFonts w:eastAsia="Arial,Calibri" w:cs="Arial"/>
                <w:sz w:val="14"/>
                <w:szCs w:val="14"/>
                <w:lang w:eastAsia="en-US"/>
              </w:rPr>
            </w:pPr>
            <w:r w:rsidRPr="00A57627">
              <w:rPr>
                <w:rFonts w:eastAsia="Arial" w:cs="Arial"/>
                <w:b/>
                <w:bCs/>
                <w:sz w:val="14"/>
                <w:szCs w:val="14"/>
                <w:lang w:val="nl"/>
              </w:rPr>
              <w:t>B</w:t>
            </w:r>
            <w:r>
              <w:rPr>
                <w:rFonts w:eastAsia="Arial" w:cs="Arial"/>
                <w:b/>
                <w:bCs/>
                <w:sz w:val="14"/>
                <w:szCs w:val="14"/>
                <w:lang w:val="nl"/>
              </w:rPr>
              <w:t>1</w:t>
            </w:r>
            <w:r w:rsidRPr="00A57627">
              <w:rPr>
                <w:rFonts w:eastAsia="Arial" w:cs="Arial"/>
                <w:b/>
                <w:bCs/>
                <w:sz w:val="14"/>
                <w:szCs w:val="14"/>
                <w:lang w:val="nl"/>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55BF209" w14:textId="77777777" w:rsidR="001C6280" w:rsidRPr="00A57627" w:rsidRDefault="001C6280" w:rsidP="000615A3">
            <w:pPr>
              <w:rPr>
                <w:rFonts w:eastAsia="Arial,Calibri" w:cs="Arial"/>
                <w:sz w:val="14"/>
                <w:szCs w:val="14"/>
                <w:lang w:eastAsia="en-US"/>
              </w:rPr>
            </w:pPr>
            <w:r w:rsidRPr="00A57627">
              <w:rPr>
                <w:rFonts w:eastAsia="Arial" w:cs="Arial"/>
                <w:b/>
                <w:bCs/>
                <w:sz w:val="14"/>
                <w:szCs w:val="14"/>
                <w:lang w:val="nl"/>
              </w:rPr>
              <w:t>B</w:t>
            </w:r>
            <w:r>
              <w:rPr>
                <w:rFonts w:eastAsia="Arial" w:cs="Arial"/>
                <w:b/>
                <w:bCs/>
                <w:sz w:val="14"/>
                <w:szCs w:val="14"/>
                <w:lang w:val="nl"/>
              </w:rPr>
              <w:t>1</w:t>
            </w:r>
            <w:r w:rsidRPr="00A57627">
              <w:rPr>
                <w:rFonts w:eastAsia="Arial" w:cs="Arial"/>
                <w:b/>
                <w:bCs/>
                <w:sz w:val="14"/>
                <w:szCs w:val="14"/>
                <w:lang w:val="nl"/>
              </w:rPr>
              <w:t>-K2</w:t>
            </w:r>
          </w:p>
        </w:tc>
        <w:tc>
          <w:tcPr>
            <w:tcW w:w="77" w:type="dxa"/>
            <w:vMerge w:val="restart"/>
            <w:tcBorders>
              <w:top w:val="single" w:sz="4" w:space="0" w:color="D8B511"/>
              <w:left w:val="single" w:sz="4" w:space="0" w:color="D8B511"/>
              <w:right w:val="single" w:sz="4" w:space="0" w:color="D8B511"/>
            </w:tcBorders>
            <w:shd w:val="clear" w:color="auto" w:fill="DBE5F1" w:themeFill="accent1" w:themeFillTint="33"/>
            <w:vAlign w:val="center"/>
          </w:tcPr>
          <w:p w14:paraId="13612667" w14:textId="77777777" w:rsidR="001C6280" w:rsidRPr="00A57627" w:rsidRDefault="001C6280" w:rsidP="000615A3">
            <w:pPr>
              <w:rPr>
                <w:rFonts w:eastAsia="Arial,Calibri" w:cs="Arial"/>
                <w:sz w:val="14"/>
                <w:szCs w:val="14"/>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10AFCCF" w14:textId="77777777" w:rsidR="001C6280" w:rsidRPr="00A57627" w:rsidRDefault="001C6280" w:rsidP="000615A3">
            <w:pPr>
              <w:rPr>
                <w:rFonts w:eastAsia="Arial,Calibri" w:cs="Arial"/>
                <w:sz w:val="14"/>
                <w:szCs w:val="14"/>
                <w:lang w:eastAsia="en-US"/>
              </w:rPr>
            </w:pPr>
          </w:p>
        </w:tc>
      </w:tr>
      <w:tr w:rsidR="001C6280" w:rsidRPr="00EC3FF6" w14:paraId="67A14CFA" w14:textId="77777777" w:rsidTr="006861D4">
        <w:trPr>
          <w:cantSplit/>
          <w:trHeight w:val="227"/>
        </w:trPr>
        <w:tc>
          <w:tcPr>
            <w:tcW w:w="127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CDB8649"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SM-B1-K1-W1</w:t>
            </w:r>
          </w:p>
        </w:tc>
        <w:tc>
          <w:tcPr>
            <w:tcW w:w="198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CBBA851"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top w:val="single" w:sz="4" w:space="0" w:color="FFC000"/>
              <w:left w:val="single" w:sz="4" w:space="0" w:color="D8B511"/>
              <w:right w:val="single" w:sz="4" w:space="0" w:color="D8B511"/>
            </w:tcBorders>
            <w:shd w:val="clear" w:color="auto" w:fill="auto"/>
            <w:vAlign w:val="center"/>
          </w:tcPr>
          <w:p w14:paraId="1634E067" w14:textId="77777777" w:rsidR="001C6280" w:rsidRPr="003473DE" w:rsidRDefault="001C6280" w:rsidP="000615A3">
            <w:pPr>
              <w:rPr>
                <w:rFonts w:eastAsiaTheme="minorHAnsi" w:cs="Arial"/>
                <w:sz w:val="18"/>
                <w:szCs w:val="18"/>
                <w:lang w:eastAsia="en-US"/>
              </w:rPr>
            </w:pPr>
            <w:r w:rsidRPr="003473DE">
              <w:rPr>
                <w:rFonts w:eastAsiaTheme="minorHAnsi" w:cs="Arial"/>
                <w:sz w:val="18"/>
                <w:szCs w:val="18"/>
                <w:lang w:eastAsia="en-US"/>
              </w:rPr>
              <w:t>B1-K1: is aanspreekpunt voor bezoekers</w:t>
            </w:r>
          </w:p>
        </w:tc>
        <w:tc>
          <w:tcPr>
            <w:tcW w:w="198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5919302" w14:textId="77777777" w:rsidR="001C6280" w:rsidRPr="003473DE" w:rsidRDefault="001C6280" w:rsidP="000615A3">
            <w:pPr>
              <w:rPr>
                <w:rFonts w:eastAsiaTheme="minorHAnsi" w:cs="Arial"/>
                <w:sz w:val="18"/>
                <w:szCs w:val="18"/>
                <w:lang w:eastAsia="en-US"/>
              </w:rPr>
            </w:pPr>
            <w:r w:rsidRPr="003473DE">
              <w:rPr>
                <w:rFonts w:eastAsiaTheme="minorHAnsi" w:cs="Arial"/>
                <w:sz w:val="18"/>
                <w:szCs w:val="18"/>
                <w:lang w:eastAsia="en-US"/>
              </w:rPr>
              <w:t>B1-K1-W1 Ontvangt bezoekers</w:t>
            </w:r>
          </w:p>
        </w:tc>
        <w:tc>
          <w:tcPr>
            <w:tcW w:w="1701" w:type="dxa"/>
            <w:tcBorders>
              <w:top w:val="single" w:sz="4" w:space="0" w:color="FFC000"/>
              <w:left w:val="single" w:sz="4" w:space="0" w:color="D8B511"/>
              <w:bottom w:val="single" w:sz="4" w:space="0" w:color="D8B511"/>
              <w:right w:val="single" w:sz="4" w:space="0" w:color="D8B511"/>
            </w:tcBorders>
            <w:shd w:val="clear" w:color="auto" w:fill="auto"/>
            <w:vAlign w:val="center"/>
          </w:tcPr>
          <w:p w14:paraId="3CC1610F" w14:textId="7D713DDB" w:rsidR="001C6280" w:rsidRPr="003473DE" w:rsidRDefault="001C6280" w:rsidP="000615A3">
            <w:pPr>
              <w:rPr>
                <w:rFonts w:eastAsia="Calibri" w:cs="Arial"/>
                <w:sz w:val="18"/>
                <w:szCs w:val="18"/>
                <w:lang w:eastAsia="en-US"/>
              </w:rPr>
            </w:pPr>
            <w:r w:rsidRPr="003473DE">
              <w:rPr>
                <w:rFonts w:eastAsia="Calibri" w:cs="Arial"/>
                <w:sz w:val="18"/>
                <w:szCs w:val="18"/>
                <w:lang w:eastAsia="en-US"/>
              </w:rPr>
              <w:t xml:space="preserve">In periode 1, 2, 3, 4; </w:t>
            </w:r>
            <w:r w:rsidR="00D03F79" w:rsidRPr="003473DE">
              <w:rPr>
                <w:rFonts w:eastAsia="Calibri" w:cs="Arial"/>
                <w:sz w:val="18"/>
                <w:szCs w:val="18"/>
                <w:lang w:eastAsia="en-US"/>
              </w:rPr>
              <w:t>Examentijd</w:t>
            </w:r>
            <w:r w:rsidRPr="003473DE">
              <w:rPr>
                <w:rFonts w:eastAsia="Calibri" w:cs="Arial"/>
                <w:sz w:val="18"/>
                <w:szCs w:val="18"/>
                <w:lang w:eastAsia="en-US"/>
              </w:rPr>
              <w:t xml:space="preserve">: max </w:t>
            </w:r>
            <w:r w:rsidR="00D03F79" w:rsidRPr="003473DE">
              <w:rPr>
                <w:rFonts w:eastAsia="Calibri" w:cs="Arial"/>
                <w:sz w:val="18"/>
                <w:szCs w:val="18"/>
                <w:lang w:eastAsia="en-US"/>
              </w:rPr>
              <w:t>2</w:t>
            </w:r>
            <w:r w:rsidRPr="003473DE">
              <w:rPr>
                <w:rFonts w:eastAsia="Calibri" w:cs="Arial"/>
                <w:sz w:val="18"/>
                <w:szCs w:val="18"/>
                <w:lang w:eastAsia="en-US"/>
              </w:rPr>
              <w:t>0 minuten</w:t>
            </w:r>
          </w:p>
        </w:tc>
        <w:tc>
          <w:tcPr>
            <w:tcW w:w="42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1B5522A"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41E0DAC"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FFF2EFE" w14:textId="3F613857" w:rsidR="001C6280" w:rsidRPr="003473DE" w:rsidRDefault="00D03F79" w:rsidP="000615A3">
            <w:pPr>
              <w:jc w:val="center"/>
              <w:rPr>
                <w:rFonts w:cs="Arial"/>
                <w:bCs/>
                <w:sz w:val="18"/>
                <w:szCs w:val="18"/>
                <w:lang w:val="nl"/>
              </w:rPr>
            </w:pPr>
            <w:r w:rsidRPr="003473DE">
              <w:rPr>
                <w:rFonts w:cs="Arial"/>
                <w:bCs/>
                <w:sz w:val="18"/>
                <w:szCs w:val="18"/>
                <w:lang w:val="nl"/>
              </w:rPr>
              <w:t>1</w:t>
            </w:r>
            <w:r w:rsidR="00F80432" w:rsidRPr="003473DE">
              <w:rPr>
                <w:rFonts w:cs="Arial"/>
                <w:bCs/>
                <w:sz w:val="18"/>
                <w:szCs w:val="18"/>
                <w:lang w:val="nl"/>
              </w:rPr>
              <w:t xml:space="preserve">x </w:t>
            </w: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BBA7FE5" w14:textId="77777777" w:rsidR="001C6280" w:rsidRPr="003473DE" w:rsidRDefault="001C6280" w:rsidP="000615A3">
            <w:pPr>
              <w:jc w:val="center"/>
              <w:rPr>
                <w:rFonts w:eastAsia="Calibri" w:cs="Arial"/>
                <w:sz w:val="18"/>
                <w:szCs w:val="18"/>
                <w:lang w:eastAsia="en-US"/>
              </w:rPr>
            </w:pPr>
          </w:p>
        </w:tc>
        <w:tc>
          <w:tcPr>
            <w:tcW w:w="77" w:type="dxa"/>
            <w:vMerge/>
            <w:tcBorders>
              <w:left w:val="single" w:sz="4" w:space="0" w:color="D8B511"/>
              <w:right w:val="single" w:sz="4" w:space="0" w:color="D8B511"/>
            </w:tcBorders>
            <w:shd w:val="clear" w:color="auto" w:fill="auto"/>
            <w:vAlign w:val="center"/>
          </w:tcPr>
          <w:p w14:paraId="4CC941D1" w14:textId="77777777" w:rsidR="001C6280" w:rsidRPr="003473DE" w:rsidRDefault="001C6280" w:rsidP="000615A3">
            <w:pPr>
              <w:jc w:val="center"/>
              <w:rPr>
                <w:rFonts w:eastAsia="Calibri" w:cs="Arial"/>
                <w:sz w:val="18"/>
                <w:szCs w:val="18"/>
                <w:lang w:eastAsia="en-US"/>
              </w:rPr>
            </w:pPr>
          </w:p>
        </w:tc>
        <w:tc>
          <w:tcPr>
            <w:tcW w:w="348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FEECFA8" w14:textId="554E7BEA" w:rsidR="001C6280" w:rsidRPr="003473DE" w:rsidRDefault="004178A2" w:rsidP="003473DE">
            <w:pPr>
              <w:jc w:val="center"/>
              <w:rPr>
                <w:rFonts w:eastAsia="Calibri" w:cs="Arial"/>
                <w:sz w:val="18"/>
                <w:szCs w:val="18"/>
                <w:lang w:eastAsia="en-US"/>
              </w:rPr>
            </w:pPr>
            <w:r w:rsidRPr="003473DE">
              <w:rPr>
                <w:rFonts w:eastAsia="Calibri" w:cs="Arial"/>
                <w:sz w:val="18"/>
                <w:szCs w:val="18"/>
                <w:lang w:eastAsia="en-US"/>
              </w:rPr>
              <w:t>V</w:t>
            </w:r>
          </w:p>
        </w:tc>
      </w:tr>
      <w:tr w:rsidR="001C6280" w:rsidRPr="00EC3FF6" w14:paraId="6F3BA9E8"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12F0B5"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SM-B1-K1-W2</w:t>
            </w:r>
          </w:p>
        </w:tc>
        <w:tc>
          <w:tcPr>
            <w:tcW w:w="198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B15713" w14:textId="7070543D" w:rsidR="0036631C" w:rsidRPr="003473DE" w:rsidRDefault="0036631C" w:rsidP="000615A3">
            <w:pPr>
              <w:rPr>
                <w:rFonts w:eastAsia="Calibri" w:cs="Arial"/>
                <w:sz w:val="18"/>
                <w:szCs w:val="18"/>
                <w:lang w:eastAsia="en-US"/>
              </w:rPr>
            </w:pPr>
            <w:r w:rsidRPr="003473DE">
              <w:rPr>
                <w:rFonts w:eastAsia="Calibri" w:cs="Arial"/>
                <w:sz w:val="18"/>
                <w:szCs w:val="18"/>
                <w:lang w:eastAsia="en-US"/>
              </w:rPr>
              <w:t>Voorbereide</w:t>
            </w:r>
            <w:r w:rsidR="00B3193D" w:rsidRPr="003473DE">
              <w:rPr>
                <w:rFonts w:eastAsia="Calibri" w:cs="Arial"/>
                <w:sz w:val="18"/>
                <w:szCs w:val="18"/>
                <w:lang w:eastAsia="en-US"/>
              </w:rPr>
              <w:t xml:space="preserve">nde opdracht </w:t>
            </w:r>
            <w:r w:rsidR="00B3193D" w:rsidRPr="003473DE">
              <w:rPr>
                <w:rFonts w:eastAsia="Calibri" w:cs="Arial"/>
                <w:sz w:val="18"/>
                <w:szCs w:val="18"/>
                <w:lang w:eastAsia="en-US"/>
              </w:rPr>
              <w:br/>
            </w:r>
          </w:p>
          <w:p w14:paraId="1BA91A16" w14:textId="271AB57D" w:rsidR="001C6280" w:rsidRPr="003473DE" w:rsidRDefault="001C6280" w:rsidP="000615A3">
            <w:pPr>
              <w:rPr>
                <w:rFonts w:eastAsia="Calibri" w:cs="Arial"/>
                <w:sz w:val="18"/>
                <w:szCs w:val="18"/>
                <w:lang w:eastAsia="en-US"/>
              </w:rPr>
            </w:pPr>
            <w:r w:rsidRPr="003473DE">
              <w:rPr>
                <w:rFonts w:eastAsia="Calibri" w:cs="Arial"/>
                <w:sz w:val="18"/>
                <w:szCs w:val="18"/>
                <w:lang w:eastAsia="en-US"/>
              </w:rPr>
              <w:t>Examengesprek</w:t>
            </w:r>
          </w:p>
        </w:tc>
        <w:tc>
          <w:tcPr>
            <w:tcW w:w="2268" w:type="dxa"/>
            <w:vMerge/>
            <w:tcBorders>
              <w:left w:val="single" w:sz="4" w:space="0" w:color="D8B511"/>
              <w:bottom w:val="single" w:sz="4" w:space="0" w:color="D8B511"/>
              <w:right w:val="single" w:sz="4" w:space="0" w:color="D8B511"/>
            </w:tcBorders>
            <w:shd w:val="clear" w:color="auto" w:fill="auto"/>
            <w:vAlign w:val="center"/>
          </w:tcPr>
          <w:p w14:paraId="415A78A9" w14:textId="77777777" w:rsidR="001C6280" w:rsidRPr="003473DE" w:rsidRDefault="001C6280"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D3CDDA"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B1-K1-W2 Draagt bij aan een veilige situatie</w:t>
            </w:r>
          </w:p>
        </w:tc>
        <w:tc>
          <w:tcPr>
            <w:tcW w:w="170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0831D63" w14:textId="7D287D45" w:rsidR="00B3193D" w:rsidRPr="003473DE" w:rsidRDefault="001C6280" w:rsidP="000615A3">
            <w:pPr>
              <w:rPr>
                <w:rFonts w:eastAsia="Calibri" w:cs="Arial"/>
                <w:sz w:val="18"/>
                <w:szCs w:val="18"/>
                <w:lang w:eastAsia="en-US"/>
              </w:rPr>
            </w:pPr>
            <w:r w:rsidRPr="003473DE">
              <w:rPr>
                <w:rFonts w:eastAsia="Calibri" w:cs="Arial"/>
                <w:sz w:val="18"/>
                <w:szCs w:val="18"/>
                <w:lang w:eastAsia="en-US"/>
              </w:rPr>
              <w:t>In periode 1, 2, 3, 4;</w:t>
            </w:r>
            <w:r w:rsidR="004F0515" w:rsidRPr="003473DE">
              <w:rPr>
                <w:rFonts w:eastAsia="Calibri" w:cs="Arial"/>
                <w:sz w:val="18"/>
                <w:szCs w:val="18"/>
                <w:lang w:eastAsia="en-US"/>
              </w:rPr>
              <w:t xml:space="preserve"> E</w:t>
            </w:r>
            <w:r w:rsidR="00B3193D" w:rsidRPr="003473DE">
              <w:rPr>
                <w:rFonts w:eastAsia="Calibri" w:cs="Arial"/>
                <w:sz w:val="18"/>
                <w:szCs w:val="18"/>
                <w:lang w:eastAsia="en-US"/>
              </w:rPr>
              <w:t>xamenperiode: 4 weken</w:t>
            </w:r>
          </w:p>
          <w:p w14:paraId="5AAB1940" w14:textId="77777777" w:rsidR="00B3193D" w:rsidRPr="003473DE" w:rsidRDefault="00B3193D" w:rsidP="000615A3">
            <w:pPr>
              <w:rPr>
                <w:rFonts w:eastAsia="Calibri" w:cs="Arial"/>
                <w:sz w:val="18"/>
                <w:szCs w:val="18"/>
                <w:lang w:eastAsia="en-US"/>
              </w:rPr>
            </w:pPr>
          </w:p>
          <w:p w14:paraId="468CF199" w14:textId="1F2F1EEB" w:rsidR="001C6280" w:rsidRPr="003473DE" w:rsidRDefault="00B3193D" w:rsidP="000615A3">
            <w:pPr>
              <w:rPr>
                <w:rFonts w:eastAsia="Calibri" w:cs="Arial"/>
                <w:sz w:val="18"/>
                <w:szCs w:val="18"/>
                <w:lang w:eastAsia="en-US"/>
              </w:rPr>
            </w:pPr>
            <w:r w:rsidRPr="003473DE">
              <w:rPr>
                <w:rFonts w:eastAsia="Calibri" w:cs="Arial"/>
                <w:sz w:val="18"/>
                <w:szCs w:val="18"/>
                <w:lang w:eastAsia="en-US"/>
              </w:rPr>
              <w:t xml:space="preserve">Examentijd: </w:t>
            </w:r>
            <w:r w:rsidR="001C6280" w:rsidRPr="003473DE">
              <w:rPr>
                <w:rFonts w:eastAsia="Calibri" w:cs="Arial"/>
                <w:sz w:val="18"/>
                <w:szCs w:val="18"/>
                <w:lang w:eastAsia="en-US"/>
              </w:rPr>
              <w:t xml:space="preserve"> max 15 minuten</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1D4669"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22FD18"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54381F" w14:textId="4E600938" w:rsidR="001C6280" w:rsidRPr="003473DE" w:rsidRDefault="00F80432" w:rsidP="000615A3">
            <w:pPr>
              <w:jc w:val="center"/>
              <w:rPr>
                <w:rFonts w:eastAsia="Calibri" w:cs="Arial"/>
                <w:sz w:val="18"/>
                <w:szCs w:val="18"/>
                <w:lang w:eastAsia="en-US"/>
              </w:rPr>
            </w:pPr>
            <w:r w:rsidRPr="003473DE">
              <w:rPr>
                <w:rFonts w:eastAsia="Calibri" w:cs="Arial"/>
                <w:sz w:val="18"/>
                <w:szCs w:val="18"/>
                <w:lang w:eastAsia="en-US"/>
              </w:rPr>
              <w:t>1x</w:t>
            </w:r>
            <w:r w:rsidR="003473DE">
              <w:rPr>
                <w:rFonts w:eastAsia="Calibri" w:cs="Arial"/>
                <w:sz w:val="18"/>
                <w:szCs w:val="18"/>
                <w:lang w:eastAsia="en-US"/>
              </w:rPr>
              <w:t xml:space="preserve"> </w:t>
            </w:r>
            <w:r w:rsidRPr="003473DE">
              <w:rPr>
                <w:rFonts w:eastAsia="Calibri" w:cs="Arial"/>
                <w:sz w:val="18"/>
                <w:szCs w:val="18"/>
                <w:lang w:eastAsia="en-US"/>
              </w:rPr>
              <w:t xml:space="preserve"> </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4F9ABCB" w14:textId="77777777" w:rsidR="001C6280" w:rsidRPr="003473DE" w:rsidRDefault="001C6280" w:rsidP="000615A3">
            <w:pPr>
              <w:jc w:val="center"/>
              <w:rPr>
                <w:rFonts w:eastAsia="Calibri" w:cs="Arial"/>
                <w:sz w:val="18"/>
                <w:szCs w:val="18"/>
                <w:lang w:eastAsia="en-US"/>
              </w:rPr>
            </w:pPr>
          </w:p>
        </w:tc>
        <w:tc>
          <w:tcPr>
            <w:tcW w:w="77" w:type="dxa"/>
            <w:vMerge/>
            <w:tcBorders>
              <w:left w:val="single" w:sz="4" w:space="0" w:color="D8B511"/>
              <w:right w:val="single" w:sz="4" w:space="0" w:color="D8B511"/>
            </w:tcBorders>
            <w:shd w:val="clear" w:color="auto" w:fill="auto"/>
            <w:vAlign w:val="center"/>
          </w:tcPr>
          <w:p w14:paraId="39405CDE" w14:textId="77777777" w:rsidR="001C6280" w:rsidRPr="003473DE" w:rsidRDefault="001C6280"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378D7B" w14:textId="3EF4A04B" w:rsidR="001C6280" w:rsidRPr="003473DE" w:rsidRDefault="004178A2"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EC3FF6" w14:paraId="5F5E11C9"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EF21DCB"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SM-B1-K2-W1</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96DDFF9"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top w:val="single" w:sz="4" w:space="0" w:color="D8B511"/>
              <w:left w:val="single" w:sz="4" w:space="0" w:color="D8B511"/>
              <w:right w:val="single" w:sz="4" w:space="0" w:color="D8B511"/>
            </w:tcBorders>
            <w:shd w:val="clear" w:color="auto" w:fill="D9D9D9" w:themeFill="background1" w:themeFillShade="D9"/>
            <w:vAlign w:val="center"/>
          </w:tcPr>
          <w:p w14:paraId="57360429"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 Voert dienstverlenende, servicegerichte werkzaamheden uit</w:t>
            </w: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E4A7548"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B1-K2-W1 Assisteert bij de uitvoering van activiteiten</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BD35F5D"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 xml:space="preserve">In periode 1, 2, 3, 4; </w:t>
            </w:r>
          </w:p>
          <w:p w14:paraId="19822393" w14:textId="77DF47D3" w:rsidR="00441A41" w:rsidRPr="003473DE" w:rsidRDefault="00441A41" w:rsidP="000615A3">
            <w:pPr>
              <w:rPr>
                <w:rFonts w:eastAsia="Calibri" w:cs="Arial"/>
                <w:sz w:val="18"/>
                <w:szCs w:val="18"/>
                <w:lang w:eastAsia="en-US"/>
              </w:rPr>
            </w:pPr>
            <w:r w:rsidRPr="003473DE">
              <w:rPr>
                <w:rFonts w:eastAsia="Calibri" w:cs="Arial"/>
                <w:sz w:val="18"/>
                <w:szCs w:val="18"/>
                <w:lang w:eastAsia="en-US"/>
              </w:rPr>
              <w:t>Examentijd:  max 45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09B7EC4"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5B002A"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62238BB"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9E71FDF" w14:textId="066886FE"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12BE81DC"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1889237" w14:textId="0CB6BDA3"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EC3FF6" w14:paraId="73E5263D"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6DD22A3"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SM-B1-K2-W2</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C86A027"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Productbeoordeling</w:t>
            </w:r>
          </w:p>
        </w:tc>
        <w:tc>
          <w:tcPr>
            <w:tcW w:w="2268" w:type="dxa"/>
            <w:vMerge/>
            <w:tcBorders>
              <w:left w:val="single" w:sz="4" w:space="0" w:color="D8B511"/>
              <w:right w:val="single" w:sz="4" w:space="0" w:color="D8B511"/>
            </w:tcBorders>
            <w:shd w:val="clear" w:color="auto" w:fill="D9D9D9" w:themeFill="background1" w:themeFillShade="D9"/>
            <w:vAlign w:val="center"/>
          </w:tcPr>
          <w:p w14:paraId="33BAE950" w14:textId="77777777"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2495602E"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B1-K2-W2 Voert eenvoudige administratieve werkzaamheden uit</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F31B4AE" w14:textId="77777777" w:rsidR="00441A41" w:rsidRDefault="00441A41" w:rsidP="000615A3">
            <w:pPr>
              <w:rPr>
                <w:rFonts w:eastAsia="Calibri" w:cs="Arial"/>
                <w:sz w:val="18"/>
                <w:szCs w:val="18"/>
                <w:lang w:eastAsia="en-US"/>
              </w:rPr>
            </w:pPr>
            <w:r w:rsidRPr="003473DE">
              <w:rPr>
                <w:rFonts w:eastAsia="Calibri" w:cs="Arial"/>
                <w:sz w:val="18"/>
                <w:szCs w:val="18"/>
                <w:lang w:eastAsia="en-US"/>
              </w:rPr>
              <w:t xml:space="preserve">In periode 1, 2, 3, 4; </w:t>
            </w:r>
          </w:p>
          <w:p w14:paraId="11978E72" w14:textId="70ED51F2" w:rsidR="00441A41" w:rsidRPr="003473DE" w:rsidRDefault="00441A41" w:rsidP="000615A3">
            <w:pPr>
              <w:rPr>
                <w:rFonts w:eastAsia="Calibri" w:cs="Arial"/>
                <w:sz w:val="18"/>
                <w:szCs w:val="18"/>
                <w:lang w:eastAsia="en-US"/>
              </w:rPr>
            </w:pPr>
            <w:r>
              <w:rPr>
                <w:rFonts w:eastAsia="Calibri" w:cs="Arial"/>
                <w:sz w:val="18"/>
                <w:szCs w:val="18"/>
                <w:lang w:eastAsia="en-US"/>
              </w:rPr>
              <w:t xml:space="preserve">Examentijd: </w:t>
            </w:r>
            <w:r w:rsidRPr="003473DE">
              <w:rPr>
                <w:rFonts w:eastAsia="Calibri" w:cs="Arial"/>
                <w:sz w:val="18"/>
                <w:szCs w:val="18"/>
                <w:lang w:eastAsia="en-US"/>
              </w:rPr>
              <w:t>max 30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E4054B2"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4FE341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272120E9"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CF85A38" w14:textId="3FD631E6"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1EA9EC70"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7E05336" w14:textId="49B62062"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0DA39937"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8F8FA75"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SM-B1-K2-W3</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2AD1D91"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left w:val="single" w:sz="4" w:space="0" w:color="D8B511"/>
              <w:right w:val="single" w:sz="4" w:space="0" w:color="D8B511"/>
            </w:tcBorders>
            <w:shd w:val="clear" w:color="auto" w:fill="D9D9D9" w:themeFill="background1" w:themeFillShade="D9"/>
            <w:vAlign w:val="center"/>
          </w:tcPr>
          <w:p w14:paraId="06540CF6" w14:textId="22F1613D" w:rsidR="00441A41" w:rsidRPr="003473DE" w:rsidRDefault="00441A41" w:rsidP="000615A3">
            <w:pPr>
              <w:rPr>
                <w:rFonts w:eastAsia="Calibri" w:cs="Arial"/>
                <w:sz w:val="18"/>
                <w:szCs w:val="18"/>
                <w:lang w:eastAsia="en-US"/>
              </w:rPr>
            </w:pPr>
            <w:r w:rsidRPr="003473DE">
              <w:rPr>
                <w:rFonts w:eastAsia="Calibri" w:cs="Arial"/>
                <w:sz w:val="18"/>
                <w:szCs w:val="18"/>
                <w:lang w:eastAsia="en-US"/>
              </w:rPr>
              <w:t xml:space="preserve">B1-K2 Voert dienstverlenende, </w:t>
            </w:r>
            <w:r w:rsidRPr="003473DE">
              <w:rPr>
                <w:rFonts w:eastAsia="Calibri" w:cs="Arial"/>
                <w:sz w:val="18"/>
                <w:szCs w:val="18"/>
                <w:lang w:eastAsia="en-US"/>
              </w:rPr>
              <w:lastRenderedPageBreak/>
              <w:t>servicegerichte werkzaamheden uit</w:t>
            </w: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181DF34"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lastRenderedPageBreak/>
              <w:t>B1-K2-W3 Assisteert bij voorraadbeheer</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6528F63" w14:textId="77777777" w:rsidR="00441A41" w:rsidRDefault="00441A41" w:rsidP="000615A3">
            <w:pPr>
              <w:rPr>
                <w:rFonts w:eastAsia="Calibri" w:cs="Arial"/>
                <w:sz w:val="18"/>
                <w:szCs w:val="18"/>
                <w:lang w:eastAsia="en-US"/>
              </w:rPr>
            </w:pPr>
            <w:r w:rsidRPr="003473DE">
              <w:rPr>
                <w:rFonts w:eastAsia="Calibri" w:cs="Arial"/>
                <w:sz w:val="18"/>
                <w:szCs w:val="18"/>
                <w:lang w:eastAsia="en-US"/>
              </w:rPr>
              <w:t xml:space="preserve">In periode 1, 2, 3, 4; </w:t>
            </w:r>
          </w:p>
          <w:p w14:paraId="4E5CC3AD" w14:textId="380E43FA" w:rsidR="00441A41" w:rsidRPr="003473DE" w:rsidRDefault="00441A41" w:rsidP="000615A3">
            <w:pPr>
              <w:rPr>
                <w:rFonts w:eastAsia="Calibri" w:cs="Arial"/>
                <w:sz w:val="18"/>
                <w:szCs w:val="18"/>
                <w:lang w:eastAsia="en-US"/>
              </w:rPr>
            </w:pPr>
            <w:r>
              <w:rPr>
                <w:rFonts w:eastAsia="Calibri" w:cs="Arial"/>
                <w:sz w:val="18"/>
                <w:szCs w:val="18"/>
                <w:lang w:eastAsia="en-US"/>
              </w:rPr>
              <w:t>Examentijd</w:t>
            </w:r>
            <w:r w:rsidRPr="003473DE">
              <w:rPr>
                <w:rFonts w:eastAsia="Calibri" w:cs="Arial"/>
                <w:sz w:val="18"/>
                <w:szCs w:val="18"/>
                <w:lang w:eastAsia="en-US"/>
              </w:rPr>
              <w:t>: max 30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7CBB25E"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C8696EA"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25875E3"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6AF4800" w14:textId="4ACA9E73"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6D6A0D3A"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88A531F" w14:textId="6B051FD9"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3D3200C7"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399B5C"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lastRenderedPageBreak/>
              <w:t>SM-B1-K2-W4</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50A0418"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tcBorders>
              <w:left w:val="single" w:sz="4" w:space="0" w:color="D8B511"/>
              <w:right w:val="single" w:sz="4" w:space="0" w:color="D8B511"/>
            </w:tcBorders>
            <w:shd w:val="clear" w:color="auto" w:fill="D9D9D9" w:themeFill="background1" w:themeFillShade="D9"/>
            <w:vAlign w:val="center"/>
          </w:tcPr>
          <w:p w14:paraId="5C4BE73B" w14:textId="4C8DC32B"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6F2AC74"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B1-K2-W4 Voert eenvoudige onderhouds- en herstelwerkzaamheden uit</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6CEDF2C" w14:textId="386ED52C" w:rsidR="00441A41" w:rsidRPr="003473DE" w:rsidRDefault="00441A41" w:rsidP="000615A3">
            <w:pPr>
              <w:rPr>
                <w:rFonts w:eastAsia="Calibri" w:cs="Arial"/>
                <w:sz w:val="18"/>
                <w:szCs w:val="18"/>
                <w:lang w:eastAsia="en-US"/>
              </w:rPr>
            </w:pPr>
            <w:r w:rsidRPr="003473DE">
              <w:rPr>
                <w:rFonts w:eastAsia="Calibri" w:cs="Arial"/>
                <w:sz w:val="18"/>
                <w:szCs w:val="18"/>
                <w:lang w:eastAsia="en-US"/>
              </w:rPr>
              <w:t xml:space="preserve">In periode 1, 2, 3, 4; </w:t>
            </w:r>
            <w:r w:rsidR="00926A21">
              <w:rPr>
                <w:rFonts w:eastAsia="Calibri" w:cs="Arial"/>
                <w:sz w:val="18"/>
                <w:szCs w:val="18"/>
                <w:lang w:eastAsia="en-US"/>
              </w:rPr>
              <w:t xml:space="preserve">Examentijd: </w:t>
            </w:r>
            <w:r w:rsidRPr="003473DE">
              <w:rPr>
                <w:rFonts w:eastAsia="Calibri" w:cs="Arial"/>
                <w:sz w:val="18"/>
                <w:szCs w:val="18"/>
                <w:lang w:eastAsia="en-US"/>
              </w:rPr>
              <w:t>max 45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954463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116A4C4"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CBBC58D"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A967D99" w14:textId="65050576"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2A5D4C72"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4A808A" w14:textId="3EA3B647"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1AD989FD"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254B98B"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SM-B1-K2-W5</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738DBA6" w14:textId="388C77EE" w:rsidR="00F2023F" w:rsidRDefault="00F2023F" w:rsidP="000615A3">
            <w:pPr>
              <w:rPr>
                <w:rFonts w:eastAsia="Calibri" w:cs="Arial"/>
                <w:sz w:val="18"/>
                <w:szCs w:val="18"/>
                <w:lang w:eastAsia="en-US"/>
              </w:rPr>
            </w:pPr>
            <w:r>
              <w:rPr>
                <w:rFonts w:eastAsia="Calibri" w:cs="Arial"/>
                <w:sz w:val="18"/>
                <w:szCs w:val="18"/>
                <w:lang w:eastAsia="en-US"/>
              </w:rPr>
              <w:t>Voorbereidende opdracht</w:t>
            </w:r>
            <w:r>
              <w:rPr>
                <w:rFonts w:eastAsia="Calibri" w:cs="Arial"/>
                <w:sz w:val="18"/>
                <w:szCs w:val="18"/>
                <w:lang w:eastAsia="en-US"/>
              </w:rPr>
              <w:br/>
            </w:r>
          </w:p>
          <w:p w14:paraId="475EEEE0" w14:textId="5AC5F445" w:rsidR="00441A41" w:rsidRPr="003473DE" w:rsidRDefault="00441A41" w:rsidP="000615A3">
            <w:pPr>
              <w:rPr>
                <w:rFonts w:eastAsia="Calibri" w:cs="Arial"/>
                <w:sz w:val="18"/>
                <w:szCs w:val="18"/>
                <w:lang w:eastAsia="en-US"/>
              </w:rPr>
            </w:pPr>
            <w:r w:rsidRPr="003473DE">
              <w:rPr>
                <w:rFonts w:eastAsia="Calibri" w:cs="Arial"/>
                <w:sz w:val="18"/>
                <w:szCs w:val="18"/>
                <w:lang w:eastAsia="en-US"/>
              </w:rPr>
              <w:t>Examengesprek</w:t>
            </w:r>
          </w:p>
        </w:tc>
        <w:tc>
          <w:tcPr>
            <w:tcW w:w="2268" w:type="dxa"/>
            <w:vMerge/>
            <w:tcBorders>
              <w:left w:val="single" w:sz="4" w:space="0" w:color="D8B511"/>
              <w:bottom w:val="single" w:sz="4" w:space="0" w:color="D8B511"/>
              <w:right w:val="single" w:sz="4" w:space="0" w:color="D8B511"/>
            </w:tcBorders>
            <w:shd w:val="clear" w:color="auto" w:fill="D9D9D9" w:themeFill="background1" w:themeFillShade="D9"/>
            <w:vAlign w:val="center"/>
          </w:tcPr>
          <w:p w14:paraId="1FFED800" w14:textId="77777777"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EB13C90"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B1-K2-W5 In behandeling nemen en registreren van incidenten</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EA47AAB" w14:textId="77777777" w:rsidR="00D76679" w:rsidRDefault="00441A41" w:rsidP="000615A3">
            <w:pPr>
              <w:rPr>
                <w:rFonts w:eastAsia="Calibri" w:cs="Arial"/>
                <w:sz w:val="18"/>
                <w:szCs w:val="18"/>
                <w:lang w:eastAsia="en-US"/>
              </w:rPr>
            </w:pPr>
            <w:r w:rsidRPr="003473DE">
              <w:rPr>
                <w:rFonts w:eastAsia="Calibri" w:cs="Arial"/>
                <w:sz w:val="18"/>
                <w:szCs w:val="18"/>
                <w:lang w:eastAsia="en-US"/>
              </w:rPr>
              <w:t xml:space="preserve">In periode 1, 2, 3, 4; </w:t>
            </w:r>
            <w:r w:rsidR="00926A21">
              <w:rPr>
                <w:rFonts w:eastAsia="Calibri" w:cs="Arial"/>
                <w:sz w:val="18"/>
                <w:szCs w:val="18"/>
                <w:lang w:eastAsia="en-US"/>
              </w:rPr>
              <w:t>Examenperiode</w:t>
            </w:r>
            <w:r w:rsidR="00D76679">
              <w:rPr>
                <w:rFonts w:eastAsia="Calibri" w:cs="Arial"/>
                <w:sz w:val="18"/>
                <w:szCs w:val="18"/>
                <w:lang w:eastAsia="en-US"/>
              </w:rPr>
              <w:t>: max 1 dag</w:t>
            </w:r>
          </w:p>
          <w:p w14:paraId="1D74DACA" w14:textId="77777777" w:rsidR="00D76679" w:rsidRDefault="00D76679" w:rsidP="000615A3">
            <w:pPr>
              <w:rPr>
                <w:rFonts w:eastAsia="Calibri" w:cs="Arial"/>
                <w:sz w:val="18"/>
                <w:szCs w:val="18"/>
                <w:lang w:eastAsia="en-US"/>
              </w:rPr>
            </w:pPr>
          </w:p>
          <w:p w14:paraId="406D1B82" w14:textId="6B35B3CD" w:rsidR="00441A41" w:rsidRPr="003473DE" w:rsidRDefault="00D76679" w:rsidP="000615A3">
            <w:pPr>
              <w:rPr>
                <w:rFonts w:eastAsia="Calibri" w:cs="Arial"/>
                <w:sz w:val="18"/>
                <w:szCs w:val="18"/>
                <w:lang w:eastAsia="en-US"/>
              </w:rPr>
            </w:pPr>
            <w:r>
              <w:rPr>
                <w:rFonts w:eastAsia="Calibri" w:cs="Arial"/>
                <w:sz w:val="18"/>
                <w:szCs w:val="18"/>
                <w:lang w:eastAsia="en-US"/>
              </w:rPr>
              <w:t xml:space="preserve">Examentijd: </w:t>
            </w:r>
            <w:r w:rsidR="00441A41" w:rsidRPr="003473DE">
              <w:rPr>
                <w:rFonts w:eastAsia="Calibri" w:cs="Arial"/>
                <w:sz w:val="18"/>
                <w:szCs w:val="18"/>
                <w:lang w:eastAsia="en-US"/>
              </w:rPr>
              <w:t>max 15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4C510BC"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71FD33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AF6B36E"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54E639F" w14:textId="70EB0984"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bottom w:val="single" w:sz="4" w:space="0" w:color="D8B511"/>
              <w:right w:val="single" w:sz="4" w:space="0" w:color="D8B511"/>
            </w:tcBorders>
            <w:shd w:val="clear" w:color="auto" w:fill="D9D9D9" w:themeFill="background1" w:themeFillShade="D9"/>
            <w:vAlign w:val="center"/>
          </w:tcPr>
          <w:p w14:paraId="7B508A86"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BDF269F" w14:textId="299491BE"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bl>
    <w:p w14:paraId="3A2037EC" w14:textId="3E6F07F4" w:rsidR="001C6280" w:rsidRPr="003473DE" w:rsidRDefault="001C6280" w:rsidP="001C6280">
      <w:pPr>
        <w:rPr>
          <w:sz w:val="18"/>
          <w:szCs w:val="18"/>
        </w:rPr>
      </w:pP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57627" w:rsidRPr="00EC3FF6" w14:paraId="59EF90D3" w14:textId="77777777" w:rsidTr="00A57627">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5" w:name="_Hlk29298469"/>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693D3A8" w14:textId="44D12E30"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basisdeel per kerntaak: minimaal V (voldoende) per kerntaak (schaal O-V-G). </w:t>
            </w:r>
          </w:p>
        </w:tc>
      </w:tr>
      <w:tr w:rsidR="00A57627" w:rsidRPr="00EC3FF6" w14:paraId="0EF74447"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5DF9F84" w14:textId="2D90F968"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profieldeel per kerntaak: </w:t>
            </w:r>
            <w:r w:rsidR="00507439">
              <w:rPr>
                <w:rFonts w:eastAsia="Calibri" w:cs="Arial"/>
                <w:b/>
                <w:sz w:val="18"/>
                <w:szCs w:val="18"/>
                <w:lang w:eastAsia="en-US"/>
              </w:rPr>
              <w:t xml:space="preserve">n.v.t. </w:t>
            </w:r>
          </w:p>
        </w:tc>
      </w:tr>
      <w:bookmarkEnd w:id="15"/>
    </w:tbl>
    <w:p w14:paraId="7CA27499" w14:textId="2DBCD4A9" w:rsidR="00A57627" w:rsidRDefault="00A57627" w:rsidP="00E17579"/>
    <w:p w14:paraId="403734FB" w14:textId="20F85601" w:rsidR="00507439" w:rsidRDefault="00507439" w:rsidP="00E17579"/>
    <w:p w14:paraId="72082F83" w14:textId="3F13BBE9" w:rsidR="00507439" w:rsidRDefault="00507439" w:rsidP="00E17579"/>
    <w:p w14:paraId="731CB547" w14:textId="2F636A9E" w:rsidR="00507439" w:rsidRDefault="00507439" w:rsidP="00E17579"/>
    <w:p w14:paraId="13FDF2C3" w14:textId="1056E1A2" w:rsidR="00507439" w:rsidRDefault="00507439" w:rsidP="00E17579"/>
    <w:p w14:paraId="701ABF91" w14:textId="4D3414F6" w:rsidR="00507439" w:rsidRDefault="00507439" w:rsidP="00E17579"/>
    <w:p w14:paraId="621501CC" w14:textId="5AF2E68B" w:rsidR="00507439" w:rsidRDefault="00507439" w:rsidP="00E17579"/>
    <w:p w14:paraId="338350DE" w14:textId="4FC21D7A" w:rsidR="00507439" w:rsidRDefault="00507439" w:rsidP="00E17579"/>
    <w:p w14:paraId="64F1C070" w14:textId="297070D7" w:rsidR="00507439" w:rsidRDefault="00507439" w:rsidP="00E17579"/>
    <w:p w14:paraId="59A5AE03" w14:textId="441194FD" w:rsidR="00507439" w:rsidRDefault="00507439" w:rsidP="00E17579"/>
    <w:p w14:paraId="718D76F6" w14:textId="5B19BF64" w:rsidR="00507439" w:rsidRDefault="00507439" w:rsidP="00E17579"/>
    <w:p w14:paraId="05D03B45" w14:textId="207E74AD" w:rsidR="00507439" w:rsidRDefault="00507439" w:rsidP="00E17579"/>
    <w:p w14:paraId="2E4EC393" w14:textId="3AABE2CE" w:rsidR="00507439" w:rsidRDefault="00507439" w:rsidP="00E17579"/>
    <w:p w14:paraId="6F28BEE4" w14:textId="407A8B31" w:rsidR="00C739A2" w:rsidRDefault="00C739A2" w:rsidP="00E17579"/>
    <w:p w14:paraId="383AA34E" w14:textId="77777777" w:rsidR="00C739A2" w:rsidRDefault="00C739A2" w:rsidP="00E17579"/>
    <w:p w14:paraId="22CAD623" w14:textId="5A85C731" w:rsidR="00507439" w:rsidRDefault="00507439" w:rsidP="00E17579"/>
    <w:p w14:paraId="593791C5" w14:textId="43E00CC8" w:rsidR="00507439" w:rsidRDefault="00507439" w:rsidP="00E17579"/>
    <w:p w14:paraId="055722CF" w14:textId="7ADF23FB" w:rsidR="00507439" w:rsidRDefault="00507439" w:rsidP="00E17579"/>
    <w:p w14:paraId="5D744AA5" w14:textId="51607C86" w:rsidR="00507439" w:rsidRDefault="00507439" w:rsidP="00E17579"/>
    <w:p w14:paraId="7D95FFAF" w14:textId="77777777" w:rsidR="00507439" w:rsidRPr="00EA6D05" w:rsidRDefault="00507439"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256D7B5C"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E83568">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1"/>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B21171" w:rsidRDefault="00C27D45" w:rsidP="00C27D45">
      <w:pPr>
        <w:pStyle w:val="Lijstalinea"/>
        <w:numPr>
          <w:ilvl w:val="0"/>
          <w:numId w:val="6"/>
        </w:numPr>
        <w:rPr>
          <w:rFonts w:cs="Arial"/>
        </w:rPr>
      </w:pPr>
      <w:r w:rsidRPr="00B21171">
        <w:rPr>
          <w:rFonts w:cs="Arial"/>
        </w:rPr>
        <w:t>de beroepspraktijkvorming voor zover die betrekking heeft op de kwalificatie moet met een positieve beoordeling zijn voltooid;</w:t>
      </w:r>
    </w:p>
    <w:p w14:paraId="322988B1" w14:textId="77777777" w:rsidR="00C27D45" w:rsidRPr="00612CC7" w:rsidRDefault="00C27D45" w:rsidP="00C27D45">
      <w:pPr>
        <w:pStyle w:val="Lijstalinea"/>
        <w:numPr>
          <w:ilvl w:val="0"/>
          <w:numId w:val="6"/>
        </w:numPr>
        <w:rPr>
          <w:rFonts w:cs="Arial"/>
        </w:rPr>
      </w:pPr>
      <w:r w:rsidRPr="00612CC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het gemiddelde van de examenresultaten van de keuzedelen binnen de keuzedeelverplichting moet ten minste een 6 zijn;</w:t>
      </w:r>
    </w:p>
    <w:p w14:paraId="552DD88B"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minimaal de helft van deze keuzedelen moet het resultaat ten minste een 6 zijn;</w:t>
      </w:r>
    </w:p>
    <w:p w14:paraId="5AD9200A"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een keuzedeelresultaat mag nooit lager dan een 4 zijn.</w:t>
      </w:r>
    </w:p>
    <w:p w14:paraId="56AF0DC7"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266610F7" w:rsidR="00AC5E30" w:rsidRDefault="09C9D8CC" w:rsidP="09C9D8CC">
      <w:pPr>
        <w:rPr>
          <w:rFonts w:cs="Arial"/>
        </w:rPr>
      </w:pPr>
      <w:r w:rsidRPr="00EA6D05">
        <w:rPr>
          <w:rFonts w:cs="Arial"/>
        </w:rPr>
        <w:t>Voor alle dimensies van Loopbaan en Burgerschap moet de student kunnen aantonen dat hij voldaan heeft aan de inspanningsverplichting.</w:t>
      </w:r>
    </w:p>
    <w:p w14:paraId="34A58ABB" w14:textId="36BC012B" w:rsidR="000A67C2" w:rsidRDefault="000A67C2" w:rsidP="09C9D8CC">
      <w:pPr>
        <w:rPr>
          <w:rFonts w:cs="Arial"/>
        </w:rPr>
      </w:pPr>
    </w:p>
    <w:p w14:paraId="65858E4F" w14:textId="77777777" w:rsidR="000A67C2" w:rsidRPr="00EA6D05" w:rsidRDefault="000A67C2" w:rsidP="09C9D8CC">
      <w:pPr>
        <w:rPr>
          <w:rFonts w:cs="Arial"/>
        </w:rPr>
      </w:pPr>
    </w:p>
    <w:p w14:paraId="4BA70B51" w14:textId="77777777" w:rsidR="00D4136B" w:rsidRPr="00101C6B" w:rsidRDefault="00D4136B" w:rsidP="00883681">
      <w:pPr>
        <w:rPr>
          <w:rFonts w:cs="Arial"/>
          <w:sz w:val="18"/>
          <w:szCs w:val="18"/>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202"/>
        <w:gridCol w:w="1945"/>
        <w:gridCol w:w="3686"/>
        <w:gridCol w:w="972"/>
        <w:gridCol w:w="1267"/>
      </w:tblGrid>
      <w:tr w:rsidR="00AA4201" w:rsidRPr="00101C6B" w14:paraId="7B837705" w14:textId="77777777" w:rsidTr="00E0252F">
        <w:trPr>
          <w:cantSplit/>
          <w:trHeight w:val="340"/>
        </w:trPr>
        <w:tc>
          <w:tcPr>
            <w:tcW w:w="1650" w:type="dxa"/>
            <w:tcBorders>
              <w:bottom w:val="single" w:sz="4" w:space="0" w:color="D9D9D9" w:themeColor="background1" w:themeShade="D9"/>
            </w:tcBorders>
            <w:shd w:val="clear" w:color="auto" w:fill="D8B511"/>
          </w:tcPr>
          <w:p w14:paraId="137CCC7A" w14:textId="77777777" w:rsidR="00AA4201" w:rsidRPr="00D6007F" w:rsidRDefault="00AA4201" w:rsidP="00AA4201">
            <w:pPr>
              <w:rPr>
                <w:rFonts w:cs="Arial"/>
                <w:b/>
                <w:bCs/>
                <w:sz w:val="16"/>
                <w:szCs w:val="16"/>
                <w:lang w:val="nl"/>
              </w:rPr>
            </w:pPr>
            <w:r w:rsidRPr="00D6007F">
              <w:rPr>
                <w:rFonts w:cs="Arial"/>
                <w:b/>
                <w:bCs/>
                <w:sz w:val="16"/>
                <w:szCs w:val="16"/>
                <w:lang w:val="nl"/>
              </w:rPr>
              <w:t>LB</w:t>
            </w:r>
          </w:p>
        </w:tc>
        <w:tc>
          <w:tcPr>
            <w:tcW w:w="3402" w:type="dxa"/>
            <w:shd w:val="clear" w:color="auto" w:fill="D8B511"/>
          </w:tcPr>
          <w:p w14:paraId="35BD15D9" w14:textId="77777777" w:rsidR="00AA4201" w:rsidRPr="00D6007F" w:rsidRDefault="00AA4201" w:rsidP="00AA4201">
            <w:pPr>
              <w:rPr>
                <w:rFonts w:cs="Arial"/>
                <w:b/>
                <w:bCs/>
                <w:sz w:val="16"/>
                <w:szCs w:val="16"/>
                <w:lang w:val="nl"/>
              </w:rPr>
            </w:pPr>
            <w:r w:rsidRPr="00D6007F">
              <w:rPr>
                <w:rFonts w:cs="Arial"/>
                <w:b/>
                <w:bCs/>
                <w:sz w:val="16"/>
                <w:szCs w:val="16"/>
                <w:lang w:val="nl"/>
              </w:rPr>
              <w:t>Dimensies</w:t>
            </w:r>
          </w:p>
        </w:tc>
        <w:tc>
          <w:tcPr>
            <w:tcW w:w="1985" w:type="dxa"/>
            <w:shd w:val="clear" w:color="auto" w:fill="D8B511"/>
          </w:tcPr>
          <w:p w14:paraId="31FC0225" w14:textId="77777777" w:rsidR="00AA4201" w:rsidRPr="00D6007F" w:rsidRDefault="00AA4201" w:rsidP="00AA4201">
            <w:pPr>
              <w:rPr>
                <w:rFonts w:cs="Arial"/>
                <w:b/>
                <w:bCs/>
                <w:sz w:val="16"/>
                <w:szCs w:val="16"/>
                <w:lang w:val="nl"/>
              </w:rPr>
            </w:pPr>
            <w:r w:rsidRPr="00D6007F">
              <w:rPr>
                <w:rFonts w:cs="Arial"/>
                <w:b/>
                <w:bCs/>
                <w:sz w:val="16"/>
                <w:szCs w:val="16"/>
                <w:lang w:val="nl"/>
              </w:rPr>
              <w:t xml:space="preserve">Bewijzen van inspanning van </w:t>
            </w:r>
            <w:r w:rsidRPr="00D6007F">
              <w:rPr>
                <w:rFonts w:cs="Arial"/>
                <w:sz w:val="16"/>
                <w:szCs w:val="16"/>
              </w:rPr>
              <w:br/>
            </w:r>
            <w:r w:rsidRPr="00D6007F">
              <w:rPr>
                <w:rFonts w:cs="Arial"/>
                <w:b/>
                <w:bCs/>
                <w:sz w:val="16"/>
                <w:szCs w:val="16"/>
                <w:lang w:val="nl"/>
              </w:rPr>
              <w:t>de student</w:t>
            </w:r>
          </w:p>
        </w:tc>
        <w:tc>
          <w:tcPr>
            <w:tcW w:w="1193" w:type="dxa"/>
            <w:shd w:val="clear" w:color="auto" w:fill="D8B511"/>
          </w:tcPr>
          <w:p w14:paraId="2BEB16E4" w14:textId="77777777" w:rsidR="00AA4201" w:rsidRPr="00D6007F" w:rsidRDefault="00AA4201" w:rsidP="00AA4201">
            <w:pPr>
              <w:rPr>
                <w:rFonts w:cs="Arial"/>
                <w:b/>
                <w:bCs/>
                <w:sz w:val="16"/>
                <w:szCs w:val="16"/>
                <w:lang w:val="nl"/>
              </w:rPr>
            </w:pPr>
            <w:r w:rsidRPr="00D6007F">
              <w:rPr>
                <w:rFonts w:cs="Arial"/>
                <w:b/>
                <w:bCs/>
                <w:sz w:val="16"/>
                <w:szCs w:val="16"/>
                <w:lang w:val="nl"/>
              </w:rPr>
              <w:t>Score-voorschrift</w:t>
            </w:r>
          </w:p>
          <w:p w14:paraId="74D9ED4F" w14:textId="77777777" w:rsidR="00AA4201" w:rsidRPr="00D6007F" w:rsidRDefault="00AA4201" w:rsidP="00AA4201">
            <w:pPr>
              <w:rPr>
                <w:rFonts w:cs="Arial"/>
                <w:b/>
                <w:bCs/>
                <w:sz w:val="16"/>
                <w:szCs w:val="16"/>
                <w:lang w:val="nl"/>
              </w:rPr>
            </w:pPr>
          </w:p>
        </w:tc>
        <w:tc>
          <w:tcPr>
            <w:tcW w:w="842" w:type="dxa"/>
            <w:shd w:val="clear" w:color="auto" w:fill="D8B511"/>
          </w:tcPr>
          <w:p w14:paraId="6771F0A6" w14:textId="77777777" w:rsidR="00AA4201" w:rsidRPr="00D6007F" w:rsidRDefault="00AA4201" w:rsidP="00AA4201">
            <w:pPr>
              <w:rPr>
                <w:rFonts w:cs="Arial"/>
                <w:b/>
                <w:bCs/>
                <w:sz w:val="16"/>
                <w:szCs w:val="16"/>
                <w:lang w:val="nl"/>
              </w:rPr>
            </w:pPr>
            <w:r w:rsidRPr="00D6007F">
              <w:rPr>
                <w:rFonts w:cs="Arial"/>
                <w:b/>
                <w:bCs/>
                <w:sz w:val="16"/>
                <w:szCs w:val="16"/>
                <w:lang w:val="nl"/>
              </w:rPr>
              <w:t>Inlever-</w:t>
            </w:r>
          </w:p>
          <w:p w14:paraId="192A0160" w14:textId="77777777" w:rsidR="00AA4201" w:rsidRPr="00D6007F" w:rsidRDefault="00AA4201" w:rsidP="00AA4201">
            <w:pPr>
              <w:rPr>
                <w:rFonts w:cs="Arial"/>
                <w:b/>
                <w:bCs/>
                <w:sz w:val="16"/>
                <w:szCs w:val="16"/>
                <w:lang w:val="nl"/>
              </w:rPr>
            </w:pPr>
            <w:r w:rsidRPr="00D6007F">
              <w:rPr>
                <w:rFonts w:cs="Arial"/>
                <w:b/>
                <w:bCs/>
                <w:sz w:val="16"/>
                <w:szCs w:val="16"/>
                <w:lang w:val="nl"/>
              </w:rPr>
              <w:t>datum</w:t>
            </w:r>
          </w:p>
        </w:tc>
      </w:tr>
      <w:tr w:rsidR="00101C6B" w:rsidRPr="00101C6B" w14:paraId="50589D4C" w14:textId="77777777" w:rsidTr="00E0252F">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101C6B" w:rsidRPr="00D6007F" w:rsidRDefault="00101C6B" w:rsidP="00101C6B">
            <w:pPr>
              <w:rPr>
                <w:rFonts w:cs="Arial"/>
                <w:b/>
                <w:bCs/>
                <w:sz w:val="16"/>
                <w:szCs w:val="16"/>
                <w:lang w:val="nl"/>
              </w:rPr>
            </w:pPr>
            <w:r w:rsidRPr="00D6007F">
              <w:rPr>
                <w:rFonts w:cs="Arial"/>
                <w:b/>
                <w:bCs/>
                <w:sz w:val="16"/>
                <w:szCs w:val="16"/>
                <w:lang w:val="nl"/>
              </w:rPr>
              <w:t>1. Loopbaan</w:t>
            </w:r>
          </w:p>
        </w:tc>
        <w:tc>
          <w:tcPr>
            <w:tcW w:w="3402" w:type="dxa"/>
            <w:tcBorders>
              <w:left w:val="nil"/>
            </w:tcBorders>
          </w:tcPr>
          <w:p w14:paraId="49D3D541" w14:textId="3737A01F" w:rsidR="00101C6B" w:rsidRPr="00D6007F" w:rsidRDefault="00101C6B" w:rsidP="00101C6B">
            <w:pPr>
              <w:rPr>
                <w:rFonts w:cs="Arial"/>
                <w:sz w:val="16"/>
                <w:szCs w:val="16"/>
                <w:lang w:val="nl"/>
              </w:rPr>
            </w:pPr>
            <w:r w:rsidRPr="00D6007F">
              <w:rPr>
                <w:rFonts w:cs="Arial"/>
                <w:sz w:val="16"/>
                <w:szCs w:val="16"/>
                <w:lang w:val="nl"/>
              </w:rPr>
              <w:t xml:space="preserve">1. Loopbaanoriëntatie en   </w:t>
            </w:r>
          </w:p>
          <w:p w14:paraId="5EA9063D" w14:textId="27184CCB" w:rsidR="00101C6B" w:rsidRPr="00D6007F" w:rsidRDefault="00101C6B" w:rsidP="00101C6B">
            <w:pPr>
              <w:rPr>
                <w:rFonts w:cs="Arial"/>
                <w:sz w:val="16"/>
                <w:szCs w:val="16"/>
                <w:lang w:val="nl"/>
              </w:rPr>
            </w:pPr>
            <w:r w:rsidRPr="00D6007F">
              <w:rPr>
                <w:rFonts w:cs="Arial"/>
                <w:sz w:val="16"/>
                <w:szCs w:val="16"/>
                <w:lang w:val="nl"/>
              </w:rPr>
              <w:t xml:space="preserve">    -ontwikkeling</w:t>
            </w:r>
          </w:p>
        </w:tc>
        <w:tc>
          <w:tcPr>
            <w:tcW w:w="1985" w:type="dxa"/>
          </w:tcPr>
          <w:p w14:paraId="063F69E0" w14:textId="561C3704"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en begeleidingsgesprekken </w:t>
            </w:r>
          </w:p>
          <w:p w14:paraId="15613405" w14:textId="77777777" w:rsidR="00101C6B" w:rsidRPr="00D6007F" w:rsidRDefault="00101C6B" w:rsidP="00101C6B">
            <w:pPr>
              <w:rPr>
                <w:rFonts w:cs="Arial"/>
                <w:sz w:val="16"/>
                <w:szCs w:val="16"/>
                <w:lang w:val="nl"/>
              </w:rPr>
            </w:pPr>
          </w:p>
        </w:tc>
        <w:tc>
          <w:tcPr>
            <w:tcW w:w="1193" w:type="dxa"/>
          </w:tcPr>
          <w:p w14:paraId="4D155FD5" w14:textId="67C1A91B"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B81712A" w14:textId="77777777" w:rsidR="00101C6B" w:rsidRPr="00D6007F" w:rsidRDefault="00101C6B" w:rsidP="00101C6B">
            <w:pPr>
              <w:rPr>
                <w:rFonts w:cs="Arial"/>
                <w:sz w:val="16"/>
                <w:szCs w:val="16"/>
              </w:rPr>
            </w:pPr>
            <w:r w:rsidRPr="00D6007F">
              <w:rPr>
                <w:rFonts w:eastAsia="Arial" w:cs="Arial"/>
                <w:sz w:val="16"/>
                <w:szCs w:val="16"/>
                <w:lang w:val="nl"/>
              </w:rPr>
              <w:t>Uiterlijk de laatste onderwijsperiode</w:t>
            </w:r>
            <w:r w:rsidRPr="00D6007F">
              <w:rPr>
                <w:rFonts w:cs="Arial"/>
                <w:sz w:val="16"/>
                <w:szCs w:val="16"/>
                <w:lang w:val="nl"/>
              </w:rPr>
              <w:t xml:space="preserve"> </w:t>
            </w:r>
          </w:p>
          <w:p w14:paraId="480A5B2D" w14:textId="77777777" w:rsidR="00101C6B" w:rsidRPr="00D6007F" w:rsidRDefault="00101C6B" w:rsidP="00101C6B">
            <w:pPr>
              <w:rPr>
                <w:rFonts w:cs="Arial"/>
                <w:sz w:val="16"/>
                <w:szCs w:val="16"/>
                <w:lang w:val="nl"/>
              </w:rPr>
            </w:pPr>
          </w:p>
        </w:tc>
      </w:tr>
      <w:tr w:rsidR="00101C6B" w:rsidRPr="00101C6B" w14:paraId="675C41BB" w14:textId="77777777" w:rsidTr="00E0252F">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101C6B" w:rsidRPr="00D6007F" w:rsidRDefault="00101C6B" w:rsidP="00101C6B">
            <w:pPr>
              <w:rPr>
                <w:rFonts w:eastAsia="Arial" w:cs="Arial"/>
                <w:b/>
                <w:bCs/>
                <w:sz w:val="16"/>
                <w:szCs w:val="16"/>
                <w:lang w:val="nl"/>
              </w:rPr>
            </w:pPr>
            <w:r w:rsidRPr="00D6007F">
              <w:rPr>
                <w:rFonts w:eastAsia="Arial" w:cs="Arial"/>
                <w:b/>
                <w:bCs/>
                <w:sz w:val="16"/>
                <w:szCs w:val="16"/>
                <w:lang w:val="nl"/>
              </w:rPr>
              <w:t>2. Burgerschap</w:t>
            </w:r>
          </w:p>
        </w:tc>
        <w:tc>
          <w:tcPr>
            <w:tcW w:w="3402" w:type="dxa"/>
            <w:tcBorders>
              <w:left w:val="nil"/>
            </w:tcBorders>
          </w:tcPr>
          <w:p w14:paraId="2F5FA7FF" w14:textId="4DBA7CC8" w:rsidR="00101C6B" w:rsidRPr="00D6007F" w:rsidRDefault="00101C6B" w:rsidP="00101C6B">
            <w:pPr>
              <w:rPr>
                <w:rFonts w:eastAsia="Arial" w:cs="Arial"/>
                <w:sz w:val="16"/>
                <w:szCs w:val="16"/>
                <w:lang w:val="nl"/>
              </w:rPr>
            </w:pPr>
            <w:r w:rsidRPr="00D6007F">
              <w:rPr>
                <w:rFonts w:eastAsia="Arial" w:cs="Arial"/>
                <w:sz w:val="16"/>
                <w:szCs w:val="16"/>
                <w:lang w:val="nl"/>
              </w:rPr>
              <w:t>2.1 De politiek-juridische</w:t>
            </w:r>
          </w:p>
          <w:p w14:paraId="03BCA4DA" w14:textId="0651F308" w:rsidR="00101C6B" w:rsidRPr="00D6007F" w:rsidRDefault="00101C6B" w:rsidP="00101C6B">
            <w:pPr>
              <w:rPr>
                <w:rFonts w:eastAsia="Arial" w:cs="Arial"/>
                <w:sz w:val="16"/>
                <w:szCs w:val="16"/>
                <w:lang w:val="nl"/>
              </w:rPr>
            </w:pPr>
            <w:r w:rsidRPr="00D6007F">
              <w:rPr>
                <w:rFonts w:eastAsia="Arial" w:cs="Arial"/>
                <w:sz w:val="16"/>
                <w:szCs w:val="16"/>
                <w:lang w:val="nl"/>
              </w:rPr>
              <w:t xml:space="preserve">      dimensie </w:t>
            </w:r>
          </w:p>
        </w:tc>
        <w:tc>
          <w:tcPr>
            <w:tcW w:w="1985" w:type="dxa"/>
          </w:tcPr>
          <w:p w14:paraId="7FDF1180"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770CF00C" w14:textId="77777777" w:rsidR="00101C6B" w:rsidRPr="00D6007F" w:rsidRDefault="00101C6B" w:rsidP="00101C6B">
            <w:pPr>
              <w:rPr>
                <w:rFonts w:cs="Arial"/>
                <w:sz w:val="16"/>
                <w:szCs w:val="16"/>
                <w:lang w:val="nl"/>
              </w:rPr>
            </w:pPr>
          </w:p>
        </w:tc>
        <w:tc>
          <w:tcPr>
            <w:tcW w:w="1193" w:type="dxa"/>
          </w:tcPr>
          <w:p w14:paraId="4661E6AF" w14:textId="00106925" w:rsidR="00101C6B" w:rsidRPr="00D6007F" w:rsidRDefault="00101C6B" w:rsidP="00101C6B">
            <w:pPr>
              <w:rPr>
                <w:rFonts w:eastAsia="Arial" w:cs="Arial"/>
                <w:sz w:val="16"/>
                <w:szCs w:val="16"/>
                <w:lang w:val="nl"/>
              </w:rPr>
            </w:pPr>
            <w:r w:rsidRPr="00D6007F">
              <w:rPr>
                <w:rFonts w:eastAsia="Arial" w:cs="Arial"/>
                <w:sz w:val="16"/>
                <w:szCs w:val="16"/>
                <w:lang w:val="nl"/>
              </w:rPr>
              <w:t>Voldaan</w:t>
            </w:r>
          </w:p>
        </w:tc>
        <w:tc>
          <w:tcPr>
            <w:tcW w:w="842" w:type="dxa"/>
          </w:tcPr>
          <w:p w14:paraId="109E55C2"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34DB97D3" w14:textId="77777777" w:rsidR="00101C6B" w:rsidRPr="00D6007F" w:rsidRDefault="00101C6B" w:rsidP="00101C6B">
            <w:pPr>
              <w:rPr>
                <w:rFonts w:cs="Arial"/>
                <w:sz w:val="16"/>
                <w:szCs w:val="16"/>
                <w:lang w:val="nl"/>
              </w:rPr>
            </w:pPr>
          </w:p>
        </w:tc>
      </w:tr>
      <w:tr w:rsidR="00101C6B" w:rsidRPr="00101C6B" w14:paraId="1DEDAAF2"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9529918" w14:textId="77777777" w:rsidR="00101C6B" w:rsidRPr="00D6007F" w:rsidRDefault="00101C6B" w:rsidP="00101C6B">
            <w:pPr>
              <w:rPr>
                <w:rFonts w:cs="Arial"/>
                <w:b/>
                <w:bCs/>
                <w:sz w:val="16"/>
                <w:szCs w:val="16"/>
                <w:lang w:val="nl"/>
              </w:rPr>
            </w:pPr>
          </w:p>
        </w:tc>
        <w:tc>
          <w:tcPr>
            <w:tcW w:w="3402" w:type="dxa"/>
            <w:tcBorders>
              <w:left w:val="nil"/>
            </w:tcBorders>
          </w:tcPr>
          <w:p w14:paraId="50C818B7" w14:textId="10E51C60" w:rsidR="00101C6B" w:rsidRPr="00D6007F" w:rsidRDefault="00101C6B" w:rsidP="00101C6B">
            <w:pPr>
              <w:rPr>
                <w:rFonts w:eastAsia="Arial" w:cs="Arial"/>
                <w:sz w:val="16"/>
                <w:szCs w:val="16"/>
                <w:lang w:val="nl"/>
              </w:rPr>
            </w:pPr>
            <w:r w:rsidRPr="00D6007F">
              <w:rPr>
                <w:rFonts w:eastAsia="Arial" w:cs="Arial"/>
                <w:sz w:val="16"/>
                <w:szCs w:val="16"/>
                <w:lang w:val="nl"/>
              </w:rPr>
              <w:t>2.2 De economische dimensie</w:t>
            </w:r>
          </w:p>
        </w:tc>
        <w:tc>
          <w:tcPr>
            <w:tcW w:w="1985" w:type="dxa"/>
          </w:tcPr>
          <w:p w14:paraId="254CB87D"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27690D02" w14:textId="77777777" w:rsidR="00101C6B" w:rsidRPr="00D6007F" w:rsidRDefault="00101C6B" w:rsidP="00101C6B">
            <w:pPr>
              <w:rPr>
                <w:rFonts w:cs="Arial"/>
                <w:sz w:val="16"/>
                <w:szCs w:val="16"/>
                <w:lang w:val="nl"/>
              </w:rPr>
            </w:pPr>
          </w:p>
        </w:tc>
        <w:tc>
          <w:tcPr>
            <w:tcW w:w="1193" w:type="dxa"/>
          </w:tcPr>
          <w:p w14:paraId="0424C81E" w14:textId="58BA7147"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398986C"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121DD7D4" w14:textId="77777777" w:rsidR="00101C6B" w:rsidRPr="00D6007F" w:rsidRDefault="00101C6B" w:rsidP="00101C6B">
            <w:pPr>
              <w:rPr>
                <w:rFonts w:cs="Arial"/>
                <w:sz w:val="16"/>
                <w:szCs w:val="16"/>
                <w:lang w:val="nl"/>
              </w:rPr>
            </w:pPr>
          </w:p>
        </w:tc>
      </w:tr>
      <w:tr w:rsidR="00101C6B" w:rsidRPr="00101C6B" w14:paraId="521B95AC"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1C3D1F7" w14:textId="77777777" w:rsidR="00101C6B" w:rsidRPr="00D6007F" w:rsidRDefault="00101C6B" w:rsidP="00101C6B">
            <w:pPr>
              <w:rPr>
                <w:rFonts w:cs="Arial"/>
                <w:b/>
                <w:bCs/>
                <w:sz w:val="16"/>
                <w:szCs w:val="16"/>
                <w:lang w:val="nl"/>
              </w:rPr>
            </w:pPr>
          </w:p>
        </w:tc>
        <w:tc>
          <w:tcPr>
            <w:tcW w:w="3402" w:type="dxa"/>
            <w:tcBorders>
              <w:left w:val="nil"/>
            </w:tcBorders>
          </w:tcPr>
          <w:p w14:paraId="105AD896" w14:textId="407E57A1" w:rsidR="00101C6B" w:rsidRPr="00D6007F" w:rsidRDefault="00101C6B" w:rsidP="00101C6B">
            <w:pPr>
              <w:rPr>
                <w:rFonts w:eastAsia="Arial" w:cs="Arial"/>
                <w:sz w:val="16"/>
                <w:szCs w:val="16"/>
                <w:lang w:val="nl"/>
              </w:rPr>
            </w:pPr>
            <w:r w:rsidRPr="00D6007F">
              <w:rPr>
                <w:rFonts w:eastAsia="Arial" w:cs="Arial"/>
                <w:sz w:val="16"/>
                <w:szCs w:val="16"/>
                <w:lang w:val="nl"/>
              </w:rPr>
              <w:t>2.3 De sociaal-maatschappelijke</w:t>
            </w:r>
          </w:p>
          <w:p w14:paraId="08339C88" w14:textId="49F4A3A3" w:rsidR="00101C6B" w:rsidRPr="00D6007F" w:rsidRDefault="00101C6B" w:rsidP="00101C6B">
            <w:pPr>
              <w:rPr>
                <w:rFonts w:eastAsia="Arial" w:cs="Arial"/>
                <w:sz w:val="16"/>
                <w:szCs w:val="16"/>
                <w:lang w:val="nl"/>
              </w:rPr>
            </w:pPr>
            <w:r w:rsidRPr="00D6007F">
              <w:rPr>
                <w:rFonts w:eastAsia="Arial" w:cs="Arial"/>
                <w:sz w:val="16"/>
                <w:szCs w:val="16"/>
                <w:lang w:val="nl"/>
              </w:rPr>
              <w:t xml:space="preserve">      dimensie </w:t>
            </w:r>
          </w:p>
        </w:tc>
        <w:tc>
          <w:tcPr>
            <w:tcW w:w="1985" w:type="dxa"/>
          </w:tcPr>
          <w:p w14:paraId="101C22BB"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3F08BD10" w14:textId="77777777" w:rsidR="00101C6B" w:rsidRPr="00D6007F" w:rsidRDefault="00101C6B" w:rsidP="00101C6B">
            <w:pPr>
              <w:rPr>
                <w:rFonts w:cs="Arial"/>
                <w:sz w:val="16"/>
                <w:szCs w:val="16"/>
                <w:lang w:val="nl"/>
              </w:rPr>
            </w:pPr>
          </w:p>
        </w:tc>
        <w:tc>
          <w:tcPr>
            <w:tcW w:w="1193" w:type="dxa"/>
          </w:tcPr>
          <w:p w14:paraId="4D49D65E" w14:textId="4ED62613"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87F76DB"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24B1BFE6" w14:textId="77777777" w:rsidR="00101C6B" w:rsidRPr="00D6007F" w:rsidRDefault="00101C6B" w:rsidP="00101C6B">
            <w:pPr>
              <w:rPr>
                <w:rFonts w:cs="Arial"/>
                <w:sz w:val="16"/>
                <w:szCs w:val="16"/>
                <w:lang w:val="nl"/>
              </w:rPr>
            </w:pPr>
          </w:p>
        </w:tc>
      </w:tr>
      <w:tr w:rsidR="00101C6B" w:rsidRPr="00101C6B" w14:paraId="4B463238"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749CD64" w14:textId="77777777" w:rsidR="00101C6B" w:rsidRPr="00D6007F" w:rsidRDefault="00101C6B" w:rsidP="00101C6B">
            <w:pPr>
              <w:rPr>
                <w:rFonts w:cs="Arial"/>
                <w:b/>
                <w:bCs/>
                <w:sz w:val="16"/>
                <w:szCs w:val="16"/>
                <w:lang w:val="nl"/>
              </w:rPr>
            </w:pPr>
          </w:p>
        </w:tc>
        <w:tc>
          <w:tcPr>
            <w:tcW w:w="3402" w:type="dxa"/>
            <w:tcBorders>
              <w:left w:val="nil"/>
            </w:tcBorders>
          </w:tcPr>
          <w:p w14:paraId="35592A01" w14:textId="61D18D5D" w:rsidR="00101C6B" w:rsidRPr="00D6007F" w:rsidRDefault="00101C6B" w:rsidP="00101C6B">
            <w:pPr>
              <w:pStyle w:val="Lijstalinea"/>
              <w:numPr>
                <w:ilvl w:val="1"/>
                <w:numId w:val="21"/>
              </w:numPr>
              <w:rPr>
                <w:rFonts w:cs="Arial"/>
                <w:sz w:val="16"/>
                <w:szCs w:val="16"/>
                <w:lang w:val="nl"/>
              </w:rPr>
            </w:pPr>
            <w:r w:rsidRPr="00D6007F">
              <w:rPr>
                <w:rFonts w:cs="Arial"/>
                <w:sz w:val="16"/>
                <w:szCs w:val="16"/>
                <w:lang w:val="nl"/>
              </w:rPr>
              <w:t>De dimensie vitaal burgerschap</w:t>
            </w:r>
          </w:p>
          <w:p w14:paraId="38AD3670" w14:textId="77777777" w:rsidR="00101C6B" w:rsidRPr="00D6007F" w:rsidRDefault="00101C6B" w:rsidP="00101C6B">
            <w:pPr>
              <w:rPr>
                <w:rFonts w:cs="Arial"/>
                <w:sz w:val="16"/>
                <w:szCs w:val="16"/>
                <w:lang w:val="nl"/>
              </w:rPr>
            </w:pPr>
            <w:r w:rsidRPr="00D6007F">
              <w:rPr>
                <w:rFonts w:cs="Arial"/>
                <w:i/>
                <w:iCs/>
                <w:sz w:val="16"/>
                <w:szCs w:val="16"/>
                <w:lang w:val="nl"/>
              </w:rPr>
              <w:t xml:space="preserve">      </w:t>
            </w:r>
          </w:p>
        </w:tc>
        <w:tc>
          <w:tcPr>
            <w:tcW w:w="1985" w:type="dxa"/>
          </w:tcPr>
          <w:p w14:paraId="1CFF5BC5"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680E4ADD" w14:textId="77777777" w:rsidR="00101C6B" w:rsidRPr="00D6007F" w:rsidRDefault="00101C6B" w:rsidP="00101C6B">
            <w:pPr>
              <w:rPr>
                <w:rFonts w:cs="Arial"/>
                <w:sz w:val="16"/>
                <w:szCs w:val="16"/>
                <w:lang w:val="nl"/>
              </w:rPr>
            </w:pPr>
          </w:p>
        </w:tc>
        <w:tc>
          <w:tcPr>
            <w:tcW w:w="1193" w:type="dxa"/>
          </w:tcPr>
          <w:p w14:paraId="075AFADF" w14:textId="6E7FD48B"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3909CF1C"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4856F6C8" w14:textId="77777777" w:rsidR="00101C6B" w:rsidRPr="00D6007F" w:rsidRDefault="00101C6B" w:rsidP="00101C6B">
            <w:pPr>
              <w:rPr>
                <w:rFonts w:cs="Arial"/>
                <w:sz w:val="16"/>
                <w:szCs w:val="16"/>
                <w:lang w:val="nl"/>
              </w:rPr>
            </w:pPr>
          </w:p>
        </w:tc>
      </w:tr>
    </w:tbl>
    <w:p w14:paraId="232926CF" w14:textId="77777777" w:rsidR="0003446A" w:rsidRDefault="0003446A" w:rsidP="0003446A">
      <w:pPr>
        <w:keepNext/>
        <w:spacing w:before="240"/>
        <w:outlineLvl w:val="2"/>
        <w:rPr>
          <w:rFonts w:eastAsia="Arial Unicode MS" w:cs="Arial"/>
          <w:b/>
          <w:bCs/>
        </w:rPr>
      </w:pPr>
      <w:bookmarkStart w:id="16" w:name="_Hlk536088657"/>
    </w:p>
    <w:p w14:paraId="2DCAC378" w14:textId="141C77B5" w:rsidR="0003446A" w:rsidRPr="0003446A" w:rsidRDefault="0003446A" w:rsidP="0003446A">
      <w:pPr>
        <w:keepNext/>
        <w:spacing w:before="240"/>
        <w:outlineLvl w:val="2"/>
        <w:rPr>
          <w:rFonts w:eastAsia="Arial Unicode MS" w:cs="Arial"/>
          <w:b/>
          <w:bCs/>
          <w:i/>
          <w:iCs/>
        </w:rPr>
      </w:pPr>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612CC7" w:rsidRDefault="000C206F" w:rsidP="000C206F">
      <w:pPr>
        <w:rPr>
          <w:rFonts w:cs="Arial"/>
        </w:rPr>
      </w:pPr>
      <w:r w:rsidRPr="00612CC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612CC7" w:rsidRDefault="0003446A" w:rsidP="0003446A">
      <w:pPr>
        <w:keepNext/>
        <w:spacing w:before="240"/>
        <w:outlineLvl w:val="2"/>
        <w:rPr>
          <w:rFonts w:eastAsia="Arial Unicode MS" w:cs="Arial"/>
          <w:b/>
          <w:bCs/>
        </w:rPr>
      </w:pPr>
      <w:r w:rsidRPr="00612CC7">
        <w:rPr>
          <w:rFonts w:eastAsia="Arial Unicode MS" w:cs="Arial"/>
          <w:b/>
          <w:bCs/>
        </w:rPr>
        <w:lastRenderedPageBreak/>
        <w:t>2.4.3</w:t>
      </w:r>
      <w:r w:rsidRPr="00612CC7">
        <w:rPr>
          <w:rFonts w:eastAsia="Arial Unicode MS" w:cs="Arial"/>
          <w:b/>
          <w:bCs/>
        </w:rPr>
        <w:tab/>
        <w:t>Examinering Keuzedelen</w:t>
      </w:r>
    </w:p>
    <w:p w14:paraId="5B5C8401" w14:textId="77777777" w:rsidR="000C206F" w:rsidRPr="00B21171" w:rsidRDefault="000C206F" w:rsidP="000C206F">
      <w:pPr>
        <w:rPr>
          <w:rFonts w:cs="Arial"/>
        </w:rPr>
      </w:pPr>
      <w:bookmarkStart w:id="17" w:name="_Hlk29284040"/>
      <w:r w:rsidRPr="00612CC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612CC7">
        <w:rPr>
          <w:rFonts w:cs="Arial"/>
        </w:rPr>
        <w:t>keuzedeelexamenplan</w:t>
      </w:r>
      <w:proofErr w:type="spellEnd"/>
      <w:r w:rsidRPr="00612CC7">
        <w:rPr>
          <w:rFonts w:cs="Arial"/>
        </w:rPr>
        <w:t xml:space="preserve"> (KEP) dat bij een door de student gekozen keuzedeel behoort, is beschikbaar op school. Vanaf startcohort 2020/2021 telt het behaalde resultaat voor een keuzedeel mee in de slaag-/zakregeling.</w:t>
      </w:r>
    </w:p>
    <w:bookmarkEnd w:id="17"/>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18" w:name="_Hlk941246"/>
      <w:r w:rsidRPr="0003446A">
        <w:rPr>
          <w:rFonts w:cs="Arial"/>
        </w:rPr>
        <w:t>Bij de examenregeling van de opleiding hoort het </w:t>
      </w:r>
      <w:hyperlink r:id="rId22"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18"/>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schoolexamencommissie een aanvraag worden ingediend. De procedure en de wettelijke regels voor het verlenen van vrijstellingen staan in het </w:t>
      </w:r>
      <w:bookmarkStart w:id="19"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19"/>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schoolexamencommissie middels een aanvraagformulier een verzoek tot aangepaste examinering worden ingediend. Zie </w:t>
      </w:r>
      <w:hyperlink r:id="rId23"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4" w:history="1">
        <w:r w:rsidRPr="0003446A">
          <w:rPr>
            <w:color w:val="FFC000"/>
            <w:u w:val="single"/>
          </w:rPr>
          <w:t>Noorderpoort Examenreglement</w:t>
        </w:r>
      </w:hyperlink>
      <w:r w:rsidRPr="0003446A">
        <w:t xml:space="preserve">. </w:t>
      </w:r>
    </w:p>
    <w:p w14:paraId="6D393275"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612CC7">
        <w:t xml:space="preserve">Het minimale aantal examengelegenheden en het recht op herkansing wordt geregeld in het </w:t>
      </w:r>
      <w:hyperlink r:id="rId25" w:history="1">
        <w:r w:rsidRPr="00612CC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schoolexamencommissie en/of in beroep gaan bij de commissie van beroep. In het </w:t>
      </w:r>
      <w:hyperlink r:id="rId26"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6"/>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71D39" w14:textId="77777777" w:rsidR="00265F5C" w:rsidRDefault="00265F5C">
      <w:r>
        <w:separator/>
      </w:r>
    </w:p>
  </w:endnote>
  <w:endnote w:type="continuationSeparator" w:id="0">
    <w:p w14:paraId="36444103" w14:textId="77777777" w:rsidR="00265F5C" w:rsidRDefault="00265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9E1C2C" w:rsidRDefault="009E1C2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9E1C2C" w:rsidRDefault="009E1C2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1B31373" w:rsidR="009E1C2C" w:rsidRDefault="009E1C2C" w:rsidP="00003433">
        <w:pPr>
          <w:pStyle w:val="Voettekst"/>
          <w:jc w:val="center"/>
        </w:pPr>
        <w:r>
          <w:t xml:space="preserve">                                                                       OER startcohort 2021-2022                                                             </w:t>
        </w:r>
        <w:r>
          <w:fldChar w:fldCharType="begin"/>
        </w:r>
        <w:r>
          <w:instrText>PAGE   \* MERGEFORMAT</w:instrText>
        </w:r>
        <w:r>
          <w:fldChar w:fldCharType="separate"/>
        </w:r>
        <w:r>
          <w:rPr>
            <w:noProof/>
          </w:rPr>
          <w:t>12</w:t>
        </w:r>
        <w:r>
          <w:fldChar w:fldCharType="end"/>
        </w:r>
      </w:p>
    </w:sdtContent>
  </w:sdt>
  <w:p w14:paraId="31B587AA" w14:textId="77777777" w:rsidR="009E1C2C" w:rsidRDefault="009E1C2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0704F" w14:textId="77777777" w:rsidR="00265F5C" w:rsidRDefault="00265F5C">
      <w:r>
        <w:separator/>
      </w:r>
    </w:p>
  </w:footnote>
  <w:footnote w:type="continuationSeparator" w:id="0">
    <w:p w14:paraId="722D67F7" w14:textId="77777777" w:rsidR="00265F5C" w:rsidRDefault="00265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9E1C2C" w:rsidRDefault="009E1C2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76C4"/>
    <w:rsid w:val="000704A5"/>
    <w:rsid w:val="00075062"/>
    <w:rsid w:val="0007640A"/>
    <w:rsid w:val="00077D1D"/>
    <w:rsid w:val="00077EB1"/>
    <w:rsid w:val="0008108C"/>
    <w:rsid w:val="000822F2"/>
    <w:rsid w:val="0008245C"/>
    <w:rsid w:val="0008408E"/>
    <w:rsid w:val="00086929"/>
    <w:rsid w:val="00086C17"/>
    <w:rsid w:val="000901F4"/>
    <w:rsid w:val="00090D91"/>
    <w:rsid w:val="000930CF"/>
    <w:rsid w:val="00093AC7"/>
    <w:rsid w:val="00095EEB"/>
    <w:rsid w:val="00096E87"/>
    <w:rsid w:val="000A1CE5"/>
    <w:rsid w:val="000A2F8C"/>
    <w:rsid w:val="000A4CA7"/>
    <w:rsid w:val="000A5318"/>
    <w:rsid w:val="000A5779"/>
    <w:rsid w:val="000A6066"/>
    <w:rsid w:val="000A67C2"/>
    <w:rsid w:val="000A7DE2"/>
    <w:rsid w:val="000B46F3"/>
    <w:rsid w:val="000C0994"/>
    <w:rsid w:val="000C0B9A"/>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BF2"/>
    <w:rsid w:val="000F5A18"/>
    <w:rsid w:val="000F670C"/>
    <w:rsid w:val="000F77A7"/>
    <w:rsid w:val="00100170"/>
    <w:rsid w:val="001002B1"/>
    <w:rsid w:val="00101A51"/>
    <w:rsid w:val="00101C6B"/>
    <w:rsid w:val="00101E84"/>
    <w:rsid w:val="00103268"/>
    <w:rsid w:val="0010374D"/>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0B9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EB0"/>
    <w:rsid w:val="001B33B2"/>
    <w:rsid w:val="001B4A46"/>
    <w:rsid w:val="001B4B43"/>
    <w:rsid w:val="001B4B68"/>
    <w:rsid w:val="001B63A8"/>
    <w:rsid w:val="001C0F99"/>
    <w:rsid w:val="001C20BD"/>
    <w:rsid w:val="001C5CFF"/>
    <w:rsid w:val="001C6280"/>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5F5C"/>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25F7"/>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68C2"/>
    <w:rsid w:val="0031737A"/>
    <w:rsid w:val="00327187"/>
    <w:rsid w:val="00330232"/>
    <w:rsid w:val="003336B5"/>
    <w:rsid w:val="00333DBF"/>
    <w:rsid w:val="00333E44"/>
    <w:rsid w:val="00334C7A"/>
    <w:rsid w:val="003373A2"/>
    <w:rsid w:val="00341AB1"/>
    <w:rsid w:val="00345A90"/>
    <w:rsid w:val="003471C2"/>
    <w:rsid w:val="003473DE"/>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6631C"/>
    <w:rsid w:val="00370667"/>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3CB8"/>
    <w:rsid w:val="0039553F"/>
    <w:rsid w:val="00396D1D"/>
    <w:rsid w:val="003A0F7D"/>
    <w:rsid w:val="003A2435"/>
    <w:rsid w:val="003A245D"/>
    <w:rsid w:val="003A27CB"/>
    <w:rsid w:val="003A2A15"/>
    <w:rsid w:val="003A3AE9"/>
    <w:rsid w:val="003A4ED0"/>
    <w:rsid w:val="003A5219"/>
    <w:rsid w:val="003A5F12"/>
    <w:rsid w:val="003A6005"/>
    <w:rsid w:val="003A6A5B"/>
    <w:rsid w:val="003A7275"/>
    <w:rsid w:val="003A72A5"/>
    <w:rsid w:val="003A7773"/>
    <w:rsid w:val="003B0329"/>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178A2"/>
    <w:rsid w:val="0042026F"/>
    <w:rsid w:val="00420CF7"/>
    <w:rsid w:val="00422D99"/>
    <w:rsid w:val="00425421"/>
    <w:rsid w:val="00425FB8"/>
    <w:rsid w:val="00426072"/>
    <w:rsid w:val="004267A4"/>
    <w:rsid w:val="00431ED9"/>
    <w:rsid w:val="00432A3D"/>
    <w:rsid w:val="00433F03"/>
    <w:rsid w:val="0043410E"/>
    <w:rsid w:val="00436BD8"/>
    <w:rsid w:val="00436C0A"/>
    <w:rsid w:val="004371EF"/>
    <w:rsid w:val="0044188F"/>
    <w:rsid w:val="00441A41"/>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1B4"/>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74D0"/>
    <w:rsid w:val="004D75F9"/>
    <w:rsid w:val="004E1D3C"/>
    <w:rsid w:val="004E27CD"/>
    <w:rsid w:val="004E3FC7"/>
    <w:rsid w:val="004E4350"/>
    <w:rsid w:val="004E7246"/>
    <w:rsid w:val="004E7828"/>
    <w:rsid w:val="004E7A84"/>
    <w:rsid w:val="004F0515"/>
    <w:rsid w:val="004F0FBC"/>
    <w:rsid w:val="004F19E8"/>
    <w:rsid w:val="004F6553"/>
    <w:rsid w:val="004F6B93"/>
    <w:rsid w:val="004F7815"/>
    <w:rsid w:val="0050075C"/>
    <w:rsid w:val="0050387C"/>
    <w:rsid w:val="00504F02"/>
    <w:rsid w:val="00505BB3"/>
    <w:rsid w:val="00505E04"/>
    <w:rsid w:val="00506690"/>
    <w:rsid w:val="00507439"/>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476C7"/>
    <w:rsid w:val="00550AFC"/>
    <w:rsid w:val="005535AC"/>
    <w:rsid w:val="00560C7A"/>
    <w:rsid w:val="0056128A"/>
    <w:rsid w:val="005615F7"/>
    <w:rsid w:val="0056392F"/>
    <w:rsid w:val="00564A1B"/>
    <w:rsid w:val="00566D2C"/>
    <w:rsid w:val="0057106E"/>
    <w:rsid w:val="0057144C"/>
    <w:rsid w:val="00571929"/>
    <w:rsid w:val="005727C5"/>
    <w:rsid w:val="0057418A"/>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12CC7"/>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3C56"/>
    <w:rsid w:val="00674504"/>
    <w:rsid w:val="00674C7A"/>
    <w:rsid w:val="00675533"/>
    <w:rsid w:val="006755D8"/>
    <w:rsid w:val="00677E3D"/>
    <w:rsid w:val="0068087A"/>
    <w:rsid w:val="00682192"/>
    <w:rsid w:val="00685872"/>
    <w:rsid w:val="0068616C"/>
    <w:rsid w:val="006861D4"/>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A7F18"/>
    <w:rsid w:val="006B0677"/>
    <w:rsid w:val="006B2D00"/>
    <w:rsid w:val="006B35EF"/>
    <w:rsid w:val="006B3886"/>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985"/>
    <w:rsid w:val="00740630"/>
    <w:rsid w:val="00741CFF"/>
    <w:rsid w:val="00744E16"/>
    <w:rsid w:val="0074561E"/>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7F6F15"/>
    <w:rsid w:val="00801CD6"/>
    <w:rsid w:val="0080305D"/>
    <w:rsid w:val="00806593"/>
    <w:rsid w:val="00810B25"/>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A0089"/>
    <w:rsid w:val="008A0A4D"/>
    <w:rsid w:val="008A1D28"/>
    <w:rsid w:val="008A1D70"/>
    <w:rsid w:val="008A2C1D"/>
    <w:rsid w:val="008A42A3"/>
    <w:rsid w:val="008A6257"/>
    <w:rsid w:val="008A67AA"/>
    <w:rsid w:val="008B0C38"/>
    <w:rsid w:val="008B0CEE"/>
    <w:rsid w:val="008B1F9D"/>
    <w:rsid w:val="008B2099"/>
    <w:rsid w:val="008B3E14"/>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2510"/>
    <w:rsid w:val="00922DD8"/>
    <w:rsid w:val="00926A21"/>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47D62"/>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1C2C"/>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2317"/>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6316"/>
    <w:rsid w:val="00B07C05"/>
    <w:rsid w:val="00B11F97"/>
    <w:rsid w:val="00B12705"/>
    <w:rsid w:val="00B14E0B"/>
    <w:rsid w:val="00B16A48"/>
    <w:rsid w:val="00B16A72"/>
    <w:rsid w:val="00B230B3"/>
    <w:rsid w:val="00B24C98"/>
    <w:rsid w:val="00B26DB8"/>
    <w:rsid w:val="00B278D5"/>
    <w:rsid w:val="00B30090"/>
    <w:rsid w:val="00B30B5F"/>
    <w:rsid w:val="00B3193D"/>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D3D"/>
    <w:rsid w:val="00C412A6"/>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39A2"/>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67B1"/>
    <w:rsid w:val="00CE7EB4"/>
    <w:rsid w:val="00CF452E"/>
    <w:rsid w:val="00CF48F3"/>
    <w:rsid w:val="00CF575E"/>
    <w:rsid w:val="00CF6FFD"/>
    <w:rsid w:val="00D00A14"/>
    <w:rsid w:val="00D02AD6"/>
    <w:rsid w:val="00D02BA6"/>
    <w:rsid w:val="00D02E38"/>
    <w:rsid w:val="00D03919"/>
    <w:rsid w:val="00D03F7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07F"/>
    <w:rsid w:val="00D604C6"/>
    <w:rsid w:val="00D61972"/>
    <w:rsid w:val="00D62816"/>
    <w:rsid w:val="00D630AA"/>
    <w:rsid w:val="00D66C46"/>
    <w:rsid w:val="00D66F5A"/>
    <w:rsid w:val="00D71913"/>
    <w:rsid w:val="00D72621"/>
    <w:rsid w:val="00D72B55"/>
    <w:rsid w:val="00D72CF2"/>
    <w:rsid w:val="00D735B7"/>
    <w:rsid w:val="00D74702"/>
    <w:rsid w:val="00D748BD"/>
    <w:rsid w:val="00D76679"/>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568"/>
    <w:rsid w:val="00E836D4"/>
    <w:rsid w:val="00E84001"/>
    <w:rsid w:val="00E84C31"/>
    <w:rsid w:val="00E861B7"/>
    <w:rsid w:val="00E86BDF"/>
    <w:rsid w:val="00E938A1"/>
    <w:rsid w:val="00E95159"/>
    <w:rsid w:val="00EA02D9"/>
    <w:rsid w:val="00EA113E"/>
    <w:rsid w:val="00EA1A67"/>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07FE0"/>
    <w:rsid w:val="00F10B2C"/>
    <w:rsid w:val="00F12A54"/>
    <w:rsid w:val="00F13D0B"/>
    <w:rsid w:val="00F1767E"/>
    <w:rsid w:val="00F17E10"/>
    <w:rsid w:val="00F2023F"/>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0432"/>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3D1D"/>
    <w:rsid w:val="00FD52A6"/>
    <w:rsid w:val="00FD57DE"/>
    <w:rsid w:val="00FE07AA"/>
    <w:rsid w:val="00FE16E0"/>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npcg.sharepoint.com/sites/pubdocs/Publicatie%20doc%20Studenten/Gedeelde%20%20documenten/Weten%20en%20Regelen/Wetten%20en%20regeltjes/Noorderpoort%20Examenreglement%20mbo.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ac6f2cd6-3d50-4905-87aa-dc8562b5ffe5"/>
    <ds:schemaRef ds:uri="http://schemas.microsoft.com/office/2006/metadata/properties"/>
    <ds:schemaRef ds:uri="http://schemas.openxmlformats.org/package/2006/metadata/core-properties"/>
    <ds:schemaRef ds:uri="7bef31bf-60ff-4af1-9ce6-9167ec380b4c"/>
    <ds:schemaRef ds:uri="http://www.w3.org/XML/1998/namespace"/>
  </ds:schemaRefs>
</ds:datastoreItem>
</file>

<file path=customXml/itemProps3.xml><?xml version="1.0" encoding="utf-8"?>
<ds:datastoreItem xmlns:ds="http://schemas.openxmlformats.org/officeDocument/2006/customXml" ds:itemID="{438FE832-8B24-481D-B638-CC8D05868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433995-BA99-4CF9-B28E-5223E1DB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6</TotalTime>
  <Pages>13</Pages>
  <Words>3381</Words>
  <Characters>23624</Characters>
  <Application>Microsoft Office Word</Application>
  <DocSecurity>0</DocSecurity>
  <Lines>196</Lines>
  <Paragraphs>53</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Meinsma - van der Mei</cp:lastModifiedBy>
  <cp:revision>2</cp:revision>
  <cp:lastPrinted>2017-02-28T06:56:00Z</cp:lastPrinted>
  <dcterms:created xsi:type="dcterms:W3CDTF">2021-05-18T12:15:00Z</dcterms:created>
  <dcterms:modified xsi:type="dcterms:W3CDTF">2021-05-18T12:15:00Z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