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196D" w14:textId="77777777" w:rsidR="00AD483E" w:rsidRPr="005A4A9F" w:rsidRDefault="005A4A9F" w:rsidP="005A4A9F">
      <w:pPr>
        <w:pStyle w:val="Geenafstand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5A4A9F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Werkwijzer vaststellen examenbomen Magister </w:t>
      </w:r>
    </w:p>
    <w:p w14:paraId="35051861" w14:textId="401098A5" w:rsidR="005A4A9F" w:rsidRDefault="005A4A9F" w:rsidP="005A4A9F">
      <w:pPr>
        <w:pStyle w:val="Geenafstand"/>
        <w:rPr>
          <w:rFonts w:ascii="Arial" w:hAnsi="Arial" w:cs="Arial"/>
          <w:color w:val="1F3864" w:themeColor="accent5" w:themeShade="80"/>
          <w:sz w:val="20"/>
          <w:szCs w:val="20"/>
        </w:rPr>
      </w:pPr>
      <w:r w:rsidRPr="005A4A9F">
        <w:rPr>
          <w:rFonts w:ascii="Arial" w:hAnsi="Arial" w:cs="Arial"/>
          <w:color w:val="1F3864" w:themeColor="accent5" w:themeShade="80"/>
          <w:sz w:val="20"/>
          <w:szCs w:val="20"/>
        </w:rPr>
        <w:t>Versie 1, oktober 2019 (eigenaar: Examencommissie Algemeen</w:t>
      </w:r>
      <w:r>
        <w:rPr>
          <w:rFonts w:ascii="Arial" w:hAnsi="Arial" w:cs="Arial"/>
          <w:color w:val="1F3864" w:themeColor="accent5" w:themeShade="80"/>
          <w:sz w:val="20"/>
          <w:szCs w:val="20"/>
        </w:rPr>
        <w:t xml:space="preserve"> -ECA</w:t>
      </w:r>
      <w:r w:rsidRPr="005A4A9F">
        <w:rPr>
          <w:rFonts w:ascii="Arial" w:hAnsi="Arial" w:cs="Arial"/>
          <w:color w:val="1F3864" w:themeColor="accent5" w:themeShade="80"/>
          <w:sz w:val="20"/>
          <w:szCs w:val="20"/>
        </w:rPr>
        <w:t>)</w:t>
      </w:r>
    </w:p>
    <w:p w14:paraId="57BCD824" w14:textId="756E0186" w:rsidR="00AD483E" w:rsidRDefault="00AD483E" w:rsidP="005A4A9F">
      <w:pPr>
        <w:pStyle w:val="Geenafstand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183D55C9" w14:textId="168416B8" w:rsidR="00AD483E" w:rsidRPr="005A4A9F" w:rsidRDefault="00AD483E" w:rsidP="005A4A9F">
      <w:pPr>
        <w:pStyle w:val="Geenafstand"/>
        <w:rPr>
          <w:rFonts w:ascii="Arial" w:hAnsi="Arial" w:cs="Arial"/>
          <w:color w:val="1F3864" w:themeColor="accent5" w:themeShade="80"/>
          <w:sz w:val="20"/>
          <w:szCs w:val="20"/>
        </w:rPr>
      </w:pPr>
      <w:r>
        <w:rPr>
          <w:rFonts w:ascii="Arial" w:hAnsi="Arial" w:cs="Arial"/>
          <w:color w:val="1F3864" w:themeColor="accent5" w:themeShade="80"/>
          <w:sz w:val="20"/>
          <w:szCs w:val="20"/>
        </w:rPr>
        <w:t xml:space="preserve">De Examencommissie Algemeen is onderdeel van de examenorganisatie van Drenthe College. Eén van haar taken is het controleren van de examenbomen van elk startend cohort vanaf 2018-2019. Dit wordt gedaan op basis van het door dezelfde commissie vastgestelde examenplannen. </w:t>
      </w:r>
    </w:p>
    <w:p w14:paraId="1F851A68" w14:textId="77777777" w:rsidR="005A4A9F" w:rsidRDefault="005A4A9F" w:rsidP="005A4A9F">
      <w:pPr>
        <w:pStyle w:val="Geenafstand"/>
        <w:rPr>
          <w:rFonts w:ascii="Arial" w:hAnsi="Arial" w:cs="Arial"/>
          <w:color w:val="1F3864" w:themeColor="accent5" w:themeShade="80"/>
          <w:sz w:val="20"/>
          <w:szCs w:val="20"/>
        </w:rPr>
      </w:pPr>
    </w:p>
    <w:p w14:paraId="5052C11A" w14:textId="77777777" w:rsidR="005A4A9F" w:rsidRDefault="005A4A9F" w:rsidP="005A4A9F">
      <w:pPr>
        <w:pStyle w:val="Geenafstand"/>
        <w:rPr>
          <w:rFonts w:ascii="Arial" w:hAnsi="Arial" w:cs="Arial"/>
          <w:b/>
          <w:color w:val="1F3864" w:themeColor="accent5" w:themeShade="80"/>
          <w:sz w:val="20"/>
          <w:szCs w:val="20"/>
        </w:rPr>
      </w:pPr>
      <w:r w:rsidRPr="005A4A9F">
        <w:rPr>
          <w:rFonts w:ascii="Arial" w:hAnsi="Arial" w:cs="Arial"/>
          <w:b/>
          <w:color w:val="1F3864" w:themeColor="accent5" w:themeShade="80"/>
          <w:sz w:val="20"/>
          <w:szCs w:val="20"/>
        </w:rPr>
        <w:t xml:space="preserve">Wie doet wat? </w:t>
      </w:r>
      <w:bookmarkStart w:id="0" w:name="_GoBack"/>
      <w:bookmarkEnd w:id="0"/>
    </w:p>
    <w:p w14:paraId="11C6DA90" w14:textId="77777777" w:rsidR="005A4A9F" w:rsidRDefault="005A4A9F" w:rsidP="005A4A9F">
      <w:pPr>
        <w:pStyle w:val="Geenafstand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tbl>
      <w:tblPr>
        <w:tblStyle w:val="Rastertabel1licht-Accent5"/>
        <w:tblW w:w="0" w:type="auto"/>
        <w:tblLook w:val="04A0" w:firstRow="1" w:lastRow="0" w:firstColumn="1" w:lastColumn="0" w:noHBand="0" w:noVBand="1"/>
      </w:tblPr>
      <w:tblGrid>
        <w:gridCol w:w="2282"/>
        <w:gridCol w:w="4796"/>
        <w:gridCol w:w="1984"/>
      </w:tblGrid>
      <w:tr w:rsidR="005A4A9F" w14:paraId="137C2BE3" w14:textId="77777777" w:rsidTr="00FD62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shd w:val="clear" w:color="auto" w:fill="E2EFD9" w:themeFill="accent6" w:themeFillTint="33"/>
          </w:tcPr>
          <w:p w14:paraId="14BB912B" w14:textId="77777777" w:rsidR="005A4A9F" w:rsidRPr="005A4A9F" w:rsidRDefault="005A4A9F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5A4A9F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Wie </w:t>
            </w:r>
          </w:p>
        </w:tc>
        <w:tc>
          <w:tcPr>
            <w:tcW w:w="4918" w:type="dxa"/>
            <w:shd w:val="clear" w:color="auto" w:fill="D9E2F3" w:themeFill="accent5" w:themeFillTint="33"/>
          </w:tcPr>
          <w:p w14:paraId="7ABCE3B4" w14:textId="004C3CC6" w:rsidR="005A4A9F" w:rsidRPr="005A4A9F" w:rsidRDefault="005A4A9F" w:rsidP="005A4A9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5A4A9F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Wat</w:t>
            </w:r>
            <w:r w:rsidR="00FD621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&amp; Hoe</w:t>
            </w:r>
          </w:p>
        </w:tc>
        <w:tc>
          <w:tcPr>
            <w:tcW w:w="1837" w:type="dxa"/>
            <w:shd w:val="clear" w:color="auto" w:fill="FFF2CC" w:themeFill="accent4" w:themeFillTint="33"/>
          </w:tcPr>
          <w:p w14:paraId="3B785C5D" w14:textId="77777777" w:rsidR="005A4A9F" w:rsidRPr="005A4A9F" w:rsidRDefault="005A4A9F" w:rsidP="005A4A9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Wanneer</w:t>
            </w:r>
          </w:p>
        </w:tc>
      </w:tr>
      <w:tr w:rsidR="005A4A9F" w14:paraId="2F1F5AF1" w14:textId="77777777" w:rsidTr="00FD62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shd w:val="clear" w:color="auto" w:fill="E2EFD9" w:themeFill="accent6" w:themeFillTint="33"/>
          </w:tcPr>
          <w:p w14:paraId="167C2627" w14:textId="77777777" w:rsidR="00FD6219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1DAC5D9D" w14:textId="254656C9" w:rsidR="005A4A9F" w:rsidRPr="00AD483E" w:rsidRDefault="005A4A9F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AD483E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ECA</w:t>
            </w:r>
          </w:p>
        </w:tc>
        <w:tc>
          <w:tcPr>
            <w:tcW w:w="4918" w:type="dxa"/>
            <w:shd w:val="clear" w:color="auto" w:fill="D9E2F3" w:themeFill="accent5" w:themeFillTint="33"/>
          </w:tcPr>
          <w:p w14:paraId="024E9F34" w14:textId="77777777" w:rsidR="00554866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789001B6" w14:textId="240E65EE" w:rsidR="005A4A9F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&gt;</w:t>
            </w:r>
            <w:r w:rsidR="00FD621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1</w:t>
            </w:r>
            <w:r w:rsidR="00FD6219" w:rsidRPr="00FD6219">
              <w:rPr>
                <w:rFonts w:ascii="Arial" w:hAnsi="Arial" w:cs="Arial"/>
                <w:color w:val="1F3864" w:themeColor="accent5" w:themeShade="80"/>
                <w:sz w:val="20"/>
                <w:szCs w:val="20"/>
                <w:vertAlign w:val="superscript"/>
              </w:rPr>
              <w:t>e</w:t>
            </w:r>
            <w:r w:rsidR="00FD621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Controle op examenbomen, per opleiding</w:t>
            </w:r>
          </w:p>
          <w:p w14:paraId="40483D8B" w14:textId="77777777" w:rsidR="00554866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479E8D5E" w14:textId="39DAD6AA" w:rsidR="005A4A9F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&gt; </w:t>
            </w:r>
            <w:r w:rsidR="00AD483E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a.d.h.v.</w:t>
            </w: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het vastgestelde examenplan van de opleiding</w:t>
            </w:r>
          </w:p>
          <w:p w14:paraId="1B6A0B3B" w14:textId="77777777" w:rsidR="00605D6C" w:rsidRDefault="00605D6C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55D58BFA" w14:textId="4B5C97BE" w:rsidR="00605D6C" w:rsidRDefault="00605D6C" w:rsidP="00605D6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&gt; elk lid van de ECA checkt de ‘eigen’ branche</w:t>
            </w:r>
          </w:p>
          <w:p w14:paraId="3A362060" w14:textId="77777777" w:rsidR="00605D6C" w:rsidRDefault="00605D6C" w:rsidP="00605D6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5E0D5FE7" w14:textId="77777777" w:rsidR="00605D6C" w:rsidRDefault="00605D6C" w:rsidP="00605D6C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&gt;bijhouden Excel bestand in MAP ECA-examenbomen</w:t>
            </w:r>
          </w:p>
          <w:p w14:paraId="51656576" w14:textId="77777777" w:rsidR="00554866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11E51C8D" w14:textId="356EDD76" w:rsidR="00554866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&gt;op de hoogte stellen van creboregisseur van resultaat controle middels va</w:t>
            </w:r>
            <w:r w:rsidR="00605D6C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ststellingformulier examenbomen</w:t>
            </w:r>
          </w:p>
          <w:p w14:paraId="7932CB2F" w14:textId="77777777" w:rsidR="00605D6C" w:rsidRDefault="00605D6C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5D8541C2" w14:textId="1EB1AB63" w:rsidR="00554866" w:rsidRDefault="00605D6C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&gt; NB</w:t>
            </w:r>
            <w:r w:rsidR="00554866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: keuzedelen talen? Dan ook kijken of er in de examenboom ‘struikjes’ staan voor de vijf taalvaardigheden (spreken, gesprekken, schrijven, lezen en luisteren)</w:t>
            </w:r>
          </w:p>
          <w:p w14:paraId="36A98493" w14:textId="7D41B9E3" w:rsidR="00554866" w:rsidRPr="005A4A9F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FFF2CC" w:themeFill="accent4" w:themeFillTint="33"/>
          </w:tcPr>
          <w:p w14:paraId="4D897EF8" w14:textId="77777777" w:rsidR="00554866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22210B08" w14:textId="77777777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Ieder studiejaar, </w:t>
            </w:r>
          </w:p>
          <w:p w14:paraId="204FC403" w14:textId="28AFAFDB" w:rsidR="005A4A9F" w:rsidRPr="005A4A9F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1 oktober</w:t>
            </w:r>
            <w:r w:rsidR="00FD621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– 31 december </w:t>
            </w:r>
          </w:p>
        </w:tc>
      </w:tr>
      <w:tr w:rsidR="005A4A9F" w14:paraId="0A21CAED" w14:textId="77777777" w:rsidTr="00FD62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shd w:val="clear" w:color="auto" w:fill="E2EFD9" w:themeFill="accent6" w:themeFillTint="33"/>
          </w:tcPr>
          <w:p w14:paraId="19340106" w14:textId="77777777" w:rsidR="00FD6219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60F09DB3" w14:textId="795050AD" w:rsidR="005A4A9F" w:rsidRPr="00AD483E" w:rsidRDefault="005A4A9F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AD483E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Creboregisseur</w:t>
            </w:r>
          </w:p>
        </w:tc>
        <w:tc>
          <w:tcPr>
            <w:tcW w:w="4918" w:type="dxa"/>
            <w:shd w:val="clear" w:color="auto" w:fill="D9E2F3" w:themeFill="accent5" w:themeFillTint="33"/>
          </w:tcPr>
          <w:p w14:paraId="4C43D208" w14:textId="77777777" w:rsidR="00554866" w:rsidRDefault="00554866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7A97AB06" w14:textId="6B51EF90" w:rsidR="00554866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W</w:t>
            </w:r>
            <w:r w:rsidR="005A4A9F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anneer nodig, na resultaat controle door ECA, examenboom in Magister </w:t>
            </w: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laten wijzigen door resultaatbeheer / examenbureau. </w:t>
            </w:r>
          </w:p>
          <w:p w14:paraId="09DEC72E" w14:textId="5797EE23" w:rsidR="005A4A9F" w:rsidRPr="005A4A9F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FFF2CC" w:themeFill="accent4" w:themeFillTint="33"/>
          </w:tcPr>
          <w:p w14:paraId="796EB547" w14:textId="77777777" w:rsidR="005A4A9F" w:rsidRDefault="005A4A9F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</w:p>
          <w:p w14:paraId="0A521703" w14:textId="77777777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 w:rsidRPr="00FD6219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Na aanwijzing door ECA middels vaststellingformulier</w:t>
            </w:r>
          </w:p>
          <w:p w14:paraId="428BD972" w14:textId="07C421D2" w:rsidR="00FD6219" w:rsidRP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</w:tr>
      <w:tr w:rsidR="00FD6219" w14:paraId="49E3ADD7" w14:textId="77777777" w:rsidTr="00FD62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shd w:val="clear" w:color="auto" w:fill="E2EFD9" w:themeFill="accent6" w:themeFillTint="33"/>
          </w:tcPr>
          <w:p w14:paraId="5E08779C" w14:textId="77777777" w:rsidR="00FD6219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6F1E93FD" w14:textId="75264E60" w:rsidR="00FD6219" w:rsidRPr="00AD483E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Examenbureau</w:t>
            </w:r>
            <w:r w:rsidR="00E745F1"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/ resultaatbeheer</w:t>
            </w:r>
          </w:p>
        </w:tc>
        <w:tc>
          <w:tcPr>
            <w:tcW w:w="4918" w:type="dxa"/>
            <w:shd w:val="clear" w:color="auto" w:fill="D9E2F3" w:themeFill="accent5" w:themeFillTint="33"/>
          </w:tcPr>
          <w:p w14:paraId="21F9783B" w14:textId="77777777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07E6332F" w14:textId="62258289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Examenbomen aanpassen </w:t>
            </w:r>
          </w:p>
          <w:p w14:paraId="032041E8" w14:textId="75F9B6C9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FFF2CC" w:themeFill="accent4" w:themeFillTint="33"/>
          </w:tcPr>
          <w:p w14:paraId="1097C411" w14:textId="77777777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</w:p>
          <w:p w14:paraId="747261E8" w14:textId="4FA3D350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Op aanwijzing van creboregisseur</w:t>
            </w:r>
          </w:p>
          <w:p w14:paraId="078D1177" w14:textId="7C7D7805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FD6219" w14:paraId="7B122AB7" w14:textId="77777777" w:rsidTr="00FD62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7" w:type="dxa"/>
            <w:shd w:val="clear" w:color="auto" w:fill="E2EFD9" w:themeFill="accent6" w:themeFillTint="33"/>
          </w:tcPr>
          <w:p w14:paraId="3526B71C" w14:textId="77777777" w:rsidR="00FD6219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6EC6411D" w14:textId="05E173DE" w:rsidR="00FD6219" w:rsidRPr="00AD483E" w:rsidRDefault="00FD6219" w:rsidP="005A4A9F">
            <w:pPr>
              <w:pStyle w:val="Geenafstand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ECA</w:t>
            </w:r>
          </w:p>
        </w:tc>
        <w:tc>
          <w:tcPr>
            <w:tcW w:w="4918" w:type="dxa"/>
            <w:shd w:val="clear" w:color="auto" w:fill="D9E2F3" w:themeFill="accent5" w:themeFillTint="33"/>
          </w:tcPr>
          <w:p w14:paraId="7CA1BCF6" w14:textId="77777777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  <w:p w14:paraId="41A2C5DD" w14:textId="13A8CB70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>Controle of examenbomen, die in de eerste controle onregelmatigheden vertoonden, aangepast zijn.</w:t>
            </w:r>
          </w:p>
          <w:p w14:paraId="46BCDA9D" w14:textId="0A4985E8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</w:pPr>
          </w:p>
        </w:tc>
        <w:tc>
          <w:tcPr>
            <w:tcW w:w="1837" w:type="dxa"/>
            <w:shd w:val="clear" w:color="auto" w:fill="FFF2CC" w:themeFill="accent4" w:themeFillTint="33"/>
          </w:tcPr>
          <w:p w14:paraId="561B9439" w14:textId="248DAD96" w:rsidR="00FD6219" w:rsidRDefault="00FD6219" w:rsidP="005A4A9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1F3864" w:themeColor="accent5" w:themeShade="80"/>
                <w:sz w:val="20"/>
                <w:szCs w:val="20"/>
              </w:rPr>
            </w:pPr>
            <w:r>
              <w:rPr>
                <w:rFonts w:ascii="Arial" w:hAnsi="Arial" w:cs="Arial"/>
                <w:color w:val="1F3864" w:themeColor="accent5" w:themeShade="80"/>
                <w:sz w:val="20"/>
                <w:szCs w:val="20"/>
              </w:rPr>
              <w:t xml:space="preserve">Januari – maart </w:t>
            </w:r>
          </w:p>
        </w:tc>
      </w:tr>
    </w:tbl>
    <w:p w14:paraId="1A46D094" w14:textId="77777777" w:rsidR="005A4A9F" w:rsidRPr="005A4A9F" w:rsidRDefault="005A4A9F" w:rsidP="005A4A9F">
      <w:pPr>
        <w:pStyle w:val="Geenafstand"/>
        <w:rPr>
          <w:rFonts w:ascii="Arial" w:hAnsi="Arial" w:cs="Arial"/>
          <w:b/>
          <w:color w:val="1F3864" w:themeColor="accent5" w:themeShade="80"/>
          <w:sz w:val="20"/>
          <w:szCs w:val="20"/>
        </w:rPr>
      </w:pPr>
    </w:p>
    <w:sectPr w:rsidR="005A4A9F" w:rsidRPr="005A4A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A9F"/>
    <w:rsid w:val="001B6A11"/>
    <w:rsid w:val="00554866"/>
    <w:rsid w:val="005A4A9F"/>
    <w:rsid w:val="00605D6C"/>
    <w:rsid w:val="00AD483E"/>
    <w:rsid w:val="00C73323"/>
    <w:rsid w:val="00E140B9"/>
    <w:rsid w:val="00E745F1"/>
    <w:rsid w:val="00ED04ED"/>
    <w:rsid w:val="00FD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2B54"/>
  <w15:chartTrackingRefBased/>
  <w15:docId w15:val="{D0488CFC-46B5-416F-B740-5790BEAA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4A9F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5A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5">
    <w:name w:val="Grid Table 1 Light Accent 5"/>
    <w:basedOn w:val="Standaardtabel"/>
    <w:uiPriority w:val="46"/>
    <w:rsid w:val="005A4A9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AE0E5FEA4CAA45B0F87417447543E3" ma:contentTypeVersion="4" ma:contentTypeDescription="Een nieuw document maken." ma:contentTypeScope="" ma:versionID="dab0e3f36a763ce2494b950d68e68349">
  <xsd:schema xmlns:xsd="http://www.w3.org/2001/XMLSchema" xmlns:xs="http://www.w3.org/2001/XMLSchema" xmlns:p="http://schemas.microsoft.com/office/2006/metadata/properties" xmlns:ns2="af87e7d5-a84a-42a5-9e03-b015046e7cfb" xmlns:ns3="278ba5b2-d5ad-4c15-9143-e08dc57d8d61" targetNamespace="http://schemas.microsoft.com/office/2006/metadata/properties" ma:root="true" ma:fieldsID="3217261c900d7ea2672fa253b62154ce" ns2:_="" ns3:_="">
    <xsd:import namespace="af87e7d5-a84a-42a5-9e03-b015046e7cfb"/>
    <xsd:import namespace="278ba5b2-d5ad-4c15-9143-e08dc57d8d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7e7d5-a84a-42a5-9e03-b015046e7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8ba5b2-d5ad-4c15-9143-e08dc57d8d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E8604-61C4-412E-A5B3-D3A8F0DE0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87e7d5-a84a-42a5-9e03-b015046e7cfb"/>
    <ds:schemaRef ds:uri="278ba5b2-d5ad-4c15-9143-e08dc57d8d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4A664-5DD2-480E-9A6B-DE0244CF6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D09FEC-5A18-47D6-B9DF-FCF61842EDEB}">
  <ds:schemaRefs>
    <ds:schemaRef ds:uri="http://schemas.microsoft.com/office/2006/metadata/properties"/>
    <ds:schemaRef ds:uri="http://purl.org/dc/elements/1.1/"/>
    <ds:schemaRef ds:uri="278ba5b2-d5ad-4c15-9143-e08dc57d8d61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af87e7d5-a84a-42a5-9e03-b015046e7cfb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489D09AF.dotm</Template>
  <TotalTime>30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Meeteren, Ester</dc:creator>
  <cp:keywords/>
  <dc:description/>
  <cp:lastModifiedBy>van Meeteren, Ester</cp:lastModifiedBy>
  <cp:revision>5</cp:revision>
  <dcterms:created xsi:type="dcterms:W3CDTF">2019-10-01T13:57:00Z</dcterms:created>
  <dcterms:modified xsi:type="dcterms:W3CDTF">2019-10-01T14:27:00Z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0x010100AEAE0E5FEA4CAA45B0F87417447543E3</vt:lpwstr>
  </property>
</Properties>
</file>