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271687D2" w14:textId="77777777">
        <w:trPr>
          <w:trHeight w:val="691"/>
        </w:trPr>
        <w:tc>
          <w:tcPr>
            <w:tcW w:w="9212" w:type="dxa"/>
            <w:shd w:val="clear" w:color="auto" w:fill="FFFFFF" w:themeFill="background1"/>
          </w:tcPr>
          <w:p w14:paraId="30DCEABF" w14:textId="77777777" w:rsidR="009E5A68" w:rsidRDefault="009E5A68" w:rsidP="00331E3D">
            <w:pPr>
              <w:jc w:val="center"/>
              <w:rPr>
                <w:rFonts w:ascii="Arial" w:hAnsi="Arial" w:cs="Arial"/>
                <w:b/>
                <w:i/>
                <w:sz w:val="32"/>
                <w:szCs w:val="32"/>
              </w:rPr>
            </w:pPr>
            <w:bookmarkStart w:id="0" w:name="_GoBack"/>
            <w:bookmarkEnd w:id="0"/>
            <w:r>
              <w:rPr>
                <w:rFonts w:ascii="Arial" w:hAnsi="Arial" w:cs="Arial"/>
                <w:b/>
                <w:i/>
                <w:noProof/>
                <w:sz w:val="32"/>
                <w:szCs w:val="32"/>
                <w:lang w:eastAsia="nl-NL"/>
              </w:rPr>
              <w:drawing>
                <wp:anchor distT="0" distB="0" distL="114300" distR="114300" simplePos="0" relativeHeight="251658240" behindDoc="0" locked="0" layoutInCell="1" allowOverlap="1" wp14:anchorId="40C549C7" wp14:editId="6BAC1D59">
                  <wp:simplePos x="0" y="0"/>
                  <wp:positionH relativeFrom="column">
                    <wp:posOffset>152400</wp:posOffset>
                  </wp:positionH>
                  <wp:positionV relativeFrom="paragraph">
                    <wp:posOffset>99060</wp:posOffset>
                  </wp:positionV>
                  <wp:extent cx="1586865" cy="179387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fel 3.jpg"/>
                          <pic:cNvPicPr/>
                        </pic:nvPicPr>
                        <pic:blipFill>
                          <a:blip r:embed="rId12">
                            <a:extLst>
                              <a:ext uri="{28A0092B-C50C-407E-A947-70E740481C1C}">
                                <a14:useLocalDpi xmlns:a14="http://schemas.microsoft.com/office/drawing/2010/main" val="0"/>
                              </a:ext>
                            </a:extLst>
                          </a:blip>
                          <a:stretch>
                            <a:fillRect/>
                          </a:stretch>
                        </pic:blipFill>
                        <pic:spPr>
                          <a:xfrm>
                            <a:off x="0" y="0"/>
                            <a:ext cx="1586865" cy="1793875"/>
                          </a:xfrm>
                          <a:prstGeom prst="rect">
                            <a:avLst/>
                          </a:prstGeom>
                        </pic:spPr>
                      </pic:pic>
                    </a:graphicData>
                  </a:graphic>
                  <wp14:sizeRelH relativeFrom="page">
                    <wp14:pctWidth>0</wp14:pctWidth>
                  </wp14:sizeRelH>
                  <wp14:sizeRelV relativeFrom="page">
                    <wp14:pctHeight>0</wp14:pctHeight>
                  </wp14:sizeRelV>
                </wp:anchor>
              </w:drawing>
            </w:r>
            <w:r w:rsidR="00255C31">
              <w:rPr>
                <w:rFonts w:ascii="Arial" w:hAnsi="Arial" w:cs="Arial"/>
                <w:b/>
                <w:i/>
                <w:sz w:val="32"/>
                <w:szCs w:val="32"/>
              </w:rPr>
              <w:br/>
            </w:r>
          </w:p>
          <w:p w14:paraId="26266127" w14:textId="77777777" w:rsidR="009E5A68" w:rsidRDefault="009E5A68" w:rsidP="00331E3D">
            <w:pPr>
              <w:jc w:val="center"/>
              <w:rPr>
                <w:rFonts w:ascii="Arial" w:hAnsi="Arial" w:cs="Arial"/>
                <w:b/>
                <w:i/>
                <w:sz w:val="32"/>
                <w:szCs w:val="32"/>
              </w:rPr>
            </w:pPr>
          </w:p>
          <w:p w14:paraId="2969DEC0" w14:textId="77777777" w:rsidR="009E5A68" w:rsidRDefault="009E5A68" w:rsidP="00331E3D">
            <w:pPr>
              <w:jc w:val="center"/>
              <w:rPr>
                <w:rFonts w:ascii="Arial" w:hAnsi="Arial" w:cs="Arial"/>
                <w:b/>
                <w:i/>
                <w:sz w:val="32"/>
                <w:szCs w:val="32"/>
              </w:rPr>
            </w:pPr>
          </w:p>
          <w:p w14:paraId="5D932D76" w14:textId="77777777" w:rsidR="009E5A68" w:rsidRDefault="009E5A68" w:rsidP="00331E3D">
            <w:pPr>
              <w:jc w:val="center"/>
              <w:rPr>
                <w:rFonts w:ascii="Arial" w:hAnsi="Arial" w:cs="Arial"/>
                <w:b/>
                <w:i/>
                <w:sz w:val="32"/>
                <w:szCs w:val="32"/>
              </w:rPr>
            </w:pPr>
          </w:p>
          <w:p w14:paraId="7243ED2B" w14:textId="77777777" w:rsidR="00190E01" w:rsidRPr="00BA5C80" w:rsidRDefault="009E5A68" w:rsidP="00331E3D">
            <w:pPr>
              <w:jc w:val="center"/>
              <w:rPr>
                <w:rFonts w:ascii="Arial" w:hAnsi="Arial" w:cs="Arial"/>
                <w:b/>
                <w:sz w:val="32"/>
                <w:szCs w:val="32"/>
              </w:rPr>
            </w:pPr>
            <w:r w:rsidRPr="00BA5C80">
              <w:rPr>
                <w:rFonts w:ascii="Arial" w:hAnsi="Arial" w:cs="Arial"/>
                <w:b/>
                <w:sz w:val="32"/>
                <w:szCs w:val="32"/>
              </w:rPr>
              <w:t>Beeldvormende technieken</w:t>
            </w:r>
          </w:p>
          <w:p w14:paraId="32EE7AA4" w14:textId="77777777" w:rsidR="009E5A68" w:rsidRDefault="009E5A68" w:rsidP="00331E3D">
            <w:pPr>
              <w:jc w:val="center"/>
              <w:rPr>
                <w:rFonts w:ascii="Arial" w:hAnsi="Arial" w:cs="Arial"/>
                <w:b/>
                <w:i/>
                <w:sz w:val="32"/>
                <w:szCs w:val="32"/>
              </w:rPr>
            </w:pPr>
          </w:p>
          <w:p w14:paraId="01E3AE56" w14:textId="77777777" w:rsidR="00EA57C8" w:rsidRDefault="00EA57C8" w:rsidP="00B14887">
            <w:pPr>
              <w:jc w:val="center"/>
              <w:rPr>
                <w:i/>
              </w:rPr>
            </w:pPr>
          </w:p>
          <w:p w14:paraId="16A3DB08" w14:textId="77777777" w:rsidR="00EA57C8" w:rsidRPr="00EA57C8" w:rsidRDefault="00EA57C8" w:rsidP="00EA57C8">
            <w:pPr>
              <w:jc w:val="center"/>
              <w:rPr>
                <w:i/>
              </w:rPr>
            </w:pPr>
          </w:p>
        </w:tc>
      </w:tr>
    </w:tbl>
    <w:p w14:paraId="26653977"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68E1012A" w14:textId="77777777">
        <w:tc>
          <w:tcPr>
            <w:tcW w:w="9212" w:type="dxa"/>
            <w:shd w:val="clear" w:color="auto" w:fill="auto"/>
          </w:tcPr>
          <w:p w14:paraId="145A4A39" w14:textId="77777777" w:rsidR="00BB7518" w:rsidRPr="002104F1" w:rsidRDefault="00255C31" w:rsidP="00BB7518">
            <w:pPr>
              <w:rPr>
                <w:rFonts w:ascii="Arial" w:hAnsi="Arial" w:cs="Arial"/>
                <w:b/>
                <w:sz w:val="20"/>
                <w:szCs w:val="20"/>
              </w:rPr>
            </w:pPr>
            <w:r>
              <w:rPr>
                <w:rFonts w:ascii="Arial" w:hAnsi="Arial" w:cs="Arial"/>
                <w:b/>
                <w:sz w:val="20"/>
                <w:szCs w:val="20"/>
              </w:rPr>
              <w:br/>
            </w:r>
            <w:r w:rsidR="00BB7518" w:rsidRPr="002104F1">
              <w:rPr>
                <w:rFonts w:ascii="Arial" w:hAnsi="Arial" w:cs="Arial"/>
                <w:b/>
                <w:sz w:val="20"/>
                <w:szCs w:val="20"/>
              </w:rPr>
              <w:t>Opleiding:</w:t>
            </w:r>
            <w:r w:rsidR="00BB7518" w:rsidRPr="002104F1">
              <w:rPr>
                <w:rFonts w:ascii="Arial" w:hAnsi="Arial" w:cs="Arial"/>
                <w:sz w:val="20"/>
                <w:szCs w:val="20"/>
              </w:rPr>
              <w:t xml:space="preserve"> </w:t>
            </w:r>
            <w:r w:rsidR="00BB7518">
              <w:rPr>
                <w:rFonts w:ascii="Arial" w:hAnsi="Arial" w:cs="Arial"/>
                <w:sz w:val="20"/>
                <w:szCs w:val="20"/>
              </w:rPr>
              <w:t>Dierenartsassistent paraveterinair</w:t>
            </w:r>
            <w:r w:rsidR="00BB7518" w:rsidRPr="002104F1">
              <w:rPr>
                <w:rFonts w:ascii="Arial" w:hAnsi="Arial" w:cs="Arial"/>
                <w:sz w:val="20"/>
                <w:szCs w:val="20"/>
              </w:rPr>
              <w:tab/>
            </w:r>
            <w:r w:rsidR="00BB7518" w:rsidRPr="002104F1">
              <w:rPr>
                <w:rFonts w:ascii="Arial" w:hAnsi="Arial" w:cs="Arial"/>
                <w:sz w:val="20"/>
                <w:szCs w:val="20"/>
              </w:rPr>
              <w:tab/>
            </w:r>
          </w:p>
          <w:p w14:paraId="66DE24D4" w14:textId="77777777" w:rsidR="00BB7518" w:rsidRDefault="00BB7518" w:rsidP="00BB7518">
            <w:pPr>
              <w:rPr>
                <w:rFonts w:ascii="Arial" w:hAnsi="Arial" w:cs="Arial"/>
                <w:b/>
                <w:sz w:val="20"/>
                <w:szCs w:val="20"/>
              </w:rPr>
            </w:pPr>
            <w:r w:rsidRPr="002104F1">
              <w:rPr>
                <w:rFonts w:ascii="Arial" w:hAnsi="Arial" w:cs="Arial"/>
                <w:b/>
                <w:sz w:val="20"/>
                <w:szCs w:val="20"/>
              </w:rPr>
              <w:t xml:space="preserve">Crebo: </w:t>
            </w:r>
            <w:r>
              <w:rPr>
                <w:rFonts w:ascii="Arial" w:hAnsi="Arial" w:cs="Arial"/>
                <w:b/>
                <w:sz w:val="20"/>
                <w:szCs w:val="20"/>
              </w:rPr>
              <w:t xml:space="preserve">      </w:t>
            </w:r>
            <w:r w:rsidRPr="00231C01">
              <w:rPr>
                <w:rFonts w:ascii="Arial" w:hAnsi="Arial" w:cs="Arial"/>
                <w:sz w:val="20"/>
                <w:szCs w:val="20"/>
              </w:rPr>
              <w:t>25540</w:t>
            </w:r>
            <w:r w:rsidRPr="002104F1">
              <w:rPr>
                <w:rFonts w:ascii="Arial" w:hAnsi="Arial" w:cs="Arial"/>
                <w:b/>
                <w:sz w:val="20"/>
                <w:szCs w:val="20"/>
              </w:rPr>
              <w:tab/>
            </w:r>
            <w:r w:rsidRPr="002104F1">
              <w:rPr>
                <w:rFonts w:ascii="Arial" w:hAnsi="Arial" w:cs="Arial"/>
                <w:b/>
                <w:sz w:val="20"/>
                <w:szCs w:val="20"/>
              </w:rPr>
              <w:tab/>
            </w:r>
          </w:p>
          <w:p w14:paraId="7337B4BA" w14:textId="77777777" w:rsidR="00BB7518" w:rsidRPr="002104F1" w:rsidRDefault="00BB7518" w:rsidP="00BB7518">
            <w:pPr>
              <w:rPr>
                <w:rFonts w:ascii="Arial" w:hAnsi="Arial" w:cs="Arial"/>
                <w:b/>
                <w:sz w:val="20"/>
                <w:szCs w:val="20"/>
              </w:rPr>
            </w:pPr>
            <w:r w:rsidRPr="002104F1">
              <w:rPr>
                <w:rFonts w:ascii="Arial" w:hAnsi="Arial" w:cs="Arial"/>
                <w:b/>
                <w:sz w:val="20"/>
                <w:szCs w:val="20"/>
              </w:rPr>
              <w:t xml:space="preserve">Cohort: </w:t>
            </w:r>
            <w:r>
              <w:rPr>
                <w:rFonts w:ascii="Arial" w:hAnsi="Arial" w:cs="Arial"/>
                <w:b/>
                <w:sz w:val="20"/>
                <w:szCs w:val="20"/>
              </w:rPr>
              <w:t xml:space="preserve">    </w:t>
            </w:r>
            <w:r w:rsidRPr="00231C01">
              <w:rPr>
                <w:rFonts w:ascii="Arial" w:hAnsi="Arial" w:cs="Arial"/>
                <w:sz w:val="20"/>
                <w:szCs w:val="20"/>
              </w:rPr>
              <w:t>2016-2017</w:t>
            </w:r>
            <w:r w:rsidRPr="002104F1">
              <w:rPr>
                <w:rFonts w:ascii="Arial" w:hAnsi="Arial" w:cs="Arial"/>
                <w:b/>
                <w:sz w:val="20"/>
                <w:szCs w:val="20"/>
              </w:rPr>
              <w:tab/>
            </w:r>
            <w:r w:rsidRPr="002104F1">
              <w:rPr>
                <w:rFonts w:ascii="Arial" w:hAnsi="Arial" w:cs="Arial"/>
                <w:b/>
                <w:sz w:val="20"/>
                <w:szCs w:val="20"/>
              </w:rPr>
              <w:tab/>
            </w:r>
          </w:p>
          <w:p w14:paraId="3B1D29FF" w14:textId="77777777" w:rsidR="00EA57C8" w:rsidRDefault="00BB7518" w:rsidP="00BB7518">
            <w:r w:rsidRPr="002104F1">
              <w:rPr>
                <w:rFonts w:ascii="Arial" w:hAnsi="Arial" w:cs="Arial"/>
                <w:b/>
                <w:sz w:val="20"/>
                <w:szCs w:val="20"/>
              </w:rPr>
              <w:t>Periode:</w:t>
            </w:r>
            <w:r>
              <w:rPr>
                <w:rFonts w:ascii="Arial" w:hAnsi="Arial" w:cs="Arial"/>
                <w:b/>
                <w:sz w:val="20"/>
                <w:szCs w:val="20"/>
              </w:rPr>
              <w:t xml:space="preserve">    </w:t>
            </w:r>
            <w:r>
              <w:rPr>
                <w:rFonts w:ascii="Arial" w:hAnsi="Arial" w:cs="Arial"/>
                <w:sz w:val="20"/>
                <w:szCs w:val="20"/>
              </w:rPr>
              <w:t>3-15; schooljaar 2018-2019</w:t>
            </w:r>
          </w:p>
        </w:tc>
      </w:tr>
    </w:tbl>
    <w:p w14:paraId="1AF686D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0E8AAEF5" w14:textId="77777777">
        <w:tc>
          <w:tcPr>
            <w:tcW w:w="9212" w:type="dxa"/>
            <w:shd w:val="clear" w:color="auto" w:fill="FFFFFF" w:themeFill="background1"/>
          </w:tcPr>
          <w:p w14:paraId="1B68315D" w14:textId="77777777" w:rsidR="001B06BF" w:rsidRDefault="001B06BF" w:rsidP="001B06BF">
            <w:pPr>
              <w:rPr>
                <w:rFonts w:ascii="Arial" w:hAnsi="Arial" w:cs="Arial"/>
                <w:b/>
                <w:sz w:val="24"/>
                <w:szCs w:val="24"/>
              </w:rPr>
            </w:pPr>
            <w:r>
              <w:rPr>
                <w:rFonts w:ascii="Arial" w:hAnsi="Arial" w:cs="Arial"/>
                <w:b/>
                <w:sz w:val="24"/>
                <w:szCs w:val="24"/>
              </w:rPr>
              <w:t>Kerntaken en werkprocessen</w:t>
            </w:r>
          </w:p>
          <w:p w14:paraId="073A7489" w14:textId="77777777" w:rsidR="001B06BF" w:rsidRDefault="001B06BF" w:rsidP="001B06BF">
            <w:pPr>
              <w:rPr>
                <w:rFonts w:ascii="Arial" w:hAnsi="Arial" w:cs="Arial"/>
                <w:b/>
                <w:sz w:val="20"/>
                <w:szCs w:val="20"/>
              </w:rPr>
            </w:pPr>
            <w:r>
              <w:rPr>
                <w:rFonts w:ascii="Arial" w:hAnsi="Arial" w:cs="Arial"/>
                <w:b/>
                <w:sz w:val="20"/>
                <w:szCs w:val="20"/>
              </w:rPr>
              <w:br/>
            </w:r>
          </w:p>
          <w:p w14:paraId="689564A3" w14:textId="77777777" w:rsidR="001B06BF" w:rsidRDefault="001B06BF" w:rsidP="001B06BF">
            <w:pPr>
              <w:rPr>
                <w:rFonts w:ascii="Arial" w:hAnsi="Arial" w:cs="Arial"/>
                <w:sz w:val="20"/>
                <w:szCs w:val="20"/>
              </w:rPr>
            </w:pPr>
            <w:r>
              <w:rPr>
                <w:rFonts w:ascii="Arial" w:hAnsi="Arial" w:cs="Arial"/>
                <w:sz w:val="20"/>
                <w:szCs w:val="20"/>
              </w:rPr>
              <w:t>B1-K1</w:t>
            </w:r>
            <w:r>
              <w:rPr>
                <w:rFonts w:ascii="Arial" w:hAnsi="Arial" w:cs="Arial"/>
                <w:sz w:val="20"/>
                <w:szCs w:val="20"/>
              </w:rPr>
              <w:tab/>
              <w:t>Zorgdragen voor dieren</w:t>
            </w:r>
          </w:p>
          <w:p w14:paraId="4642BC3F" w14:textId="77777777" w:rsidR="001B06BF" w:rsidRDefault="001B06BF" w:rsidP="001B06BF">
            <w:pPr>
              <w:rPr>
                <w:rFonts w:ascii="Arial" w:hAnsi="Arial" w:cs="Arial"/>
                <w:sz w:val="20"/>
                <w:szCs w:val="20"/>
              </w:rPr>
            </w:pPr>
          </w:p>
          <w:p w14:paraId="093CA078" w14:textId="77777777" w:rsidR="001B06BF" w:rsidRDefault="001B06BF" w:rsidP="001B06BF">
            <w:pPr>
              <w:rPr>
                <w:rFonts w:ascii="Arial" w:hAnsi="Arial" w:cs="Arial"/>
                <w:i/>
                <w:sz w:val="20"/>
                <w:szCs w:val="20"/>
              </w:rPr>
            </w:pPr>
            <w:r>
              <w:rPr>
                <w:rFonts w:ascii="Arial" w:hAnsi="Arial" w:cs="Arial"/>
                <w:sz w:val="20"/>
                <w:szCs w:val="20"/>
              </w:rPr>
              <w:tab/>
            </w:r>
            <w:r>
              <w:rPr>
                <w:rFonts w:ascii="Arial" w:hAnsi="Arial" w:cs="Arial"/>
                <w:i/>
                <w:sz w:val="20"/>
                <w:szCs w:val="20"/>
              </w:rPr>
              <w:t>B1-K1-W2: Verzorgt dieren</w:t>
            </w:r>
            <w:r>
              <w:rPr>
                <w:rFonts w:ascii="Arial" w:hAnsi="Arial" w:cs="Arial"/>
                <w:i/>
                <w:sz w:val="20"/>
                <w:szCs w:val="20"/>
              </w:rPr>
              <w:br/>
            </w:r>
          </w:p>
          <w:p w14:paraId="75E4DE6D" w14:textId="77777777" w:rsidR="001B06BF" w:rsidRDefault="001B06BF" w:rsidP="001B06BF">
            <w:pPr>
              <w:rPr>
                <w:rFonts w:ascii="Arial" w:hAnsi="Arial" w:cs="Arial"/>
                <w:sz w:val="20"/>
                <w:szCs w:val="20"/>
              </w:rPr>
            </w:pPr>
            <w:r>
              <w:rPr>
                <w:rFonts w:ascii="Arial" w:hAnsi="Arial" w:cs="Arial"/>
                <w:b/>
                <w:sz w:val="20"/>
                <w:szCs w:val="20"/>
              </w:rPr>
              <w:br/>
            </w:r>
            <w:r>
              <w:rPr>
                <w:rFonts w:ascii="Arial" w:hAnsi="Arial" w:cs="Arial"/>
                <w:sz w:val="20"/>
                <w:szCs w:val="20"/>
              </w:rPr>
              <w:t>B1-K2</w:t>
            </w:r>
            <w:r>
              <w:rPr>
                <w:rFonts w:ascii="Arial" w:hAnsi="Arial" w:cs="Arial"/>
                <w:sz w:val="20"/>
                <w:szCs w:val="20"/>
              </w:rPr>
              <w:tab/>
              <w:t>Zorgen voor informatieoverdracht</w:t>
            </w:r>
          </w:p>
          <w:p w14:paraId="6835FCB2" w14:textId="77777777" w:rsidR="001B06BF" w:rsidRDefault="001B06BF" w:rsidP="001B06BF">
            <w:pPr>
              <w:rPr>
                <w:rFonts w:ascii="Arial" w:hAnsi="Arial" w:cs="Arial"/>
                <w:sz w:val="20"/>
                <w:szCs w:val="20"/>
              </w:rPr>
            </w:pPr>
          </w:p>
          <w:p w14:paraId="7A2C37AA" w14:textId="77777777" w:rsidR="001B06BF" w:rsidRDefault="001B06BF" w:rsidP="001B06BF">
            <w:pPr>
              <w:rPr>
                <w:rFonts w:ascii="Arial" w:hAnsi="Arial" w:cs="Arial"/>
                <w:i/>
                <w:sz w:val="20"/>
                <w:szCs w:val="20"/>
              </w:rPr>
            </w:pPr>
            <w:r>
              <w:rPr>
                <w:rFonts w:ascii="Arial" w:hAnsi="Arial" w:cs="Arial"/>
                <w:sz w:val="20"/>
                <w:szCs w:val="20"/>
              </w:rPr>
              <w:tab/>
            </w:r>
            <w:r>
              <w:rPr>
                <w:rFonts w:ascii="Arial" w:hAnsi="Arial" w:cs="Arial"/>
                <w:i/>
                <w:sz w:val="20"/>
                <w:szCs w:val="20"/>
              </w:rPr>
              <w:t>B1-K2-W1: Informeert collega’s, klanten en publiek</w:t>
            </w:r>
          </w:p>
          <w:p w14:paraId="0D607065" w14:textId="77777777" w:rsidR="001B06BF" w:rsidRDefault="001B06BF" w:rsidP="001B06BF">
            <w:pPr>
              <w:rPr>
                <w:rFonts w:ascii="Arial" w:hAnsi="Arial" w:cs="Arial"/>
                <w:sz w:val="20"/>
                <w:szCs w:val="20"/>
              </w:rPr>
            </w:pPr>
          </w:p>
          <w:p w14:paraId="47C47B14" w14:textId="77777777" w:rsidR="001B06BF" w:rsidRDefault="001B06BF" w:rsidP="001B06BF">
            <w:pPr>
              <w:rPr>
                <w:rFonts w:ascii="Arial" w:hAnsi="Arial" w:cs="Arial"/>
                <w:sz w:val="20"/>
                <w:szCs w:val="20"/>
              </w:rPr>
            </w:pPr>
          </w:p>
          <w:p w14:paraId="57B2846F" w14:textId="77777777" w:rsidR="001B06BF" w:rsidRDefault="001B06BF" w:rsidP="001B06BF">
            <w:pPr>
              <w:rPr>
                <w:rFonts w:ascii="Arial" w:hAnsi="Arial" w:cs="Arial"/>
                <w:sz w:val="20"/>
                <w:szCs w:val="20"/>
              </w:rPr>
            </w:pPr>
            <w:r>
              <w:rPr>
                <w:rFonts w:ascii="Arial" w:hAnsi="Arial" w:cs="Arial"/>
                <w:sz w:val="20"/>
                <w:szCs w:val="20"/>
              </w:rPr>
              <w:t>P5-K2</w:t>
            </w:r>
            <w:r>
              <w:rPr>
                <w:rFonts w:ascii="Arial" w:hAnsi="Arial" w:cs="Arial"/>
                <w:sz w:val="20"/>
                <w:szCs w:val="20"/>
              </w:rPr>
              <w:tab/>
              <w:t>Verrichten paraveterinaire handelingen</w:t>
            </w:r>
          </w:p>
          <w:p w14:paraId="768F6BD0" w14:textId="77777777" w:rsidR="001B06BF" w:rsidRDefault="001B06BF" w:rsidP="001B06BF">
            <w:pPr>
              <w:rPr>
                <w:rFonts w:ascii="Arial" w:hAnsi="Arial" w:cs="Arial"/>
                <w:sz w:val="20"/>
                <w:szCs w:val="20"/>
              </w:rPr>
            </w:pPr>
          </w:p>
          <w:p w14:paraId="7728146D" w14:textId="77777777" w:rsidR="001B06BF" w:rsidRDefault="001B06BF" w:rsidP="001B06BF">
            <w:pPr>
              <w:rPr>
                <w:rFonts w:ascii="Times New Roman" w:hAnsi="Times New Roman" w:cs="Times New Roman"/>
                <w:sz w:val="24"/>
                <w:szCs w:val="24"/>
                <w:lang w:eastAsia="nl-NL"/>
              </w:rPr>
            </w:pPr>
            <w:r>
              <w:rPr>
                <w:rFonts w:ascii="Arial" w:hAnsi="Arial" w:cs="Arial"/>
                <w:sz w:val="20"/>
                <w:szCs w:val="20"/>
              </w:rPr>
              <w:tab/>
            </w:r>
            <w:r>
              <w:rPr>
                <w:rFonts w:ascii="Arial" w:hAnsi="Arial" w:cs="Arial"/>
                <w:i/>
                <w:sz w:val="20"/>
                <w:szCs w:val="20"/>
              </w:rPr>
              <w:t>P5-K2-W5:</w:t>
            </w:r>
            <w:r>
              <w:rPr>
                <w:rFonts w:ascii="Arial" w:hAnsi="Arial" w:cs="Arial"/>
                <w:b/>
                <w:sz w:val="20"/>
                <w:szCs w:val="20"/>
              </w:rPr>
              <w:t xml:space="preserve"> </w:t>
            </w:r>
            <w:r>
              <w:rPr>
                <w:rFonts w:ascii="Arial" w:hAnsi="Arial" w:cs="Arial"/>
                <w:i/>
                <w:sz w:val="20"/>
                <w:szCs w:val="20"/>
              </w:rPr>
              <w:t>Voert beeldvormende technieken uit of assisteert hierbij</w:t>
            </w:r>
            <w:r>
              <w:rPr>
                <w:rFonts w:ascii="Times New Roman" w:hAnsi="Times New Roman" w:cs="Times New Roman"/>
                <w:sz w:val="24"/>
                <w:szCs w:val="24"/>
                <w:lang w:eastAsia="nl-NL"/>
              </w:rPr>
              <w:t xml:space="preserve"> </w:t>
            </w:r>
          </w:p>
          <w:p w14:paraId="2CB7497B" w14:textId="010C32CE" w:rsidR="00190E01" w:rsidRDefault="00190E01" w:rsidP="001B06BF">
            <w:pPr>
              <w:pStyle w:val="Lijstalinea"/>
              <w:shd w:val="clear" w:color="auto" w:fill="FFFFFF" w:themeFill="background1"/>
              <w:ind w:left="709"/>
            </w:pPr>
          </w:p>
        </w:tc>
      </w:tr>
    </w:tbl>
    <w:p w14:paraId="7966941D" w14:textId="77777777" w:rsidR="009D590F" w:rsidRDefault="009D590F"/>
    <w:p w14:paraId="6F4D15B1"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357F5547" w14:textId="77777777" w:rsidTr="000B589E">
        <w:tc>
          <w:tcPr>
            <w:tcW w:w="2859" w:type="dxa"/>
            <w:tcBorders>
              <w:top w:val="nil"/>
              <w:left w:val="nil"/>
              <w:bottom w:val="nil"/>
              <w:right w:val="nil"/>
            </w:tcBorders>
          </w:tcPr>
          <w:p w14:paraId="7B461C8F"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BC2A47E"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52D4A1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7AF25E04" w14:textId="77777777" w:rsidTr="000B589E">
        <w:tc>
          <w:tcPr>
            <w:tcW w:w="2859" w:type="dxa"/>
            <w:tcBorders>
              <w:top w:val="nil"/>
              <w:left w:val="nil"/>
              <w:bottom w:val="nil"/>
              <w:right w:val="nil"/>
            </w:tcBorders>
          </w:tcPr>
          <w:p w14:paraId="70F75C3B"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C9A42A9" w14:textId="77777777" w:rsidR="000B589E" w:rsidRPr="00255C31" w:rsidRDefault="009E5A6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4FC37B8"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548C40DC" w14:textId="77777777" w:rsidTr="000B589E">
        <w:tc>
          <w:tcPr>
            <w:tcW w:w="2859" w:type="dxa"/>
            <w:tcBorders>
              <w:top w:val="nil"/>
              <w:left w:val="nil"/>
              <w:bottom w:val="nil"/>
              <w:right w:val="nil"/>
            </w:tcBorders>
          </w:tcPr>
          <w:p w14:paraId="3F0DA6EE"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9C9CC76" w14:textId="20F56AB2" w:rsidR="000B589E" w:rsidRPr="00255C31" w:rsidRDefault="008C71E3"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B56FB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391595B8" w14:textId="77777777" w:rsidTr="000B589E">
        <w:tc>
          <w:tcPr>
            <w:tcW w:w="2859" w:type="dxa"/>
            <w:tcBorders>
              <w:top w:val="nil"/>
              <w:left w:val="nil"/>
              <w:bottom w:val="nil"/>
              <w:right w:val="nil"/>
            </w:tcBorders>
          </w:tcPr>
          <w:p w14:paraId="23A10F4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4D45BC7"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11D1CF97"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6A1C84F0" w14:textId="77777777" w:rsidTr="000B589E">
        <w:tc>
          <w:tcPr>
            <w:tcW w:w="2859" w:type="dxa"/>
            <w:tcBorders>
              <w:top w:val="nil"/>
              <w:left w:val="nil"/>
              <w:bottom w:val="nil"/>
              <w:right w:val="nil"/>
            </w:tcBorders>
          </w:tcPr>
          <w:p w14:paraId="0C1D80B9"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2DFFA9E"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59E6F31" w14:textId="77777777" w:rsidR="000B589E" w:rsidRPr="009F6AC2" w:rsidRDefault="000B589E" w:rsidP="00671640">
            <w:pPr>
              <w:rPr>
                <w:rFonts w:ascii="Calibri" w:eastAsia="Calibri" w:hAnsi="Calibri" w:cs="Times New Roman"/>
                <w:b/>
              </w:rPr>
            </w:pPr>
          </w:p>
        </w:tc>
      </w:tr>
      <w:tr w:rsidR="000B589E" w:rsidRPr="009F6AC2" w14:paraId="1BFDF211" w14:textId="77777777" w:rsidTr="000B589E">
        <w:tc>
          <w:tcPr>
            <w:tcW w:w="2859" w:type="dxa"/>
            <w:tcBorders>
              <w:top w:val="nil"/>
              <w:left w:val="nil"/>
              <w:bottom w:val="nil"/>
              <w:right w:val="nil"/>
            </w:tcBorders>
          </w:tcPr>
          <w:p w14:paraId="6324D8BB"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79B6D34" w14:textId="241A59A1" w:rsidR="000B589E" w:rsidRPr="00255C31" w:rsidRDefault="001B06B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0B9339D"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45F06A1" w14:textId="77777777" w:rsidTr="000B589E">
        <w:tc>
          <w:tcPr>
            <w:tcW w:w="2859" w:type="dxa"/>
            <w:tcBorders>
              <w:top w:val="nil"/>
              <w:left w:val="nil"/>
              <w:bottom w:val="nil"/>
              <w:right w:val="nil"/>
            </w:tcBorders>
          </w:tcPr>
          <w:p w14:paraId="783C3C7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39E83CE1" w14:textId="77777777" w:rsidR="000B589E" w:rsidRPr="00255C31" w:rsidRDefault="009E5A6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745EA1" w14:textId="7BBFEE99" w:rsidR="000B589E" w:rsidRPr="00255C31" w:rsidRDefault="00A5524D" w:rsidP="00190E01">
            <w:pPr>
              <w:rPr>
                <w:rFonts w:ascii="Arial" w:eastAsia="Calibri" w:hAnsi="Arial" w:cs="Arial"/>
                <w:b/>
                <w:sz w:val="20"/>
                <w:szCs w:val="20"/>
              </w:rPr>
            </w:pPr>
            <w:r>
              <w:rPr>
                <w:rFonts w:ascii="Arial" w:eastAsia="Calibri" w:hAnsi="Arial" w:cs="Arial"/>
                <w:b/>
                <w:sz w:val="20"/>
                <w:szCs w:val="20"/>
              </w:rPr>
              <w:t>In groepen</w:t>
            </w:r>
          </w:p>
        </w:tc>
      </w:tr>
      <w:tr w:rsidR="000B589E" w:rsidRPr="009F6AC2" w14:paraId="3AFEEFB6" w14:textId="77777777" w:rsidTr="000B589E">
        <w:tc>
          <w:tcPr>
            <w:tcW w:w="2859" w:type="dxa"/>
            <w:tcBorders>
              <w:top w:val="nil"/>
              <w:left w:val="nil"/>
              <w:bottom w:val="nil"/>
              <w:right w:val="nil"/>
            </w:tcBorders>
          </w:tcPr>
          <w:p w14:paraId="1C8E148C"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11B71255"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374707B1" w14:textId="77777777" w:rsidR="000B589E" w:rsidRPr="00255C31" w:rsidRDefault="000B589E" w:rsidP="00671640">
            <w:pPr>
              <w:rPr>
                <w:rFonts w:ascii="Arial" w:eastAsia="Calibri" w:hAnsi="Arial" w:cs="Arial"/>
                <w:b/>
                <w:sz w:val="20"/>
                <w:szCs w:val="20"/>
              </w:rPr>
            </w:pPr>
          </w:p>
        </w:tc>
      </w:tr>
      <w:tr w:rsidR="000B589E" w:rsidRPr="009F6AC2" w14:paraId="45E11499" w14:textId="77777777" w:rsidTr="000B589E">
        <w:tc>
          <w:tcPr>
            <w:tcW w:w="2859" w:type="dxa"/>
            <w:tcBorders>
              <w:top w:val="nil"/>
              <w:left w:val="nil"/>
              <w:bottom w:val="nil"/>
              <w:right w:val="nil"/>
            </w:tcBorders>
          </w:tcPr>
          <w:p w14:paraId="613EEDDC"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637FB78" w14:textId="77777777" w:rsidR="000B589E" w:rsidRPr="00255C31" w:rsidRDefault="009E5A6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B70FA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0869C7BC" w14:textId="77777777" w:rsidTr="000B589E">
        <w:tc>
          <w:tcPr>
            <w:tcW w:w="2859" w:type="dxa"/>
            <w:tcBorders>
              <w:top w:val="nil"/>
              <w:left w:val="nil"/>
              <w:bottom w:val="nil"/>
              <w:right w:val="nil"/>
            </w:tcBorders>
          </w:tcPr>
          <w:p w14:paraId="66E006A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3B6B082F" w14:textId="77777777" w:rsidR="000B589E" w:rsidRPr="00255C31" w:rsidRDefault="009E5A6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425C7A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2BEC3630" w14:textId="77777777" w:rsidTr="000B589E">
        <w:tc>
          <w:tcPr>
            <w:tcW w:w="2859" w:type="dxa"/>
            <w:tcBorders>
              <w:top w:val="nil"/>
              <w:left w:val="nil"/>
              <w:bottom w:val="nil"/>
              <w:right w:val="nil"/>
            </w:tcBorders>
          </w:tcPr>
          <w:p w14:paraId="5D203E41"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9011DFA"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7AE7DBE7" w14:textId="77777777" w:rsidR="007A4686" w:rsidRPr="009F6AC2" w:rsidRDefault="007A4686" w:rsidP="00671640">
            <w:pPr>
              <w:rPr>
                <w:rFonts w:ascii="Calibri" w:eastAsia="Calibri" w:hAnsi="Calibri" w:cs="Times New Roman"/>
                <w:b/>
              </w:rPr>
            </w:pPr>
          </w:p>
        </w:tc>
      </w:tr>
      <w:tr w:rsidR="00255C31" w:rsidRPr="00D53794" w14:paraId="57252DA5" w14:textId="77777777" w:rsidTr="00C73348">
        <w:tc>
          <w:tcPr>
            <w:tcW w:w="2859" w:type="dxa"/>
            <w:tcBorders>
              <w:top w:val="nil"/>
              <w:left w:val="nil"/>
              <w:bottom w:val="nil"/>
              <w:right w:val="nil"/>
            </w:tcBorders>
          </w:tcPr>
          <w:p w14:paraId="1FE7A04A" w14:textId="77777777" w:rsidR="00255C31" w:rsidRDefault="00255C31" w:rsidP="00C73348">
            <w:pPr>
              <w:rPr>
                <w:rFonts w:ascii="Arial" w:eastAsia="Calibri" w:hAnsi="Arial" w:cs="Arial"/>
                <w:b/>
                <w:sz w:val="20"/>
                <w:szCs w:val="20"/>
              </w:rPr>
            </w:pPr>
            <w:r>
              <w:rPr>
                <w:rFonts w:ascii="Arial" w:eastAsia="Calibri" w:hAnsi="Arial" w:cs="Arial"/>
                <w:b/>
                <w:sz w:val="20"/>
                <w:szCs w:val="20"/>
              </w:rPr>
              <w:lastRenderedPageBreak/>
              <w:br/>
            </w:r>
          </w:p>
          <w:p w14:paraId="13FCE9FD" w14:textId="77777777" w:rsidR="009D590F" w:rsidRDefault="009D590F" w:rsidP="00C73348">
            <w:pPr>
              <w:rPr>
                <w:rFonts w:ascii="Arial" w:eastAsia="Calibri" w:hAnsi="Arial" w:cs="Arial"/>
                <w:b/>
                <w:sz w:val="20"/>
                <w:szCs w:val="20"/>
              </w:rPr>
            </w:pPr>
          </w:p>
          <w:p w14:paraId="68A93DBD" w14:textId="77777777" w:rsidR="009D590F" w:rsidRDefault="009D590F" w:rsidP="00C73348">
            <w:pPr>
              <w:rPr>
                <w:rFonts w:ascii="Arial" w:eastAsia="Calibri" w:hAnsi="Arial" w:cs="Arial"/>
                <w:b/>
                <w:sz w:val="20"/>
                <w:szCs w:val="20"/>
              </w:rPr>
            </w:pPr>
          </w:p>
          <w:p w14:paraId="3FB269A8" w14:textId="77777777" w:rsidR="009D590F" w:rsidRPr="00D53794" w:rsidRDefault="009D590F" w:rsidP="00C73348">
            <w:pPr>
              <w:rPr>
                <w:rFonts w:ascii="Arial" w:eastAsia="Calibri" w:hAnsi="Arial" w:cs="Arial"/>
                <w:b/>
                <w:sz w:val="20"/>
                <w:szCs w:val="20"/>
              </w:rPr>
            </w:pPr>
          </w:p>
        </w:tc>
        <w:tc>
          <w:tcPr>
            <w:tcW w:w="455" w:type="dxa"/>
            <w:tcBorders>
              <w:top w:val="nil"/>
              <w:left w:val="nil"/>
              <w:bottom w:val="nil"/>
              <w:right w:val="nil"/>
            </w:tcBorders>
          </w:tcPr>
          <w:p w14:paraId="3A8C1E62" w14:textId="77777777" w:rsidR="00255C31" w:rsidRPr="00D53794" w:rsidRDefault="00255C31" w:rsidP="00C73348">
            <w:pPr>
              <w:rPr>
                <w:rFonts w:ascii="Arial" w:eastAsia="Calibri" w:hAnsi="Arial" w:cs="Arial"/>
                <w:b/>
                <w:sz w:val="20"/>
                <w:szCs w:val="20"/>
              </w:rPr>
            </w:pPr>
          </w:p>
        </w:tc>
        <w:tc>
          <w:tcPr>
            <w:tcW w:w="5974" w:type="dxa"/>
            <w:tcBorders>
              <w:top w:val="nil"/>
              <w:left w:val="nil"/>
              <w:bottom w:val="nil"/>
              <w:right w:val="nil"/>
            </w:tcBorders>
          </w:tcPr>
          <w:p w14:paraId="2C7672F7" w14:textId="77777777" w:rsidR="00255C31" w:rsidRPr="00D53794" w:rsidRDefault="00255C31" w:rsidP="00C73348">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7CB36A55" w14:textId="77777777" w:rsidTr="00C73348">
        <w:trPr>
          <w:cantSplit/>
          <w:trHeight w:val="567"/>
        </w:trPr>
        <w:tc>
          <w:tcPr>
            <w:tcW w:w="9212" w:type="dxa"/>
            <w:shd w:val="clear" w:color="auto" w:fill="92D050"/>
            <w:vAlign w:val="center"/>
          </w:tcPr>
          <w:p w14:paraId="4854EA75"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4852CFF5" w14:textId="77777777" w:rsidTr="00C73348">
        <w:trPr>
          <w:cantSplit/>
          <w:trHeight w:val="567"/>
        </w:trPr>
        <w:tc>
          <w:tcPr>
            <w:tcW w:w="9212" w:type="dxa"/>
            <w:shd w:val="clear" w:color="auto" w:fill="FFFFFF" w:themeFill="background1"/>
          </w:tcPr>
          <w:p w14:paraId="0A034B4C" w14:textId="77777777" w:rsidR="00255C31" w:rsidRPr="009E5A68" w:rsidRDefault="00255C31" w:rsidP="00C73348">
            <w:pPr>
              <w:jc w:val="center"/>
              <w:rPr>
                <w:rFonts w:ascii="Arial" w:hAnsi="Arial" w:cs="Arial"/>
                <w:sz w:val="20"/>
                <w:szCs w:val="20"/>
              </w:rPr>
            </w:pPr>
          </w:p>
          <w:p w14:paraId="4B52CB80" w14:textId="77777777" w:rsidR="001B06BF" w:rsidRDefault="001B06BF" w:rsidP="001B06BF">
            <w:pPr>
              <w:rPr>
                <w:rFonts w:ascii="Arial" w:hAnsi="Arial" w:cs="Arial"/>
                <w:sz w:val="20"/>
                <w:szCs w:val="20"/>
              </w:rPr>
            </w:pPr>
            <w:r>
              <w:rPr>
                <w:rFonts w:ascii="Arial" w:hAnsi="Arial" w:cs="Arial"/>
                <w:sz w:val="20"/>
                <w:szCs w:val="20"/>
              </w:rPr>
              <w:t xml:space="preserve">Als paraveterinair mag je zelfstandig röntgenfoto’s maken en de dierenarts assisteren bij andere beeldvormende technieken. </w:t>
            </w:r>
            <w:r>
              <w:rPr>
                <w:rFonts w:ascii="Arial" w:hAnsi="Arial" w:cs="Arial"/>
                <w:sz w:val="20"/>
                <w:szCs w:val="20"/>
              </w:rPr>
              <w:br/>
            </w:r>
            <w:r>
              <w:rPr>
                <w:rFonts w:ascii="Arial" w:hAnsi="Arial" w:cs="Arial"/>
                <w:sz w:val="20"/>
                <w:szCs w:val="20"/>
              </w:rPr>
              <w:br/>
              <w:t xml:space="preserve">De dierenarts heeft een foto van goede kwaliteit nodig. Dit houdt in: een foto die gemaakt is met de juiste belichting, voldoende contrast en gemaakt in de juiste ligging. Jij beoordeelt of de foto van voldoende kwaliteit is en voldoende informatie geeft om een diagnose te kunnen stellen. De foto moet gemaakt worden onder veilige omstandigheden voor de patiënt, het personeel in de röntgenkamer en iedereen buiten de röntgenkamer. </w:t>
            </w:r>
            <w:r>
              <w:rPr>
                <w:rFonts w:ascii="Arial" w:hAnsi="Arial" w:cs="Arial"/>
                <w:sz w:val="20"/>
                <w:szCs w:val="20"/>
              </w:rPr>
              <w:br/>
            </w:r>
            <w:r>
              <w:rPr>
                <w:rFonts w:ascii="Arial" w:hAnsi="Arial" w:cs="Arial"/>
                <w:sz w:val="20"/>
                <w:szCs w:val="20"/>
              </w:rPr>
              <w:br/>
              <w:t>Bij het maken van de röntgenopnames of echobeelden stel je de apparatuur in. Je fixeert de patiënt zodat deze zo min mogelijk hinder ondervindt van het onderzoek. Je maakt snel en efficiënt de gewenste opnames. Je werkt veilig tijdens het gehele onderzoek.</w:t>
            </w:r>
          </w:p>
          <w:p w14:paraId="58C2E833" w14:textId="77777777" w:rsidR="00190E01" w:rsidRPr="009E5A68" w:rsidRDefault="00190E01" w:rsidP="001B06BF">
            <w:pPr>
              <w:rPr>
                <w:rFonts w:ascii="Arial" w:hAnsi="Arial" w:cs="Arial"/>
                <w:sz w:val="20"/>
                <w:szCs w:val="20"/>
              </w:rPr>
            </w:pPr>
          </w:p>
        </w:tc>
      </w:tr>
    </w:tbl>
    <w:p w14:paraId="2C00C545"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7866A563" w14:textId="77777777">
        <w:trPr>
          <w:cantSplit/>
          <w:trHeight w:val="616"/>
        </w:trPr>
        <w:tc>
          <w:tcPr>
            <w:tcW w:w="9212" w:type="dxa"/>
            <w:shd w:val="clear" w:color="auto" w:fill="92D050"/>
            <w:vAlign w:val="center"/>
          </w:tcPr>
          <w:p w14:paraId="349CA4AF"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C091486" w14:textId="77777777" w:rsidTr="00AF3CD5">
        <w:trPr>
          <w:cantSplit/>
          <w:trHeight w:val="3327"/>
        </w:trPr>
        <w:tc>
          <w:tcPr>
            <w:tcW w:w="9212" w:type="dxa"/>
            <w:shd w:val="clear" w:color="auto" w:fill="auto"/>
          </w:tcPr>
          <w:p w14:paraId="14E3C2AD" w14:textId="77777777" w:rsidR="00AF3CD5" w:rsidRDefault="00AF3CD5" w:rsidP="00C6458F">
            <w:pPr>
              <w:rPr>
                <w:rFonts w:ascii="Arial" w:hAnsi="Arial" w:cs="Arial"/>
                <w:sz w:val="20"/>
                <w:szCs w:val="20"/>
              </w:rPr>
            </w:pPr>
          </w:p>
          <w:p w14:paraId="0AD01D00" w14:textId="77777777" w:rsidR="001B06BF" w:rsidRDefault="001B06BF" w:rsidP="001B06BF">
            <w:pPr>
              <w:rPr>
                <w:rFonts w:ascii="Arial" w:hAnsi="Arial" w:cs="Arial"/>
                <w:sz w:val="20"/>
                <w:szCs w:val="20"/>
              </w:rPr>
            </w:pPr>
            <w:r>
              <w:rPr>
                <w:rFonts w:ascii="Arial" w:hAnsi="Arial" w:cs="Arial"/>
                <w:sz w:val="20"/>
                <w:szCs w:val="20"/>
              </w:rPr>
              <w:t xml:space="preserve">Je kunt: </w:t>
            </w:r>
          </w:p>
          <w:p w14:paraId="6CF53D26"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de identiteit van de patiënt bevestigen;</w:t>
            </w:r>
          </w:p>
          <w:p w14:paraId="1737C4D5"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het apparaat correct instellen voor de opname;</w:t>
            </w:r>
          </w:p>
          <w:p w14:paraId="5186D3C1"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de patiënt fixeren zonder dat deze hinder ondervindt van de opnames;</w:t>
            </w:r>
          </w:p>
          <w:p w14:paraId="3C766BAE"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standaardopnames zelfstandig maken;</w:t>
            </w:r>
          </w:p>
          <w:p w14:paraId="260DC083"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assisteren bij het maken van echobeelden en röntgenopnames;</w:t>
            </w:r>
          </w:p>
          <w:p w14:paraId="789F344F"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beoordelen of de kwaliteit van de foto voldoende is voor beoordelingen of diagnosestelling door de dierenarts;</w:t>
            </w:r>
          </w:p>
          <w:p w14:paraId="0EA6A8EC"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veilig werken bij het maken van röntgenfoto’s;</w:t>
            </w:r>
          </w:p>
          <w:p w14:paraId="2AAB20B4"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anderen instrueren veilig te werken bij het maken van een röntgenfoto.</w:t>
            </w:r>
          </w:p>
          <w:p w14:paraId="4CF685B7" w14:textId="77777777" w:rsidR="00234392" w:rsidRDefault="00234392" w:rsidP="009E5A68"/>
          <w:p w14:paraId="28749872" w14:textId="77777777" w:rsidR="00D35C19" w:rsidRDefault="00D35C19" w:rsidP="00234392"/>
        </w:tc>
      </w:tr>
    </w:tbl>
    <w:p w14:paraId="23651A9E" w14:textId="77777777" w:rsidR="00234392" w:rsidRDefault="00234392"/>
    <w:p w14:paraId="78BAF33D" w14:textId="77777777" w:rsidR="00234392" w:rsidRDefault="00234392">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34392" w:rsidRPr="00AF3CD5" w14:paraId="5A262FAA" w14:textId="77777777" w:rsidTr="00142865">
        <w:trPr>
          <w:cantSplit/>
          <w:trHeight w:val="616"/>
        </w:trPr>
        <w:tc>
          <w:tcPr>
            <w:tcW w:w="9212" w:type="dxa"/>
            <w:shd w:val="clear" w:color="auto" w:fill="92D050"/>
            <w:vAlign w:val="center"/>
          </w:tcPr>
          <w:p w14:paraId="3712752E" w14:textId="77777777" w:rsidR="00234392" w:rsidRPr="007F490C" w:rsidRDefault="00234392" w:rsidP="00142865">
            <w:pPr>
              <w:rPr>
                <w:rFonts w:ascii="Arial" w:hAnsi="Arial" w:cs="Arial"/>
                <w:sz w:val="20"/>
                <w:szCs w:val="20"/>
              </w:rPr>
            </w:pPr>
            <w:r w:rsidRPr="007F490C">
              <w:rPr>
                <w:rFonts w:ascii="Arial" w:hAnsi="Arial" w:cs="Arial"/>
                <w:b/>
                <w:color w:val="000000" w:themeColor="text1"/>
                <w:sz w:val="20"/>
                <w:szCs w:val="20"/>
              </w:rPr>
              <w:lastRenderedPageBreak/>
              <w:t>Opdracht</w:t>
            </w:r>
          </w:p>
        </w:tc>
      </w:tr>
      <w:tr w:rsidR="00234392" w:rsidRPr="006C6A08" w14:paraId="50AF6F66" w14:textId="77777777" w:rsidTr="00837654">
        <w:trPr>
          <w:cantSplit/>
          <w:trHeight w:val="1562"/>
        </w:trPr>
        <w:tc>
          <w:tcPr>
            <w:tcW w:w="9212" w:type="dxa"/>
            <w:shd w:val="clear" w:color="auto" w:fill="FFFFFF" w:themeFill="background1"/>
            <w:vAlign w:val="center"/>
          </w:tcPr>
          <w:p w14:paraId="7800398D" w14:textId="77777777" w:rsidR="001B06BF" w:rsidRDefault="001B06BF" w:rsidP="001B06BF">
            <w:pPr>
              <w:rPr>
                <w:rFonts w:ascii="Arial" w:hAnsi="Arial" w:cs="Arial"/>
                <w:sz w:val="20"/>
                <w:szCs w:val="20"/>
              </w:rPr>
            </w:pPr>
            <w:r>
              <w:rPr>
                <w:rFonts w:ascii="Arial" w:hAnsi="Arial" w:cs="Arial"/>
                <w:sz w:val="20"/>
                <w:szCs w:val="20"/>
              </w:rPr>
              <w:t>In deze opdracht ga je op je BPV-bedrijf assisteren bij het maken van röntgenfoto’s en echobeelden. Ter voorbereiding hierop maak je samen met een medestudent een overzicht van factoren die de kwaliteit van de opnames beïnvloeden.</w:t>
            </w:r>
          </w:p>
          <w:p w14:paraId="3BACD035" w14:textId="77777777" w:rsidR="001B06BF" w:rsidRDefault="001B06BF" w:rsidP="001B06BF">
            <w:pPr>
              <w:rPr>
                <w:rFonts w:ascii="Arial" w:hAnsi="Arial" w:cs="Arial"/>
                <w:sz w:val="20"/>
                <w:szCs w:val="20"/>
              </w:rPr>
            </w:pPr>
          </w:p>
          <w:p w14:paraId="0C11E7AB" w14:textId="4C2DD06B" w:rsidR="001B06BF" w:rsidRPr="001B06BF" w:rsidRDefault="001B06BF" w:rsidP="00234392">
            <w:pPr>
              <w:rPr>
                <w:rFonts w:ascii="Times New Roman" w:hAnsi="Times New Roman" w:cs="Times New Roman"/>
                <w:sz w:val="24"/>
                <w:szCs w:val="24"/>
                <w:lang w:eastAsia="nl-NL"/>
              </w:rPr>
            </w:pPr>
            <w:r>
              <w:rPr>
                <w:rFonts w:ascii="Arial" w:hAnsi="Arial" w:cs="Arial"/>
                <w:sz w:val="20"/>
                <w:szCs w:val="20"/>
              </w:rPr>
              <w:t xml:space="preserve">Om ervoor te zorgen dat het maken van de foto’s veilig gebeurt, maken jullie een werkinstructie voor de veiligheidsmaatregelen die genomen moeten worden. Deze maatregelen moeten gelden voor het personeel dat de foto neemt, de eigenaar van het dier als deze aanwezig is en het overige personeel dat in het gebouw aanwezig is. </w:t>
            </w:r>
            <w:r>
              <w:rPr>
                <w:rFonts w:ascii="Arial" w:hAnsi="Arial" w:cs="Arial"/>
                <w:sz w:val="20"/>
                <w:szCs w:val="20"/>
              </w:rPr>
              <w:br/>
            </w:r>
          </w:p>
          <w:p w14:paraId="5327D580" w14:textId="30CB8DF6" w:rsidR="007F490C" w:rsidRPr="007F490C" w:rsidRDefault="007F490C" w:rsidP="00234392">
            <w:pPr>
              <w:rPr>
                <w:rFonts w:ascii="Arial" w:hAnsi="Arial" w:cs="Arial"/>
                <w:b/>
                <w:sz w:val="20"/>
                <w:szCs w:val="20"/>
                <w:u w:val="single"/>
              </w:rPr>
            </w:pPr>
            <w:r w:rsidRPr="007F490C">
              <w:rPr>
                <w:rFonts w:ascii="Arial" w:hAnsi="Arial" w:cs="Arial"/>
                <w:b/>
                <w:sz w:val="20"/>
                <w:szCs w:val="20"/>
                <w:u w:val="single"/>
              </w:rPr>
              <w:t>Voorbereiding:</w:t>
            </w:r>
          </w:p>
          <w:p w14:paraId="54C791B0" w14:textId="77777777" w:rsidR="007F490C" w:rsidRPr="007F490C" w:rsidRDefault="007F490C" w:rsidP="00234392">
            <w:pPr>
              <w:rPr>
                <w:rFonts w:ascii="Arial" w:hAnsi="Arial" w:cs="Arial"/>
                <w:sz w:val="20"/>
                <w:szCs w:val="20"/>
                <w:u w:val="single"/>
              </w:rPr>
            </w:pPr>
          </w:p>
          <w:p w14:paraId="7396EE5F" w14:textId="3031F82E" w:rsidR="009D4AA8" w:rsidRPr="007F490C" w:rsidRDefault="009D4AA8" w:rsidP="00234392">
            <w:pPr>
              <w:rPr>
                <w:rFonts w:ascii="Arial" w:hAnsi="Arial" w:cs="Arial"/>
                <w:sz w:val="20"/>
                <w:szCs w:val="20"/>
                <w:u w:val="single"/>
              </w:rPr>
            </w:pPr>
            <w:r w:rsidRPr="007F490C">
              <w:rPr>
                <w:rFonts w:ascii="Arial" w:hAnsi="Arial" w:cs="Arial"/>
                <w:sz w:val="20"/>
                <w:szCs w:val="20"/>
                <w:u w:val="single"/>
              </w:rPr>
              <w:t>Veilig werken</w:t>
            </w:r>
          </w:p>
          <w:p w14:paraId="76CB4B0A" w14:textId="77777777" w:rsidR="007F490C" w:rsidRPr="007F490C" w:rsidRDefault="007F490C" w:rsidP="00234392">
            <w:pPr>
              <w:rPr>
                <w:rFonts w:ascii="Arial" w:hAnsi="Arial" w:cs="Arial"/>
                <w:sz w:val="20"/>
                <w:szCs w:val="20"/>
                <w:u w:val="single"/>
              </w:rPr>
            </w:pPr>
          </w:p>
          <w:p w14:paraId="2322A179" w14:textId="1A7E0DE1" w:rsidR="00E41CF9" w:rsidRPr="007F490C" w:rsidRDefault="00E41CF9" w:rsidP="009D4AA8">
            <w:pPr>
              <w:rPr>
                <w:rFonts w:ascii="Arial" w:hAnsi="Arial" w:cs="Arial"/>
                <w:sz w:val="20"/>
                <w:szCs w:val="20"/>
              </w:rPr>
            </w:pPr>
            <w:r w:rsidRPr="007F490C">
              <w:rPr>
                <w:rFonts w:ascii="Arial" w:hAnsi="Arial" w:cs="Arial"/>
                <w:sz w:val="20"/>
                <w:szCs w:val="20"/>
              </w:rPr>
              <w:t>Bespreek met je IO-groepje je ervaringen uit de BPV.</w:t>
            </w:r>
          </w:p>
          <w:p w14:paraId="70E7434E" w14:textId="13B0D5F5" w:rsidR="00E41CF9" w:rsidRPr="007F490C" w:rsidRDefault="00E41CF9" w:rsidP="009D4AA8">
            <w:pPr>
              <w:rPr>
                <w:rFonts w:ascii="Arial" w:hAnsi="Arial" w:cs="Arial"/>
                <w:sz w:val="20"/>
                <w:szCs w:val="20"/>
              </w:rPr>
            </w:pPr>
            <w:r w:rsidRPr="007F490C">
              <w:rPr>
                <w:rFonts w:ascii="Arial" w:hAnsi="Arial" w:cs="Arial"/>
                <w:sz w:val="20"/>
                <w:szCs w:val="20"/>
              </w:rPr>
              <w:t>Neem de lesstof over veilig werken met röntgenstraling door en bespreek dit met je groepje.</w:t>
            </w:r>
          </w:p>
          <w:p w14:paraId="0043AC46" w14:textId="7238323F" w:rsidR="009D4AA8" w:rsidRPr="007F490C" w:rsidRDefault="009D4AA8" w:rsidP="009D4AA8">
            <w:pPr>
              <w:rPr>
                <w:rFonts w:ascii="Arial" w:hAnsi="Arial" w:cs="Arial"/>
                <w:sz w:val="20"/>
                <w:szCs w:val="20"/>
              </w:rPr>
            </w:pPr>
            <w:r w:rsidRPr="007F490C">
              <w:rPr>
                <w:rFonts w:ascii="Arial" w:hAnsi="Arial" w:cs="Arial"/>
                <w:sz w:val="20"/>
                <w:szCs w:val="20"/>
              </w:rPr>
              <w:t>Maak aan de hand van</w:t>
            </w:r>
            <w:r w:rsidR="00E41CF9" w:rsidRPr="007F490C">
              <w:rPr>
                <w:rFonts w:ascii="Arial" w:hAnsi="Arial" w:cs="Arial"/>
                <w:sz w:val="20"/>
                <w:szCs w:val="20"/>
              </w:rPr>
              <w:t xml:space="preserve"> de gesprekken een mindmap/ </w:t>
            </w:r>
            <w:r w:rsidRPr="007F490C">
              <w:rPr>
                <w:rFonts w:ascii="Arial" w:hAnsi="Arial" w:cs="Arial"/>
                <w:sz w:val="20"/>
                <w:szCs w:val="20"/>
              </w:rPr>
              <w:t xml:space="preserve">overzicht van </w:t>
            </w:r>
            <w:r w:rsidR="00E41CF9" w:rsidRPr="007F490C">
              <w:rPr>
                <w:rFonts w:ascii="Arial" w:hAnsi="Arial" w:cs="Arial"/>
                <w:sz w:val="20"/>
                <w:szCs w:val="20"/>
              </w:rPr>
              <w:t xml:space="preserve">alle </w:t>
            </w:r>
            <w:r w:rsidRPr="007F490C">
              <w:rPr>
                <w:rFonts w:ascii="Arial" w:hAnsi="Arial" w:cs="Arial"/>
                <w:sz w:val="20"/>
                <w:szCs w:val="20"/>
              </w:rPr>
              <w:t>zaken die een rol spelen bij het veilig werken met röntgenstraling.</w:t>
            </w:r>
          </w:p>
          <w:p w14:paraId="6E973803" w14:textId="6BF0565F" w:rsidR="009D4AA8" w:rsidRPr="007F490C" w:rsidRDefault="009D4AA8" w:rsidP="009D4AA8">
            <w:pPr>
              <w:rPr>
                <w:rFonts w:ascii="Arial" w:hAnsi="Arial" w:cs="Arial"/>
                <w:sz w:val="20"/>
                <w:szCs w:val="20"/>
              </w:rPr>
            </w:pPr>
          </w:p>
          <w:p w14:paraId="3A4CB4BD" w14:textId="171D7757" w:rsidR="00927818" w:rsidRPr="007F490C" w:rsidRDefault="00927818" w:rsidP="009D4AA8">
            <w:pPr>
              <w:rPr>
                <w:rFonts w:ascii="Arial" w:hAnsi="Arial" w:cs="Arial"/>
                <w:sz w:val="20"/>
                <w:szCs w:val="20"/>
              </w:rPr>
            </w:pPr>
            <w:r w:rsidRPr="007F490C">
              <w:rPr>
                <w:rFonts w:ascii="Arial" w:hAnsi="Arial" w:cs="Arial"/>
                <w:sz w:val="20"/>
                <w:szCs w:val="20"/>
              </w:rPr>
              <w:t>Maak met behulp van d</w:t>
            </w:r>
            <w:r w:rsidR="00E41CF9" w:rsidRPr="007F490C">
              <w:rPr>
                <w:rFonts w:ascii="Arial" w:hAnsi="Arial" w:cs="Arial"/>
                <w:sz w:val="20"/>
                <w:szCs w:val="20"/>
              </w:rPr>
              <w:t>e lijst een werkinstructie</w:t>
            </w:r>
            <w:r w:rsidRPr="007F490C">
              <w:rPr>
                <w:rFonts w:ascii="Arial" w:hAnsi="Arial" w:cs="Arial"/>
                <w:sz w:val="20"/>
                <w:szCs w:val="20"/>
              </w:rPr>
              <w:t xml:space="preserve"> van de te nemen </w:t>
            </w:r>
            <w:r w:rsidR="00E41CF9" w:rsidRPr="007F490C">
              <w:rPr>
                <w:rFonts w:ascii="Arial" w:hAnsi="Arial" w:cs="Arial"/>
                <w:sz w:val="20"/>
                <w:szCs w:val="20"/>
              </w:rPr>
              <w:t>veiligheids</w:t>
            </w:r>
            <w:r w:rsidRPr="007F490C">
              <w:rPr>
                <w:rFonts w:ascii="Arial" w:hAnsi="Arial" w:cs="Arial"/>
                <w:sz w:val="20"/>
                <w:szCs w:val="20"/>
              </w:rPr>
              <w:t>maatregelen.</w:t>
            </w:r>
          </w:p>
          <w:p w14:paraId="2BBE94FF" w14:textId="0E379B2F" w:rsidR="00927818" w:rsidRPr="007F490C" w:rsidRDefault="00927818" w:rsidP="00927818">
            <w:pPr>
              <w:rPr>
                <w:rFonts w:ascii="Arial" w:hAnsi="Arial" w:cs="Arial"/>
                <w:sz w:val="20"/>
                <w:szCs w:val="20"/>
              </w:rPr>
            </w:pPr>
            <w:r w:rsidRPr="007F490C">
              <w:rPr>
                <w:rFonts w:ascii="Arial" w:hAnsi="Arial" w:cs="Arial"/>
                <w:sz w:val="20"/>
                <w:szCs w:val="20"/>
              </w:rPr>
              <w:t xml:space="preserve">Deze maatregelen moeten gelden voor het personeel dat de foto neemt, eventueel voor de diereigenaar als die aanwezig is en voor het overige personeel dat in het gebouw aanwezig is. </w:t>
            </w:r>
          </w:p>
          <w:p w14:paraId="06490F0D" w14:textId="77777777" w:rsidR="007F490C" w:rsidRPr="007F490C" w:rsidRDefault="007F490C" w:rsidP="00927818">
            <w:pPr>
              <w:rPr>
                <w:rFonts w:ascii="Arial" w:hAnsi="Arial" w:cs="Arial"/>
                <w:sz w:val="20"/>
                <w:szCs w:val="20"/>
              </w:rPr>
            </w:pPr>
          </w:p>
          <w:p w14:paraId="4966C869" w14:textId="130294E3" w:rsidR="00927818" w:rsidRPr="007F490C" w:rsidRDefault="007F490C" w:rsidP="009D4AA8">
            <w:pPr>
              <w:rPr>
                <w:rFonts w:ascii="Arial" w:hAnsi="Arial" w:cs="Arial"/>
                <w:sz w:val="20"/>
                <w:szCs w:val="20"/>
              </w:rPr>
            </w:pPr>
            <w:r w:rsidRPr="007F490C">
              <w:rPr>
                <w:rFonts w:ascii="Arial" w:hAnsi="Arial" w:cs="Arial"/>
                <w:sz w:val="20"/>
                <w:szCs w:val="20"/>
              </w:rPr>
              <w:t>Vraag feedback op jullie werkinstructie van de andere IO-groepen en verwerk die feedback in je document.</w:t>
            </w:r>
            <w:r w:rsidR="00AD30D2">
              <w:rPr>
                <w:rFonts w:ascii="Arial" w:hAnsi="Arial" w:cs="Arial"/>
                <w:sz w:val="20"/>
                <w:szCs w:val="20"/>
              </w:rPr>
              <w:t xml:space="preserve"> Vraag een notitie van de </w:t>
            </w:r>
            <w:r w:rsidRPr="007F490C">
              <w:rPr>
                <w:rFonts w:ascii="Arial" w:hAnsi="Arial" w:cs="Arial"/>
                <w:sz w:val="20"/>
                <w:szCs w:val="20"/>
              </w:rPr>
              <w:t>feedback.</w:t>
            </w:r>
          </w:p>
          <w:p w14:paraId="6BCDC436" w14:textId="0BBD9087" w:rsidR="007F490C" w:rsidRPr="007F490C" w:rsidRDefault="007F490C" w:rsidP="009D4AA8">
            <w:pPr>
              <w:rPr>
                <w:rFonts w:ascii="Arial" w:hAnsi="Arial" w:cs="Arial"/>
                <w:sz w:val="20"/>
                <w:szCs w:val="20"/>
              </w:rPr>
            </w:pPr>
            <w:r w:rsidRPr="007F490C">
              <w:rPr>
                <w:rFonts w:ascii="Arial" w:hAnsi="Arial" w:cs="Arial"/>
                <w:sz w:val="20"/>
                <w:szCs w:val="20"/>
              </w:rPr>
              <w:t>Laat bij je docent aftekenen dat je de werkinstructie hebt besproken met de andere groepen.</w:t>
            </w:r>
          </w:p>
          <w:p w14:paraId="712CDA43" w14:textId="77777777" w:rsidR="00927818" w:rsidRPr="007F490C" w:rsidRDefault="00927818" w:rsidP="009D4AA8">
            <w:pPr>
              <w:rPr>
                <w:rFonts w:ascii="Arial" w:hAnsi="Arial" w:cs="Arial"/>
                <w:sz w:val="20"/>
                <w:szCs w:val="20"/>
              </w:rPr>
            </w:pPr>
          </w:p>
          <w:p w14:paraId="7DDD69F6" w14:textId="7395B3C9" w:rsidR="009D4AA8" w:rsidRPr="007F490C" w:rsidRDefault="00E41CF9" w:rsidP="009D4AA8">
            <w:pPr>
              <w:rPr>
                <w:rFonts w:ascii="Arial" w:hAnsi="Arial" w:cs="Arial"/>
                <w:sz w:val="20"/>
                <w:szCs w:val="20"/>
                <w:u w:val="single"/>
              </w:rPr>
            </w:pPr>
            <w:r w:rsidRPr="007F490C">
              <w:rPr>
                <w:rFonts w:ascii="Arial" w:hAnsi="Arial" w:cs="Arial"/>
                <w:sz w:val="20"/>
                <w:szCs w:val="20"/>
                <w:u w:val="single"/>
              </w:rPr>
              <w:t xml:space="preserve">Het maken van kwalitatief goede </w:t>
            </w:r>
            <w:r w:rsidR="00FF23DC" w:rsidRPr="007F490C">
              <w:rPr>
                <w:rFonts w:ascii="Arial" w:hAnsi="Arial" w:cs="Arial"/>
                <w:sz w:val="20"/>
                <w:szCs w:val="20"/>
                <w:u w:val="single"/>
              </w:rPr>
              <w:t>röntgenfoto’s</w:t>
            </w:r>
            <w:r w:rsidRPr="007F490C">
              <w:rPr>
                <w:rFonts w:ascii="Arial" w:hAnsi="Arial" w:cs="Arial"/>
                <w:sz w:val="20"/>
                <w:szCs w:val="20"/>
                <w:u w:val="single"/>
              </w:rPr>
              <w:t>.</w:t>
            </w:r>
          </w:p>
          <w:p w14:paraId="445AD934" w14:textId="77777777" w:rsidR="007F490C" w:rsidRPr="007F490C" w:rsidRDefault="007F490C" w:rsidP="009D4AA8">
            <w:pPr>
              <w:rPr>
                <w:rFonts w:ascii="Arial" w:hAnsi="Arial" w:cs="Arial"/>
                <w:sz w:val="20"/>
                <w:szCs w:val="20"/>
                <w:u w:val="single"/>
              </w:rPr>
            </w:pPr>
          </w:p>
          <w:p w14:paraId="19AB2D53" w14:textId="77777777" w:rsidR="00FF23DC" w:rsidRPr="007F490C" w:rsidRDefault="00FF23DC" w:rsidP="009D4AA8">
            <w:pPr>
              <w:rPr>
                <w:rFonts w:ascii="Arial" w:hAnsi="Arial" w:cs="Arial"/>
                <w:sz w:val="20"/>
                <w:szCs w:val="20"/>
              </w:rPr>
            </w:pPr>
            <w:r w:rsidRPr="007F490C">
              <w:rPr>
                <w:rFonts w:ascii="Arial" w:hAnsi="Arial" w:cs="Arial"/>
                <w:sz w:val="20"/>
                <w:szCs w:val="20"/>
              </w:rPr>
              <w:t>A Een overzicht.</w:t>
            </w:r>
          </w:p>
          <w:p w14:paraId="18744479" w14:textId="66E931DA" w:rsidR="00E41CF9" w:rsidRPr="007F490C" w:rsidRDefault="001B06BF" w:rsidP="009D4AA8">
            <w:pPr>
              <w:rPr>
                <w:rFonts w:ascii="Arial" w:hAnsi="Arial" w:cs="Arial"/>
                <w:sz w:val="20"/>
                <w:szCs w:val="20"/>
              </w:rPr>
            </w:pPr>
            <w:r>
              <w:rPr>
                <w:rFonts w:ascii="Arial" w:hAnsi="Arial" w:cs="Arial"/>
                <w:sz w:val="20"/>
                <w:szCs w:val="20"/>
              </w:rPr>
              <w:t>Je maakt een overzicht en geeft per</w:t>
            </w:r>
            <w:r w:rsidR="00E41CF9" w:rsidRPr="007F490C">
              <w:rPr>
                <w:rFonts w:ascii="Arial" w:hAnsi="Arial" w:cs="Arial"/>
                <w:sz w:val="20"/>
                <w:szCs w:val="20"/>
              </w:rPr>
              <w:t xml:space="preserve"> röntgenopname </w:t>
            </w:r>
            <w:r>
              <w:rPr>
                <w:rFonts w:ascii="Arial" w:hAnsi="Arial" w:cs="Arial"/>
                <w:sz w:val="20"/>
                <w:szCs w:val="20"/>
              </w:rPr>
              <w:t>aan hoe je met de genoemde factoren een optimale opname maakt.</w:t>
            </w:r>
          </w:p>
          <w:p w14:paraId="6643A7D5" w14:textId="42C96B10" w:rsidR="00E41CF9" w:rsidRPr="007F490C" w:rsidRDefault="00E41CF9" w:rsidP="009D4AA8">
            <w:pPr>
              <w:rPr>
                <w:rFonts w:ascii="Arial" w:hAnsi="Arial" w:cs="Arial"/>
                <w:sz w:val="20"/>
                <w:szCs w:val="20"/>
              </w:rPr>
            </w:pPr>
            <w:r w:rsidRPr="007F490C">
              <w:rPr>
                <w:rFonts w:ascii="Arial" w:hAnsi="Arial" w:cs="Arial"/>
                <w:sz w:val="20"/>
                <w:szCs w:val="20"/>
              </w:rPr>
              <w:t>De opnames:</w:t>
            </w:r>
          </w:p>
          <w:p w14:paraId="441D1D3A" w14:textId="1E3F5617"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Abdomen</w:t>
            </w:r>
          </w:p>
          <w:p w14:paraId="009750F5" w14:textId="53CE89FA"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Thorax</w:t>
            </w:r>
          </w:p>
          <w:p w14:paraId="3D11315D" w14:textId="03188753"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Bekken</w:t>
            </w:r>
            <w:r w:rsidR="00BC1ED0">
              <w:rPr>
                <w:rFonts w:ascii="Arial" w:hAnsi="Arial" w:cs="Arial"/>
                <w:sz w:val="20"/>
                <w:szCs w:val="20"/>
              </w:rPr>
              <w:t>/ heupen</w:t>
            </w:r>
          </w:p>
          <w:p w14:paraId="3CF20F9E" w14:textId="33338F35"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Knie</w:t>
            </w:r>
          </w:p>
          <w:p w14:paraId="652BFC2C" w14:textId="1A15A520"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Elleboog</w:t>
            </w:r>
          </w:p>
          <w:p w14:paraId="493E0456" w14:textId="0F892D47"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Onderbeen</w:t>
            </w:r>
          </w:p>
          <w:p w14:paraId="277E1F8C" w14:textId="6AADD258" w:rsidR="00E41CF9" w:rsidRPr="007F490C" w:rsidRDefault="00E41CF9" w:rsidP="009D4AA8">
            <w:pPr>
              <w:rPr>
                <w:rFonts w:ascii="Arial" w:hAnsi="Arial" w:cs="Arial"/>
                <w:sz w:val="20"/>
                <w:szCs w:val="20"/>
              </w:rPr>
            </w:pPr>
            <w:r w:rsidRPr="007F490C">
              <w:rPr>
                <w:rFonts w:ascii="Arial" w:hAnsi="Arial" w:cs="Arial"/>
                <w:sz w:val="20"/>
                <w:szCs w:val="20"/>
              </w:rPr>
              <w:t>Factoren:</w:t>
            </w:r>
          </w:p>
          <w:p w14:paraId="296B71EE" w14:textId="29EE6608"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Belichting</w:t>
            </w:r>
          </w:p>
          <w:p w14:paraId="666FD349" w14:textId="5EBD6B13"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Begrenzing</w:t>
            </w:r>
          </w:p>
          <w:p w14:paraId="7DB3B5E8" w14:textId="5CD0A376"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Positioneren</w:t>
            </w:r>
          </w:p>
          <w:p w14:paraId="2F198FB6" w14:textId="0607A07B"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Diafragmeren</w:t>
            </w:r>
          </w:p>
          <w:p w14:paraId="00DCFD3E" w14:textId="284B7C74"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Eventuele hulpmiddelen</w:t>
            </w:r>
          </w:p>
          <w:p w14:paraId="1EF8F360" w14:textId="30C3A8AA" w:rsidR="00E41CF9" w:rsidRPr="007F490C" w:rsidRDefault="00E41CF9" w:rsidP="00927818">
            <w:pPr>
              <w:rPr>
                <w:rFonts w:ascii="Arial" w:hAnsi="Arial" w:cs="Arial"/>
                <w:sz w:val="20"/>
                <w:szCs w:val="20"/>
              </w:rPr>
            </w:pPr>
          </w:p>
          <w:p w14:paraId="5A1C92AE" w14:textId="7D524604" w:rsidR="00FF23DC" w:rsidRPr="007F490C" w:rsidRDefault="00FF23DC" w:rsidP="00927818">
            <w:pPr>
              <w:rPr>
                <w:rFonts w:ascii="Arial" w:hAnsi="Arial" w:cs="Arial"/>
                <w:sz w:val="20"/>
                <w:szCs w:val="20"/>
              </w:rPr>
            </w:pPr>
            <w:r w:rsidRPr="007F490C">
              <w:rPr>
                <w:rFonts w:ascii="Arial" w:hAnsi="Arial" w:cs="Arial"/>
                <w:sz w:val="20"/>
                <w:szCs w:val="20"/>
              </w:rPr>
              <w:t>B Oefenen in simulatie.</w:t>
            </w:r>
          </w:p>
          <w:p w14:paraId="2B863DE8" w14:textId="77520168" w:rsidR="00E41CF9" w:rsidRPr="007F490C" w:rsidRDefault="00E41CF9" w:rsidP="00927818">
            <w:pPr>
              <w:rPr>
                <w:rFonts w:ascii="Arial" w:hAnsi="Arial" w:cs="Arial"/>
                <w:sz w:val="20"/>
                <w:szCs w:val="20"/>
              </w:rPr>
            </w:pPr>
            <w:r w:rsidRPr="007F490C">
              <w:rPr>
                <w:rFonts w:ascii="Arial" w:hAnsi="Arial" w:cs="Arial"/>
                <w:sz w:val="20"/>
                <w:szCs w:val="20"/>
              </w:rPr>
              <w:t xml:space="preserve">Met je IO-groepje ga je </w:t>
            </w:r>
            <w:r w:rsidR="00971E34" w:rsidRPr="007F490C">
              <w:rPr>
                <w:rFonts w:ascii="Arial" w:hAnsi="Arial" w:cs="Arial"/>
                <w:sz w:val="20"/>
                <w:szCs w:val="20"/>
              </w:rPr>
              <w:t xml:space="preserve">in simulatie </w:t>
            </w:r>
            <w:r w:rsidRPr="007F490C">
              <w:rPr>
                <w:rFonts w:ascii="Arial" w:hAnsi="Arial" w:cs="Arial"/>
                <w:sz w:val="20"/>
                <w:szCs w:val="20"/>
              </w:rPr>
              <w:t xml:space="preserve">oefenen in het maken van </w:t>
            </w:r>
            <w:r w:rsidR="00971E34" w:rsidRPr="007F490C">
              <w:rPr>
                <w:rFonts w:ascii="Arial" w:hAnsi="Arial" w:cs="Arial"/>
                <w:sz w:val="20"/>
                <w:szCs w:val="20"/>
              </w:rPr>
              <w:t>röntgenopnames</w:t>
            </w:r>
            <w:r w:rsidRPr="007F490C">
              <w:rPr>
                <w:rFonts w:ascii="Arial" w:hAnsi="Arial" w:cs="Arial"/>
                <w:sz w:val="20"/>
                <w:szCs w:val="20"/>
              </w:rPr>
              <w:t xml:space="preserve">. </w:t>
            </w:r>
            <w:r w:rsidR="007F490C" w:rsidRPr="007F490C">
              <w:rPr>
                <w:rFonts w:ascii="Arial" w:hAnsi="Arial" w:cs="Arial"/>
                <w:sz w:val="20"/>
                <w:szCs w:val="20"/>
              </w:rPr>
              <w:t xml:space="preserve">Je gebruikt daarbij het overzicht dat je hiervoor maakte. </w:t>
            </w:r>
            <w:r w:rsidRPr="007F490C">
              <w:rPr>
                <w:rFonts w:ascii="Arial" w:hAnsi="Arial" w:cs="Arial"/>
                <w:sz w:val="20"/>
                <w:szCs w:val="20"/>
              </w:rPr>
              <w:t xml:space="preserve">Zorg dat iedereen in je groepje een keer “assisteert” en een keer de </w:t>
            </w:r>
            <w:r w:rsidR="00971E34" w:rsidRPr="007F490C">
              <w:rPr>
                <w:rFonts w:ascii="Arial" w:hAnsi="Arial" w:cs="Arial"/>
                <w:sz w:val="20"/>
                <w:szCs w:val="20"/>
              </w:rPr>
              <w:t>verantwoordelijkheid</w:t>
            </w:r>
            <w:r w:rsidRPr="007F490C">
              <w:rPr>
                <w:rFonts w:ascii="Arial" w:hAnsi="Arial" w:cs="Arial"/>
                <w:sz w:val="20"/>
                <w:szCs w:val="20"/>
              </w:rPr>
              <w:t xml:space="preserve"> heeft.</w:t>
            </w:r>
            <w:r w:rsidR="00DE77E9">
              <w:rPr>
                <w:rFonts w:ascii="Arial" w:hAnsi="Arial" w:cs="Arial"/>
                <w:sz w:val="20"/>
                <w:szCs w:val="20"/>
              </w:rPr>
              <w:t xml:space="preserve"> Ge</w:t>
            </w:r>
            <w:r w:rsidR="00951783">
              <w:rPr>
                <w:rFonts w:ascii="Arial" w:hAnsi="Arial" w:cs="Arial"/>
                <w:sz w:val="20"/>
                <w:szCs w:val="20"/>
              </w:rPr>
              <w:t xml:space="preserve">bruik </w:t>
            </w:r>
            <w:r w:rsidR="00951783" w:rsidRPr="00951783">
              <w:rPr>
                <w:rFonts w:ascii="Arial" w:hAnsi="Arial" w:cs="Arial"/>
                <w:b/>
                <w:sz w:val="20"/>
                <w:szCs w:val="20"/>
              </w:rPr>
              <w:t>bijlage 1</w:t>
            </w:r>
            <w:r w:rsidR="00A5524D">
              <w:rPr>
                <w:rFonts w:ascii="Arial" w:hAnsi="Arial" w:cs="Arial"/>
                <w:sz w:val="20"/>
                <w:szCs w:val="20"/>
              </w:rPr>
              <w:t xml:space="preserve"> om elkaar te beoordelen bij het oefenen.</w:t>
            </w:r>
          </w:p>
          <w:p w14:paraId="051C7956" w14:textId="02A7CC88" w:rsidR="003C091B" w:rsidRPr="007F490C" w:rsidRDefault="003C091B" w:rsidP="00927818">
            <w:pPr>
              <w:rPr>
                <w:rFonts w:ascii="Arial" w:hAnsi="Arial" w:cs="Arial"/>
                <w:sz w:val="20"/>
                <w:szCs w:val="20"/>
              </w:rPr>
            </w:pPr>
          </w:p>
          <w:p w14:paraId="2A89117C" w14:textId="77777777" w:rsidR="00FF23DC" w:rsidRPr="007F490C" w:rsidRDefault="00FF23DC" w:rsidP="00927818">
            <w:pPr>
              <w:rPr>
                <w:rFonts w:ascii="Arial" w:hAnsi="Arial" w:cs="Arial"/>
                <w:sz w:val="20"/>
                <w:szCs w:val="20"/>
              </w:rPr>
            </w:pPr>
            <w:r w:rsidRPr="007F490C">
              <w:rPr>
                <w:rFonts w:ascii="Arial" w:hAnsi="Arial" w:cs="Arial"/>
                <w:sz w:val="20"/>
                <w:szCs w:val="20"/>
              </w:rPr>
              <w:t>C Kwaliteit en aandachtpunten.</w:t>
            </w:r>
          </w:p>
          <w:p w14:paraId="781C5EA2" w14:textId="3FD02ABD" w:rsidR="00FF23DC" w:rsidRPr="007F490C" w:rsidRDefault="00971E34" w:rsidP="00927818">
            <w:pPr>
              <w:rPr>
                <w:rFonts w:ascii="Arial" w:hAnsi="Arial" w:cs="Arial"/>
                <w:sz w:val="20"/>
                <w:szCs w:val="20"/>
              </w:rPr>
            </w:pPr>
            <w:r w:rsidRPr="007F490C">
              <w:rPr>
                <w:rFonts w:ascii="Arial" w:hAnsi="Arial" w:cs="Arial"/>
                <w:sz w:val="20"/>
                <w:szCs w:val="20"/>
              </w:rPr>
              <w:t xml:space="preserve">Na de simulatie beoordeel je met </w:t>
            </w:r>
            <w:r w:rsidR="00A5524D">
              <w:rPr>
                <w:rFonts w:ascii="Arial" w:hAnsi="Arial" w:cs="Arial"/>
                <w:sz w:val="20"/>
                <w:szCs w:val="20"/>
              </w:rPr>
              <w:t>je groepje samen een aantal</w:t>
            </w:r>
            <w:r w:rsidRPr="007F490C">
              <w:rPr>
                <w:rFonts w:ascii="Arial" w:hAnsi="Arial" w:cs="Arial"/>
                <w:sz w:val="20"/>
                <w:szCs w:val="20"/>
              </w:rPr>
              <w:t xml:space="preserve"> opnames (dat zijn bestaande afdrukken op school en digitaal). Je bespreekt of de kwaliteit voldoende is, of welke verbeteringen er mogelijk zijn.</w:t>
            </w:r>
            <w:r w:rsidR="00FF23DC" w:rsidRPr="007F490C">
              <w:rPr>
                <w:rFonts w:ascii="Arial" w:hAnsi="Arial" w:cs="Arial"/>
                <w:sz w:val="20"/>
                <w:szCs w:val="20"/>
              </w:rPr>
              <w:t xml:space="preserve"> </w:t>
            </w:r>
          </w:p>
          <w:p w14:paraId="783F8379" w14:textId="77777777" w:rsidR="007F490C" w:rsidRPr="007F490C" w:rsidRDefault="00FF23DC" w:rsidP="00927818">
            <w:pPr>
              <w:rPr>
                <w:rFonts w:ascii="Arial" w:hAnsi="Arial" w:cs="Arial"/>
                <w:sz w:val="20"/>
                <w:szCs w:val="20"/>
              </w:rPr>
            </w:pPr>
            <w:r w:rsidRPr="007F490C">
              <w:rPr>
                <w:rFonts w:ascii="Arial" w:hAnsi="Arial" w:cs="Arial"/>
                <w:sz w:val="20"/>
                <w:szCs w:val="20"/>
              </w:rPr>
              <w:t>Aan de hand van deze bespreking maak je een lijstje van aandachtpunten voor jezelf.</w:t>
            </w:r>
            <w:r w:rsidR="007F490C" w:rsidRPr="007F490C">
              <w:rPr>
                <w:rFonts w:ascii="Arial" w:hAnsi="Arial" w:cs="Arial"/>
                <w:sz w:val="20"/>
                <w:szCs w:val="20"/>
              </w:rPr>
              <w:t xml:space="preserve"> </w:t>
            </w:r>
          </w:p>
          <w:p w14:paraId="60059198" w14:textId="3AA6EB22" w:rsidR="00234392" w:rsidRPr="007F490C" w:rsidRDefault="007F490C" w:rsidP="00927818">
            <w:pPr>
              <w:rPr>
                <w:rFonts w:ascii="Arial" w:hAnsi="Arial" w:cs="Arial"/>
                <w:sz w:val="20"/>
                <w:szCs w:val="20"/>
              </w:rPr>
            </w:pPr>
            <w:r w:rsidRPr="007F490C">
              <w:rPr>
                <w:rFonts w:ascii="Arial" w:hAnsi="Arial" w:cs="Arial"/>
                <w:sz w:val="20"/>
                <w:szCs w:val="20"/>
              </w:rPr>
              <w:t>Je bespreekt deze lijst en je ervaringen met je docent.</w:t>
            </w:r>
          </w:p>
        </w:tc>
      </w:tr>
    </w:tbl>
    <w:p w14:paraId="75518D91" w14:textId="3CF7F76F" w:rsidR="00234392" w:rsidRDefault="00234392"/>
    <w:p w14:paraId="0FDC3F1C" w14:textId="05F24842" w:rsidR="00FF23DC" w:rsidRDefault="00FF23DC"/>
    <w:p w14:paraId="3ACAC18D" w14:textId="6E98B116" w:rsidR="007F490C" w:rsidRDefault="007F490C"/>
    <w:p w14:paraId="72CE8ACE" w14:textId="77777777" w:rsidR="007F490C" w:rsidRDefault="007F490C"/>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FF23DC" w:rsidRPr="00255C31" w14:paraId="7C097B80" w14:textId="77777777" w:rsidTr="00884385">
        <w:trPr>
          <w:cantSplit/>
          <w:trHeight w:val="616"/>
        </w:trPr>
        <w:tc>
          <w:tcPr>
            <w:tcW w:w="9212" w:type="dxa"/>
            <w:shd w:val="clear" w:color="auto" w:fill="92D050"/>
            <w:vAlign w:val="center"/>
          </w:tcPr>
          <w:p w14:paraId="5BDB02DB" w14:textId="4B65ABE7" w:rsidR="00FF23DC" w:rsidRPr="00255C31" w:rsidRDefault="007F490C" w:rsidP="00884385">
            <w:pPr>
              <w:rPr>
                <w:rFonts w:ascii="Arial" w:hAnsi="Arial" w:cs="Arial"/>
                <w:sz w:val="24"/>
                <w:szCs w:val="24"/>
              </w:rPr>
            </w:pPr>
            <w:r>
              <w:rPr>
                <w:rFonts w:ascii="Arial" w:hAnsi="Arial" w:cs="Arial"/>
                <w:b/>
                <w:color w:val="000000" w:themeColor="text1"/>
                <w:sz w:val="24"/>
                <w:szCs w:val="24"/>
              </w:rPr>
              <w:t>O</w:t>
            </w:r>
            <w:r w:rsidR="00FF23DC">
              <w:rPr>
                <w:rFonts w:ascii="Arial" w:hAnsi="Arial" w:cs="Arial"/>
                <w:b/>
                <w:color w:val="000000" w:themeColor="text1"/>
                <w:sz w:val="24"/>
                <w:szCs w:val="24"/>
              </w:rPr>
              <w:t>pdracht</w:t>
            </w:r>
          </w:p>
        </w:tc>
      </w:tr>
      <w:tr w:rsidR="00FF23DC" w14:paraId="7EB27B2B" w14:textId="77777777" w:rsidTr="00884385">
        <w:trPr>
          <w:cantSplit/>
          <w:trHeight w:val="3327"/>
        </w:trPr>
        <w:tc>
          <w:tcPr>
            <w:tcW w:w="9212" w:type="dxa"/>
            <w:shd w:val="clear" w:color="auto" w:fill="auto"/>
          </w:tcPr>
          <w:p w14:paraId="12D3C594" w14:textId="1FAF0FC6" w:rsidR="00FF23DC" w:rsidRPr="007F490C" w:rsidRDefault="00FF23DC" w:rsidP="00884385">
            <w:pPr>
              <w:rPr>
                <w:rFonts w:ascii="Arial" w:hAnsi="Arial" w:cs="Arial"/>
                <w:b/>
                <w:sz w:val="20"/>
                <w:szCs w:val="20"/>
                <w:u w:val="single"/>
              </w:rPr>
            </w:pPr>
          </w:p>
          <w:p w14:paraId="1D5D839A" w14:textId="0C1FB76D" w:rsidR="007F490C" w:rsidRPr="007F490C" w:rsidRDefault="007F490C" w:rsidP="00884385">
            <w:pPr>
              <w:rPr>
                <w:rFonts w:ascii="Arial" w:hAnsi="Arial" w:cs="Arial"/>
                <w:b/>
                <w:sz w:val="20"/>
                <w:szCs w:val="20"/>
                <w:u w:val="single"/>
              </w:rPr>
            </w:pPr>
            <w:r w:rsidRPr="007F490C">
              <w:rPr>
                <w:rFonts w:ascii="Arial" w:hAnsi="Arial" w:cs="Arial"/>
                <w:b/>
                <w:sz w:val="20"/>
                <w:szCs w:val="20"/>
                <w:u w:val="single"/>
              </w:rPr>
              <w:t>Uitvoering opdracht:</w:t>
            </w:r>
          </w:p>
          <w:p w14:paraId="37CC8546" w14:textId="77777777" w:rsidR="007F490C" w:rsidRDefault="007F490C" w:rsidP="00884385">
            <w:pPr>
              <w:rPr>
                <w:rFonts w:ascii="Arial" w:hAnsi="Arial" w:cs="Arial"/>
                <w:sz w:val="20"/>
                <w:szCs w:val="20"/>
              </w:rPr>
            </w:pPr>
          </w:p>
          <w:p w14:paraId="1AC79C9A" w14:textId="00CEECC2" w:rsidR="007F490C" w:rsidRDefault="007F490C" w:rsidP="00884385">
            <w:pPr>
              <w:rPr>
                <w:rFonts w:ascii="Arial" w:hAnsi="Arial" w:cs="Arial"/>
                <w:sz w:val="20"/>
                <w:szCs w:val="20"/>
              </w:rPr>
            </w:pPr>
            <w:r>
              <w:rPr>
                <w:rFonts w:ascii="Arial" w:hAnsi="Arial" w:cs="Arial"/>
                <w:sz w:val="20"/>
                <w:szCs w:val="20"/>
              </w:rPr>
              <w:t>Je maakt röntgenopnames, of assisteert daarbij. Je assisteert bij het echografisch onderzoek.</w:t>
            </w:r>
          </w:p>
          <w:p w14:paraId="73BE17D3" w14:textId="77777777" w:rsidR="007F490C" w:rsidRDefault="007F490C" w:rsidP="00884385">
            <w:pPr>
              <w:rPr>
                <w:rFonts w:ascii="Arial" w:hAnsi="Arial" w:cs="Arial"/>
                <w:sz w:val="20"/>
                <w:szCs w:val="20"/>
              </w:rPr>
            </w:pPr>
          </w:p>
          <w:p w14:paraId="3514CDFA" w14:textId="2084B807" w:rsidR="007F490C" w:rsidRDefault="00FF23DC" w:rsidP="00884385">
            <w:pPr>
              <w:rPr>
                <w:rFonts w:ascii="Arial" w:hAnsi="Arial" w:cs="Arial"/>
                <w:sz w:val="20"/>
                <w:szCs w:val="20"/>
              </w:rPr>
            </w:pPr>
            <w:r>
              <w:rPr>
                <w:rFonts w:ascii="Arial" w:hAnsi="Arial" w:cs="Arial"/>
                <w:sz w:val="20"/>
                <w:szCs w:val="20"/>
              </w:rPr>
              <w:t xml:space="preserve">Je bespreekt met je BPV-begeleidster bij welke patiënten je mag assisteren bij het maken van röntgenfoto’s en echobeelden. Je vraagt of ze je wil beoordelen aan de </w:t>
            </w:r>
            <w:r w:rsidR="00951783">
              <w:rPr>
                <w:rFonts w:ascii="Arial" w:hAnsi="Arial" w:cs="Arial"/>
                <w:sz w:val="20"/>
                <w:szCs w:val="20"/>
              </w:rPr>
              <w:t xml:space="preserve">hand van </w:t>
            </w:r>
            <w:r w:rsidR="00951783" w:rsidRPr="00951783">
              <w:rPr>
                <w:rFonts w:ascii="Arial" w:hAnsi="Arial" w:cs="Arial"/>
                <w:b/>
                <w:sz w:val="20"/>
                <w:szCs w:val="20"/>
              </w:rPr>
              <w:t>bijlage 2</w:t>
            </w:r>
            <w:r w:rsidRPr="00951783">
              <w:rPr>
                <w:rFonts w:ascii="Arial" w:hAnsi="Arial" w:cs="Arial"/>
                <w:b/>
                <w:sz w:val="20"/>
                <w:szCs w:val="20"/>
              </w:rPr>
              <w:t>.</w:t>
            </w:r>
            <w:r w:rsidR="007F490C">
              <w:rPr>
                <w:rFonts w:ascii="Arial" w:hAnsi="Arial" w:cs="Arial"/>
                <w:sz w:val="20"/>
                <w:szCs w:val="20"/>
              </w:rPr>
              <w:t xml:space="preserve"> </w:t>
            </w:r>
          </w:p>
          <w:p w14:paraId="4C22156F" w14:textId="157B450D" w:rsidR="00FF23DC" w:rsidRDefault="007F490C" w:rsidP="00884385">
            <w:pPr>
              <w:rPr>
                <w:rFonts w:ascii="Arial" w:hAnsi="Arial" w:cs="Arial"/>
                <w:sz w:val="20"/>
                <w:szCs w:val="20"/>
              </w:rPr>
            </w:pPr>
            <w:r>
              <w:rPr>
                <w:rFonts w:ascii="Arial" w:hAnsi="Arial" w:cs="Arial"/>
                <w:sz w:val="20"/>
                <w:szCs w:val="20"/>
              </w:rPr>
              <w:t>Bij het uitvoeren van de opdracht kun je gebruik maken van de documenten die je in de voorbereiding hebt gemaakt.</w:t>
            </w:r>
          </w:p>
          <w:p w14:paraId="709420CA" w14:textId="77777777" w:rsidR="007F490C" w:rsidRDefault="007F490C" w:rsidP="00884385">
            <w:pPr>
              <w:rPr>
                <w:rFonts w:ascii="Arial" w:hAnsi="Arial" w:cs="Arial"/>
                <w:sz w:val="20"/>
                <w:szCs w:val="20"/>
              </w:rPr>
            </w:pPr>
          </w:p>
          <w:p w14:paraId="49B7801A" w14:textId="694DCF5D" w:rsidR="007F490C" w:rsidRDefault="007F490C" w:rsidP="00884385">
            <w:pPr>
              <w:rPr>
                <w:rFonts w:ascii="Arial" w:hAnsi="Arial" w:cs="Arial"/>
                <w:sz w:val="20"/>
                <w:szCs w:val="20"/>
              </w:rPr>
            </w:pPr>
            <w:r>
              <w:rPr>
                <w:rFonts w:ascii="Arial" w:hAnsi="Arial" w:cs="Arial"/>
                <w:sz w:val="20"/>
                <w:szCs w:val="20"/>
              </w:rPr>
              <w:t>Bij de uitvoering van deze opdracht voer je de volgende handelingen uit:</w:t>
            </w:r>
          </w:p>
          <w:p w14:paraId="60408AB7" w14:textId="20B410A3" w:rsidR="00FF23DC" w:rsidRDefault="00FF23DC" w:rsidP="00884385">
            <w:pPr>
              <w:rPr>
                <w:rFonts w:ascii="Arial" w:hAnsi="Arial" w:cs="Arial"/>
                <w:sz w:val="20"/>
                <w:szCs w:val="20"/>
              </w:rPr>
            </w:pPr>
          </w:p>
          <w:p w14:paraId="36EF0512" w14:textId="4EBDEEC7"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bereidt de onderzoeken voor.</w:t>
            </w:r>
          </w:p>
          <w:p w14:paraId="677E3131" w14:textId="1F55CB4D"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stelt de apparatuur in.</w:t>
            </w:r>
          </w:p>
          <w:p w14:paraId="3964FB1A" w14:textId="3BC7269D"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legt benodigde materialen klaar.</w:t>
            </w:r>
          </w:p>
          <w:p w14:paraId="62213B9C" w14:textId="26A8EC58"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identificeert de patiënt.</w:t>
            </w:r>
          </w:p>
          <w:p w14:paraId="397FBE9E" w14:textId="65E65C80"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attendeert de aanwezigen op de te nemen veiligheidsmaatregelen.</w:t>
            </w:r>
          </w:p>
          <w:p w14:paraId="3286CD9C" w14:textId="22843EFA"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assisteert bij het maken van röntgenopnames of maakt deze zelfstandig.</w:t>
            </w:r>
          </w:p>
          <w:p w14:paraId="46C9B752" w14:textId="3A392EAD"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assisteert bij het maken van de echobeelden.</w:t>
            </w:r>
          </w:p>
          <w:p w14:paraId="3EC06742" w14:textId="322E22AF"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hanteert en fixeert de patiënt.</w:t>
            </w:r>
          </w:p>
          <w:p w14:paraId="738984AA" w14:textId="2CE1C55A"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ontwikkelt de röntgenopnames.</w:t>
            </w:r>
          </w:p>
          <w:p w14:paraId="184063AA" w14:textId="2BA3D7B0"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beoordeelt of de opnames van voldoende kwaliteit zijn.</w:t>
            </w:r>
          </w:p>
          <w:p w14:paraId="4796585F" w14:textId="3D0C9535"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registreert de onderzoeken in het patiëntendossier.</w:t>
            </w:r>
          </w:p>
          <w:p w14:paraId="5520EE29" w14:textId="35E39841" w:rsidR="00FF23DC" w:rsidRDefault="00FF23DC" w:rsidP="00884385"/>
          <w:p w14:paraId="7754CC87" w14:textId="3650F610" w:rsidR="007F490C" w:rsidRPr="007F490C" w:rsidRDefault="007F490C" w:rsidP="00884385">
            <w:pPr>
              <w:rPr>
                <w:b/>
                <w:u w:val="single"/>
              </w:rPr>
            </w:pPr>
            <w:r w:rsidRPr="007F490C">
              <w:rPr>
                <w:b/>
                <w:u w:val="single"/>
              </w:rPr>
              <w:t>Afronding opdracht:</w:t>
            </w:r>
          </w:p>
          <w:p w14:paraId="5AFC93DF" w14:textId="77777777" w:rsidR="007F490C" w:rsidRDefault="007F490C" w:rsidP="00884385"/>
          <w:p w14:paraId="68D381CA" w14:textId="1788581A" w:rsidR="00FF23DC" w:rsidRDefault="007F490C" w:rsidP="00884385">
            <w:r>
              <w:t>Bespreek de beoordeling met je BPV-begeleidster. Vraag tips en tops.</w:t>
            </w:r>
          </w:p>
          <w:p w14:paraId="64A89005" w14:textId="49F381AE" w:rsidR="00D057FD" w:rsidRDefault="00D057FD" w:rsidP="00884385">
            <w:pPr>
              <w:rPr>
                <w:b/>
                <w:u w:val="single"/>
              </w:rPr>
            </w:pPr>
          </w:p>
          <w:p w14:paraId="1DC2CD20" w14:textId="08477553" w:rsidR="00D057FD" w:rsidRDefault="00D057FD" w:rsidP="00884385">
            <w:pPr>
              <w:rPr>
                <w:b/>
                <w:u w:val="single"/>
              </w:rPr>
            </w:pPr>
          </w:p>
          <w:p w14:paraId="386C9C50" w14:textId="77777777" w:rsidR="00D057FD" w:rsidRPr="00D057FD" w:rsidRDefault="00D057FD" w:rsidP="00884385">
            <w:pPr>
              <w:rPr>
                <w:b/>
                <w:u w:val="single"/>
              </w:rPr>
            </w:pPr>
          </w:p>
          <w:p w14:paraId="533F6B05" w14:textId="37CB84B2" w:rsidR="00D057FD" w:rsidRPr="00D057FD" w:rsidRDefault="00D057FD" w:rsidP="00884385">
            <w:pPr>
              <w:rPr>
                <w:b/>
                <w:u w:val="single"/>
              </w:rPr>
            </w:pPr>
            <w:r w:rsidRPr="00D057FD">
              <w:rPr>
                <w:b/>
                <w:u w:val="single"/>
              </w:rPr>
              <w:t>Afronding alle deelopdrachten:</w:t>
            </w:r>
            <w:r>
              <w:rPr>
                <w:b/>
                <w:u w:val="single"/>
              </w:rPr>
              <w:t xml:space="preserve"> </w:t>
            </w:r>
            <w:r w:rsidRPr="00D057FD">
              <w:rPr>
                <w:b/>
                <w:u w:val="single"/>
              </w:rPr>
              <w:t>Evaluatie en reflectie:</w:t>
            </w:r>
          </w:p>
          <w:p w14:paraId="1E03B457" w14:textId="7AD33E98" w:rsidR="00D057FD" w:rsidRDefault="00D057FD" w:rsidP="00884385">
            <w:r>
              <w:t>Evalueer de werkzaamheden en reflecteer op je handelen. Gebruik hierbij Bijlage 3.</w:t>
            </w:r>
          </w:p>
          <w:p w14:paraId="6B5D8B36" w14:textId="0B6F3983" w:rsidR="007F490C" w:rsidRDefault="007F490C" w:rsidP="00A5524D"/>
        </w:tc>
      </w:tr>
    </w:tbl>
    <w:p w14:paraId="1A781C66" w14:textId="00E6A5CD" w:rsidR="00FF23DC" w:rsidRDefault="00FF23DC"/>
    <w:p w14:paraId="2B73498B" w14:textId="73666919" w:rsidR="00FF23DC" w:rsidRDefault="00FF23DC">
      <w:r>
        <w:br w:type="page"/>
      </w:r>
    </w:p>
    <w:p w14:paraId="3ADAD78C" w14:textId="77777777" w:rsidR="00FF23DC" w:rsidRDefault="00FF23DC"/>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2499E447" w14:textId="77777777" w:rsidTr="000C6164">
        <w:trPr>
          <w:trHeight w:val="559"/>
        </w:trPr>
        <w:tc>
          <w:tcPr>
            <w:tcW w:w="9212" w:type="dxa"/>
            <w:shd w:val="clear" w:color="auto" w:fill="92D050"/>
            <w:vAlign w:val="center"/>
          </w:tcPr>
          <w:p w14:paraId="54B0FAFF" w14:textId="77777777" w:rsidR="00233E4F" w:rsidRPr="00306AF9" w:rsidRDefault="00A5602F" w:rsidP="000C6164">
            <w:pPr>
              <w:rPr>
                <w:rFonts w:ascii="Arial" w:hAnsi="Arial" w:cs="Arial"/>
                <w:b/>
                <w:color w:val="000000" w:themeColor="text1"/>
                <w:sz w:val="24"/>
                <w:szCs w:val="24"/>
              </w:rPr>
            </w:pPr>
            <w:r>
              <w:rPr>
                <w:rFonts w:ascii="Arial" w:hAnsi="Arial" w:cs="Arial"/>
                <w:b/>
                <w:color w:val="000000" w:themeColor="text1"/>
                <w:sz w:val="24"/>
                <w:szCs w:val="24"/>
              </w:rPr>
              <w:t>R</w:t>
            </w:r>
            <w:r w:rsidR="00233E4F" w:rsidRPr="00306AF9">
              <w:rPr>
                <w:rFonts w:ascii="Arial" w:hAnsi="Arial" w:cs="Arial"/>
                <w:b/>
                <w:color w:val="000000" w:themeColor="text1"/>
                <w:sz w:val="24"/>
                <w:szCs w:val="24"/>
              </w:rPr>
              <w:t>esultaten</w:t>
            </w:r>
          </w:p>
        </w:tc>
      </w:tr>
      <w:tr w:rsidR="00190E01" w:rsidRPr="001255E7" w14:paraId="607B5E0A"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ED730E4"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3ED5A8DB"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D37CD9" w14:textId="4021EA8C" w:rsidR="00641DA5" w:rsidRPr="00103340" w:rsidRDefault="00BC1ED0" w:rsidP="009E5A68">
            <w:pPr>
              <w:rPr>
                <w:rFonts w:ascii="Arial" w:hAnsi="Arial" w:cs="Arial"/>
                <w:sz w:val="20"/>
                <w:szCs w:val="20"/>
              </w:rPr>
            </w:pPr>
            <w:r>
              <w:rPr>
                <w:rFonts w:ascii="Arial" w:hAnsi="Arial" w:cs="Arial"/>
                <w:sz w:val="20"/>
                <w:szCs w:val="20"/>
              </w:rPr>
              <w:t>Mindmap veilig werken</w:t>
            </w:r>
            <w:r w:rsidR="00881193">
              <w:rPr>
                <w:rFonts w:ascii="Arial" w:hAnsi="Arial" w:cs="Arial"/>
                <w:sz w:val="20"/>
                <w:szCs w:val="20"/>
              </w:rPr>
              <w:t>.</w:t>
            </w:r>
          </w:p>
          <w:p w14:paraId="07697B29" w14:textId="5DBE0442" w:rsidR="00103340" w:rsidRPr="00103340" w:rsidRDefault="00BC1ED0" w:rsidP="009E5A68">
            <w:pPr>
              <w:rPr>
                <w:rFonts w:ascii="Arial" w:hAnsi="Arial" w:cs="Arial"/>
                <w:sz w:val="20"/>
                <w:szCs w:val="20"/>
              </w:rPr>
            </w:pPr>
            <w:r>
              <w:rPr>
                <w:rFonts w:ascii="Arial" w:hAnsi="Arial" w:cs="Arial"/>
                <w:sz w:val="20"/>
                <w:szCs w:val="20"/>
              </w:rPr>
              <w:t>Werkinstructie veilig werken</w:t>
            </w:r>
            <w:r w:rsidR="00881193">
              <w:rPr>
                <w:rFonts w:ascii="Arial" w:hAnsi="Arial" w:cs="Arial"/>
                <w:sz w:val="20"/>
                <w:szCs w:val="20"/>
              </w:rPr>
              <w:t>.</w:t>
            </w:r>
          </w:p>
          <w:p w14:paraId="323429BD" w14:textId="01C65D75" w:rsidR="003C091B" w:rsidRDefault="00BC1ED0" w:rsidP="009E5A68">
            <w:pPr>
              <w:rPr>
                <w:rFonts w:ascii="Arial" w:hAnsi="Arial" w:cs="Arial"/>
                <w:sz w:val="20"/>
                <w:szCs w:val="20"/>
              </w:rPr>
            </w:pPr>
            <w:r>
              <w:rPr>
                <w:rFonts w:ascii="Arial" w:hAnsi="Arial" w:cs="Arial"/>
                <w:sz w:val="20"/>
                <w:szCs w:val="20"/>
              </w:rPr>
              <w:t xml:space="preserve">Overzicht </w:t>
            </w:r>
            <w:r w:rsidR="00881193">
              <w:rPr>
                <w:rFonts w:ascii="Arial" w:hAnsi="Arial" w:cs="Arial"/>
                <w:sz w:val="20"/>
                <w:szCs w:val="20"/>
              </w:rPr>
              <w:t>röntgenopnames.</w:t>
            </w:r>
          </w:p>
          <w:p w14:paraId="26D3C8E3" w14:textId="0D0786DC" w:rsidR="00BC1ED0" w:rsidRDefault="00BC1ED0" w:rsidP="009E5A68">
            <w:pPr>
              <w:rPr>
                <w:rFonts w:ascii="Arial" w:hAnsi="Arial" w:cs="Arial"/>
                <w:sz w:val="20"/>
                <w:szCs w:val="20"/>
              </w:rPr>
            </w:pPr>
            <w:r>
              <w:rPr>
                <w:rFonts w:ascii="Arial" w:hAnsi="Arial" w:cs="Arial"/>
                <w:sz w:val="20"/>
                <w:szCs w:val="20"/>
              </w:rPr>
              <w:t>Persoonlijke aandachtpunten</w:t>
            </w:r>
            <w:r w:rsidR="00881193">
              <w:rPr>
                <w:rFonts w:ascii="Arial" w:hAnsi="Arial" w:cs="Arial"/>
                <w:sz w:val="20"/>
                <w:szCs w:val="20"/>
              </w:rPr>
              <w:t>.</w:t>
            </w:r>
          </w:p>
          <w:p w14:paraId="74CD5606" w14:textId="65DC32BE" w:rsidR="00FF502C" w:rsidRDefault="00FF502C" w:rsidP="009E5A68">
            <w:pPr>
              <w:rPr>
                <w:rFonts w:ascii="Arial" w:hAnsi="Arial" w:cs="Arial"/>
                <w:sz w:val="20"/>
                <w:szCs w:val="20"/>
              </w:rPr>
            </w:pPr>
            <w:r>
              <w:rPr>
                <w:rFonts w:ascii="Arial" w:hAnsi="Arial" w:cs="Arial"/>
                <w:sz w:val="20"/>
                <w:szCs w:val="20"/>
              </w:rPr>
              <w:t>Beoordeling oefensituaties.</w:t>
            </w:r>
          </w:p>
          <w:p w14:paraId="1632079D" w14:textId="7E85DACC" w:rsidR="00926695" w:rsidRDefault="00926695" w:rsidP="009E5A68">
            <w:pPr>
              <w:rPr>
                <w:rFonts w:ascii="Arial" w:hAnsi="Arial" w:cs="Arial"/>
                <w:sz w:val="20"/>
                <w:szCs w:val="20"/>
              </w:rPr>
            </w:pPr>
            <w:r>
              <w:rPr>
                <w:rFonts w:ascii="Arial" w:hAnsi="Arial" w:cs="Arial"/>
                <w:sz w:val="20"/>
                <w:szCs w:val="20"/>
              </w:rPr>
              <w:t>Beoord</w:t>
            </w:r>
            <w:r w:rsidR="00BC1ED0">
              <w:rPr>
                <w:rFonts w:ascii="Arial" w:hAnsi="Arial" w:cs="Arial"/>
                <w:sz w:val="20"/>
                <w:szCs w:val="20"/>
              </w:rPr>
              <w:t xml:space="preserve">eling van de </w:t>
            </w:r>
            <w:r w:rsidR="00881193">
              <w:rPr>
                <w:rFonts w:ascii="Arial" w:hAnsi="Arial" w:cs="Arial"/>
                <w:sz w:val="20"/>
                <w:szCs w:val="20"/>
              </w:rPr>
              <w:t>praktijkbegeleider.</w:t>
            </w:r>
          </w:p>
          <w:p w14:paraId="69500B7D" w14:textId="68116151" w:rsidR="00190E01" w:rsidRPr="00BC1ED0" w:rsidRDefault="00190E01" w:rsidP="00BC1ED0">
            <w:pPr>
              <w:rPr>
                <w:rFonts w:ascii="Arial" w:hAnsi="Arial" w:cs="Arial"/>
                <w:sz w:val="20"/>
                <w:szCs w:val="20"/>
              </w:rPr>
            </w:pPr>
          </w:p>
        </w:tc>
      </w:tr>
    </w:tbl>
    <w:p w14:paraId="004A5ED1" w14:textId="1FA3B1E2" w:rsidR="00A5602F" w:rsidRDefault="00A5602F" w:rsidP="00A5602F"/>
    <w:p w14:paraId="65EBF0DC" w14:textId="2264A5F8" w:rsidR="00AD30D2" w:rsidRDefault="00AD30D2" w:rsidP="00A5602F"/>
    <w:p w14:paraId="0A3FD791" w14:textId="77777777" w:rsidR="00AD30D2" w:rsidRDefault="00AD30D2" w:rsidP="00A5602F"/>
    <w:tbl>
      <w:tblPr>
        <w:tblW w:w="0" w:type="auto"/>
        <w:tblInd w:w="-30" w:type="dxa"/>
        <w:tblLayout w:type="fixed"/>
        <w:tblCellMar>
          <w:left w:w="70" w:type="dxa"/>
          <w:right w:w="70" w:type="dxa"/>
        </w:tblCellMar>
        <w:tblLook w:val="0000" w:firstRow="0" w:lastRow="0" w:firstColumn="0" w:lastColumn="0" w:noHBand="0" w:noVBand="0"/>
      </w:tblPr>
      <w:tblGrid>
        <w:gridCol w:w="680"/>
      </w:tblGrid>
      <w:tr w:rsidR="00AD30D2" w14:paraId="6A2AAA6E" w14:textId="77777777" w:rsidTr="00AD30D2">
        <w:trPr>
          <w:trHeight w:val="206"/>
        </w:trPr>
        <w:tc>
          <w:tcPr>
            <w:tcW w:w="680" w:type="dxa"/>
            <w:tcBorders>
              <w:top w:val="nil"/>
              <w:left w:val="nil"/>
              <w:bottom w:val="nil"/>
              <w:right w:val="nil"/>
            </w:tcBorders>
          </w:tcPr>
          <w:p w14:paraId="0DDCC97E" w14:textId="77777777" w:rsidR="00AD30D2" w:rsidRDefault="00AD30D2" w:rsidP="00AD30D2">
            <w:pPr>
              <w:autoSpaceDE w:val="0"/>
              <w:autoSpaceDN w:val="0"/>
              <w:adjustRightInd w:val="0"/>
              <w:spacing w:after="0" w:line="240" w:lineRule="auto"/>
              <w:rPr>
                <w:rFonts w:ascii="Calibri" w:hAnsi="Calibri" w:cs="Calibri"/>
                <w:color w:val="00000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A5602F" w:rsidRPr="00D35C19" w14:paraId="4825EEA2" w14:textId="77777777" w:rsidTr="00142865">
        <w:trPr>
          <w:cantSplit/>
          <w:trHeight w:val="616"/>
        </w:trPr>
        <w:tc>
          <w:tcPr>
            <w:tcW w:w="9212" w:type="dxa"/>
            <w:shd w:val="clear" w:color="auto" w:fill="92D050"/>
            <w:vAlign w:val="center"/>
          </w:tcPr>
          <w:p w14:paraId="40243584" w14:textId="77777777" w:rsidR="00A5602F" w:rsidRPr="00AF3CD5" w:rsidRDefault="00A5602F" w:rsidP="00142865">
            <w:pPr>
              <w:rPr>
                <w:rFonts w:ascii="Arial" w:hAnsi="Arial" w:cs="Arial"/>
                <w:sz w:val="24"/>
                <w:szCs w:val="24"/>
              </w:rPr>
            </w:pPr>
            <w:r>
              <w:rPr>
                <w:rFonts w:ascii="Arial" w:hAnsi="Arial" w:cs="Arial"/>
                <w:b/>
                <w:color w:val="000000" w:themeColor="text1"/>
                <w:sz w:val="24"/>
                <w:szCs w:val="24"/>
              </w:rPr>
              <w:t>Beoordelingscriteria</w:t>
            </w:r>
          </w:p>
        </w:tc>
      </w:tr>
      <w:tr w:rsidR="00A5602F" w14:paraId="141AE813" w14:textId="77777777" w:rsidTr="00142865">
        <w:trPr>
          <w:cantSplit/>
          <w:trHeight w:val="1562"/>
        </w:trPr>
        <w:tc>
          <w:tcPr>
            <w:tcW w:w="9212" w:type="dxa"/>
            <w:shd w:val="clear" w:color="auto" w:fill="FFFFFF" w:themeFill="background1"/>
          </w:tcPr>
          <w:p w14:paraId="7240915E" w14:textId="6E5E3AFB" w:rsidR="00926695" w:rsidRDefault="00926695" w:rsidP="00142865">
            <w:pPr>
              <w:rPr>
                <w:rFonts w:ascii="Arial" w:hAnsi="Arial" w:cs="Arial"/>
                <w:sz w:val="20"/>
                <w:szCs w:val="20"/>
              </w:rPr>
            </w:pPr>
          </w:p>
          <w:tbl>
            <w:tblPr>
              <w:tblStyle w:val="Tabelraster"/>
              <w:tblW w:w="0" w:type="auto"/>
              <w:tblLook w:val="04A0" w:firstRow="1" w:lastRow="0" w:firstColumn="1" w:lastColumn="0" w:noHBand="0" w:noVBand="1"/>
            </w:tblPr>
            <w:tblGrid>
              <w:gridCol w:w="6538"/>
              <w:gridCol w:w="2278"/>
            </w:tblGrid>
            <w:tr w:rsidR="00881193" w14:paraId="2C994498" w14:textId="77777777" w:rsidTr="00881193">
              <w:tc>
                <w:tcPr>
                  <w:tcW w:w="6538" w:type="dxa"/>
                  <w:shd w:val="clear" w:color="auto" w:fill="92D050"/>
                </w:tcPr>
                <w:p w14:paraId="63A46D53" w14:textId="0A39409E" w:rsidR="00881193" w:rsidRPr="00881193" w:rsidRDefault="00881193" w:rsidP="00142865">
                  <w:pPr>
                    <w:rPr>
                      <w:rFonts w:ascii="Arial" w:hAnsi="Arial" w:cs="Arial"/>
                      <w:b/>
                      <w:sz w:val="20"/>
                      <w:szCs w:val="20"/>
                    </w:rPr>
                  </w:pPr>
                  <w:r w:rsidRPr="00881193">
                    <w:rPr>
                      <w:rFonts w:ascii="Arial" w:hAnsi="Arial" w:cs="Arial"/>
                      <w:b/>
                      <w:sz w:val="20"/>
                      <w:szCs w:val="20"/>
                    </w:rPr>
                    <w:t>wat</w:t>
                  </w:r>
                </w:p>
              </w:tc>
              <w:tc>
                <w:tcPr>
                  <w:tcW w:w="2278" w:type="dxa"/>
                  <w:shd w:val="clear" w:color="auto" w:fill="92D050"/>
                </w:tcPr>
                <w:p w14:paraId="36030310" w14:textId="15176601" w:rsidR="00881193" w:rsidRPr="00881193" w:rsidRDefault="00881193" w:rsidP="00142865">
                  <w:pPr>
                    <w:rPr>
                      <w:rFonts w:ascii="Arial" w:hAnsi="Arial" w:cs="Arial"/>
                      <w:b/>
                      <w:sz w:val="20"/>
                      <w:szCs w:val="20"/>
                    </w:rPr>
                  </w:pPr>
                  <w:r w:rsidRPr="00881193">
                    <w:rPr>
                      <w:rFonts w:ascii="Arial" w:hAnsi="Arial" w:cs="Arial"/>
                      <w:b/>
                      <w:sz w:val="20"/>
                      <w:szCs w:val="20"/>
                    </w:rPr>
                    <w:t>Beoordelingen:</w:t>
                  </w:r>
                </w:p>
              </w:tc>
            </w:tr>
            <w:tr w:rsidR="00881193" w14:paraId="25ABE3FF" w14:textId="77777777" w:rsidTr="00881193">
              <w:tc>
                <w:tcPr>
                  <w:tcW w:w="6538" w:type="dxa"/>
                </w:tcPr>
                <w:p w14:paraId="0EE95583" w14:textId="0A593D30" w:rsidR="00881193" w:rsidRDefault="00951783" w:rsidP="00142865">
                  <w:pPr>
                    <w:rPr>
                      <w:rFonts w:ascii="Arial" w:hAnsi="Arial" w:cs="Arial"/>
                      <w:sz w:val="20"/>
                      <w:szCs w:val="20"/>
                    </w:rPr>
                  </w:pPr>
                  <w:r>
                    <w:rPr>
                      <w:rFonts w:ascii="Arial" w:hAnsi="Arial" w:cs="Arial"/>
                      <w:color w:val="000000"/>
                      <w:sz w:val="20"/>
                      <w:szCs w:val="20"/>
                    </w:rPr>
                    <w:t>W</w:t>
                  </w:r>
                  <w:r w:rsidR="00881193">
                    <w:rPr>
                      <w:rFonts w:ascii="Arial" w:hAnsi="Arial" w:cs="Arial"/>
                      <w:color w:val="000000"/>
                      <w:sz w:val="20"/>
                      <w:szCs w:val="20"/>
                    </w:rPr>
                    <w:t>erkinstructie veilig werken *</w:t>
                  </w:r>
                </w:p>
              </w:tc>
              <w:tc>
                <w:tcPr>
                  <w:tcW w:w="2278" w:type="dxa"/>
                </w:tcPr>
                <w:p w14:paraId="28823159" w14:textId="77777777" w:rsidR="00881193" w:rsidRDefault="00881193" w:rsidP="00142865">
                  <w:pPr>
                    <w:rPr>
                      <w:rFonts w:ascii="Arial" w:hAnsi="Arial" w:cs="Arial"/>
                      <w:sz w:val="20"/>
                      <w:szCs w:val="20"/>
                    </w:rPr>
                  </w:pPr>
                </w:p>
              </w:tc>
            </w:tr>
            <w:tr w:rsidR="00881193" w14:paraId="576E4954" w14:textId="77777777" w:rsidTr="00881193">
              <w:tc>
                <w:tcPr>
                  <w:tcW w:w="6538" w:type="dxa"/>
                </w:tcPr>
                <w:p w14:paraId="4E567E1C" w14:textId="694AA933" w:rsidR="00951783" w:rsidRPr="00951783" w:rsidRDefault="00881193" w:rsidP="00142865">
                  <w:pPr>
                    <w:rPr>
                      <w:rFonts w:ascii="Calibri" w:hAnsi="Calibri" w:cs="Calibri"/>
                      <w:color w:val="000000"/>
                    </w:rPr>
                  </w:pPr>
                  <w:r>
                    <w:rPr>
                      <w:rFonts w:ascii="Calibri" w:hAnsi="Calibri" w:cs="Calibri"/>
                      <w:color w:val="000000"/>
                    </w:rPr>
                    <w:t xml:space="preserve">Beoordeling </w:t>
                  </w:r>
                  <w:r w:rsidR="00951783">
                    <w:rPr>
                      <w:rFonts w:ascii="Calibri" w:hAnsi="Calibri" w:cs="Calibri"/>
                      <w:color w:val="000000"/>
                    </w:rPr>
                    <w:t xml:space="preserve">met bijlage 2 </w:t>
                  </w:r>
                  <w:r>
                    <w:rPr>
                      <w:rFonts w:ascii="Calibri" w:hAnsi="Calibri" w:cs="Calibri"/>
                      <w:color w:val="000000"/>
                    </w:rPr>
                    <w:t>van assisteren en uitvoeren beeldvormende technieken *</w:t>
                  </w:r>
                </w:p>
              </w:tc>
              <w:tc>
                <w:tcPr>
                  <w:tcW w:w="2278" w:type="dxa"/>
                </w:tcPr>
                <w:p w14:paraId="6730D528" w14:textId="77777777" w:rsidR="00881193" w:rsidRDefault="00881193" w:rsidP="00142865">
                  <w:pPr>
                    <w:rPr>
                      <w:rFonts w:ascii="Arial" w:hAnsi="Arial" w:cs="Arial"/>
                      <w:sz w:val="20"/>
                      <w:szCs w:val="20"/>
                    </w:rPr>
                  </w:pPr>
                </w:p>
              </w:tc>
            </w:tr>
            <w:tr w:rsidR="00881193" w14:paraId="451AB0F1" w14:textId="77777777" w:rsidTr="00881193">
              <w:tc>
                <w:tcPr>
                  <w:tcW w:w="6538" w:type="dxa"/>
                </w:tcPr>
                <w:p w14:paraId="045958AF" w14:textId="3BA539E5" w:rsidR="00881193" w:rsidRPr="00951783" w:rsidRDefault="00881193" w:rsidP="00142865">
                  <w:pPr>
                    <w:rPr>
                      <w:rFonts w:ascii="Calibri" w:hAnsi="Calibri" w:cs="Calibri"/>
                      <w:b/>
                      <w:color w:val="000000"/>
                    </w:rPr>
                  </w:pPr>
                  <w:r w:rsidRPr="00951783">
                    <w:rPr>
                      <w:rFonts w:ascii="Calibri" w:hAnsi="Calibri" w:cs="Calibri"/>
                      <w:b/>
                      <w:color w:val="000000"/>
                    </w:rPr>
                    <w:t>Totaal:</w:t>
                  </w:r>
                </w:p>
              </w:tc>
              <w:tc>
                <w:tcPr>
                  <w:tcW w:w="2278" w:type="dxa"/>
                </w:tcPr>
                <w:p w14:paraId="72ABD516" w14:textId="77777777" w:rsidR="00881193" w:rsidRDefault="00881193" w:rsidP="00142865">
                  <w:pPr>
                    <w:rPr>
                      <w:rFonts w:ascii="Arial" w:hAnsi="Arial" w:cs="Arial"/>
                      <w:sz w:val="20"/>
                      <w:szCs w:val="20"/>
                    </w:rPr>
                  </w:pPr>
                </w:p>
              </w:tc>
            </w:tr>
          </w:tbl>
          <w:p w14:paraId="3009A280" w14:textId="4261AB9F" w:rsidR="00881193" w:rsidRDefault="00881193" w:rsidP="00142865">
            <w:pPr>
              <w:rPr>
                <w:rFonts w:ascii="Arial" w:hAnsi="Arial" w:cs="Arial"/>
                <w:sz w:val="20"/>
                <w:szCs w:val="20"/>
              </w:rPr>
            </w:pPr>
          </w:p>
          <w:p w14:paraId="3801D66B" w14:textId="123BD229" w:rsidR="00881193" w:rsidRPr="00881193" w:rsidRDefault="00881193" w:rsidP="00881193">
            <w:pPr>
              <w:rPr>
                <w:rFonts w:ascii="Arial" w:hAnsi="Arial" w:cs="Arial"/>
                <w:sz w:val="20"/>
                <w:szCs w:val="20"/>
              </w:rPr>
            </w:pPr>
            <w:r>
              <w:rPr>
                <w:rFonts w:ascii="Arial" w:hAnsi="Arial" w:cs="Arial"/>
                <w:sz w:val="20"/>
                <w:szCs w:val="20"/>
              </w:rPr>
              <w:t>(*NB: Beide beoordelingscriteria moeten met een voldoende worden afgerond.)</w:t>
            </w:r>
          </w:p>
          <w:p w14:paraId="100B146A" w14:textId="77777777" w:rsidR="00A5602F" w:rsidRPr="006C6A08" w:rsidRDefault="00A5602F" w:rsidP="00881193">
            <w:pPr>
              <w:rPr>
                <w:rFonts w:cs="Arial"/>
              </w:rPr>
            </w:pPr>
          </w:p>
        </w:tc>
      </w:tr>
    </w:tbl>
    <w:p w14:paraId="7C92832D" w14:textId="662C11A7" w:rsidR="00A5602F" w:rsidRDefault="00A5602F" w:rsidP="00820E94"/>
    <w:p w14:paraId="43AE22C9" w14:textId="2A00686A" w:rsidR="00AD30D2" w:rsidRDefault="00AD30D2">
      <w:r>
        <w:br w:type="page"/>
      </w:r>
    </w:p>
    <w:p w14:paraId="6CB28133" w14:textId="77777777" w:rsidR="00AD30D2" w:rsidRDefault="00AD30D2"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1392D2CE" w14:textId="77777777" w:rsidTr="00671640">
        <w:trPr>
          <w:cantSplit/>
          <w:trHeight w:val="616"/>
        </w:trPr>
        <w:tc>
          <w:tcPr>
            <w:tcW w:w="9212" w:type="dxa"/>
            <w:shd w:val="clear" w:color="auto" w:fill="92D050"/>
            <w:vAlign w:val="center"/>
          </w:tcPr>
          <w:p w14:paraId="1BBF43A5"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2739E6EB" w14:textId="77777777" w:rsidTr="006726C4">
        <w:trPr>
          <w:cantSplit/>
          <w:trHeight w:val="4271"/>
        </w:trPr>
        <w:tc>
          <w:tcPr>
            <w:tcW w:w="9212" w:type="dxa"/>
            <w:shd w:val="clear" w:color="auto" w:fill="FFFFFF" w:themeFill="background1"/>
          </w:tcPr>
          <w:p w14:paraId="02ADF5B7" w14:textId="77777777" w:rsidR="00EE7D3D" w:rsidRDefault="00EE7D3D" w:rsidP="00FE433E">
            <w:pPr>
              <w:pStyle w:val="Lijstalinea"/>
              <w:rPr>
                <w:i/>
              </w:rPr>
            </w:pPr>
          </w:p>
          <w:p w14:paraId="66B82EE4" w14:textId="77777777" w:rsidR="00926695" w:rsidRDefault="00926695" w:rsidP="00FE433E">
            <w:pPr>
              <w:pStyle w:val="Lijstalinea"/>
            </w:pPr>
            <w:r>
              <w:t>Cursussen en trainingen blok 15</w:t>
            </w:r>
          </w:p>
          <w:p w14:paraId="42EBD0A0" w14:textId="77777777" w:rsidR="00926695" w:rsidRDefault="00926695" w:rsidP="00FE433E">
            <w:pPr>
              <w:pStyle w:val="Lijstalinea"/>
            </w:pPr>
            <w:r>
              <w:t xml:space="preserve">BSAVA boek </w:t>
            </w:r>
            <w:r w:rsidR="00A14094">
              <w:t xml:space="preserve">blz 26 (principles of health and safety) en </w:t>
            </w:r>
            <w:r>
              <w:t xml:space="preserve">hoofdstuk </w:t>
            </w:r>
            <w:r w:rsidR="00A14094">
              <w:t>18 (diagnostic imaging)</w:t>
            </w:r>
          </w:p>
          <w:p w14:paraId="58600E8A" w14:textId="0635BF25" w:rsidR="00190E01" w:rsidRPr="00BA5C80" w:rsidRDefault="00190E01" w:rsidP="00BC1ED0"/>
          <w:p w14:paraId="781A9D12" w14:textId="77777777" w:rsidR="00FE433E" w:rsidRPr="00BA5C80" w:rsidRDefault="00CE48E8" w:rsidP="00190E01">
            <w:pPr>
              <w:pStyle w:val="Lijstalinea"/>
            </w:pPr>
            <w:hyperlink r:id="rId13" w:history="1">
              <w:r w:rsidR="00FE433E" w:rsidRPr="00BA5C80">
                <w:rPr>
                  <w:rStyle w:val="Hyperlink"/>
                </w:rPr>
                <w:t>http://maken.wikiwijs.nl/33798/Diagnostische_beeldvorming</w:t>
              </w:r>
            </w:hyperlink>
          </w:p>
          <w:p w14:paraId="3008ACAF" w14:textId="77777777" w:rsidR="00FE433E" w:rsidRPr="00BA5C80" w:rsidRDefault="00FE433E" w:rsidP="00190E01">
            <w:pPr>
              <w:pStyle w:val="Lijstalinea"/>
            </w:pPr>
          </w:p>
          <w:p w14:paraId="57D573D7" w14:textId="77777777" w:rsidR="00EB4BA2" w:rsidRDefault="00EB4BA2" w:rsidP="00190E01">
            <w:pPr>
              <w:pStyle w:val="Lijstalinea"/>
            </w:pPr>
            <w:r w:rsidRPr="00BA5C80">
              <w:t>NRG Kernenergiewetdossier</w:t>
            </w:r>
          </w:p>
          <w:p w14:paraId="32C9D6C6" w14:textId="77777777" w:rsidR="00D67C18" w:rsidRDefault="00CE48E8" w:rsidP="00190E01">
            <w:pPr>
              <w:pStyle w:val="Lijstalinea"/>
            </w:pPr>
            <w:hyperlink r:id="rId14" w:history="1">
              <w:r w:rsidR="00D67C18" w:rsidRPr="00D36D7F">
                <w:rPr>
                  <w:rStyle w:val="Hyperlink"/>
                </w:rPr>
                <w:t>http://www.werkenmetstraling.nl/home/</w:t>
              </w:r>
            </w:hyperlink>
          </w:p>
          <w:p w14:paraId="04413157" w14:textId="77777777" w:rsidR="00D67C18" w:rsidRPr="00BA5C80" w:rsidRDefault="00D67C18" w:rsidP="00190E01">
            <w:pPr>
              <w:pStyle w:val="Lijstalinea"/>
            </w:pPr>
          </w:p>
          <w:p w14:paraId="540E8E0D" w14:textId="77777777" w:rsidR="00FE433E" w:rsidRDefault="00CE48E8" w:rsidP="00190E01">
            <w:pPr>
              <w:pStyle w:val="Lijstalinea"/>
              <w:rPr>
                <w:rStyle w:val="Hyperlink"/>
              </w:rPr>
            </w:pPr>
            <w:hyperlink r:id="rId15" w:history="1">
              <w:r w:rsidR="00EB4BA2" w:rsidRPr="00BA5C80">
                <w:rPr>
                  <w:rStyle w:val="Hyperlink"/>
                </w:rPr>
                <w:t>http://www.werkenmetstraling.nl/toestellen/wat-moet-u-regelen/kernenergiewet-dossier/</w:t>
              </w:r>
            </w:hyperlink>
          </w:p>
          <w:p w14:paraId="4D6C7272" w14:textId="77777777" w:rsidR="00D67C18" w:rsidRDefault="00D67C18" w:rsidP="00190E01">
            <w:pPr>
              <w:pStyle w:val="Lijstalinea"/>
              <w:rPr>
                <w:rStyle w:val="Hyperlink"/>
              </w:rPr>
            </w:pPr>
          </w:p>
          <w:p w14:paraId="546F6491" w14:textId="77777777" w:rsidR="00D67C18" w:rsidRPr="00D67C18" w:rsidRDefault="00D67C18" w:rsidP="00190E01">
            <w:pPr>
              <w:pStyle w:val="Lijstalinea"/>
              <w:rPr>
                <w:rStyle w:val="Hyperlink"/>
                <w:color w:val="auto"/>
              </w:rPr>
            </w:pPr>
            <w:r w:rsidRPr="00D67C18">
              <w:rPr>
                <w:rStyle w:val="Hyperlink"/>
                <w:color w:val="auto"/>
              </w:rPr>
              <w:t>RIVM:</w:t>
            </w:r>
          </w:p>
          <w:p w14:paraId="2D7CC90E" w14:textId="52F54A2C" w:rsidR="00641DA5" w:rsidRPr="00BA5C80" w:rsidRDefault="00CE48E8" w:rsidP="00BC1ED0">
            <w:pPr>
              <w:pStyle w:val="Lijstalinea"/>
            </w:pPr>
            <w:hyperlink r:id="rId16" w:history="1">
              <w:r w:rsidR="00AD30D2" w:rsidRPr="0087058A">
                <w:rPr>
                  <w:rStyle w:val="Hyperlink"/>
                </w:rPr>
                <w:t>http://www.rivm.nl/Onderwerpen/M/Medische_Stralingstoepassingen</w:t>
              </w:r>
            </w:hyperlink>
          </w:p>
        </w:tc>
      </w:tr>
    </w:tbl>
    <w:p w14:paraId="735C8E20" w14:textId="739853B1" w:rsidR="00E50377" w:rsidRDefault="00E50377" w:rsidP="00B14887"/>
    <w:p w14:paraId="57B87996" w14:textId="77777777" w:rsidR="00881193" w:rsidRDefault="00881193">
      <w:r>
        <w:br w:type="page"/>
      </w:r>
    </w:p>
    <w:p w14:paraId="27E481DC" w14:textId="44994319" w:rsidR="00881193" w:rsidRDefault="00881193" w:rsidP="00881193">
      <w:pPr>
        <w:rPr>
          <w:b/>
          <w:sz w:val="28"/>
          <w:szCs w:val="28"/>
          <w:u w:val="single"/>
        </w:rPr>
      </w:pPr>
      <w:r>
        <w:rPr>
          <w:b/>
          <w:sz w:val="28"/>
          <w:szCs w:val="28"/>
          <w:u w:val="single"/>
        </w:rPr>
        <w:lastRenderedPageBreak/>
        <w:t>Bijlage 1</w:t>
      </w:r>
      <w:r w:rsidRPr="00BC1ED0">
        <w:rPr>
          <w:b/>
          <w:sz w:val="28"/>
          <w:szCs w:val="28"/>
          <w:u w:val="single"/>
        </w:rPr>
        <w:t>: Beoordeling uitvoeren van, of assisteren bij, diagnostische beeldvorming</w:t>
      </w:r>
      <w:r>
        <w:rPr>
          <w:b/>
          <w:sz w:val="28"/>
          <w:szCs w:val="28"/>
          <w:u w:val="single"/>
        </w:rPr>
        <w:t xml:space="preserve"> tijdens oefensituatie op school.</w:t>
      </w:r>
    </w:p>
    <w:p w14:paraId="0456A061" w14:textId="77777777" w:rsidR="00881193" w:rsidRPr="00881193" w:rsidRDefault="00881193" w:rsidP="00881193"/>
    <w:p w14:paraId="0A535959" w14:textId="77777777" w:rsidR="00881193" w:rsidRDefault="00881193" w:rsidP="00881193">
      <w:r>
        <w:t>Naam leerling:</w:t>
      </w:r>
      <w:r>
        <w:tab/>
      </w:r>
      <w:r>
        <w:tab/>
      </w:r>
      <w:r>
        <w:tab/>
      </w:r>
      <w:r>
        <w:tab/>
        <w:t>Datum:</w:t>
      </w:r>
      <w:r w:rsidRPr="00153D43">
        <w:t xml:space="preserve"> </w:t>
      </w:r>
      <w:r>
        <w:tab/>
      </w:r>
      <w:r>
        <w:tab/>
        <w:t>Beoordeeld door:</w:t>
      </w:r>
    </w:p>
    <w:tbl>
      <w:tblPr>
        <w:tblStyle w:val="Tabelraster"/>
        <w:tblW w:w="0" w:type="auto"/>
        <w:tblLook w:val="04A0" w:firstRow="1" w:lastRow="0" w:firstColumn="1" w:lastColumn="0" w:noHBand="0" w:noVBand="1"/>
      </w:tblPr>
      <w:tblGrid>
        <w:gridCol w:w="3539"/>
        <w:gridCol w:w="3686"/>
        <w:gridCol w:w="1837"/>
      </w:tblGrid>
      <w:tr w:rsidR="00881193" w14:paraId="08CAC580" w14:textId="77777777" w:rsidTr="00A84434">
        <w:tc>
          <w:tcPr>
            <w:tcW w:w="3539" w:type="dxa"/>
          </w:tcPr>
          <w:p w14:paraId="3A974FF9" w14:textId="77777777" w:rsidR="00881193" w:rsidRPr="00BC1ED0" w:rsidRDefault="00881193" w:rsidP="00A84434">
            <w:pPr>
              <w:rPr>
                <w:b/>
              </w:rPr>
            </w:pPr>
            <w:r w:rsidRPr="00BC1ED0">
              <w:rPr>
                <w:b/>
              </w:rPr>
              <w:t>wat</w:t>
            </w:r>
          </w:p>
        </w:tc>
        <w:tc>
          <w:tcPr>
            <w:tcW w:w="3686" w:type="dxa"/>
          </w:tcPr>
          <w:p w14:paraId="59E3D67A" w14:textId="77777777" w:rsidR="00881193" w:rsidRPr="00BC1ED0" w:rsidRDefault="00881193" w:rsidP="00A84434">
            <w:pPr>
              <w:rPr>
                <w:b/>
              </w:rPr>
            </w:pPr>
            <w:r w:rsidRPr="00BC1ED0">
              <w:rPr>
                <w:b/>
              </w:rPr>
              <w:t>Wat is getoond</w:t>
            </w:r>
          </w:p>
        </w:tc>
        <w:tc>
          <w:tcPr>
            <w:tcW w:w="1837" w:type="dxa"/>
          </w:tcPr>
          <w:p w14:paraId="14A7EA0E" w14:textId="77777777" w:rsidR="00881193" w:rsidRPr="00BC1ED0" w:rsidRDefault="00881193" w:rsidP="00A84434">
            <w:pPr>
              <w:rPr>
                <w:b/>
              </w:rPr>
            </w:pPr>
            <w:r w:rsidRPr="00BC1ED0">
              <w:rPr>
                <w:b/>
              </w:rPr>
              <w:t>beoordeling</w:t>
            </w:r>
          </w:p>
        </w:tc>
      </w:tr>
      <w:tr w:rsidR="00881193" w14:paraId="2E5950A4" w14:textId="77777777" w:rsidTr="00A84434">
        <w:tc>
          <w:tcPr>
            <w:tcW w:w="3539" w:type="dxa"/>
          </w:tcPr>
          <w:p w14:paraId="66076BA1" w14:textId="77777777" w:rsidR="00881193" w:rsidRDefault="00881193" w:rsidP="00A84434">
            <w:r>
              <w:t>Bereidt de onderzoeken voor</w:t>
            </w:r>
          </w:p>
          <w:p w14:paraId="45B8FF2B" w14:textId="77777777" w:rsidR="00881193" w:rsidRDefault="00881193" w:rsidP="00A84434"/>
        </w:tc>
        <w:tc>
          <w:tcPr>
            <w:tcW w:w="3686" w:type="dxa"/>
          </w:tcPr>
          <w:p w14:paraId="6521DBE0" w14:textId="77777777" w:rsidR="00881193" w:rsidRDefault="00881193" w:rsidP="00A84434"/>
        </w:tc>
        <w:tc>
          <w:tcPr>
            <w:tcW w:w="1837" w:type="dxa"/>
          </w:tcPr>
          <w:p w14:paraId="5EFD169C" w14:textId="77777777" w:rsidR="00881193" w:rsidRDefault="00881193" w:rsidP="00A84434"/>
        </w:tc>
      </w:tr>
      <w:tr w:rsidR="00881193" w14:paraId="081FA229" w14:textId="77777777" w:rsidTr="00A84434">
        <w:tc>
          <w:tcPr>
            <w:tcW w:w="3539" w:type="dxa"/>
          </w:tcPr>
          <w:p w14:paraId="3377619F" w14:textId="77777777" w:rsidR="00881193" w:rsidRDefault="00881193" w:rsidP="00A84434">
            <w:r>
              <w:t>Stelt apparatuur in</w:t>
            </w:r>
          </w:p>
          <w:p w14:paraId="05E8D387" w14:textId="77777777" w:rsidR="00881193" w:rsidRDefault="00881193" w:rsidP="00A84434"/>
        </w:tc>
        <w:tc>
          <w:tcPr>
            <w:tcW w:w="3686" w:type="dxa"/>
          </w:tcPr>
          <w:p w14:paraId="50078F73" w14:textId="77777777" w:rsidR="00881193" w:rsidRDefault="00881193" w:rsidP="00A84434"/>
        </w:tc>
        <w:tc>
          <w:tcPr>
            <w:tcW w:w="1837" w:type="dxa"/>
          </w:tcPr>
          <w:p w14:paraId="4D170B77" w14:textId="77777777" w:rsidR="00881193" w:rsidRDefault="00881193" w:rsidP="00A84434"/>
        </w:tc>
      </w:tr>
      <w:tr w:rsidR="00881193" w14:paraId="113DC58D" w14:textId="77777777" w:rsidTr="00A84434">
        <w:tc>
          <w:tcPr>
            <w:tcW w:w="3539" w:type="dxa"/>
          </w:tcPr>
          <w:p w14:paraId="409CAEC6" w14:textId="77777777" w:rsidR="00881193" w:rsidRDefault="00881193" w:rsidP="00A84434">
            <w:r>
              <w:t>Legt benodigde materialen klaar</w:t>
            </w:r>
          </w:p>
          <w:p w14:paraId="55E9BE64" w14:textId="77777777" w:rsidR="00881193" w:rsidRDefault="00881193" w:rsidP="00A84434"/>
        </w:tc>
        <w:tc>
          <w:tcPr>
            <w:tcW w:w="3686" w:type="dxa"/>
          </w:tcPr>
          <w:p w14:paraId="0339E1B7" w14:textId="77777777" w:rsidR="00881193" w:rsidRDefault="00881193" w:rsidP="00A84434"/>
        </w:tc>
        <w:tc>
          <w:tcPr>
            <w:tcW w:w="1837" w:type="dxa"/>
          </w:tcPr>
          <w:p w14:paraId="5E94E5B9" w14:textId="77777777" w:rsidR="00881193" w:rsidRDefault="00881193" w:rsidP="00A84434"/>
        </w:tc>
      </w:tr>
      <w:tr w:rsidR="00881193" w14:paraId="2E373220" w14:textId="77777777" w:rsidTr="00A84434">
        <w:tc>
          <w:tcPr>
            <w:tcW w:w="3539" w:type="dxa"/>
          </w:tcPr>
          <w:p w14:paraId="09D06674" w14:textId="77777777" w:rsidR="00881193" w:rsidRDefault="00881193" w:rsidP="00A84434">
            <w:r>
              <w:t>Instrueert over veiligheidsmaatregelen</w:t>
            </w:r>
          </w:p>
        </w:tc>
        <w:tc>
          <w:tcPr>
            <w:tcW w:w="3686" w:type="dxa"/>
          </w:tcPr>
          <w:p w14:paraId="1AF71469" w14:textId="77777777" w:rsidR="00881193" w:rsidRDefault="00881193" w:rsidP="00A84434"/>
        </w:tc>
        <w:tc>
          <w:tcPr>
            <w:tcW w:w="1837" w:type="dxa"/>
          </w:tcPr>
          <w:p w14:paraId="13D6B054" w14:textId="77777777" w:rsidR="00881193" w:rsidRDefault="00881193" w:rsidP="00A84434"/>
        </w:tc>
      </w:tr>
      <w:tr w:rsidR="00881193" w14:paraId="6BC5BBF9" w14:textId="77777777" w:rsidTr="00A84434">
        <w:tc>
          <w:tcPr>
            <w:tcW w:w="3539" w:type="dxa"/>
          </w:tcPr>
          <w:p w14:paraId="168AC487" w14:textId="77777777" w:rsidR="00881193" w:rsidRDefault="00881193" w:rsidP="00A84434">
            <w:r>
              <w:t xml:space="preserve">Treft veiligheidsmaatregelen </w:t>
            </w:r>
          </w:p>
          <w:p w14:paraId="64A22CC8" w14:textId="77777777" w:rsidR="00881193" w:rsidRDefault="00881193" w:rsidP="00A84434"/>
        </w:tc>
        <w:tc>
          <w:tcPr>
            <w:tcW w:w="3686" w:type="dxa"/>
          </w:tcPr>
          <w:p w14:paraId="3C9CE845" w14:textId="77777777" w:rsidR="00881193" w:rsidRDefault="00881193" w:rsidP="00A84434"/>
        </w:tc>
        <w:tc>
          <w:tcPr>
            <w:tcW w:w="1837" w:type="dxa"/>
          </w:tcPr>
          <w:p w14:paraId="6A878351" w14:textId="77777777" w:rsidR="00881193" w:rsidRDefault="00881193" w:rsidP="00A84434"/>
        </w:tc>
      </w:tr>
      <w:tr w:rsidR="00881193" w14:paraId="2A16AC5F" w14:textId="77777777" w:rsidTr="00A84434">
        <w:tc>
          <w:tcPr>
            <w:tcW w:w="3539" w:type="dxa"/>
          </w:tcPr>
          <w:p w14:paraId="1BC941D6" w14:textId="77777777" w:rsidR="00881193" w:rsidRDefault="00881193" w:rsidP="00A84434">
            <w:r>
              <w:t>Kiest benodigde hulpmiddelen</w:t>
            </w:r>
          </w:p>
          <w:p w14:paraId="12EF6452" w14:textId="77777777" w:rsidR="00881193" w:rsidRDefault="00881193" w:rsidP="00A84434"/>
        </w:tc>
        <w:tc>
          <w:tcPr>
            <w:tcW w:w="3686" w:type="dxa"/>
          </w:tcPr>
          <w:p w14:paraId="04E84C66" w14:textId="77777777" w:rsidR="00881193" w:rsidRDefault="00881193" w:rsidP="00A84434"/>
        </w:tc>
        <w:tc>
          <w:tcPr>
            <w:tcW w:w="1837" w:type="dxa"/>
          </w:tcPr>
          <w:p w14:paraId="5EC797C8" w14:textId="77777777" w:rsidR="00881193" w:rsidRDefault="00881193" w:rsidP="00A84434"/>
        </w:tc>
      </w:tr>
      <w:tr w:rsidR="00881193" w14:paraId="6917EBFB" w14:textId="77777777" w:rsidTr="00A84434">
        <w:tc>
          <w:tcPr>
            <w:tcW w:w="3539" w:type="dxa"/>
          </w:tcPr>
          <w:p w14:paraId="42DF94C0" w14:textId="77777777" w:rsidR="00881193" w:rsidRDefault="00881193" w:rsidP="00A84434">
            <w:r>
              <w:t>Hanteert en fixeert de patiënt</w:t>
            </w:r>
          </w:p>
          <w:p w14:paraId="165A543B" w14:textId="77777777" w:rsidR="00881193" w:rsidRDefault="00881193" w:rsidP="00A84434"/>
        </w:tc>
        <w:tc>
          <w:tcPr>
            <w:tcW w:w="3686" w:type="dxa"/>
          </w:tcPr>
          <w:p w14:paraId="225E240B" w14:textId="77777777" w:rsidR="00881193" w:rsidRDefault="00881193" w:rsidP="00A84434"/>
        </w:tc>
        <w:tc>
          <w:tcPr>
            <w:tcW w:w="1837" w:type="dxa"/>
          </w:tcPr>
          <w:p w14:paraId="10996DDA" w14:textId="77777777" w:rsidR="00881193" w:rsidRDefault="00881193" w:rsidP="00A84434"/>
        </w:tc>
      </w:tr>
      <w:tr w:rsidR="00881193" w14:paraId="2705C9D6" w14:textId="77777777" w:rsidTr="00A84434">
        <w:tc>
          <w:tcPr>
            <w:tcW w:w="3539" w:type="dxa"/>
          </w:tcPr>
          <w:p w14:paraId="55C4E754" w14:textId="77777777" w:rsidR="00881193" w:rsidRDefault="00881193" w:rsidP="00A84434">
            <w:r>
              <w:t>Positioneert de patiënt</w:t>
            </w:r>
          </w:p>
          <w:p w14:paraId="7DEB77F9" w14:textId="77777777" w:rsidR="00881193" w:rsidRDefault="00881193" w:rsidP="00A84434"/>
        </w:tc>
        <w:tc>
          <w:tcPr>
            <w:tcW w:w="3686" w:type="dxa"/>
          </w:tcPr>
          <w:p w14:paraId="4D669254" w14:textId="77777777" w:rsidR="00881193" w:rsidRDefault="00881193" w:rsidP="00A84434"/>
        </w:tc>
        <w:tc>
          <w:tcPr>
            <w:tcW w:w="1837" w:type="dxa"/>
          </w:tcPr>
          <w:p w14:paraId="7308788E" w14:textId="77777777" w:rsidR="00881193" w:rsidRPr="00153D43" w:rsidRDefault="00881193" w:rsidP="00A84434">
            <w:pPr>
              <w:rPr>
                <w:b/>
                <w:sz w:val="16"/>
                <w:szCs w:val="16"/>
              </w:rPr>
            </w:pPr>
          </w:p>
        </w:tc>
      </w:tr>
      <w:tr w:rsidR="00881193" w14:paraId="63A7AD2A" w14:textId="77777777" w:rsidTr="00A84434">
        <w:tc>
          <w:tcPr>
            <w:tcW w:w="3539" w:type="dxa"/>
          </w:tcPr>
          <w:p w14:paraId="241CE019" w14:textId="77777777" w:rsidR="00881193" w:rsidRDefault="00881193" w:rsidP="00A84434">
            <w:r>
              <w:t>Stelt diafragma in</w:t>
            </w:r>
          </w:p>
          <w:p w14:paraId="02CDF242" w14:textId="77777777" w:rsidR="00881193" w:rsidRDefault="00881193" w:rsidP="00A84434"/>
        </w:tc>
        <w:tc>
          <w:tcPr>
            <w:tcW w:w="3686" w:type="dxa"/>
          </w:tcPr>
          <w:p w14:paraId="31D372EB" w14:textId="77777777" w:rsidR="00881193" w:rsidRDefault="00881193" w:rsidP="00A84434"/>
        </w:tc>
        <w:tc>
          <w:tcPr>
            <w:tcW w:w="1837" w:type="dxa"/>
          </w:tcPr>
          <w:p w14:paraId="17EC69E8" w14:textId="77777777" w:rsidR="00881193" w:rsidRDefault="00881193" w:rsidP="00A84434"/>
        </w:tc>
      </w:tr>
      <w:tr w:rsidR="00881193" w14:paraId="73FDC91D" w14:textId="77777777" w:rsidTr="00A84434">
        <w:tc>
          <w:tcPr>
            <w:tcW w:w="3539" w:type="dxa"/>
          </w:tcPr>
          <w:p w14:paraId="32AB13D4" w14:textId="77777777" w:rsidR="00881193" w:rsidRDefault="00881193" w:rsidP="00A84434">
            <w:r>
              <w:t>Maakt opname van thorax</w:t>
            </w:r>
          </w:p>
          <w:p w14:paraId="6824713F" w14:textId="77777777" w:rsidR="00881193" w:rsidRDefault="00881193" w:rsidP="00A84434"/>
        </w:tc>
        <w:tc>
          <w:tcPr>
            <w:tcW w:w="3686" w:type="dxa"/>
          </w:tcPr>
          <w:p w14:paraId="591977CB" w14:textId="77777777" w:rsidR="00881193" w:rsidRDefault="00881193" w:rsidP="00A84434"/>
        </w:tc>
        <w:tc>
          <w:tcPr>
            <w:tcW w:w="1837" w:type="dxa"/>
          </w:tcPr>
          <w:p w14:paraId="411594E4" w14:textId="77777777" w:rsidR="00881193" w:rsidRDefault="00881193" w:rsidP="00A84434"/>
        </w:tc>
      </w:tr>
      <w:tr w:rsidR="00881193" w14:paraId="204BE0C1" w14:textId="77777777" w:rsidTr="00A84434">
        <w:tc>
          <w:tcPr>
            <w:tcW w:w="3539" w:type="dxa"/>
          </w:tcPr>
          <w:p w14:paraId="6A195904" w14:textId="77777777" w:rsidR="00881193" w:rsidRDefault="00881193" w:rsidP="00A84434">
            <w:r>
              <w:t>Maakt opname van abdomen</w:t>
            </w:r>
          </w:p>
          <w:p w14:paraId="6978D57A" w14:textId="77777777" w:rsidR="00881193" w:rsidRDefault="00881193" w:rsidP="00A84434"/>
        </w:tc>
        <w:tc>
          <w:tcPr>
            <w:tcW w:w="3686" w:type="dxa"/>
          </w:tcPr>
          <w:p w14:paraId="5BA2A028" w14:textId="77777777" w:rsidR="00881193" w:rsidRDefault="00881193" w:rsidP="00A84434"/>
        </w:tc>
        <w:tc>
          <w:tcPr>
            <w:tcW w:w="1837" w:type="dxa"/>
          </w:tcPr>
          <w:p w14:paraId="08E6FB85" w14:textId="77777777" w:rsidR="00881193" w:rsidRDefault="00881193" w:rsidP="00A84434"/>
        </w:tc>
      </w:tr>
      <w:tr w:rsidR="00881193" w14:paraId="09EEA307" w14:textId="77777777" w:rsidTr="00A84434">
        <w:tc>
          <w:tcPr>
            <w:tcW w:w="3539" w:type="dxa"/>
          </w:tcPr>
          <w:p w14:paraId="19FA11E0" w14:textId="77777777" w:rsidR="00881193" w:rsidRDefault="00881193" w:rsidP="00A84434">
            <w:r>
              <w:t>Maakt opname van bekken en heupen</w:t>
            </w:r>
          </w:p>
        </w:tc>
        <w:tc>
          <w:tcPr>
            <w:tcW w:w="3686" w:type="dxa"/>
          </w:tcPr>
          <w:p w14:paraId="298C75F9" w14:textId="77777777" w:rsidR="00881193" w:rsidRDefault="00881193" w:rsidP="00A84434"/>
        </w:tc>
        <w:tc>
          <w:tcPr>
            <w:tcW w:w="1837" w:type="dxa"/>
          </w:tcPr>
          <w:p w14:paraId="0C96A2C2" w14:textId="77777777" w:rsidR="00881193" w:rsidRDefault="00881193" w:rsidP="00A84434"/>
        </w:tc>
      </w:tr>
      <w:tr w:rsidR="00881193" w14:paraId="10F5F110" w14:textId="77777777" w:rsidTr="00A84434">
        <w:tc>
          <w:tcPr>
            <w:tcW w:w="3539" w:type="dxa"/>
          </w:tcPr>
          <w:p w14:paraId="22F10003" w14:textId="77777777" w:rsidR="00881193" w:rsidRDefault="00881193" w:rsidP="00A84434">
            <w:r>
              <w:t>Maakt opname van knie</w:t>
            </w:r>
          </w:p>
          <w:p w14:paraId="129A3CF9" w14:textId="77777777" w:rsidR="00881193" w:rsidRDefault="00881193" w:rsidP="00A84434"/>
        </w:tc>
        <w:tc>
          <w:tcPr>
            <w:tcW w:w="3686" w:type="dxa"/>
          </w:tcPr>
          <w:p w14:paraId="4221D3AE" w14:textId="77777777" w:rsidR="00881193" w:rsidRDefault="00881193" w:rsidP="00A84434"/>
        </w:tc>
        <w:tc>
          <w:tcPr>
            <w:tcW w:w="1837" w:type="dxa"/>
          </w:tcPr>
          <w:p w14:paraId="26C28F08" w14:textId="77777777" w:rsidR="00881193" w:rsidRDefault="00881193" w:rsidP="00A84434"/>
        </w:tc>
      </w:tr>
      <w:tr w:rsidR="00881193" w14:paraId="1D70C32B" w14:textId="77777777" w:rsidTr="00A84434">
        <w:tc>
          <w:tcPr>
            <w:tcW w:w="3539" w:type="dxa"/>
          </w:tcPr>
          <w:p w14:paraId="462DAD68" w14:textId="77777777" w:rsidR="00881193" w:rsidRDefault="00881193" w:rsidP="00A84434">
            <w:r>
              <w:t>Maakt opname van elleboog</w:t>
            </w:r>
          </w:p>
          <w:p w14:paraId="61624A44" w14:textId="77777777" w:rsidR="00881193" w:rsidRDefault="00881193" w:rsidP="00A84434"/>
        </w:tc>
        <w:tc>
          <w:tcPr>
            <w:tcW w:w="3686" w:type="dxa"/>
          </w:tcPr>
          <w:p w14:paraId="12C80A97" w14:textId="77777777" w:rsidR="00881193" w:rsidRDefault="00881193" w:rsidP="00A84434"/>
        </w:tc>
        <w:tc>
          <w:tcPr>
            <w:tcW w:w="1837" w:type="dxa"/>
          </w:tcPr>
          <w:p w14:paraId="1F4B0E50" w14:textId="77777777" w:rsidR="00881193" w:rsidRDefault="00881193" w:rsidP="00A84434"/>
        </w:tc>
      </w:tr>
      <w:tr w:rsidR="00881193" w14:paraId="326357F9" w14:textId="77777777" w:rsidTr="00A84434">
        <w:tc>
          <w:tcPr>
            <w:tcW w:w="3539" w:type="dxa"/>
          </w:tcPr>
          <w:p w14:paraId="09FC13A1" w14:textId="77777777" w:rsidR="00881193" w:rsidRDefault="00881193" w:rsidP="00A84434">
            <w:r>
              <w:t>Maakt opname van onderbeen</w:t>
            </w:r>
          </w:p>
          <w:p w14:paraId="2689B426" w14:textId="77777777" w:rsidR="00881193" w:rsidRDefault="00881193" w:rsidP="00A84434"/>
        </w:tc>
        <w:tc>
          <w:tcPr>
            <w:tcW w:w="3686" w:type="dxa"/>
          </w:tcPr>
          <w:p w14:paraId="0BD0D32D" w14:textId="77777777" w:rsidR="00881193" w:rsidRDefault="00881193" w:rsidP="00A84434"/>
        </w:tc>
        <w:tc>
          <w:tcPr>
            <w:tcW w:w="1837" w:type="dxa"/>
          </w:tcPr>
          <w:p w14:paraId="65420FC1" w14:textId="77777777" w:rsidR="00881193" w:rsidRDefault="00881193" w:rsidP="00A84434"/>
        </w:tc>
      </w:tr>
    </w:tbl>
    <w:p w14:paraId="2832C4C6" w14:textId="77777777" w:rsidR="00881193" w:rsidRDefault="00881193" w:rsidP="00881193"/>
    <w:p w14:paraId="3EB3A730" w14:textId="77777777" w:rsidR="00881193" w:rsidRDefault="00881193" w:rsidP="00881193">
      <w:r>
        <w:t>Tops:</w:t>
      </w:r>
    </w:p>
    <w:p w14:paraId="0D21AC51" w14:textId="77777777" w:rsidR="00881193" w:rsidRDefault="00881193" w:rsidP="00881193"/>
    <w:p w14:paraId="5FDC44AA" w14:textId="77777777" w:rsidR="00881193" w:rsidRDefault="00881193" w:rsidP="00881193"/>
    <w:p w14:paraId="2043122A" w14:textId="77777777" w:rsidR="00881193" w:rsidRDefault="00881193" w:rsidP="00881193">
      <w:r>
        <w:t>Tips:</w:t>
      </w:r>
    </w:p>
    <w:p w14:paraId="35CF9F6B" w14:textId="33FBA367" w:rsidR="00BC1ED0" w:rsidRDefault="00BC1ED0">
      <w:r>
        <w:br w:type="page"/>
      </w:r>
    </w:p>
    <w:p w14:paraId="136A244E" w14:textId="30D0B7B1" w:rsidR="00BC1ED0" w:rsidRPr="00BC1ED0" w:rsidRDefault="00881193" w:rsidP="00B14887">
      <w:pPr>
        <w:rPr>
          <w:b/>
          <w:sz w:val="28"/>
          <w:szCs w:val="28"/>
          <w:u w:val="single"/>
        </w:rPr>
      </w:pPr>
      <w:r>
        <w:rPr>
          <w:b/>
          <w:sz w:val="28"/>
          <w:szCs w:val="28"/>
          <w:u w:val="single"/>
        </w:rPr>
        <w:lastRenderedPageBreak/>
        <w:t>Bijlage 2</w:t>
      </w:r>
      <w:r w:rsidR="00BC1ED0" w:rsidRPr="00BC1ED0">
        <w:rPr>
          <w:b/>
          <w:sz w:val="28"/>
          <w:szCs w:val="28"/>
          <w:u w:val="single"/>
        </w:rPr>
        <w:t>: Beoordeling uitvoeren van, of assisteren bij, diagnostische beeldvorming</w:t>
      </w:r>
      <w:r w:rsidR="00DE77E9">
        <w:rPr>
          <w:b/>
          <w:sz w:val="28"/>
          <w:szCs w:val="28"/>
          <w:u w:val="single"/>
        </w:rPr>
        <w:t xml:space="preserve"> tijdens BPV.</w:t>
      </w:r>
    </w:p>
    <w:p w14:paraId="6441E017" w14:textId="7B2906DE" w:rsidR="00BC1ED0" w:rsidRDefault="00153D43" w:rsidP="00B14887">
      <w:r>
        <w:t>Naam leerling:</w:t>
      </w:r>
      <w:r>
        <w:tab/>
      </w:r>
      <w:r>
        <w:tab/>
      </w:r>
      <w:r>
        <w:tab/>
      </w:r>
      <w:r>
        <w:tab/>
        <w:t>Datum:</w:t>
      </w:r>
      <w:r w:rsidRPr="00153D43">
        <w:t xml:space="preserve"> </w:t>
      </w:r>
      <w:r>
        <w:tab/>
        <w:t>Beoordeeld door:</w:t>
      </w:r>
    </w:p>
    <w:p w14:paraId="47BFD6D0" w14:textId="15AD1FCC" w:rsidR="00153D43" w:rsidRDefault="00E2752D" w:rsidP="00B14887">
      <w:r>
        <w:t>Totaal b</w:t>
      </w:r>
      <w:r w:rsidR="00153D43">
        <w:t>eoordeeld met 0/1/2:</w:t>
      </w:r>
    </w:p>
    <w:p w14:paraId="2B5FEF8D" w14:textId="3A69B808" w:rsidR="00153D43" w:rsidRDefault="00153D43" w:rsidP="00153D43">
      <w:pPr>
        <w:pStyle w:val="Lijstalinea"/>
        <w:numPr>
          <w:ilvl w:val="0"/>
          <w:numId w:val="20"/>
        </w:numPr>
      </w:pPr>
      <w:r>
        <w:t>0 = onvoldoende</w:t>
      </w:r>
    </w:p>
    <w:p w14:paraId="04C5EE44" w14:textId="51262161" w:rsidR="00153D43" w:rsidRDefault="00153D43" w:rsidP="00153D43">
      <w:pPr>
        <w:pStyle w:val="Lijstalinea"/>
        <w:numPr>
          <w:ilvl w:val="0"/>
          <w:numId w:val="20"/>
        </w:numPr>
      </w:pPr>
      <w:r>
        <w:t>1 = voldoende</w:t>
      </w:r>
    </w:p>
    <w:p w14:paraId="3EDB78A7" w14:textId="790E503B" w:rsidR="00153D43" w:rsidRDefault="00153D43" w:rsidP="00153D43">
      <w:pPr>
        <w:pStyle w:val="Lijstalinea"/>
        <w:numPr>
          <w:ilvl w:val="0"/>
          <w:numId w:val="20"/>
        </w:numPr>
      </w:pPr>
      <w:r>
        <w:t>2 = goed</w:t>
      </w:r>
    </w:p>
    <w:tbl>
      <w:tblPr>
        <w:tblStyle w:val="Tabelraster"/>
        <w:tblW w:w="0" w:type="auto"/>
        <w:tblLook w:val="04A0" w:firstRow="1" w:lastRow="0" w:firstColumn="1" w:lastColumn="0" w:noHBand="0" w:noVBand="1"/>
      </w:tblPr>
      <w:tblGrid>
        <w:gridCol w:w="3539"/>
        <w:gridCol w:w="3686"/>
        <w:gridCol w:w="1837"/>
      </w:tblGrid>
      <w:tr w:rsidR="00BC1ED0" w14:paraId="04484DBD" w14:textId="77777777" w:rsidTr="00153D43">
        <w:tc>
          <w:tcPr>
            <w:tcW w:w="3539" w:type="dxa"/>
          </w:tcPr>
          <w:p w14:paraId="63ADEB6D" w14:textId="19505A64" w:rsidR="00BC1ED0" w:rsidRPr="00BC1ED0" w:rsidRDefault="00BC1ED0" w:rsidP="00B14887">
            <w:pPr>
              <w:rPr>
                <w:b/>
              </w:rPr>
            </w:pPr>
            <w:r w:rsidRPr="00BC1ED0">
              <w:rPr>
                <w:b/>
              </w:rPr>
              <w:t>wat</w:t>
            </w:r>
          </w:p>
        </w:tc>
        <w:tc>
          <w:tcPr>
            <w:tcW w:w="3686" w:type="dxa"/>
          </w:tcPr>
          <w:p w14:paraId="222D96D5" w14:textId="02F29DB7" w:rsidR="00BC1ED0" w:rsidRPr="00BC1ED0" w:rsidRDefault="00BC1ED0" w:rsidP="00B14887">
            <w:pPr>
              <w:rPr>
                <w:b/>
              </w:rPr>
            </w:pPr>
            <w:r w:rsidRPr="00BC1ED0">
              <w:rPr>
                <w:b/>
              </w:rPr>
              <w:t>Wat is getoond</w:t>
            </w:r>
          </w:p>
        </w:tc>
        <w:tc>
          <w:tcPr>
            <w:tcW w:w="1837" w:type="dxa"/>
          </w:tcPr>
          <w:p w14:paraId="4A003043" w14:textId="159D571A" w:rsidR="00BC1ED0" w:rsidRPr="00BC1ED0" w:rsidRDefault="00BC1ED0" w:rsidP="00B14887">
            <w:pPr>
              <w:rPr>
                <w:b/>
              </w:rPr>
            </w:pPr>
            <w:r w:rsidRPr="00BC1ED0">
              <w:rPr>
                <w:b/>
              </w:rPr>
              <w:t>beoordeling</w:t>
            </w:r>
          </w:p>
        </w:tc>
      </w:tr>
      <w:tr w:rsidR="00BC1ED0" w14:paraId="6BF73084" w14:textId="77777777" w:rsidTr="00153D43">
        <w:tc>
          <w:tcPr>
            <w:tcW w:w="3539" w:type="dxa"/>
          </w:tcPr>
          <w:p w14:paraId="4874DB2F" w14:textId="77777777" w:rsidR="00BC1ED0" w:rsidRDefault="00BC1ED0" w:rsidP="00B14887">
            <w:r>
              <w:t xml:space="preserve">Bespreekt </w:t>
            </w:r>
            <w:r w:rsidR="00153D43">
              <w:t>de leerdoelen</w:t>
            </w:r>
          </w:p>
          <w:p w14:paraId="64DB0581" w14:textId="65F022D3" w:rsidR="00153D43" w:rsidRDefault="00153D43" w:rsidP="00B14887"/>
        </w:tc>
        <w:tc>
          <w:tcPr>
            <w:tcW w:w="3686" w:type="dxa"/>
          </w:tcPr>
          <w:p w14:paraId="416F0865" w14:textId="77777777" w:rsidR="00BC1ED0" w:rsidRDefault="00BC1ED0" w:rsidP="00B14887"/>
        </w:tc>
        <w:tc>
          <w:tcPr>
            <w:tcW w:w="1837" w:type="dxa"/>
          </w:tcPr>
          <w:p w14:paraId="5BA1DF0F" w14:textId="77777777" w:rsidR="00BC1ED0" w:rsidRDefault="00BC1ED0" w:rsidP="00B14887"/>
        </w:tc>
      </w:tr>
      <w:tr w:rsidR="00153D43" w14:paraId="5558F08C" w14:textId="77777777" w:rsidTr="00153D43">
        <w:tc>
          <w:tcPr>
            <w:tcW w:w="3539" w:type="dxa"/>
          </w:tcPr>
          <w:p w14:paraId="0072E003" w14:textId="77777777" w:rsidR="00153D43" w:rsidRDefault="00153D43" w:rsidP="00B14887">
            <w:r>
              <w:t>Heeft een pro-actieve houding</w:t>
            </w:r>
          </w:p>
          <w:p w14:paraId="582EE33F" w14:textId="3000E52D" w:rsidR="00153D43" w:rsidRDefault="00153D43" w:rsidP="00B14887"/>
        </w:tc>
        <w:tc>
          <w:tcPr>
            <w:tcW w:w="3686" w:type="dxa"/>
          </w:tcPr>
          <w:p w14:paraId="19D0D31D" w14:textId="77777777" w:rsidR="00153D43" w:rsidRDefault="00153D43" w:rsidP="00B14887"/>
        </w:tc>
        <w:tc>
          <w:tcPr>
            <w:tcW w:w="1837" w:type="dxa"/>
          </w:tcPr>
          <w:p w14:paraId="7B3FB03C" w14:textId="77777777" w:rsidR="00153D43" w:rsidRDefault="00153D43" w:rsidP="00B14887"/>
        </w:tc>
      </w:tr>
      <w:tr w:rsidR="00153D43" w14:paraId="08EA010A" w14:textId="77777777" w:rsidTr="00153D43">
        <w:tc>
          <w:tcPr>
            <w:tcW w:w="3539" w:type="dxa"/>
          </w:tcPr>
          <w:p w14:paraId="77E8665A" w14:textId="77777777" w:rsidR="00153D43" w:rsidRDefault="00153D43" w:rsidP="00B14887">
            <w:r>
              <w:t>Is oplossingsgericht</w:t>
            </w:r>
          </w:p>
          <w:p w14:paraId="36DF55F5" w14:textId="5C77B85B" w:rsidR="00153D43" w:rsidRDefault="00153D43" w:rsidP="00B14887"/>
        </w:tc>
        <w:tc>
          <w:tcPr>
            <w:tcW w:w="3686" w:type="dxa"/>
          </w:tcPr>
          <w:p w14:paraId="30F17BBC" w14:textId="77777777" w:rsidR="00153D43" w:rsidRDefault="00153D43" w:rsidP="00B14887"/>
        </w:tc>
        <w:tc>
          <w:tcPr>
            <w:tcW w:w="1837" w:type="dxa"/>
          </w:tcPr>
          <w:p w14:paraId="3B24AC12" w14:textId="77777777" w:rsidR="00153D43" w:rsidRDefault="00153D43" w:rsidP="00B14887"/>
        </w:tc>
      </w:tr>
      <w:tr w:rsidR="00153D43" w14:paraId="7E22A8CD" w14:textId="77777777" w:rsidTr="00153D43">
        <w:tc>
          <w:tcPr>
            <w:tcW w:w="3539" w:type="dxa"/>
          </w:tcPr>
          <w:p w14:paraId="2BD1C2AF" w14:textId="77777777" w:rsidR="00153D43" w:rsidRDefault="00153D43" w:rsidP="00B14887">
            <w:r>
              <w:t>Communiceert doelgericht</w:t>
            </w:r>
          </w:p>
          <w:p w14:paraId="237B0CEE" w14:textId="79BEE7DB" w:rsidR="00153D43" w:rsidRDefault="00153D43" w:rsidP="00B14887"/>
        </w:tc>
        <w:tc>
          <w:tcPr>
            <w:tcW w:w="3686" w:type="dxa"/>
          </w:tcPr>
          <w:p w14:paraId="42ABCA0C" w14:textId="77777777" w:rsidR="00153D43" w:rsidRDefault="00153D43" w:rsidP="00B14887"/>
        </w:tc>
        <w:tc>
          <w:tcPr>
            <w:tcW w:w="1837" w:type="dxa"/>
          </w:tcPr>
          <w:p w14:paraId="5373020E" w14:textId="77777777" w:rsidR="00153D43" w:rsidRDefault="00153D43" w:rsidP="00B14887"/>
        </w:tc>
      </w:tr>
      <w:tr w:rsidR="00BC1ED0" w14:paraId="4D5752BD" w14:textId="77777777" w:rsidTr="00153D43">
        <w:tc>
          <w:tcPr>
            <w:tcW w:w="3539" w:type="dxa"/>
          </w:tcPr>
          <w:p w14:paraId="45E7EAD7" w14:textId="77777777" w:rsidR="00BC1ED0" w:rsidRDefault="00153D43" w:rsidP="00B14887">
            <w:r>
              <w:t>Bereidt de onderzoeken voor</w:t>
            </w:r>
          </w:p>
          <w:p w14:paraId="050D31A4" w14:textId="29EB60A9" w:rsidR="00153D43" w:rsidRDefault="00153D43" w:rsidP="00B14887"/>
        </w:tc>
        <w:tc>
          <w:tcPr>
            <w:tcW w:w="3686" w:type="dxa"/>
          </w:tcPr>
          <w:p w14:paraId="66361374" w14:textId="77777777" w:rsidR="00BC1ED0" w:rsidRDefault="00BC1ED0" w:rsidP="00B14887"/>
        </w:tc>
        <w:tc>
          <w:tcPr>
            <w:tcW w:w="1837" w:type="dxa"/>
          </w:tcPr>
          <w:p w14:paraId="43952FCB" w14:textId="77777777" w:rsidR="00BC1ED0" w:rsidRDefault="00BC1ED0" w:rsidP="00B14887"/>
        </w:tc>
      </w:tr>
      <w:tr w:rsidR="00BC1ED0" w14:paraId="52065C87" w14:textId="77777777" w:rsidTr="00153D43">
        <w:tc>
          <w:tcPr>
            <w:tcW w:w="3539" w:type="dxa"/>
          </w:tcPr>
          <w:p w14:paraId="532EF2A2" w14:textId="77777777" w:rsidR="00BC1ED0" w:rsidRDefault="00153D43" w:rsidP="00B14887">
            <w:r>
              <w:t>Stelt apparatuur in</w:t>
            </w:r>
          </w:p>
          <w:p w14:paraId="2A0E0E41" w14:textId="3DD944BE" w:rsidR="00153D43" w:rsidRDefault="00153D43" w:rsidP="00B14887"/>
        </w:tc>
        <w:tc>
          <w:tcPr>
            <w:tcW w:w="3686" w:type="dxa"/>
          </w:tcPr>
          <w:p w14:paraId="7845952C" w14:textId="77777777" w:rsidR="00BC1ED0" w:rsidRDefault="00BC1ED0" w:rsidP="00B14887"/>
        </w:tc>
        <w:tc>
          <w:tcPr>
            <w:tcW w:w="1837" w:type="dxa"/>
          </w:tcPr>
          <w:p w14:paraId="2078B6B7" w14:textId="77777777" w:rsidR="00BC1ED0" w:rsidRDefault="00BC1ED0" w:rsidP="00B14887"/>
        </w:tc>
      </w:tr>
      <w:tr w:rsidR="00BC1ED0" w14:paraId="5BD1B544" w14:textId="77777777" w:rsidTr="00153D43">
        <w:tc>
          <w:tcPr>
            <w:tcW w:w="3539" w:type="dxa"/>
          </w:tcPr>
          <w:p w14:paraId="5DF9F771" w14:textId="77777777" w:rsidR="00BC1ED0" w:rsidRDefault="00153D43" w:rsidP="00B14887">
            <w:r>
              <w:t>Legt benodigde materialen klaar</w:t>
            </w:r>
          </w:p>
          <w:p w14:paraId="59187CE9" w14:textId="504ABB22" w:rsidR="00153D43" w:rsidRDefault="00153D43" w:rsidP="00B14887"/>
        </w:tc>
        <w:tc>
          <w:tcPr>
            <w:tcW w:w="3686" w:type="dxa"/>
          </w:tcPr>
          <w:p w14:paraId="1B7CD6A1" w14:textId="77777777" w:rsidR="00BC1ED0" w:rsidRDefault="00BC1ED0" w:rsidP="00B14887"/>
        </w:tc>
        <w:tc>
          <w:tcPr>
            <w:tcW w:w="1837" w:type="dxa"/>
          </w:tcPr>
          <w:p w14:paraId="1F42AC1E" w14:textId="77777777" w:rsidR="00BC1ED0" w:rsidRDefault="00BC1ED0" w:rsidP="00B14887"/>
        </w:tc>
      </w:tr>
      <w:tr w:rsidR="00BC1ED0" w14:paraId="5179B105" w14:textId="77777777" w:rsidTr="00153D43">
        <w:tc>
          <w:tcPr>
            <w:tcW w:w="3539" w:type="dxa"/>
          </w:tcPr>
          <w:p w14:paraId="3AE2DFF3" w14:textId="77777777" w:rsidR="00BC1ED0" w:rsidRDefault="00153D43" w:rsidP="00B14887">
            <w:r>
              <w:t>Identificeert de patiënt</w:t>
            </w:r>
          </w:p>
          <w:p w14:paraId="1723DEA7" w14:textId="7564E645" w:rsidR="00153D43" w:rsidRDefault="00153D43" w:rsidP="00B14887"/>
        </w:tc>
        <w:tc>
          <w:tcPr>
            <w:tcW w:w="3686" w:type="dxa"/>
          </w:tcPr>
          <w:p w14:paraId="56216430" w14:textId="77777777" w:rsidR="00BC1ED0" w:rsidRDefault="00BC1ED0" w:rsidP="00B14887"/>
        </w:tc>
        <w:tc>
          <w:tcPr>
            <w:tcW w:w="1837" w:type="dxa"/>
          </w:tcPr>
          <w:p w14:paraId="5A0D7621" w14:textId="77777777" w:rsidR="00BC1ED0" w:rsidRDefault="00BC1ED0" w:rsidP="00B14887"/>
        </w:tc>
      </w:tr>
      <w:tr w:rsidR="00BC1ED0" w14:paraId="18CD0434" w14:textId="77777777" w:rsidTr="00153D43">
        <w:tc>
          <w:tcPr>
            <w:tcW w:w="3539" w:type="dxa"/>
          </w:tcPr>
          <w:p w14:paraId="4488EF46" w14:textId="4F211EC8" w:rsidR="00BC1ED0" w:rsidRDefault="00153D43" w:rsidP="00B14887">
            <w:r>
              <w:t>Instrueert over veiligheidsmaatregelen</w:t>
            </w:r>
          </w:p>
        </w:tc>
        <w:tc>
          <w:tcPr>
            <w:tcW w:w="3686" w:type="dxa"/>
          </w:tcPr>
          <w:p w14:paraId="54501DD4" w14:textId="77777777" w:rsidR="00BC1ED0" w:rsidRDefault="00BC1ED0" w:rsidP="00B14887"/>
        </w:tc>
        <w:tc>
          <w:tcPr>
            <w:tcW w:w="1837" w:type="dxa"/>
          </w:tcPr>
          <w:p w14:paraId="20954035" w14:textId="77777777" w:rsidR="00BC1ED0" w:rsidRDefault="00BC1ED0" w:rsidP="00B14887"/>
        </w:tc>
      </w:tr>
      <w:tr w:rsidR="00BC1ED0" w14:paraId="2C639F58" w14:textId="77777777" w:rsidTr="00153D43">
        <w:tc>
          <w:tcPr>
            <w:tcW w:w="3539" w:type="dxa"/>
          </w:tcPr>
          <w:p w14:paraId="788BABD1" w14:textId="3C79A178" w:rsidR="00BC1ED0" w:rsidRDefault="00153D43" w:rsidP="00B14887">
            <w:r>
              <w:t>Treft veiligheidsmaatregelen *</w:t>
            </w:r>
          </w:p>
          <w:p w14:paraId="0C26F54B" w14:textId="7DBDE1C8" w:rsidR="00153D43" w:rsidRDefault="00153D43" w:rsidP="00B14887"/>
        </w:tc>
        <w:tc>
          <w:tcPr>
            <w:tcW w:w="3686" w:type="dxa"/>
          </w:tcPr>
          <w:p w14:paraId="4D9CECC7" w14:textId="77777777" w:rsidR="00BC1ED0" w:rsidRDefault="00BC1ED0" w:rsidP="00B14887"/>
        </w:tc>
        <w:tc>
          <w:tcPr>
            <w:tcW w:w="1837" w:type="dxa"/>
          </w:tcPr>
          <w:p w14:paraId="1834606B" w14:textId="77777777" w:rsidR="00BC1ED0" w:rsidRDefault="00BC1ED0" w:rsidP="00B14887"/>
        </w:tc>
      </w:tr>
      <w:tr w:rsidR="00153D43" w14:paraId="024AC402" w14:textId="77777777" w:rsidTr="00153D43">
        <w:tc>
          <w:tcPr>
            <w:tcW w:w="3539" w:type="dxa"/>
          </w:tcPr>
          <w:p w14:paraId="0C55F9B5" w14:textId="77777777" w:rsidR="00153D43" w:rsidRDefault="00153D43" w:rsidP="00B14887">
            <w:r>
              <w:t>Kiest benodigde hulpmiddelen</w:t>
            </w:r>
          </w:p>
          <w:p w14:paraId="4C7A70C2" w14:textId="718EBF83" w:rsidR="00153D43" w:rsidRDefault="00153D43" w:rsidP="00B14887"/>
        </w:tc>
        <w:tc>
          <w:tcPr>
            <w:tcW w:w="3686" w:type="dxa"/>
          </w:tcPr>
          <w:p w14:paraId="1044A011" w14:textId="77777777" w:rsidR="00153D43" w:rsidRDefault="00153D43" w:rsidP="00B14887"/>
        </w:tc>
        <w:tc>
          <w:tcPr>
            <w:tcW w:w="1837" w:type="dxa"/>
          </w:tcPr>
          <w:p w14:paraId="33BD5AA2" w14:textId="77777777" w:rsidR="00153D43" w:rsidRDefault="00153D43" w:rsidP="00B14887"/>
        </w:tc>
      </w:tr>
      <w:tr w:rsidR="00153D43" w14:paraId="356136EB" w14:textId="77777777" w:rsidTr="00153D43">
        <w:tc>
          <w:tcPr>
            <w:tcW w:w="3539" w:type="dxa"/>
          </w:tcPr>
          <w:p w14:paraId="2CEEECB1" w14:textId="12A7216B" w:rsidR="00153D43" w:rsidRDefault="00153D43" w:rsidP="00153D43">
            <w:r>
              <w:t>Hanteert en fixeert de patiënt</w:t>
            </w:r>
          </w:p>
          <w:p w14:paraId="77939C34" w14:textId="77777777" w:rsidR="00153D43" w:rsidRDefault="00153D43" w:rsidP="00B14887"/>
        </w:tc>
        <w:tc>
          <w:tcPr>
            <w:tcW w:w="3686" w:type="dxa"/>
          </w:tcPr>
          <w:p w14:paraId="74DC81E1" w14:textId="77777777" w:rsidR="00153D43" w:rsidRDefault="00153D43" w:rsidP="00B14887"/>
        </w:tc>
        <w:tc>
          <w:tcPr>
            <w:tcW w:w="1837" w:type="dxa"/>
          </w:tcPr>
          <w:p w14:paraId="4A6F92D8" w14:textId="77777777" w:rsidR="00153D43" w:rsidRDefault="00153D43" w:rsidP="00B14887"/>
        </w:tc>
      </w:tr>
      <w:tr w:rsidR="00153D43" w14:paraId="03B5564E" w14:textId="77777777" w:rsidTr="00153D43">
        <w:tc>
          <w:tcPr>
            <w:tcW w:w="3539" w:type="dxa"/>
          </w:tcPr>
          <w:p w14:paraId="23B1D96A" w14:textId="42B403EE" w:rsidR="00153D43" w:rsidRDefault="00153D43" w:rsidP="00B14887">
            <w:r>
              <w:t>Assisteert bij röntgenopnames *</w:t>
            </w:r>
          </w:p>
          <w:p w14:paraId="081D510B" w14:textId="09AF4334" w:rsidR="00153D43" w:rsidRDefault="00153D43" w:rsidP="00B14887"/>
        </w:tc>
        <w:tc>
          <w:tcPr>
            <w:tcW w:w="3686" w:type="dxa"/>
          </w:tcPr>
          <w:p w14:paraId="67BAC57F" w14:textId="77777777" w:rsidR="00153D43" w:rsidRDefault="00153D43" w:rsidP="00B14887"/>
        </w:tc>
        <w:tc>
          <w:tcPr>
            <w:tcW w:w="1837" w:type="dxa"/>
          </w:tcPr>
          <w:p w14:paraId="03378350" w14:textId="75630DAB" w:rsidR="00153D43" w:rsidRPr="00153D43" w:rsidRDefault="00153D43" w:rsidP="00B14887">
            <w:pPr>
              <w:rPr>
                <w:b/>
                <w:sz w:val="16"/>
                <w:szCs w:val="16"/>
              </w:rPr>
            </w:pPr>
          </w:p>
        </w:tc>
      </w:tr>
      <w:tr w:rsidR="00153D43" w14:paraId="74D18233" w14:textId="77777777" w:rsidTr="00153D43">
        <w:tc>
          <w:tcPr>
            <w:tcW w:w="3539" w:type="dxa"/>
          </w:tcPr>
          <w:p w14:paraId="5C5A0277" w14:textId="77777777" w:rsidR="00153D43" w:rsidRDefault="00153D43" w:rsidP="00B14887">
            <w:r>
              <w:t>Maakt röntgenopnames</w:t>
            </w:r>
          </w:p>
          <w:p w14:paraId="5CD1E932" w14:textId="6622B3D6" w:rsidR="00153D43" w:rsidRDefault="00153D43" w:rsidP="00B14887"/>
        </w:tc>
        <w:tc>
          <w:tcPr>
            <w:tcW w:w="3686" w:type="dxa"/>
          </w:tcPr>
          <w:p w14:paraId="7BEC13EE" w14:textId="77777777" w:rsidR="00153D43" w:rsidRDefault="00153D43" w:rsidP="00B14887"/>
        </w:tc>
        <w:tc>
          <w:tcPr>
            <w:tcW w:w="1837" w:type="dxa"/>
          </w:tcPr>
          <w:p w14:paraId="2AC57977" w14:textId="77777777" w:rsidR="00153D43" w:rsidRDefault="00153D43" w:rsidP="00B14887"/>
        </w:tc>
      </w:tr>
      <w:tr w:rsidR="00153D43" w14:paraId="0DFD33DE" w14:textId="77777777" w:rsidTr="00153D43">
        <w:tc>
          <w:tcPr>
            <w:tcW w:w="3539" w:type="dxa"/>
          </w:tcPr>
          <w:p w14:paraId="58B104D3" w14:textId="18BDABBF" w:rsidR="00153D43" w:rsidRDefault="00153D43" w:rsidP="00B14887">
            <w:r>
              <w:t>Assisteert bij echografisch onderzoek *</w:t>
            </w:r>
          </w:p>
        </w:tc>
        <w:tc>
          <w:tcPr>
            <w:tcW w:w="3686" w:type="dxa"/>
          </w:tcPr>
          <w:p w14:paraId="1A12E59A" w14:textId="77777777" w:rsidR="00153D43" w:rsidRDefault="00153D43" w:rsidP="00B14887"/>
        </w:tc>
        <w:tc>
          <w:tcPr>
            <w:tcW w:w="1837" w:type="dxa"/>
          </w:tcPr>
          <w:p w14:paraId="61FEFB57" w14:textId="77777777" w:rsidR="00153D43" w:rsidRDefault="00153D43" w:rsidP="00B14887"/>
        </w:tc>
      </w:tr>
      <w:tr w:rsidR="00153D43" w14:paraId="03083B88" w14:textId="77777777" w:rsidTr="00153D43">
        <w:tc>
          <w:tcPr>
            <w:tcW w:w="3539" w:type="dxa"/>
          </w:tcPr>
          <w:p w14:paraId="08E73BF1" w14:textId="77777777" w:rsidR="00153D43" w:rsidRDefault="00153D43" w:rsidP="00B14887">
            <w:r>
              <w:t>Ontwikkelt röntgenopnames</w:t>
            </w:r>
          </w:p>
          <w:p w14:paraId="5DDD80B0" w14:textId="18DA471F" w:rsidR="00153D43" w:rsidRDefault="00153D43" w:rsidP="00B14887"/>
        </w:tc>
        <w:tc>
          <w:tcPr>
            <w:tcW w:w="3686" w:type="dxa"/>
          </w:tcPr>
          <w:p w14:paraId="159EB822" w14:textId="77777777" w:rsidR="00153D43" w:rsidRDefault="00153D43" w:rsidP="00B14887"/>
        </w:tc>
        <w:tc>
          <w:tcPr>
            <w:tcW w:w="1837" w:type="dxa"/>
          </w:tcPr>
          <w:p w14:paraId="050A9BD0" w14:textId="77777777" w:rsidR="00153D43" w:rsidRDefault="00153D43" w:rsidP="00B14887"/>
        </w:tc>
      </w:tr>
      <w:tr w:rsidR="00153D43" w14:paraId="0981BB2F" w14:textId="77777777" w:rsidTr="00153D43">
        <w:tc>
          <w:tcPr>
            <w:tcW w:w="3539" w:type="dxa"/>
          </w:tcPr>
          <w:p w14:paraId="16141030" w14:textId="576DB090" w:rsidR="00153D43" w:rsidRDefault="00153D43" w:rsidP="00B14887">
            <w:r>
              <w:t>Beoordeelt of opnames van voldoende kwaliteit zijn</w:t>
            </w:r>
          </w:p>
        </w:tc>
        <w:tc>
          <w:tcPr>
            <w:tcW w:w="3686" w:type="dxa"/>
          </w:tcPr>
          <w:p w14:paraId="1ABDB5E4" w14:textId="77777777" w:rsidR="00153D43" w:rsidRDefault="00153D43" w:rsidP="00B14887"/>
        </w:tc>
        <w:tc>
          <w:tcPr>
            <w:tcW w:w="1837" w:type="dxa"/>
          </w:tcPr>
          <w:p w14:paraId="7AF7A4FF" w14:textId="77777777" w:rsidR="00153D43" w:rsidRDefault="00153D43" w:rsidP="00B14887"/>
        </w:tc>
      </w:tr>
      <w:tr w:rsidR="00153D43" w14:paraId="498FB055" w14:textId="77777777" w:rsidTr="00153D43">
        <w:tc>
          <w:tcPr>
            <w:tcW w:w="3539" w:type="dxa"/>
          </w:tcPr>
          <w:p w14:paraId="0C547DD6" w14:textId="77777777" w:rsidR="00153D43" w:rsidRDefault="00153D43" w:rsidP="00B14887">
            <w:r>
              <w:t>Registreert gegevens</w:t>
            </w:r>
          </w:p>
          <w:p w14:paraId="6F900B6B" w14:textId="70FF4705" w:rsidR="00153D43" w:rsidRDefault="00153D43" w:rsidP="00B14887"/>
        </w:tc>
        <w:tc>
          <w:tcPr>
            <w:tcW w:w="3686" w:type="dxa"/>
          </w:tcPr>
          <w:p w14:paraId="04130DB2" w14:textId="77777777" w:rsidR="00153D43" w:rsidRDefault="00153D43" w:rsidP="00B14887"/>
        </w:tc>
        <w:tc>
          <w:tcPr>
            <w:tcW w:w="1837" w:type="dxa"/>
          </w:tcPr>
          <w:p w14:paraId="6A012906" w14:textId="77777777" w:rsidR="00153D43" w:rsidRDefault="00153D43" w:rsidP="00B14887"/>
        </w:tc>
      </w:tr>
    </w:tbl>
    <w:p w14:paraId="09F59D95" w14:textId="3443F035" w:rsidR="00881193" w:rsidRDefault="00DE77E9" w:rsidP="00B14887">
      <w:r>
        <w:t>(* deze onderdelen moeten met een 1 of 2 beoordeeld worden.)</w:t>
      </w:r>
    </w:p>
    <w:p w14:paraId="7E648659" w14:textId="77777777" w:rsidR="00881193" w:rsidRDefault="00881193" w:rsidP="00881193"/>
    <w:p w14:paraId="2209C7D2" w14:textId="77777777" w:rsidR="00881193" w:rsidRDefault="00881193" w:rsidP="00881193"/>
    <w:p w14:paraId="7616C4CD" w14:textId="7816E987" w:rsidR="00881193" w:rsidRDefault="00881193" w:rsidP="00881193">
      <w:r>
        <w:t>Tops:</w:t>
      </w:r>
    </w:p>
    <w:p w14:paraId="6288E9AD" w14:textId="77777777" w:rsidR="00881193" w:rsidRDefault="00881193" w:rsidP="00881193"/>
    <w:p w14:paraId="39797FC5" w14:textId="42A2AF2D" w:rsidR="00881193" w:rsidRDefault="00881193" w:rsidP="00881193"/>
    <w:p w14:paraId="762720B2" w14:textId="26C55370" w:rsidR="00881193" w:rsidRDefault="00881193" w:rsidP="00881193"/>
    <w:p w14:paraId="7B1EA449" w14:textId="6AE2F665" w:rsidR="00881193" w:rsidRDefault="00881193" w:rsidP="00881193"/>
    <w:p w14:paraId="20137090" w14:textId="4112EB8A" w:rsidR="00881193" w:rsidRDefault="00881193" w:rsidP="00881193"/>
    <w:p w14:paraId="0DE2E8EC" w14:textId="77777777" w:rsidR="00881193" w:rsidRDefault="00881193" w:rsidP="00881193"/>
    <w:p w14:paraId="05276DF4" w14:textId="77777777" w:rsidR="00881193" w:rsidRDefault="00881193" w:rsidP="00881193"/>
    <w:p w14:paraId="54B1E4C2" w14:textId="77777777" w:rsidR="00881193" w:rsidRDefault="00881193" w:rsidP="00881193">
      <w:r>
        <w:t>Tips:</w:t>
      </w:r>
    </w:p>
    <w:p w14:paraId="674B01AF" w14:textId="377E0A4A" w:rsidR="00D057FD" w:rsidRDefault="00D057FD">
      <w:r>
        <w:br w:type="page"/>
      </w:r>
    </w:p>
    <w:p w14:paraId="33789FE0" w14:textId="07ED781B" w:rsidR="00D057FD" w:rsidRPr="00D057FD" w:rsidRDefault="00D057FD" w:rsidP="00D057FD">
      <w:pPr>
        <w:jc w:val="center"/>
        <w:rPr>
          <w:b/>
          <w:sz w:val="28"/>
          <w:szCs w:val="28"/>
          <w:u w:val="single"/>
        </w:rPr>
      </w:pPr>
      <w:r w:rsidRPr="00D057FD">
        <w:rPr>
          <w:b/>
          <w:sz w:val="28"/>
          <w:szCs w:val="28"/>
          <w:u w:val="single"/>
        </w:rPr>
        <w:lastRenderedPageBreak/>
        <w:t>Bijlage 3: Evalueren en reflecteren</w:t>
      </w:r>
    </w:p>
    <w:p w14:paraId="359A296B" w14:textId="77777777" w:rsidR="00D057FD" w:rsidRDefault="00D057FD" w:rsidP="00D057FD">
      <w:r>
        <w:t>Evalueren wil zeggen dat je een situatie achteraf gaat beoordelen, nabespreken en terugkijken. Hier richt je je op een bepaalde activiteit of periode.</w:t>
      </w:r>
    </w:p>
    <w:p w14:paraId="7633CDED" w14:textId="77777777" w:rsidR="00D057FD" w:rsidRDefault="00D057FD" w:rsidP="00D057FD">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D057FD" w14:paraId="049760E2" w14:textId="77777777" w:rsidTr="00A84434">
        <w:tc>
          <w:tcPr>
            <w:tcW w:w="3119" w:type="dxa"/>
          </w:tcPr>
          <w:p w14:paraId="2651CC9A" w14:textId="77777777" w:rsidR="00D057FD" w:rsidRDefault="00D057FD" w:rsidP="00A84434">
            <w:r>
              <w:t>Wat waren jouw doelen en/of opdrachten.</w:t>
            </w:r>
          </w:p>
        </w:tc>
        <w:tc>
          <w:tcPr>
            <w:tcW w:w="7655" w:type="dxa"/>
          </w:tcPr>
          <w:p w14:paraId="2B23030B" w14:textId="77777777" w:rsidR="00D057FD" w:rsidRDefault="00D057FD" w:rsidP="00A84434"/>
          <w:p w14:paraId="79388CD4" w14:textId="77777777" w:rsidR="00D057FD" w:rsidRDefault="00D057FD" w:rsidP="00A84434"/>
          <w:p w14:paraId="097FA2AF" w14:textId="77777777" w:rsidR="00D057FD" w:rsidRDefault="00D057FD" w:rsidP="00A84434"/>
          <w:p w14:paraId="0090C09C" w14:textId="77777777" w:rsidR="00D057FD" w:rsidRDefault="00D057FD" w:rsidP="00A84434"/>
          <w:p w14:paraId="4C39DA84" w14:textId="77777777" w:rsidR="00D057FD" w:rsidRDefault="00D057FD" w:rsidP="00A84434"/>
          <w:p w14:paraId="6280DC7C" w14:textId="77777777" w:rsidR="00D057FD" w:rsidRDefault="00D057FD" w:rsidP="00A84434"/>
        </w:tc>
      </w:tr>
      <w:tr w:rsidR="00D057FD" w14:paraId="156A18CC" w14:textId="77777777" w:rsidTr="00A84434">
        <w:tc>
          <w:tcPr>
            <w:tcW w:w="3119" w:type="dxa"/>
          </w:tcPr>
          <w:p w14:paraId="3E6C7DCB" w14:textId="77777777" w:rsidR="00D057FD" w:rsidRDefault="00D057FD" w:rsidP="00A84434">
            <w:r>
              <w:t>Welke voorbereidingen had je getroffen, hoe heb je jouw doelen/opdrachten besproken.</w:t>
            </w:r>
          </w:p>
        </w:tc>
        <w:tc>
          <w:tcPr>
            <w:tcW w:w="7655" w:type="dxa"/>
          </w:tcPr>
          <w:p w14:paraId="6322975B" w14:textId="77777777" w:rsidR="00D057FD" w:rsidRDefault="00D057FD" w:rsidP="00A84434"/>
          <w:p w14:paraId="41156A41" w14:textId="77777777" w:rsidR="00D057FD" w:rsidRDefault="00D057FD" w:rsidP="00A84434"/>
          <w:p w14:paraId="6D9A248A" w14:textId="77777777" w:rsidR="00D057FD" w:rsidRDefault="00D057FD" w:rsidP="00A84434"/>
          <w:p w14:paraId="4D78B5AC" w14:textId="77777777" w:rsidR="00D057FD" w:rsidRDefault="00D057FD" w:rsidP="00A84434"/>
          <w:p w14:paraId="2ADE64EC" w14:textId="77777777" w:rsidR="00D057FD" w:rsidRDefault="00D057FD" w:rsidP="00A84434"/>
          <w:p w14:paraId="30D2789E" w14:textId="77777777" w:rsidR="00D057FD" w:rsidRDefault="00D057FD" w:rsidP="00A84434"/>
        </w:tc>
      </w:tr>
      <w:tr w:rsidR="00D057FD" w14:paraId="0D655DEA" w14:textId="77777777" w:rsidTr="00A84434">
        <w:tc>
          <w:tcPr>
            <w:tcW w:w="3119" w:type="dxa"/>
          </w:tcPr>
          <w:p w14:paraId="224603F5" w14:textId="77777777" w:rsidR="00D057FD" w:rsidRDefault="00D057FD" w:rsidP="00A84434">
            <w:r>
              <w:t>Hoe is de uitvoering gegaan, wat ging goed wat kon beter.</w:t>
            </w:r>
          </w:p>
        </w:tc>
        <w:tc>
          <w:tcPr>
            <w:tcW w:w="7655" w:type="dxa"/>
          </w:tcPr>
          <w:p w14:paraId="73128A2B" w14:textId="77777777" w:rsidR="00D057FD" w:rsidRDefault="00D057FD" w:rsidP="00A84434"/>
          <w:p w14:paraId="294B8E5B" w14:textId="77777777" w:rsidR="00D057FD" w:rsidRDefault="00D057FD" w:rsidP="00A84434"/>
          <w:p w14:paraId="52A100EA" w14:textId="77777777" w:rsidR="00D057FD" w:rsidRDefault="00D057FD" w:rsidP="00A84434"/>
          <w:p w14:paraId="05ACF245" w14:textId="77777777" w:rsidR="00D057FD" w:rsidRDefault="00D057FD" w:rsidP="00A84434"/>
          <w:p w14:paraId="56D6EBB3" w14:textId="77777777" w:rsidR="00D057FD" w:rsidRDefault="00D057FD" w:rsidP="00A84434"/>
          <w:p w14:paraId="0E1D196F" w14:textId="77777777" w:rsidR="00D057FD" w:rsidRDefault="00D057FD" w:rsidP="00A84434"/>
        </w:tc>
      </w:tr>
      <w:tr w:rsidR="00D057FD" w14:paraId="02CA8221" w14:textId="77777777" w:rsidTr="00A84434">
        <w:tc>
          <w:tcPr>
            <w:tcW w:w="3119" w:type="dxa"/>
          </w:tcPr>
          <w:p w14:paraId="04D0A264" w14:textId="77777777" w:rsidR="00D057FD" w:rsidRDefault="00D057FD" w:rsidP="00A84434">
            <w:r>
              <w:t>Welke factoren hadden invloed op de uitvoering (kan in positieve zin als in negatieve zin).</w:t>
            </w:r>
          </w:p>
        </w:tc>
        <w:tc>
          <w:tcPr>
            <w:tcW w:w="7655" w:type="dxa"/>
          </w:tcPr>
          <w:p w14:paraId="52F29BA3" w14:textId="77777777" w:rsidR="00D057FD" w:rsidRDefault="00D057FD" w:rsidP="00A84434"/>
          <w:p w14:paraId="404996BB" w14:textId="77777777" w:rsidR="00D057FD" w:rsidRDefault="00D057FD" w:rsidP="00A84434"/>
          <w:p w14:paraId="62284798" w14:textId="77777777" w:rsidR="00D057FD" w:rsidRDefault="00D057FD" w:rsidP="00A84434"/>
          <w:p w14:paraId="3E4F6CE2" w14:textId="77777777" w:rsidR="00D057FD" w:rsidRDefault="00D057FD" w:rsidP="00A84434"/>
          <w:p w14:paraId="0810EBB4" w14:textId="77777777" w:rsidR="00D057FD" w:rsidRDefault="00D057FD" w:rsidP="00A84434"/>
          <w:p w14:paraId="0C2F0474" w14:textId="77777777" w:rsidR="00D057FD" w:rsidRDefault="00D057FD" w:rsidP="00A84434"/>
        </w:tc>
      </w:tr>
      <w:tr w:rsidR="00D057FD" w14:paraId="5BCF1949" w14:textId="77777777" w:rsidTr="00A84434">
        <w:tc>
          <w:tcPr>
            <w:tcW w:w="3119" w:type="dxa"/>
          </w:tcPr>
          <w:p w14:paraId="2DEED101" w14:textId="77777777" w:rsidR="00D057FD" w:rsidRDefault="00D057FD" w:rsidP="00A84434">
            <w:r>
              <w:t>Waar ben je trots op, welke groei heb je laten zien.</w:t>
            </w:r>
          </w:p>
        </w:tc>
        <w:tc>
          <w:tcPr>
            <w:tcW w:w="7655" w:type="dxa"/>
          </w:tcPr>
          <w:p w14:paraId="3DD4E2DD" w14:textId="77777777" w:rsidR="00D057FD" w:rsidRDefault="00D057FD" w:rsidP="00A84434"/>
          <w:p w14:paraId="2B101E6A" w14:textId="77777777" w:rsidR="00D057FD" w:rsidRDefault="00D057FD" w:rsidP="00A84434"/>
          <w:p w14:paraId="246B9217" w14:textId="77777777" w:rsidR="00D057FD" w:rsidRDefault="00D057FD" w:rsidP="00A84434"/>
          <w:p w14:paraId="4DD03E11" w14:textId="77777777" w:rsidR="00D057FD" w:rsidRDefault="00D057FD" w:rsidP="00A84434"/>
          <w:p w14:paraId="48E9F77B" w14:textId="77777777" w:rsidR="00D057FD" w:rsidRDefault="00D057FD" w:rsidP="00A84434"/>
          <w:p w14:paraId="52C7F356" w14:textId="77777777" w:rsidR="00D057FD" w:rsidRDefault="00D057FD" w:rsidP="00A84434"/>
        </w:tc>
      </w:tr>
      <w:tr w:rsidR="00D057FD" w14:paraId="7A41D578" w14:textId="77777777" w:rsidTr="00A84434">
        <w:tc>
          <w:tcPr>
            <w:tcW w:w="3119" w:type="dxa"/>
          </w:tcPr>
          <w:p w14:paraId="3309E6B4" w14:textId="77777777" w:rsidR="00D057FD" w:rsidRDefault="00D057FD" w:rsidP="00A84434">
            <w:r>
              <w:t>Waar zou je nog aan willen werken, waar wil je in groeien.</w:t>
            </w:r>
          </w:p>
          <w:p w14:paraId="1DE4516C" w14:textId="77777777" w:rsidR="00D057FD" w:rsidRDefault="00D057FD" w:rsidP="00A84434">
            <w:r>
              <w:t>(kennis, vaardigheden, beroepshouding)</w:t>
            </w:r>
          </w:p>
        </w:tc>
        <w:tc>
          <w:tcPr>
            <w:tcW w:w="7655" w:type="dxa"/>
          </w:tcPr>
          <w:p w14:paraId="5B146164" w14:textId="77777777" w:rsidR="00D057FD" w:rsidRDefault="00D057FD" w:rsidP="00A84434"/>
          <w:p w14:paraId="37E92C45" w14:textId="77777777" w:rsidR="00D057FD" w:rsidRDefault="00D057FD" w:rsidP="00A84434"/>
          <w:p w14:paraId="07541EF9" w14:textId="77777777" w:rsidR="00D057FD" w:rsidRDefault="00D057FD" w:rsidP="00A84434"/>
          <w:p w14:paraId="4134EA02" w14:textId="77777777" w:rsidR="00D057FD" w:rsidRDefault="00D057FD" w:rsidP="00A84434"/>
          <w:p w14:paraId="2602275E" w14:textId="77777777" w:rsidR="00D057FD" w:rsidRDefault="00D057FD" w:rsidP="00A84434"/>
          <w:p w14:paraId="3BAD166B" w14:textId="77777777" w:rsidR="00D057FD" w:rsidRDefault="00D057FD" w:rsidP="00A84434"/>
        </w:tc>
      </w:tr>
      <w:tr w:rsidR="00D057FD" w14:paraId="632889B6" w14:textId="77777777" w:rsidTr="00A84434">
        <w:tc>
          <w:tcPr>
            <w:tcW w:w="3119" w:type="dxa"/>
          </w:tcPr>
          <w:p w14:paraId="4AA74B30" w14:textId="77777777" w:rsidR="00D057FD" w:rsidRDefault="00D057FD" w:rsidP="00A84434">
            <w:r>
              <w:t>Hoe en waar ga je aan deze leerdoelen werken.</w:t>
            </w:r>
          </w:p>
        </w:tc>
        <w:tc>
          <w:tcPr>
            <w:tcW w:w="7655" w:type="dxa"/>
          </w:tcPr>
          <w:p w14:paraId="0EFC4E2D" w14:textId="77777777" w:rsidR="00D057FD" w:rsidRDefault="00D057FD" w:rsidP="00A84434"/>
          <w:p w14:paraId="004FD0BE" w14:textId="77777777" w:rsidR="00D057FD" w:rsidRDefault="00D057FD" w:rsidP="00A84434"/>
          <w:p w14:paraId="1107CBF0" w14:textId="77777777" w:rsidR="00D057FD" w:rsidRDefault="00D057FD" w:rsidP="00A84434"/>
          <w:p w14:paraId="73277188" w14:textId="77777777" w:rsidR="00D057FD" w:rsidRDefault="00D057FD" w:rsidP="00A84434"/>
          <w:p w14:paraId="4B3B5138" w14:textId="77777777" w:rsidR="00D057FD" w:rsidRDefault="00D057FD" w:rsidP="00A84434"/>
          <w:p w14:paraId="3DA7A317" w14:textId="77777777" w:rsidR="00D057FD" w:rsidRDefault="00D057FD" w:rsidP="00A84434"/>
        </w:tc>
      </w:tr>
    </w:tbl>
    <w:p w14:paraId="795D94E4" w14:textId="29BFACA8" w:rsidR="00DE77E9" w:rsidRDefault="00DE77E9" w:rsidP="00881193"/>
    <w:sectPr w:rsidR="00DE77E9" w:rsidSect="00E43A27">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B70D9" w14:textId="77777777" w:rsidR="00F90A03" w:rsidRDefault="00F90A03" w:rsidP="00EA57C8">
      <w:pPr>
        <w:spacing w:after="0" w:line="240" w:lineRule="auto"/>
      </w:pPr>
      <w:r>
        <w:separator/>
      </w:r>
    </w:p>
  </w:endnote>
  <w:endnote w:type="continuationSeparator" w:id="0">
    <w:p w14:paraId="1A3BBBAA" w14:textId="77777777" w:rsidR="00F90A03" w:rsidRDefault="00F90A0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945429"/>
      <w:docPartObj>
        <w:docPartGallery w:val="Page Numbers (Bottom of Page)"/>
        <w:docPartUnique/>
      </w:docPartObj>
    </w:sdtPr>
    <w:sdtEndPr/>
    <w:sdtContent>
      <w:p w14:paraId="0693D1DE" w14:textId="23CF6275" w:rsidR="00712A44" w:rsidRDefault="00712A44">
        <w:pPr>
          <w:pStyle w:val="Voettekst"/>
          <w:jc w:val="right"/>
        </w:pPr>
        <w:r>
          <w:fldChar w:fldCharType="begin"/>
        </w:r>
        <w:r>
          <w:instrText>PAGE   \* MERGEFORMAT</w:instrText>
        </w:r>
        <w:r>
          <w:fldChar w:fldCharType="separate"/>
        </w:r>
        <w:r w:rsidR="00CE48E8">
          <w:rPr>
            <w:noProof/>
          </w:rPr>
          <w:t>1</w:t>
        </w:r>
        <w:r>
          <w:fldChar w:fldCharType="end"/>
        </w:r>
      </w:p>
    </w:sdtContent>
  </w:sdt>
  <w:p w14:paraId="7AC78435" w14:textId="3D815838" w:rsidR="00881193" w:rsidRPr="00881193" w:rsidRDefault="00881193" w:rsidP="00881193">
    <w:pPr>
      <w:pStyle w:val="Voettekst"/>
      <w:jc w:val="center"/>
      <w:rPr>
        <w:i/>
        <w:sz w:val="16"/>
        <w:szCs w:val="16"/>
      </w:rPr>
    </w:pPr>
    <w:r>
      <w:rPr>
        <w:i/>
        <w:sz w:val="16"/>
        <w:szCs w:val="16"/>
      </w:rPr>
      <w:t>Integrale opdracht Dierenarts</w:t>
    </w:r>
    <w:r w:rsidRPr="00881193">
      <w:rPr>
        <w:i/>
        <w:sz w:val="16"/>
        <w:szCs w:val="16"/>
      </w:rPr>
      <w:t>assistent paraveterinair leerjaar 2018-2019</w:t>
    </w:r>
  </w:p>
  <w:p w14:paraId="5327D5A5" w14:textId="00FBF133" w:rsidR="00881193" w:rsidRPr="00881193" w:rsidRDefault="00881193" w:rsidP="00881193">
    <w:pPr>
      <w:pStyle w:val="Koptekst"/>
      <w:jc w:val="center"/>
      <w:rPr>
        <w:i/>
        <w:sz w:val="16"/>
        <w:szCs w:val="16"/>
      </w:rPr>
    </w:pPr>
    <w:r>
      <w:rPr>
        <w:i/>
        <w:sz w:val="16"/>
        <w:szCs w:val="16"/>
      </w:rPr>
      <w:t>Zone college</w:t>
    </w:r>
  </w:p>
  <w:p w14:paraId="6FE6E81E"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3AF49" w14:textId="77777777" w:rsidR="00F90A03" w:rsidRDefault="00F90A03" w:rsidP="00EA57C8">
      <w:pPr>
        <w:spacing w:after="0" w:line="240" w:lineRule="auto"/>
      </w:pPr>
      <w:r>
        <w:separator/>
      </w:r>
    </w:p>
  </w:footnote>
  <w:footnote w:type="continuationSeparator" w:id="0">
    <w:p w14:paraId="41A7F853" w14:textId="77777777" w:rsidR="00F90A03" w:rsidRDefault="00F90A03"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798A5"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E94BCD"/>
    <w:multiLevelType w:val="hybridMultilevel"/>
    <w:tmpl w:val="69705F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C5578F0"/>
    <w:multiLevelType w:val="hybridMultilevel"/>
    <w:tmpl w:val="B8F64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F9B1438"/>
    <w:multiLevelType w:val="hybridMultilevel"/>
    <w:tmpl w:val="A5EE07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E91061"/>
    <w:multiLevelType w:val="hybridMultilevel"/>
    <w:tmpl w:val="2D30FC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2420D29"/>
    <w:multiLevelType w:val="hybridMultilevel"/>
    <w:tmpl w:val="9072F1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3740B60"/>
    <w:multiLevelType w:val="hybridMultilevel"/>
    <w:tmpl w:val="2CA895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F077354"/>
    <w:multiLevelType w:val="hybridMultilevel"/>
    <w:tmpl w:val="3A24E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A0B07A6"/>
    <w:multiLevelType w:val="hybridMultilevel"/>
    <w:tmpl w:val="1E98EF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8"/>
  </w:num>
  <w:num w:numId="4">
    <w:abstractNumId w:val="17"/>
  </w:num>
  <w:num w:numId="5">
    <w:abstractNumId w:val="20"/>
  </w:num>
  <w:num w:numId="6">
    <w:abstractNumId w:val="15"/>
  </w:num>
  <w:num w:numId="7">
    <w:abstractNumId w:val="9"/>
  </w:num>
  <w:num w:numId="8">
    <w:abstractNumId w:val="16"/>
  </w:num>
  <w:num w:numId="9">
    <w:abstractNumId w:val="0"/>
  </w:num>
  <w:num w:numId="10">
    <w:abstractNumId w:val="7"/>
  </w:num>
  <w:num w:numId="11">
    <w:abstractNumId w:val="10"/>
  </w:num>
  <w:num w:numId="12">
    <w:abstractNumId w:val="1"/>
  </w:num>
  <w:num w:numId="13">
    <w:abstractNumId w:val="11"/>
  </w:num>
  <w:num w:numId="14">
    <w:abstractNumId w:val="3"/>
  </w:num>
  <w:num w:numId="15">
    <w:abstractNumId w:val="6"/>
  </w:num>
  <w:num w:numId="16">
    <w:abstractNumId w:val="8"/>
  </w:num>
  <w:num w:numId="17">
    <w:abstractNumId w:val="12"/>
  </w:num>
  <w:num w:numId="18">
    <w:abstractNumId w:val="19"/>
  </w:num>
  <w:num w:numId="19">
    <w:abstractNumId w:val="14"/>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20206"/>
    <w:rsid w:val="0006568D"/>
    <w:rsid w:val="00097C84"/>
    <w:rsid w:val="000A6DF7"/>
    <w:rsid w:val="000B0E7B"/>
    <w:rsid w:val="000B589E"/>
    <w:rsid w:val="000E58A8"/>
    <w:rsid w:val="000F3056"/>
    <w:rsid w:val="00102278"/>
    <w:rsid w:val="00103340"/>
    <w:rsid w:val="001255E7"/>
    <w:rsid w:val="00131AEA"/>
    <w:rsid w:val="00144203"/>
    <w:rsid w:val="00153D43"/>
    <w:rsid w:val="00190E01"/>
    <w:rsid w:val="001B06BF"/>
    <w:rsid w:val="001C261C"/>
    <w:rsid w:val="002111CC"/>
    <w:rsid w:val="00233E4F"/>
    <w:rsid w:val="00234392"/>
    <w:rsid w:val="00255C31"/>
    <w:rsid w:val="002C3C81"/>
    <w:rsid w:val="00331E3D"/>
    <w:rsid w:val="0033323A"/>
    <w:rsid w:val="00352EAD"/>
    <w:rsid w:val="003C091B"/>
    <w:rsid w:val="003F0605"/>
    <w:rsid w:val="00412B71"/>
    <w:rsid w:val="00491073"/>
    <w:rsid w:val="004A6B94"/>
    <w:rsid w:val="004B2F3A"/>
    <w:rsid w:val="004C7938"/>
    <w:rsid w:val="004F7823"/>
    <w:rsid w:val="005360C8"/>
    <w:rsid w:val="005368BA"/>
    <w:rsid w:val="005C587C"/>
    <w:rsid w:val="00604AD2"/>
    <w:rsid w:val="00641DA5"/>
    <w:rsid w:val="00643827"/>
    <w:rsid w:val="00671640"/>
    <w:rsid w:val="00687BE3"/>
    <w:rsid w:val="006A313A"/>
    <w:rsid w:val="006B6142"/>
    <w:rsid w:val="006C6A08"/>
    <w:rsid w:val="006D0A92"/>
    <w:rsid w:val="006D7593"/>
    <w:rsid w:val="006F5502"/>
    <w:rsid w:val="00712A44"/>
    <w:rsid w:val="00732D8F"/>
    <w:rsid w:val="00752157"/>
    <w:rsid w:val="00756416"/>
    <w:rsid w:val="0075791E"/>
    <w:rsid w:val="00786B8C"/>
    <w:rsid w:val="007A4686"/>
    <w:rsid w:val="007B0FE1"/>
    <w:rsid w:val="007B2709"/>
    <w:rsid w:val="007F490C"/>
    <w:rsid w:val="00820E94"/>
    <w:rsid w:val="00881193"/>
    <w:rsid w:val="008815B2"/>
    <w:rsid w:val="008B51B5"/>
    <w:rsid w:val="008C71E3"/>
    <w:rsid w:val="009166F4"/>
    <w:rsid w:val="00926695"/>
    <w:rsid w:val="00927818"/>
    <w:rsid w:val="00940B88"/>
    <w:rsid w:val="00951783"/>
    <w:rsid w:val="00971E34"/>
    <w:rsid w:val="009917D6"/>
    <w:rsid w:val="009D4AA8"/>
    <w:rsid w:val="009D590F"/>
    <w:rsid w:val="009E5A68"/>
    <w:rsid w:val="009F6AC2"/>
    <w:rsid w:val="00A10937"/>
    <w:rsid w:val="00A1311D"/>
    <w:rsid w:val="00A14094"/>
    <w:rsid w:val="00A27994"/>
    <w:rsid w:val="00A311BC"/>
    <w:rsid w:val="00A5524D"/>
    <w:rsid w:val="00A5602F"/>
    <w:rsid w:val="00A640FE"/>
    <w:rsid w:val="00AD30D2"/>
    <w:rsid w:val="00AF3CD5"/>
    <w:rsid w:val="00B01D41"/>
    <w:rsid w:val="00B14887"/>
    <w:rsid w:val="00B441F7"/>
    <w:rsid w:val="00B8123D"/>
    <w:rsid w:val="00B92957"/>
    <w:rsid w:val="00BA1A48"/>
    <w:rsid w:val="00BA5C80"/>
    <w:rsid w:val="00BB2D87"/>
    <w:rsid w:val="00BB7518"/>
    <w:rsid w:val="00BC1ED0"/>
    <w:rsid w:val="00BD2B23"/>
    <w:rsid w:val="00BE6F94"/>
    <w:rsid w:val="00C11152"/>
    <w:rsid w:val="00C33B42"/>
    <w:rsid w:val="00C5706B"/>
    <w:rsid w:val="00C60222"/>
    <w:rsid w:val="00C6458F"/>
    <w:rsid w:val="00CE48E8"/>
    <w:rsid w:val="00CE68AF"/>
    <w:rsid w:val="00CF415A"/>
    <w:rsid w:val="00CF755B"/>
    <w:rsid w:val="00D057FD"/>
    <w:rsid w:val="00D35C19"/>
    <w:rsid w:val="00D446A3"/>
    <w:rsid w:val="00D67C18"/>
    <w:rsid w:val="00DE77E9"/>
    <w:rsid w:val="00DF3700"/>
    <w:rsid w:val="00DF3ACC"/>
    <w:rsid w:val="00E01AA8"/>
    <w:rsid w:val="00E2752D"/>
    <w:rsid w:val="00E41CF9"/>
    <w:rsid w:val="00E43A27"/>
    <w:rsid w:val="00E50377"/>
    <w:rsid w:val="00EA57C8"/>
    <w:rsid w:val="00EA5E29"/>
    <w:rsid w:val="00EB4BA2"/>
    <w:rsid w:val="00EE7D3D"/>
    <w:rsid w:val="00F35936"/>
    <w:rsid w:val="00F90A03"/>
    <w:rsid w:val="00F929B0"/>
    <w:rsid w:val="00F9558E"/>
    <w:rsid w:val="00FE433E"/>
    <w:rsid w:val="00FF23DC"/>
    <w:rsid w:val="00FF502C"/>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B3B883"/>
  <w15:docId w15:val="{F7F42514-F69F-40AA-BCEB-29C757658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basedOn w:val="Standaardalinea-lettertype"/>
    <w:rsid w:val="00FE433E"/>
    <w:rPr>
      <w:color w:val="66AAC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92014147">
      <w:bodyDiv w:val="1"/>
      <w:marLeft w:val="0"/>
      <w:marRight w:val="0"/>
      <w:marTop w:val="0"/>
      <w:marBottom w:val="0"/>
      <w:divBdr>
        <w:top w:val="none" w:sz="0" w:space="0" w:color="auto"/>
        <w:left w:val="none" w:sz="0" w:space="0" w:color="auto"/>
        <w:bottom w:val="none" w:sz="0" w:space="0" w:color="auto"/>
        <w:right w:val="none" w:sz="0" w:space="0" w:color="auto"/>
      </w:divBdr>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239679418">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611278500">
      <w:bodyDiv w:val="1"/>
      <w:marLeft w:val="0"/>
      <w:marRight w:val="0"/>
      <w:marTop w:val="0"/>
      <w:marBottom w:val="0"/>
      <w:divBdr>
        <w:top w:val="none" w:sz="0" w:space="0" w:color="auto"/>
        <w:left w:val="none" w:sz="0" w:space="0" w:color="auto"/>
        <w:bottom w:val="none" w:sz="0" w:space="0" w:color="auto"/>
        <w:right w:val="none" w:sz="0" w:space="0" w:color="auto"/>
      </w:divBdr>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798060937">
      <w:bodyDiv w:val="1"/>
      <w:marLeft w:val="0"/>
      <w:marRight w:val="0"/>
      <w:marTop w:val="0"/>
      <w:marBottom w:val="0"/>
      <w:divBdr>
        <w:top w:val="none" w:sz="0" w:space="0" w:color="auto"/>
        <w:left w:val="none" w:sz="0" w:space="0" w:color="auto"/>
        <w:bottom w:val="none" w:sz="0" w:space="0" w:color="auto"/>
        <w:right w:val="none" w:sz="0" w:space="0" w:color="auto"/>
      </w:divBdr>
    </w:div>
    <w:div w:id="1910386185">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maken.wikiwijs.nl/33798/Diagnostische_beeldvormin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rivm.nl/Onderwerpen/M/Medische_Stralingstoepassi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werkenmetstraling.nl/toestellen/wat-moet-u-regelen/kernenergiewet-dossier/"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erkenmetstraling.nl/home/" TargetMode="Externa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purl.org/dc/terms/"/>
    <ds:schemaRef ds:uri="http://www.w3.org/XML/1998/namespace"/>
    <ds:schemaRef ds:uri="http://schemas.microsoft.com/office/infopath/2007/PartnerControls"/>
    <ds:schemaRef ds:uri="http://schemas.microsoft.com/sharepoint/v4"/>
    <ds:schemaRef ds:uri="http://schemas.microsoft.com/office/2006/documentManagement/types"/>
    <ds:schemaRef ds:uri="http://schemas.openxmlformats.org/package/2006/metadata/core-properties"/>
    <ds:schemaRef ds:uri="http://purl.org/dc/dcmitype/"/>
    <ds:schemaRef ds:uri="http://purl.org/dc/elements/1.1/"/>
    <ds:schemaRef ds:uri="8c204fd9-28d1-4b23-87e5-4d5424a0d918"/>
    <ds:schemaRef ds:uri="http://schemas.microsoft.com/office/2006/metadata/propertie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4.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A2D397-6270-4C89-9C3E-BA474C1F9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8E99D28C</Template>
  <TotalTime>0</TotalTime>
  <Pages>11</Pages>
  <Words>1442</Words>
  <Characters>7934</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Angelique Withaar</cp:lastModifiedBy>
  <cp:revision>2</cp:revision>
  <cp:lastPrinted>2015-12-10T13:27:00Z</cp:lastPrinted>
  <dcterms:created xsi:type="dcterms:W3CDTF">2018-06-13T13:01:00Z</dcterms:created>
  <dcterms:modified xsi:type="dcterms:W3CDTF">2018-06-13T13:01:00Z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