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DC3F1F" w14:textId="0577AA3B" w:rsidR="00CF0814" w:rsidRPr="00B4724A" w:rsidRDefault="00CF0814" w:rsidP="00CF0814">
      <w:pPr>
        <w:pStyle w:val="Kop1"/>
        <w:spacing w:line="276" w:lineRule="auto"/>
        <w:rPr>
          <w:rFonts w:ascii="Open Sans" w:hAnsi="Open Sans" w:cs="Open Sans"/>
          <w:color w:val="00B0F0"/>
          <w:szCs w:val="21"/>
        </w:rPr>
      </w:pPr>
      <w:bookmarkStart w:id="0" w:name="_Toc424640608"/>
      <w:bookmarkStart w:id="1" w:name="_Toc499817491"/>
      <w:bookmarkStart w:id="2" w:name="_Toc462231684"/>
      <w:r w:rsidRPr="00B4724A">
        <w:rPr>
          <w:rFonts w:ascii="Open Sans" w:hAnsi="Open Sans" w:cs="Open Sans"/>
          <w:color w:val="00B0F0"/>
          <w:szCs w:val="21"/>
        </w:rPr>
        <w:t>Checklist met advies werkplekbegeleider</w:t>
      </w:r>
      <w:bookmarkEnd w:id="1"/>
    </w:p>
    <w:tbl>
      <w:tblPr>
        <w:tblpPr w:leftFromText="141" w:rightFromText="141" w:vertAnchor="text" w:horzAnchor="margin" w:tblpY="224"/>
        <w:tblW w:w="7052" w:type="dxa"/>
        <w:tblLook w:val="01E0" w:firstRow="1" w:lastRow="1" w:firstColumn="1" w:lastColumn="1" w:noHBand="0" w:noVBand="0"/>
      </w:tblPr>
      <w:tblGrid>
        <w:gridCol w:w="2170"/>
        <w:gridCol w:w="275"/>
        <w:gridCol w:w="4607"/>
      </w:tblGrid>
      <w:tr w:rsidR="00CF0814" w:rsidRPr="00BD6FEE" w14:paraId="1A79C3D3" w14:textId="77777777" w:rsidTr="005428EE">
        <w:trPr>
          <w:trHeight w:val="340"/>
        </w:trPr>
        <w:tc>
          <w:tcPr>
            <w:tcW w:w="2072" w:type="dxa"/>
            <w:vAlign w:val="center"/>
          </w:tcPr>
          <w:p w14:paraId="546E4F85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</w:rPr>
            </w:pPr>
            <w:r w:rsidRPr="00BD6FEE">
              <w:rPr>
                <w:rFonts w:ascii="Open Sans" w:hAnsi="Open Sans" w:cs="Open Sans"/>
                <w:szCs w:val="21"/>
              </w:rPr>
              <w:t>Student naam</w:t>
            </w:r>
          </w:p>
        </w:tc>
        <w:tc>
          <w:tcPr>
            <w:tcW w:w="275" w:type="dxa"/>
            <w:vAlign w:val="center"/>
          </w:tcPr>
          <w:p w14:paraId="26ED7131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</w:rPr>
            </w:pPr>
            <w:r w:rsidRPr="00BD6FEE">
              <w:rPr>
                <w:rFonts w:ascii="Open Sans" w:hAnsi="Open Sans" w:cs="Open Sans"/>
                <w:szCs w:val="21"/>
              </w:rPr>
              <w:t>:</w:t>
            </w:r>
          </w:p>
        </w:tc>
        <w:tc>
          <w:tcPr>
            <w:tcW w:w="4705" w:type="dxa"/>
            <w:vAlign w:val="center"/>
          </w:tcPr>
          <w:p w14:paraId="7E1C3066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</w:rPr>
            </w:pPr>
          </w:p>
        </w:tc>
      </w:tr>
      <w:tr w:rsidR="00CF0814" w:rsidRPr="00BD6FEE" w14:paraId="5714BA9C" w14:textId="77777777" w:rsidTr="005428EE">
        <w:trPr>
          <w:trHeight w:val="340"/>
        </w:trPr>
        <w:tc>
          <w:tcPr>
            <w:tcW w:w="2072" w:type="dxa"/>
            <w:vAlign w:val="center"/>
          </w:tcPr>
          <w:p w14:paraId="4C5A386A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</w:rPr>
            </w:pPr>
            <w:r w:rsidRPr="00BD6FEE">
              <w:rPr>
                <w:rFonts w:ascii="Open Sans" w:hAnsi="Open Sans" w:cs="Open Sans"/>
                <w:szCs w:val="21"/>
              </w:rPr>
              <w:t>Werkplekbegeleider</w:t>
            </w:r>
          </w:p>
        </w:tc>
        <w:tc>
          <w:tcPr>
            <w:tcW w:w="275" w:type="dxa"/>
            <w:vAlign w:val="center"/>
          </w:tcPr>
          <w:p w14:paraId="3C330E47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</w:rPr>
            </w:pPr>
            <w:r w:rsidRPr="00BD6FEE">
              <w:rPr>
                <w:rFonts w:ascii="Open Sans" w:hAnsi="Open Sans" w:cs="Open Sans"/>
                <w:szCs w:val="21"/>
              </w:rPr>
              <w:t>:</w:t>
            </w:r>
          </w:p>
        </w:tc>
        <w:tc>
          <w:tcPr>
            <w:tcW w:w="4705" w:type="dxa"/>
            <w:vAlign w:val="center"/>
          </w:tcPr>
          <w:p w14:paraId="0DB7967C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</w:rPr>
            </w:pPr>
          </w:p>
        </w:tc>
      </w:tr>
      <w:tr w:rsidR="00CF0814" w:rsidRPr="00BD6FEE" w14:paraId="1A04886E" w14:textId="77777777" w:rsidTr="005428EE">
        <w:trPr>
          <w:trHeight w:val="340"/>
        </w:trPr>
        <w:tc>
          <w:tcPr>
            <w:tcW w:w="2072" w:type="dxa"/>
            <w:vAlign w:val="center"/>
          </w:tcPr>
          <w:p w14:paraId="5147C8EA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</w:rPr>
            </w:pPr>
            <w:r w:rsidRPr="00BD6FEE">
              <w:rPr>
                <w:rFonts w:ascii="Open Sans" w:hAnsi="Open Sans" w:cs="Open Sans"/>
                <w:szCs w:val="21"/>
              </w:rPr>
              <w:t>Datum</w:t>
            </w:r>
          </w:p>
        </w:tc>
        <w:tc>
          <w:tcPr>
            <w:tcW w:w="275" w:type="dxa"/>
            <w:vAlign w:val="center"/>
          </w:tcPr>
          <w:p w14:paraId="49F39578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</w:rPr>
            </w:pPr>
            <w:r w:rsidRPr="00BD6FEE">
              <w:rPr>
                <w:rFonts w:ascii="Open Sans" w:hAnsi="Open Sans" w:cs="Open Sans"/>
                <w:szCs w:val="21"/>
              </w:rPr>
              <w:t>:</w:t>
            </w:r>
          </w:p>
        </w:tc>
        <w:tc>
          <w:tcPr>
            <w:tcW w:w="4705" w:type="dxa"/>
            <w:vAlign w:val="center"/>
          </w:tcPr>
          <w:p w14:paraId="20B9FBFB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</w:rPr>
            </w:pPr>
          </w:p>
        </w:tc>
      </w:tr>
    </w:tbl>
    <w:p w14:paraId="3AF298F0" w14:textId="77777777" w:rsidR="00CF0814" w:rsidRPr="00BD6FEE" w:rsidRDefault="00CF0814" w:rsidP="00CF0814">
      <w:pPr>
        <w:spacing w:after="200" w:line="276" w:lineRule="auto"/>
        <w:rPr>
          <w:rFonts w:ascii="Open Sans" w:hAnsi="Open Sans" w:cs="Open Sans"/>
          <w:szCs w:val="21"/>
        </w:rPr>
      </w:pPr>
    </w:p>
    <w:p w14:paraId="07E1F2C7" w14:textId="77777777" w:rsidR="00CF0814" w:rsidRPr="00BD6FEE" w:rsidRDefault="00CF0814" w:rsidP="00CF0814">
      <w:pPr>
        <w:spacing w:after="200" w:line="276" w:lineRule="auto"/>
        <w:rPr>
          <w:rFonts w:ascii="Open Sans" w:hAnsi="Open Sans" w:cs="Open Sans"/>
          <w:szCs w:val="21"/>
        </w:rPr>
      </w:pPr>
    </w:p>
    <w:p w14:paraId="567FF4D8" w14:textId="34744BA4" w:rsidR="00CF0814" w:rsidRPr="00BD6FEE" w:rsidRDefault="00CF0814" w:rsidP="00CF0814">
      <w:pPr>
        <w:spacing w:after="200" w:line="276" w:lineRule="auto"/>
        <w:rPr>
          <w:rFonts w:ascii="Open Sans" w:hAnsi="Open Sans" w:cs="Open Sans"/>
          <w:b/>
          <w:szCs w:val="21"/>
        </w:rPr>
      </w:pPr>
    </w:p>
    <w:p w14:paraId="1D45B8D4" w14:textId="05451C50" w:rsidR="00CF0814" w:rsidRPr="00BD6FEE" w:rsidRDefault="00CF0814" w:rsidP="00CF0814">
      <w:pPr>
        <w:spacing w:after="200" w:line="276" w:lineRule="auto"/>
        <w:rPr>
          <w:rFonts w:ascii="Open Sans" w:hAnsi="Open Sans" w:cs="Open Sans"/>
          <w:b/>
          <w:szCs w:val="21"/>
        </w:rPr>
      </w:pPr>
      <w:r w:rsidRPr="00BD6FEE">
        <w:rPr>
          <w:rFonts w:ascii="Open Sans" w:hAnsi="Open Sans" w:cs="Open Sans"/>
          <w:b/>
          <w:szCs w:val="21"/>
        </w:rPr>
        <w:t>Dit formulier dient ingevuld te wor</w:t>
      </w:r>
      <w:r w:rsidR="00172249">
        <w:rPr>
          <w:rFonts w:ascii="Open Sans" w:hAnsi="Open Sans" w:cs="Open Sans"/>
          <w:b/>
          <w:szCs w:val="21"/>
        </w:rPr>
        <w:t>den door de werkplekbegeleider.</w:t>
      </w:r>
    </w:p>
    <w:p w14:paraId="16D04D92" w14:textId="77777777" w:rsidR="00CF0814" w:rsidRPr="00BD6FEE" w:rsidRDefault="00CF0814" w:rsidP="00CF0814">
      <w:pPr>
        <w:spacing w:after="200" w:line="276" w:lineRule="auto"/>
        <w:rPr>
          <w:rFonts w:ascii="Open Sans" w:hAnsi="Open Sans" w:cs="Open Sans"/>
          <w:szCs w:val="21"/>
        </w:rPr>
      </w:pPr>
      <w:r w:rsidRPr="00BD6FEE">
        <w:rPr>
          <w:rFonts w:ascii="Open Sans" w:hAnsi="Open Sans" w:cs="Open Sans"/>
          <w:szCs w:val="21"/>
        </w:rPr>
        <w:t>Kunt u van onderstaande onderdelen aangeven of de student deze wel of niet heeft uitgevoerd?</w:t>
      </w:r>
    </w:p>
    <w:tbl>
      <w:tblPr>
        <w:tblStyle w:val="Tabelraster"/>
        <w:tblW w:w="8789" w:type="dxa"/>
        <w:tblLook w:val="04A0" w:firstRow="1" w:lastRow="0" w:firstColumn="1" w:lastColumn="0" w:noHBand="0" w:noVBand="1"/>
      </w:tblPr>
      <w:tblGrid>
        <w:gridCol w:w="508"/>
        <w:gridCol w:w="6865"/>
        <w:gridCol w:w="708"/>
        <w:gridCol w:w="708"/>
      </w:tblGrid>
      <w:tr w:rsidR="00CF0814" w:rsidRPr="00BD6FEE" w14:paraId="2362D04E" w14:textId="77777777" w:rsidTr="005428EE">
        <w:trPr>
          <w:trHeight w:val="397"/>
        </w:trPr>
        <w:tc>
          <w:tcPr>
            <w:tcW w:w="464" w:type="dxa"/>
            <w:tcBorders>
              <w:top w:val="nil"/>
              <w:left w:val="nil"/>
              <w:bottom w:val="double" w:sz="4" w:space="0" w:color="auto"/>
            </w:tcBorders>
          </w:tcPr>
          <w:p w14:paraId="503CA87D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6907" w:type="dxa"/>
            <w:tcBorders>
              <w:bottom w:val="double" w:sz="4" w:space="0" w:color="auto"/>
            </w:tcBorders>
            <w:vAlign w:val="center"/>
          </w:tcPr>
          <w:p w14:paraId="4218A411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szCs w:val="21"/>
                <w:lang w:val="nl-NL"/>
              </w:rPr>
              <w:t>De student heeft: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14:paraId="465B0627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szCs w:val="21"/>
                <w:lang w:val="nl-NL"/>
              </w:rPr>
              <w:t>Niet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14:paraId="2D07E82D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szCs w:val="21"/>
                <w:lang w:val="nl-NL"/>
              </w:rPr>
              <w:t>Wel</w:t>
            </w:r>
          </w:p>
        </w:tc>
      </w:tr>
      <w:tr w:rsidR="00CF0814" w:rsidRPr="00BD6FEE" w14:paraId="58795947" w14:textId="77777777" w:rsidTr="005428EE">
        <w:trPr>
          <w:cantSplit/>
          <w:trHeight w:val="397"/>
        </w:trPr>
        <w:tc>
          <w:tcPr>
            <w:tcW w:w="464" w:type="dxa"/>
            <w:vMerge w:val="restart"/>
            <w:tcBorders>
              <w:top w:val="double" w:sz="4" w:space="0" w:color="auto"/>
            </w:tcBorders>
            <w:textDirection w:val="btLr"/>
          </w:tcPr>
          <w:p w14:paraId="20DDFE87" w14:textId="77777777" w:rsidR="00CF0814" w:rsidRPr="00BD6FEE" w:rsidRDefault="00CF0814" w:rsidP="005428EE">
            <w:pPr>
              <w:ind w:left="113" w:right="113"/>
              <w:jc w:val="center"/>
              <w:rPr>
                <w:rFonts w:ascii="Open Sans" w:hAnsi="Open Sans" w:cs="Open Sans"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szCs w:val="21"/>
                <w:lang w:val="nl-NL"/>
              </w:rPr>
              <w:t>WT 1A</w:t>
            </w:r>
          </w:p>
        </w:tc>
        <w:tc>
          <w:tcPr>
            <w:tcW w:w="6907" w:type="dxa"/>
            <w:tcBorders>
              <w:top w:val="double" w:sz="4" w:space="0" w:color="auto"/>
            </w:tcBorders>
            <w:vAlign w:val="center"/>
          </w:tcPr>
          <w:p w14:paraId="7F7A51BD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szCs w:val="21"/>
                <w:lang w:val="nl-NL"/>
              </w:rPr>
              <w:t>observaties uitgevoerd met betrekking tot contact tussen leerlingen onderling en tussen leerlingen en docent met behulp van de kijkwijzer.</w:t>
            </w: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129EB18E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6D0E4BA8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</w:tr>
      <w:tr w:rsidR="00CF0814" w:rsidRPr="00BD6FEE" w14:paraId="3E3AC7F6" w14:textId="77777777" w:rsidTr="005428EE">
        <w:trPr>
          <w:cantSplit/>
          <w:trHeight w:val="397"/>
        </w:trPr>
        <w:tc>
          <w:tcPr>
            <w:tcW w:w="464" w:type="dxa"/>
            <w:vMerge/>
          </w:tcPr>
          <w:p w14:paraId="4262CC57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6907" w:type="dxa"/>
            <w:vAlign w:val="center"/>
          </w:tcPr>
          <w:p w14:paraId="6345ED63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szCs w:val="21"/>
                <w:lang w:val="nl-NL"/>
              </w:rPr>
              <w:t>observaties uitgevoerd op welke manier docenten werken aan een veilige leeromgeving.</w:t>
            </w:r>
          </w:p>
        </w:tc>
        <w:tc>
          <w:tcPr>
            <w:tcW w:w="709" w:type="dxa"/>
            <w:vAlign w:val="center"/>
          </w:tcPr>
          <w:p w14:paraId="0CB0C942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709" w:type="dxa"/>
            <w:vAlign w:val="center"/>
          </w:tcPr>
          <w:p w14:paraId="752597BB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</w:tr>
      <w:tr w:rsidR="00CF0814" w:rsidRPr="00BD6FEE" w14:paraId="7CF3F0FD" w14:textId="77777777" w:rsidTr="005428EE">
        <w:trPr>
          <w:cantSplit/>
          <w:trHeight w:val="397"/>
        </w:trPr>
        <w:tc>
          <w:tcPr>
            <w:tcW w:w="464" w:type="dxa"/>
            <w:vMerge/>
          </w:tcPr>
          <w:p w14:paraId="7015F8EA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6907" w:type="dxa"/>
            <w:tcBorders>
              <w:bottom w:val="single" w:sz="4" w:space="0" w:color="auto"/>
            </w:tcBorders>
            <w:vAlign w:val="center"/>
          </w:tcPr>
          <w:p w14:paraId="15FB0CF7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szCs w:val="21"/>
                <w:lang w:val="nl-NL"/>
              </w:rPr>
              <w:t>observaties uitgevoerd op welke manier lessen zijn opgebouwd en welke aspecten van vakdidactiek aan bod komen.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B2D1F32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D12953B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</w:tr>
      <w:tr w:rsidR="00CF0814" w:rsidRPr="00BD6FEE" w14:paraId="48C95706" w14:textId="77777777" w:rsidTr="005428EE">
        <w:trPr>
          <w:cantSplit/>
          <w:trHeight w:val="397"/>
        </w:trPr>
        <w:tc>
          <w:tcPr>
            <w:tcW w:w="464" w:type="dxa"/>
            <w:vMerge/>
          </w:tcPr>
          <w:p w14:paraId="35712427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6907" w:type="dxa"/>
            <w:tcBorders>
              <w:bottom w:val="single" w:sz="4" w:space="0" w:color="auto"/>
            </w:tcBorders>
            <w:vAlign w:val="center"/>
          </w:tcPr>
          <w:p w14:paraId="5084CAF4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szCs w:val="21"/>
                <w:lang w:val="nl-NL"/>
              </w:rPr>
              <w:t>observaties uitgevoerd  waarbij de organisatorische aspecten van verschillende docenten zijn genoteerd.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16AC3DE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47E8CB3A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</w:tr>
      <w:tr w:rsidR="00CF0814" w:rsidRPr="00BD6FEE" w14:paraId="75423A56" w14:textId="77777777" w:rsidTr="005428EE">
        <w:trPr>
          <w:cantSplit/>
          <w:trHeight w:val="397"/>
        </w:trPr>
        <w:tc>
          <w:tcPr>
            <w:tcW w:w="464" w:type="dxa"/>
            <w:vMerge/>
          </w:tcPr>
          <w:p w14:paraId="6F1C4AAF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6907" w:type="dxa"/>
            <w:tcBorders>
              <w:bottom w:val="single" w:sz="4" w:space="0" w:color="auto"/>
            </w:tcBorders>
            <w:vAlign w:val="center"/>
          </w:tcPr>
          <w:p w14:paraId="2B69FCAF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szCs w:val="21"/>
                <w:lang w:val="nl-NL"/>
              </w:rPr>
              <w:t>minimaal 5 lesfragmenten voorbereid en uitgevoerd, waarbij de verschillende rollen docent ingevuld werden.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C0F88A3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AF99E7F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</w:tr>
      <w:tr w:rsidR="00CF0814" w:rsidRPr="00BD6FEE" w14:paraId="05CC9E7B" w14:textId="77777777" w:rsidTr="005428EE">
        <w:trPr>
          <w:cantSplit/>
          <w:trHeight w:val="397"/>
        </w:trPr>
        <w:tc>
          <w:tcPr>
            <w:tcW w:w="464" w:type="dxa"/>
            <w:vMerge/>
          </w:tcPr>
          <w:p w14:paraId="08C4EB08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6907" w:type="dxa"/>
            <w:tcBorders>
              <w:bottom w:val="single" w:sz="4" w:space="0" w:color="auto"/>
            </w:tcBorders>
            <w:vAlign w:val="center"/>
          </w:tcPr>
          <w:p w14:paraId="05795A11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szCs w:val="21"/>
                <w:lang w:val="nl-NL"/>
              </w:rPr>
              <w:t>minimaal 12 lesvoorbereidingen voorbereid en eventueel bijgesteld aan de hand van feedback, waarna de lessen zijn uitgevoerd.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B80EE95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3C4D8AA5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</w:tr>
      <w:tr w:rsidR="00CF0814" w:rsidRPr="00BD6FEE" w14:paraId="7313D741" w14:textId="77777777" w:rsidTr="005428EE">
        <w:trPr>
          <w:cantSplit/>
          <w:trHeight w:val="397"/>
        </w:trPr>
        <w:tc>
          <w:tcPr>
            <w:tcW w:w="464" w:type="dxa"/>
            <w:vMerge/>
          </w:tcPr>
          <w:p w14:paraId="15E8938D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6907" w:type="dxa"/>
            <w:tcBorders>
              <w:bottom w:val="single" w:sz="4" w:space="0" w:color="auto"/>
            </w:tcBorders>
            <w:vAlign w:val="center"/>
          </w:tcPr>
          <w:p w14:paraId="16714AE9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szCs w:val="21"/>
                <w:lang w:val="nl-NL"/>
              </w:rPr>
              <w:t>observaties van de uitgevoerde lessen. (Ingevulde kijkwijzer met feedback WPB).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3539973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09328B3A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</w:tr>
      <w:tr w:rsidR="00CF0814" w:rsidRPr="00BD6FEE" w14:paraId="5C1E315D" w14:textId="77777777" w:rsidTr="005428EE">
        <w:trPr>
          <w:cantSplit/>
          <w:trHeight w:val="397"/>
        </w:trPr>
        <w:tc>
          <w:tcPr>
            <w:tcW w:w="464" w:type="dxa"/>
            <w:vMerge/>
          </w:tcPr>
          <w:p w14:paraId="5B35D8BD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6907" w:type="dxa"/>
            <w:tcBorders>
              <w:bottom w:val="single" w:sz="4" w:space="0" w:color="auto"/>
            </w:tcBorders>
            <w:vAlign w:val="center"/>
          </w:tcPr>
          <w:p w14:paraId="3BC8BBE1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szCs w:val="21"/>
                <w:lang w:val="nl-NL"/>
              </w:rPr>
              <w:t>minimaal 4 lessen laten filmen.*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EDC6BD3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09214344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</w:tr>
      <w:tr w:rsidR="00CF0814" w:rsidRPr="00BD6FEE" w14:paraId="33BE49D9" w14:textId="77777777" w:rsidTr="005428EE">
        <w:trPr>
          <w:cantSplit/>
          <w:trHeight w:val="397"/>
        </w:trPr>
        <w:tc>
          <w:tcPr>
            <w:tcW w:w="464" w:type="dxa"/>
            <w:vMerge/>
          </w:tcPr>
          <w:p w14:paraId="0D589654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6907" w:type="dxa"/>
            <w:tcBorders>
              <w:bottom w:val="single" w:sz="4" w:space="0" w:color="auto"/>
            </w:tcBorders>
            <w:vAlign w:val="center"/>
          </w:tcPr>
          <w:p w14:paraId="1A8BCA51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szCs w:val="21"/>
                <w:lang w:val="nl-NL"/>
              </w:rPr>
              <w:t>kleine groepen leerlingen begeleid.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FDD48EF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743EBE9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</w:tr>
      <w:tr w:rsidR="00CF0814" w:rsidRPr="00BD6FEE" w14:paraId="4D3FAEE6" w14:textId="77777777" w:rsidTr="005428EE">
        <w:trPr>
          <w:cantSplit/>
          <w:trHeight w:val="397"/>
        </w:trPr>
        <w:tc>
          <w:tcPr>
            <w:tcW w:w="464" w:type="dxa"/>
            <w:vMerge/>
            <w:tcBorders>
              <w:bottom w:val="double" w:sz="4" w:space="0" w:color="auto"/>
            </w:tcBorders>
          </w:tcPr>
          <w:p w14:paraId="2623DB81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6907" w:type="dxa"/>
            <w:tcBorders>
              <w:bottom w:val="double" w:sz="4" w:space="0" w:color="auto"/>
            </w:tcBorders>
            <w:vAlign w:val="center"/>
          </w:tcPr>
          <w:p w14:paraId="48A8BD41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szCs w:val="21"/>
                <w:lang w:val="nl-NL"/>
              </w:rPr>
              <w:t>bewijzen verzameld waarop student contact maakt met leerlingen.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14:paraId="0C7134D8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14:paraId="6E04E7DB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</w:tr>
      <w:tr w:rsidR="00CF0814" w:rsidRPr="00BD6FEE" w14:paraId="3AE51E73" w14:textId="77777777" w:rsidTr="005428EE">
        <w:trPr>
          <w:trHeight w:val="397"/>
        </w:trPr>
        <w:tc>
          <w:tcPr>
            <w:tcW w:w="464" w:type="dxa"/>
            <w:vMerge w:val="restart"/>
            <w:tcBorders>
              <w:top w:val="double" w:sz="4" w:space="0" w:color="auto"/>
            </w:tcBorders>
            <w:textDirection w:val="btLr"/>
          </w:tcPr>
          <w:p w14:paraId="1F258E97" w14:textId="77777777" w:rsidR="00CF0814" w:rsidRPr="00BD6FEE" w:rsidRDefault="00CF0814" w:rsidP="005428EE">
            <w:pPr>
              <w:ind w:left="113" w:right="113"/>
              <w:jc w:val="center"/>
              <w:rPr>
                <w:rFonts w:ascii="Open Sans" w:hAnsi="Open Sans" w:cs="Open Sans"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szCs w:val="21"/>
                <w:lang w:val="nl-NL"/>
              </w:rPr>
              <w:t>LWT 1B</w:t>
            </w:r>
          </w:p>
        </w:tc>
        <w:tc>
          <w:tcPr>
            <w:tcW w:w="6907" w:type="dxa"/>
            <w:tcBorders>
              <w:top w:val="double" w:sz="4" w:space="0" w:color="auto"/>
            </w:tcBorders>
            <w:vAlign w:val="center"/>
          </w:tcPr>
          <w:p w14:paraId="7EDBF2F2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szCs w:val="21"/>
                <w:lang w:val="nl-NL"/>
              </w:rPr>
              <w:t>zich verdiept in de schoolcultuur van de stageschool.</w:t>
            </w: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570421AD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548CDC1D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</w:tr>
      <w:tr w:rsidR="00CF0814" w:rsidRPr="00BD6FEE" w14:paraId="76E04F14" w14:textId="77777777" w:rsidTr="005428EE">
        <w:trPr>
          <w:trHeight w:val="397"/>
        </w:trPr>
        <w:tc>
          <w:tcPr>
            <w:tcW w:w="464" w:type="dxa"/>
            <w:vMerge/>
          </w:tcPr>
          <w:p w14:paraId="02CDFA6C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6907" w:type="dxa"/>
            <w:vAlign w:val="center"/>
          </w:tcPr>
          <w:p w14:paraId="330CB024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szCs w:val="21"/>
                <w:lang w:val="nl-NL"/>
              </w:rPr>
              <w:t>observaties uitgevoerd van niet-lesgebonden activiteiten.</w:t>
            </w:r>
          </w:p>
        </w:tc>
        <w:tc>
          <w:tcPr>
            <w:tcW w:w="709" w:type="dxa"/>
            <w:vAlign w:val="center"/>
          </w:tcPr>
          <w:p w14:paraId="08CE23AF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709" w:type="dxa"/>
            <w:vAlign w:val="center"/>
          </w:tcPr>
          <w:p w14:paraId="673BA971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</w:tr>
      <w:tr w:rsidR="00CF0814" w:rsidRPr="00BD6FEE" w14:paraId="6DD3F8D6" w14:textId="77777777" w:rsidTr="005428EE">
        <w:trPr>
          <w:trHeight w:val="397"/>
        </w:trPr>
        <w:tc>
          <w:tcPr>
            <w:tcW w:w="464" w:type="dxa"/>
            <w:vMerge/>
          </w:tcPr>
          <w:p w14:paraId="1646BC36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6907" w:type="dxa"/>
            <w:vAlign w:val="center"/>
          </w:tcPr>
          <w:p w14:paraId="32AF2687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szCs w:val="21"/>
                <w:lang w:val="nl-NL"/>
              </w:rPr>
              <w:t>een beschrijving gemaakt van de taken/rollen van docenten.</w:t>
            </w:r>
          </w:p>
        </w:tc>
        <w:tc>
          <w:tcPr>
            <w:tcW w:w="709" w:type="dxa"/>
            <w:vAlign w:val="center"/>
          </w:tcPr>
          <w:p w14:paraId="0465EAC1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709" w:type="dxa"/>
            <w:vAlign w:val="center"/>
          </w:tcPr>
          <w:p w14:paraId="54EB9C31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</w:tr>
      <w:tr w:rsidR="00CF0814" w:rsidRPr="00BD6FEE" w14:paraId="05530ED7" w14:textId="77777777" w:rsidTr="005428EE">
        <w:trPr>
          <w:trHeight w:val="397"/>
        </w:trPr>
        <w:tc>
          <w:tcPr>
            <w:tcW w:w="464" w:type="dxa"/>
            <w:vMerge/>
          </w:tcPr>
          <w:p w14:paraId="77FE1F4D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6907" w:type="dxa"/>
            <w:vAlign w:val="center"/>
          </w:tcPr>
          <w:p w14:paraId="6B03CD06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szCs w:val="21"/>
                <w:lang w:val="nl-NL"/>
              </w:rPr>
              <w:t>niet-lesgebonden activiteiten voorbereid en uitgevoerd.</w:t>
            </w:r>
          </w:p>
        </w:tc>
        <w:tc>
          <w:tcPr>
            <w:tcW w:w="709" w:type="dxa"/>
            <w:vAlign w:val="center"/>
          </w:tcPr>
          <w:p w14:paraId="0BDD495B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709" w:type="dxa"/>
            <w:vAlign w:val="center"/>
          </w:tcPr>
          <w:p w14:paraId="4353EA5F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</w:tr>
    </w:tbl>
    <w:p w14:paraId="13C182D4" w14:textId="638C5C56" w:rsidR="00CF0814" w:rsidRPr="00BD6FEE" w:rsidRDefault="00CF0814" w:rsidP="00172249">
      <w:pPr>
        <w:rPr>
          <w:rFonts w:ascii="Open Sans" w:hAnsi="Open Sans" w:cs="Open Sans"/>
          <w:szCs w:val="21"/>
        </w:rPr>
      </w:pPr>
    </w:p>
    <w:p w14:paraId="03253B9C" w14:textId="77777777" w:rsidR="00CF0814" w:rsidRPr="00BD6FEE" w:rsidRDefault="00CF0814" w:rsidP="00CF0814">
      <w:pPr>
        <w:spacing w:line="276" w:lineRule="auto"/>
        <w:rPr>
          <w:rFonts w:ascii="Open Sans" w:hAnsi="Open Sans" w:cs="Open Sans"/>
          <w:szCs w:val="21"/>
        </w:rPr>
      </w:pPr>
    </w:p>
    <w:p w14:paraId="466C8E50" w14:textId="77777777" w:rsidR="00CF0814" w:rsidRPr="00BD6FEE" w:rsidRDefault="00CF0814" w:rsidP="00CF0814">
      <w:pPr>
        <w:pStyle w:val="Lijstalinea"/>
        <w:spacing w:line="276" w:lineRule="auto"/>
        <w:rPr>
          <w:rFonts w:ascii="Open Sans" w:hAnsi="Open Sans" w:cs="Open Sans"/>
          <w:szCs w:val="21"/>
        </w:rPr>
      </w:pPr>
      <w:r w:rsidRPr="00BD6FEE">
        <w:rPr>
          <w:rFonts w:ascii="Open Sans" w:hAnsi="Open Sans" w:cs="Open Sans"/>
          <w:szCs w:val="21"/>
        </w:rPr>
        <w:t>* Bij bijzondere omstandigheden, kan in afstemming met de I.O. het filmen vervangen</w:t>
      </w:r>
    </w:p>
    <w:p w14:paraId="4D9C6735" w14:textId="77777777" w:rsidR="00CF0814" w:rsidRPr="00BD6FEE" w:rsidRDefault="00CF0814" w:rsidP="00CF0814">
      <w:pPr>
        <w:pStyle w:val="Lijstalinea"/>
        <w:spacing w:line="276" w:lineRule="auto"/>
        <w:rPr>
          <w:rFonts w:ascii="Open Sans" w:hAnsi="Open Sans" w:cs="Open Sans"/>
          <w:szCs w:val="21"/>
        </w:rPr>
      </w:pPr>
      <w:r w:rsidRPr="00BD6FEE">
        <w:rPr>
          <w:rFonts w:ascii="Open Sans" w:hAnsi="Open Sans" w:cs="Open Sans"/>
          <w:szCs w:val="21"/>
        </w:rPr>
        <w:t xml:space="preserve">  worden door een andere opdracht.</w:t>
      </w:r>
    </w:p>
    <w:p w14:paraId="04304C6D" w14:textId="77777777" w:rsidR="00CF0814" w:rsidRPr="00BD6FEE" w:rsidRDefault="00CF0814" w:rsidP="00CF0814">
      <w:pPr>
        <w:pStyle w:val="Lijstalinea"/>
        <w:spacing w:line="276" w:lineRule="auto"/>
        <w:ind w:left="1080"/>
        <w:rPr>
          <w:rFonts w:ascii="Open Sans" w:hAnsi="Open Sans" w:cs="Open Sans"/>
          <w:szCs w:val="21"/>
        </w:rPr>
      </w:pPr>
    </w:p>
    <w:p w14:paraId="4BF0A1DA" w14:textId="77777777" w:rsidR="00CF0814" w:rsidRPr="00BD6FEE" w:rsidRDefault="00CF0814" w:rsidP="00CF0814">
      <w:pPr>
        <w:pStyle w:val="Lijstalinea"/>
        <w:spacing w:line="276" w:lineRule="auto"/>
        <w:ind w:left="1080"/>
        <w:rPr>
          <w:rFonts w:ascii="Open Sans" w:hAnsi="Open Sans" w:cs="Open Sans"/>
          <w:szCs w:val="21"/>
        </w:rPr>
      </w:pPr>
      <w:r w:rsidRPr="00BD6FEE">
        <w:rPr>
          <w:rFonts w:ascii="Open Sans" w:hAnsi="Open Sans" w:cs="Open Sans"/>
          <w:szCs w:val="21"/>
        </w:rPr>
        <w:t xml:space="preserve"> </w:t>
      </w:r>
    </w:p>
    <w:p w14:paraId="697E0122" w14:textId="77777777" w:rsidR="00CF0814" w:rsidRPr="00BD6FEE" w:rsidRDefault="00CF0814" w:rsidP="00CF0814">
      <w:pPr>
        <w:spacing w:line="276" w:lineRule="auto"/>
        <w:jc w:val="center"/>
        <w:rPr>
          <w:rFonts w:ascii="Open Sans" w:hAnsi="Open Sans" w:cs="Open Sans"/>
          <w:szCs w:val="21"/>
        </w:rPr>
      </w:pPr>
      <w:r w:rsidRPr="00BD6FEE">
        <w:rPr>
          <w:rFonts w:ascii="Open Sans" w:hAnsi="Open Sans" w:cs="Open Sans"/>
          <w:szCs w:val="21"/>
        </w:rPr>
        <w:t>Vervolg op de volgende bladzijde ---&gt;</w:t>
      </w:r>
    </w:p>
    <w:p w14:paraId="21FE667F" w14:textId="77777777" w:rsidR="00CF0814" w:rsidRPr="00BD6FEE" w:rsidRDefault="00CF0814" w:rsidP="00CF0814">
      <w:pPr>
        <w:spacing w:line="276" w:lineRule="auto"/>
        <w:rPr>
          <w:rFonts w:ascii="Open Sans" w:hAnsi="Open Sans" w:cs="Open Sans"/>
          <w:szCs w:val="21"/>
        </w:rPr>
      </w:pPr>
    </w:p>
    <w:p w14:paraId="37AED441" w14:textId="77777777" w:rsidR="00CF0814" w:rsidRPr="00BD6FEE" w:rsidRDefault="00CF0814" w:rsidP="00CF0814">
      <w:pPr>
        <w:spacing w:after="200" w:line="276" w:lineRule="auto"/>
        <w:rPr>
          <w:rFonts w:ascii="Open Sans" w:hAnsi="Open Sans" w:cs="Open Sans"/>
          <w:szCs w:val="21"/>
        </w:rPr>
      </w:pPr>
      <w:r w:rsidRPr="00BD6FEE">
        <w:rPr>
          <w:rFonts w:ascii="Open Sans" w:hAnsi="Open Sans" w:cs="Open Sans"/>
          <w:szCs w:val="21"/>
        </w:rPr>
        <w:lastRenderedPageBreak/>
        <w:t>Kunt u van onderstaande uitspraken aangeven in welke mate u het er mee eens bent?</w:t>
      </w:r>
    </w:p>
    <w:tbl>
      <w:tblPr>
        <w:tblW w:w="9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89"/>
        <w:gridCol w:w="432"/>
        <w:gridCol w:w="432"/>
        <w:gridCol w:w="432"/>
        <w:gridCol w:w="432"/>
      </w:tblGrid>
      <w:tr w:rsidR="00CF0814" w:rsidRPr="00BD6FEE" w14:paraId="3FC7DE83" w14:textId="77777777" w:rsidTr="005428EE">
        <w:trPr>
          <w:cantSplit/>
          <w:trHeight w:val="2147"/>
        </w:trPr>
        <w:tc>
          <w:tcPr>
            <w:tcW w:w="7792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49118B58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</w:rPr>
            </w:pPr>
            <w:r w:rsidRPr="00BD6FEE">
              <w:rPr>
                <w:rFonts w:ascii="Open Sans" w:hAnsi="Open Sans" w:cs="Open Sans"/>
                <w:szCs w:val="21"/>
              </w:rPr>
              <w:t>De student:</w:t>
            </w:r>
          </w:p>
        </w:tc>
        <w:tc>
          <w:tcPr>
            <w:tcW w:w="330" w:type="dxa"/>
            <w:textDirection w:val="btLr"/>
          </w:tcPr>
          <w:p w14:paraId="411B7E9E" w14:textId="77777777" w:rsidR="00CF0814" w:rsidRPr="00BD6FEE" w:rsidRDefault="00CF0814" w:rsidP="005428EE">
            <w:pPr>
              <w:ind w:left="113" w:right="113"/>
              <w:rPr>
                <w:rFonts w:ascii="Open Sans" w:hAnsi="Open Sans" w:cs="Open Sans"/>
                <w:szCs w:val="21"/>
              </w:rPr>
            </w:pPr>
            <w:r w:rsidRPr="00BD6FEE">
              <w:rPr>
                <w:rFonts w:ascii="Open Sans" w:hAnsi="Open Sans" w:cs="Open Sans"/>
                <w:szCs w:val="21"/>
              </w:rPr>
              <w:t>Volledig mee eens</w:t>
            </w:r>
          </w:p>
        </w:tc>
        <w:tc>
          <w:tcPr>
            <w:tcW w:w="330" w:type="dxa"/>
            <w:textDirection w:val="btLr"/>
          </w:tcPr>
          <w:p w14:paraId="56D55075" w14:textId="77777777" w:rsidR="00CF0814" w:rsidRPr="00BD6FEE" w:rsidRDefault="00CF0814" w:rsidP="005428EE">
            <w:pPr>
              <w:ind w:left="113" w:right="113"/>
              <w:rPr>
                <w:rFonts w:ascii="Open Sans" w:hAnsi="Open Sans" w:cs="Open Sans"/>
                <w:szCs w:val="21"/>
              </w:rPr>
            </w:pPr>
            <w:r w:rsidRPr="00BD6FEE">
              <w:rPr>
                <w:rFonts w:ascii="Open Sans" w:hAnsi="Open Sans" w:cs="Open Sans"/>
                <w:szCs w:val="21"/>
              </w:rPr>
              <w:t>Voornamelijk mee eens</w:t>
            </w:r>
          </w:p>
        </w:tc>
        <w:tc>
          <w:tcPr>
            <w:tcW w:w="330" w:type="dxa"/>
            <w:textDirection w:val="btLr"/>
          </w:tcPr>
          <w:p w14:paraId="507C8945" w14:textId="77777777" w:rsidR="00CF0814" w:rsidRPr="00BD6FEE" w:rsidRDefault="00CF0814" w:rsidP="005428EE">
            <w:pPr>
              <w:ind w:left="113" w:right="113"/>
              <w:rPr>
                <w:rFonts w:ascii="Open Sans" w:hAnsi="Open Sans" w:cs="Open Sans"/>
                <w:szCs w:val="21"/>
              </w:rPr>
            </w:pPr>
            <w:r w:rsidRPr="00BD6FEE">
              <w:rPr>
                <w:rFonts w:ascii="Open Sans" w:hAnsi="Open Sans" w:cs="Open Sans"/>
                <w:szCs w:val="21"/>
              </w:rPr>
              <w:t>Beetje mee eens</w:t>
            </w:r>
          </w:p>
        </w:tc>
        <w:tc>
          <w:tcPr>
            <w:tcW w:w="335" w:type="dxa"/>
            <w:textDirection w:val="btLr"/>
          </w:tcPr>
          <w:p w14:paraId="54AB0411" w14:textId="77777777" w:rsidR="00CF0814" w:rsidRPr="00BD6FEE" w:rsidRDefault="00CF0814" w:rsidP="005428EE">
            <w:pPr>
              <w:ind w:left="113" w:right="113"/>
              <w:rPr>
                <w:rFonts w:ascii="Open Sans" w:hAnsi="Open Sans" w:cs="Open Sans"/>
                <w:szCs w:val="21"/>
              </w:rPr>
            </w:pPr>
            <w:r w:rsidRPr="00BD6FEE">
              <w:rPr>
                <w:rFonts w:ascii="Open Sans" w:hAnsi="Open Sans" w:cs="Open Sans"/>
                <w:szCs w:val="21"/>
              </w:rPr>
              <w:t>Niet mee eens</w:t>
            </w:r>
          </w:p>
        </w:tc>
      </w:tr>
      <w:tr w:rsidR="00CF0814" w:rsidRPr="00BD6FEE" w14:paraId="17B7EC1C" w14:textId="77777777" w:rsidTr="005428EE">
        <w:trPr>
          <w:trHeight w:val="300"/>
        </w:trPr>
        <w:tc>
          <w:tcPr>
            <w:tcW w:w="7792" w:type="dxa"/>
            <w:shd w:val="clear" w:color="auto" w:fill="auto"/>
          </w:tcPr>
          <w:p w14:paraId="71B0155D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</w:rPr>
            </w:pPr>
            <w:r w:rsidRPr="00BD6FEE">
              <w:rPr>
                <w:rFonts w:ascii="Open Sans" w:hAnsi="Open Sans" w:cs="Open Sans"/>
                <w:szCs w:val="21"/>
              </w:rPr>
              <w:t>heeft respect voor de leerlingen; de leerlingen hebben respect voor de student.</w:t>
            </w:r>
          </w:p>
        </w:tc>
        <w:tc>
          <w:tcPr>
            <w:tcW w:w="330" w:type="dxa"/>
          </w:tcPr>
          <w:p w14:paraId="0B307F75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</w:rPr>
            </w:pPr>
          </w:p>
        </w:tc>
        <w:tc>
          <w:tcPr>
            <w:tcW w:w="330" w:type="dxa"/>
          </w:tcPr>
          <w:p w14:paraId="5E9669EB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</w:rPr>
            </w:pPr>
          </w:p>
        </w:tc>
        <w:tc>
          <w:tcPr>
            <w:tcW w:w="330" w:type="dxa"/>
          </w:tcPr>
          <w:p w14:paraId="4B6A41F9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</w:rPr>
            </w:pPr>
          </w:p>
        </w:tc>
        <w:tc>
          <w:tcPr>
            <w:tcW w:w="335" w:type="dxa"/>
          </w:tcPr>
          <w:p w14:paraId="4671D2FC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</w:rPr>
            </w:pPr>
          </w:p>
        </w:tc>
      </w:tr>
      <w:tr w:rsidR="00CF0814" w:rsidRPr="00BD6FEE" w14:paraId="3B99C48A" w14:textId="77777777" w:rsidTr="005428EE">
        <w:trPr>
          <w:trHeight w:val="300"/>
        </w:trPr>
        <w:tc>
          <w:tcPr>
            <w:tcW w:w="7792" w:type="dxa"/>
            <w:shd w:val="clear" w:color="auto" w:fill="auto"/>
            <w:hideMark/>
          </w:tcPr>
          <w:p w14:paraId="05E9AA7E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</w:rPr>
            </w:pPr>
            <w:r w:rsidRPr="00BD6FEE">
              <w:rPr>
                <w:rFonts w:ascii="Open Sans" w:hAnsi="Open Sans" w:cs="Open Sans"/>
                <w:szCs w:val="21"/>
              </w:rPr>
              <w:t>kan een lesvoorbereiding (of een deel daarvan) maken en deze toelichten aan een collega-docent.</w:t>
            </w:r>
          </w:p>
        </w:tc>
        <w:tc>
          <w:tcPr>
            <w:tcW w:w="330" w:type="dxa"/>
          </w:tcPr>
          <w:p w14:paraId="703E5FB7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</w:rPr>
            </w:pPr>
          </w:p>
        </w:tc>
        <w:tc>
          <w:tcPr>
            <w:tcW w:w="330" w:type="dxa"/>
          </w:tcPr>
          <w:p w14:paraId="23EAD54F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</w:rPr>
            </w:pPr>
          </w:p>
        </w:tc>
        <w:tc>
          <w:tcPr>
            <w:tcW w:w="330" w:type="dxa"/>
          </w:tcPr>
          <w:p w14:paraId="03060BD9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</w:rPr>
            </w:pPr>
          </w:p>
        </w:tc>
        <w:tc>
          <w:tcPr>
            <w:tcW w:w="335" w:type="dxa"/>
          </w:tcPr>
          <w:p w14:paraId="1A0136A3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</w:rPr>
            </w:pPr>
          </w:p>
        </w:tc>
      </w:tr>
      <w:tr w:rsidR="00CF0814" w:rsidRPr="00BD6FEE" w14:paraId="47F6A9BF" w14:textId="77777777" w:rsidTr="005428EE">
        <w:trPr>
          <w:trHeight w:val="285"/>
        </w:trPr>
        <w:tc>
          <w:tcPr>
            <w:tcW w:w="7792" w:type="dxa"/>
            <w:shd w:val="clear" w:color="auto" w:fill="auto"/>
            <w:hideMark/>
          </w:tcPr>
          <w:p w14:paraId="1515AAE4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</w:rPr>
            </w:pPr>
            <w:r w:rsidRPr="00BD6FEE">
              <w:rPr>
                <w:rFonts w:ascii="Open Sans" w:hAnsi="Open Sans" w:cs="Open Sans"/>
                <w:szCs w:val="21"/>
              </w:rPr>
              <w:t>toont zich enthousiast voor zijn vak.</w:t>
            </w:r>
          </w:p>
        </w:tc>
        <w:tc>
          <w:tcPr>
            <w:tcW w:w="330" w:type="dxa"/>
          </w:tcPr>
          <w:p w14:paraId="7B49AE9D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</w:rPr>
            </w:pPr>
          </w:p>
        </w:tc>
        <w:tc>
          <w:tcPr>
            <w:tcW w:w="330" w:type="dxa"/>
          </w:tcPr>
          <w:p w14:paraId="54BCA94E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</w:rPr>
            </w:pPr>
          </w:p>
        </w:tc>
        <w:tc>
          <w:tcPr>
            <w:tcW w:w="330" w:type="dxa"/>
          </w:tcPr>
          <w:p w14:paraId="64B8014E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</w:rPr>
            </w:pPr>
          </w:p>
        </w:tc>
        <w:tc>
          <w:tcPr>
            <w:tcW w:w="335" w:type="dxa"/>
          </w:tcPr>
          <w:p w14:paraId="021703BA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</w:rPr>
            </w:pPr>
          </w:p>
        </w:tc>
      </w:tr>
      <w:tr w:rsidR="00CF0814" w:rsidRPr="00BD6FEE" w14:paraId="0BDEA916" w14:textId="77777777" w:rsidTr="005428EE">
        <w:trPr>
          <w:trHeight w:val="285"/>
        </w:trPr>
        <w:tc>
          <w:tcPr>
            <w:tcW w:w="7792" w:type="dxa"/>
            <w:shd w:val="clear" w:color="auto" w:fill="auto"/>
            <w:hideMark/>
          </w:tcPr>
          <w:p w14:paraId="5CDAE08D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</w:rPr>
            </w:pPr>
            <w:r w:rsidRPr="00BD6FEE">
              <w:rPr>
                <w:rFonts w:ascii="Open Sans" w:hAnsi="Open Sans" w:cs="Open Sans"/>
                <w:szCs w:val="21"/>
              </w:rPr>
              <w:t>beheerst de leerstof die hij/ zij moet doceren en laat zien zich hierin te hebben verdiept.</w:t>
            </w:r>
          </w:p>
        </w:tc>
        <w:tc>
          <w:tcPr>
            <w:tcW w:w="330" w:type="dxa"/>
          </w:tcPr>
          <w:p w14:paraId="53E55BBC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</w:rPr>
            </w:pPr>
          </w:p>
        </w:tc>
        <w:tc>
          <w:tcPr>
            <w:tcW w:w="330" w:type="dxa"/>
          </w:tcPr>
          <w:p w14:paraId="20FD2553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</w:rPr>
            </w:pPr>
          </w:p>
        </w:tc>
        <w:tc>
          <w:tcPr>
            <w:tcW w:w="330" w:type="dxa"/>
          </w:tcPr>
          <w:p w14:paraId="2A8D9574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</w:rPr>
            </w:pPr>
          </w:p>
        </w:tc>
        <w:tc>
          <w:tcPr>
            <w:tcW w:w="335" w:type="dxa"/>
          </w:tcPr>
          <w:p w14:paraId="14AB54BE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</w:rPr>
            </w:pPr>
          </w:p>
        </w:tc>
      </w:tr>
      <w:tr w:rsidR="00CF0814" w:rsidRPr="00BD6FEE" w14:paraId="640C95DC" w14:textId="77777777" w:rsidTr="005428EE">
        <w:trPr>
          <w:trHeight w:val="285"/>
        </w:trPr>
        <w:tc>
          <w:tcPr>
            <w:tcW w:w="7792" w:type="dxa"/>
            <w:shd w:val="clear" w:color="auto" w:fill="auto"/>
            <w:hideMark/>
          </w:tcPr>
          <w:p w14:paraId="78095CF9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</w:rPr>
            </w:pPr>
            <w:r w:rsidRPr="00BD6FEE">
              <w:rPr>
                <w:rFonts w:ascii="Open Sans" w:hAnsi="Open Sans" w:cs="Open Sans"/>
                <w:szCs w:val="21"/>
              </w:rPr>
              <w:t xml:space="preserve">assisteert bij verschillende lesvormen in de les; </w:t>
            </w:r>
          </w:p>
        </w:tc>
        <w:tc>
          <w:tcPr>
            <w:tcW w:w="330" w:type="dxa"/>
          </w:tcPr>
          <w:p w14:paraId="1A40AE33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</w:rPr>
            </w:pPr>
          </w:p>
        </w:tc>
        <w:tc>
          <w:tcPr>
            <w:tcW w:w="330" w:type="dxa"/>
          </w:tcPr>
          <w:p w14:paraId="3E67AA2D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</w:rPr>
            </w:pPr>
          </w:p>
        </w:tc>
        <w:tc>
          <w:tcPr>
            <w:tcW w:w="330" w:type="dxa"/>
          </w:tcPr>
          <w:p w14:paraId="29F85D69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</w:rPr>
            </w:pPr>
          </w:p>
        </w:tc>
        <w:tc>
          <w:tcPr>
            <w:tcW w:w="335" w:type="dxa"/>
          </w:tcPr>
          <w:p w14:paraId="38244F8D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</w:rPr>
            </w:pPr>
          </w:p>
        </w:tc>
      </w:tr>
      <w:tr w:rsidR="00CF0814" w:rsidRPr="00BD6FEE" w14:paraId="219E95EC" w14:textId="77777777" w:rsidTr="005428EE">
        <w:trPr>
          <w:trHeight w:val="285"/>
        </w:trPr>
        <w:tc>
          <w:tcPr>
            <w:tcW w:w="7792" w:type="dxa"/>
            <w:shd w:val="clear" w:color="auto" w:fill="auto"/>
            <w:hideMark/>
          </w:tcPr>
          <w:p w14:paraId="51DDF741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</w:rPr>
            </w:pPr>
            <w:r w:rsidRPr="00BD6FEE">
              <w:rPr>
                <w:rFonts w:ascii="Open Sans" w:hAnsi="Open Sans" w:cs="Open Sans"/>
                <w:szCs w:val="21"/>
              </w:rPr>
              <w:t>kan met begeleiding van de (vak)coach (gedeelten van) leeractiviteiten uitvoeren in eenvoudige situaties;</w:t>
            </w:r>
          </w:p>
        </w:tc>
        <w:tc>
          <w:tcPr>
            <w:tcW w:w="330" w:type="dxa"/>
          </w:tcPr>
          <w:p w14:paraId="4B636CC0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</w:rPr>
            </w:pPr>
          </w:p>
        </w:tc>
        <w:tc>
          <w:tcPr>
            <w:tcW w:w="330" w:type="dxa"/>
          </w:tcPr>
          <w:p w14:paraId="404FF06B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</w:rPr>
            </w:pPr>
          </w:p>
        </w:tc>
        <w:tc>
          <w:tcPr>
            <w:tcW w:w="330" w:type="dxa"/>
          </w:tcPr>
          <w:p w14:paraId="55C71D93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</w:rPr>
            </w:pPr>
          </w:p>
        </w:tc>
        <w:tc>
          <w:tcPr>
            <w:tcW w:w="335" w:type="dxa"/>
          </w:tcPr>
          <w:p w14:paraId="52C66F09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</w:rPr>
            </w:pPr>
          </w:p>
        </w:tc>
      </w:tr>
      <w:tr w:rsidR="00CF0814" w:rsidRPr="00BD6FEE" w14:paraId="2FEB4192" w14:textId="77777777" w:rsidTr="005428EE">
        <w:trPr>
          <w:trHeight w:val="300"/>
        </w:trPr>
        <w:tc>
          <w:tcPr>
            <w:tcW w:w="7792" w:type="dxa"/>
            <w:shd w:val="clear" w:color="auto" w:fill="auto"/>
            <w:hideMark/>
          </w:tcPr>
          <w:p w14:paraId="5BEA368E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</w:rPr>
            </w:pPr>
            <w:r w:rsidRPr="00BD6FEE">
              <w:rPr>
                <w:rFonts w:ascii="Open Sans" w:hAnsi="Open Sans" w:cs="Open Sans"/>
                <w:szCs w:val="21"/>
              </w:rPr>
              <w:t>past de geboden software (o.a. presentatieprogramma’s) en hardware (o.a. digibord)  toe om het onderwijs vorm te geven</w:t>
            </w:r>
          </w:p>
        </w:tc>
        <w:tc>
          <w:tcPr>
            <w:tcW w:w="330" w:type="dxa"/>
          </w:tcPr>
          <w:p w14:paraId="433BCBCA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</w:rPr>
            </w:pPr>
          </w:p>
        </w:tc>
        <w:tc>
          <w:tcPr>
            <w:tcW w:w="330" w:type="dxa"/>
          </w:tcPr>
          <w:p w14:paraId="6805D4EE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</w:rPr>
            </w:pPr>
          </w:p>
        </w:tc>
        <w:tc>
          <w:tcPr>
            <w:tcW w:w="330" w:type="dxa"/>
          </w:tcPr>
          <w:p w14:paraId="42C6926A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</w:rPr>
            </w:pPr>
          </w:p>
        </w:tc>
        <w:tc>
          <w:tcPr>
            <w:tcW w:w="335" w:type="dxa"/>
          </w:tcPr>
          <w:p w14:paraId="56EBD22F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</w:rPr>
            </w:pPr>
          </w:p>
        </w:tc>
      </w:tr>
      <w:tr w:rsidR="00CF0814" w:rsidRPr="00BD6FEE" w14:paraId="7388ADDA" w14:textId="77777777" w:rsidTr="005428EE">
        <w:trPr>
          <w:trHeight w:val="300"/>
        </w:trPr>
        <w:tc>
          <w:tcPr>
            <w:tcW w:w="7792" w:type="dxa"/>
            <w:shd w:val="clear" w:color="auto" w:fill="auto"/>
          </w:tcPr>
          <w:p w14:paraId="6F3F587A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</w:rPr>
            </w:pPr>
            <w:r w:rsidRPr="00BD6FEE">
              <w:rPr>
                <w:rFonts w:ascii="Open Sans" w:hAnsi="Open Sans" w:cs="Open Sans"/>
                <w:szCs w:val="21"/>
              </w:rPr>
              <w:t>houdt zich aan teamafspraken</w:t>
            </w:r>
          </w:p>
        </w:tc>
        <w:tc>
          <w:tcPr>
            <w:tcW w:w="330" w:type="dxa"/>
          </w:tcPr>
          <w:p w14:paraId="6C322360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</w:rPr>
            </w:pPr>
          </w:p>
        </w:tc>
        <w:tc>
          <w:tcPr>
            <w:tcW w:w="330" w:type="dxa"/>
          </w:tcPr>
          <w:p w14:paraId="5A83F8CF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</w:rPr>
            </w:pPr>
          </w:p>
        </w:tc>
        <w:tc>
          <w:tcPr>
            <w:tcW w:w="330" w:type="dxa"/>
          </w:tcPr>
          <w:p w14:paraId="13ECFC70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</w:rPr>
            </w:pPr>
          </w:p>
        </w:tc>
        <w:tc>
          <w:tcPr>
            <w:tcW w:w="335" w:type="dxa"/>
          </w:tcPr>
          <w:p w14:paraId="059D02FF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</w:rPr>
            </w:pPr>
          </w:p>
        </w:tc>
      </w:tr>
      <w:tr w:rsidR="00CF0814" w:rsidRPr="00BD6FEE" w14:paraId="35AA06F0" w14:textId="77777777" w:rsidTr="005428EE">
        <w:trPr>
          <w:trHeight w:val="300"/>
        </w:trPr>
        <w:tc>
          <w:tcPr>
            <w:tcW w:w="7792" w:type="dxa"/>
            <w:shd w:val="clear" w:color="auto" w:fill="auto"/>
          </w:tcPr>
          <w:p w14:paraId="5D826D65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</w:rPr>
            </w:pPr>
            <w:r w:rsidRPr="00BD6FEE">
              <w:rPr>
                <w:rFonts w:ascii="Open Sans" w:hAnsi="Open Sans" w:cs="Open Sans"/>
                <w:szCs w:val="21"/>
              </w:rPr>
              <w:t>is aanwezig bij niet-lesgebonden activiteiten</w:t>
            </w:r>
          </w:p>
        </w:tc>
        <w:tc>
          <w:tcPr>
            <w:tcW w:w="330" w:type="dxa"/>
          </w:tcPr>
          <w:p w14:paraId="6FAB966D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</w:rPr>
            </w:pPr>
          </w:p>
        </w:tc>
        <w:tc>
          <w:tcPr>
            <w:tcW w:w="330" w:type="dxa"/>
          </w:tcPr>
          <w:p w14:paraId="24B6D287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</w:rPr>
            </w:pPr>
          </w:p>
        </w:tc>
        <w:tc>
          <w:tcPr>
            <w:tcW w:w="330" w:type="dxa"/>
          </w:tcPr>
          <w:p w14:paraId="14B7537F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</w:rPr>
            </w:pPr>
          </w:p>
        </w:tc>
        <w:tc>
          <w:tcPr>
            <w:tcW w:w="335" w:type="dxa"/>
          </w:tcPr>
          <w:p w14:paraId="580AE96E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</w:rPr>
            </w:pPr>
          </w:p>
        </w:tc>
      </w:tr>
      <w:tr w:rsidR="00CF0814" w:rsidRPr="00BD6FEE" w14:paraId="10D5AF4A" w14:textId="77777777" w:rsidTr="005428EE">
        <w:trPr>
          <w:trHeight w:val="300"/>
        </w:trPr>
        <w:tc>
          <w:tcPr>
            <w:tcW w:w="7792" w:type="dxa"/>
            <w:shd w:val="clear" w:color="auto" w:fill="auto"/>
          </w:tcPr>
          <w:p w14:paraId="56D90731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</w:rPr>
            </w:pPr>
            <w:r w:rsidRPr="00BD6FEE">
              <w:rPr>
                <w:rFonts w:ascii="Open Sans" w:hAnsi="Open Sans" w:cs="Open Sans"/>
                <w:szCs w:val="21"/>
              </w:rPr>
              <w:t>toont initiatief</w:t>
            </w:r>
          </w:p>
        </w:tc>
        <w:tc>
          <w:tcPr>
            <w:tcW w:w="330" w:type="dxa"/>
          </w:tcPr>
          <w:p w14:paraId="5EF5D31E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</w:rPr>
            </w:pPr>
          </w:p>
        </w:tc>
        <w:tc>
          <w:tcPr>
            <w:tcW w:w="330" w:type="dxa"/>
          </w:tcPr>
          <w:p w14:paraId="17B10A74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</w:rPr>
            </w:pPr>
          </w:p>
        </w:tc>
        <w:tc>
          <w:tcPr>
            <w:tcW w:w="330" w:type="dxa"/>
          </w:tcPr>
          <w:p w14:paraId="7DEAD4D6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</w:rPr>
            </w:pPr>
          </w:p>
        </w:tc>
        <w:tc>
          <w:tcPr>
            <w:tcW w:w="335" w:type="dxa"/>
          </w:tcPr>
          <w:p w14:paraId="34F407A2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</w:rPr>
            </w:pPr>
          </w:p>
        </w:tc>
      </w:tr>
      <w:tr w:rsidR="00CF0814" w:rsidRPr="00BD6FEE" w14:paraId="4255F439" w14:textId="77777777" w:rsidTr="005428EE">
        <w:trPr>
          <w:trHeight w:val="300"/>
        </w:trPr>
        <w:tc>
          <w:tcPr>
            <w:tcW w:w="7792" w:type="dxa"/>
            <w:shd w:val="clear" w:color="auto" w:fill="auto"/>
          </w:tcPr>
          <w:p w14:paraId="70B270C3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</w:rPr>
            </w:pPr>
            <w:r w:rsidRPr="00BD6FEE">
              <w:rPr>
                <w:rFonts w:ascii="Open Sans" w:hAnsi="Open Sans" w:cs="Open Sans"/>
                <w:szCs w:val="21"/>
              </w:rPr>
              <w:t>toont belangstelling voor de achtergrond van leerlingen</w:t>
            </w:r>
          </w:p>
        </w:tc>
        <w:tc>
          <w:tcPr>
            <w:tcW w:w="330" w:type="dxa"/>
          </w:tcPr>
          <w:p w14:paraId="089CE29A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</w:rPr>
            </w:pPr>
          </w:p>
        </w:tc>
        <w:tc>
          <w:tcPr>
            <w:tcW w:w="330" w:type="dxa"/>
          </w:tcPr>
          <w:p w14:paraId="05ADE7DE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</w:rPr>
            </w:pPr>
          </w:p>
        </w:tc>
        <w:tc>
          <w:tcPr>
            <w:tcW w:w="330" w:type="dxa"/>
          </w:tcPr>
          <w:p w14:paraId="7BA4F2C8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</w:rPr>
            </w:pPr>
          </w:p>
        </w:tc>
        <w:tc>
          <w:tcPr>
            <w:tcW w:w="335" w:type="dxa"/>
          </w:tcPr>
          <w:p w14:paraId="0202D946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</w:rPr>
            </w:pPr>
          </w:p>
        </w:tc>
      </w:tr>
      <w:tr w:rsidR="00CF0814" w:rsidRPr="00BD6FEE" w14:paraId="784F3DCE" w14:textId="77777777" w:rsidTr="005428EE">
        <w:trPr>
          <w:trHeight w:val="300"/>
        </w:trPr>
        <w:tc>
          <w:tcPr>
            <w:tcW w:w="7792" w:type="dxa"/>
            <w:shd w:val="clear" w:color="auto" w:fill="auto"/>
          </w:tcPr>
          <w:p w14:paraId="76870579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</w:rPr>
            </w:pPr>
            <w:r w:rsidRPr="00BD6FEE">
              <w:rPr>
                <w:rFonts w:ascii="Open Sans" w:hAnsi="Open Sans" w:cs="Open Sans"/>
                <w:szCs w:val="21"/>
              </w:rPr>
              <w:t>……</w:t>
            </w:r>
          </w:p>
        </w:tc>
        <w:tc>
          <w:tcPr>
            <w:tcW w:w="330" w:type="dxa"/>
          </w:tcPr>
          <w:p w14:paraId="34E9F0D6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</w:rPr>
            </w:pPr>
          </w:p>
        </w:tc>
        <w:tc>
          <w:tcPr>
            <w:tcW w:w="330" w:type="dxa"/>
          </w:tcPr>
          <w:p w14:paraId="0DC92194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</w:rPr>
            </w:pPr>
          </w:p>
        </w:tc>
        <w:tc>
          <w:tcPr>
            <w:tcW w:w="330" w:type="dxa"/>
          </w:tcPr>
          <w:p w14:paraId="7819EA74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</w:rPr>
            </w:pPr>
          </w:p>
        </w:tc>
        <w:tc>
          <w:tcPr>
            <w:tcW w:w="335" w:type="dxa"/>
          </w:tcPr>
          <w:p w14:paraId="15444D1E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</w:rPr>
            </w:pPr>
          </w:p>
        </w:tc>
      </w:tr>
    </w:tbl>
    <w:p w14:paraId="1302F3BC" w14:textId="77777777" w:rsidR="00CF0814" w:rsidRPr="00BD6FEE" w:rsidRDefault="00CF0814" w:rsidP="00CF0814">
      <w:pPr>
        <w:rPr>
          <w:rFonts w:ascii="Open Sans" w:hAnsi="Open Sans" w:cs="Open Sans"/>
          <w:szCs w:val="21"/>
        </w:rPr>
      </w:pPr>
    </w:p>
    <w:p w14:paraId="734D3C59" w14:textId="77777777" w:rsidR="00CF0814" w:rsidRPr="00BD6FEE" w:rsidRDefault="00CF0814" w:rsidP="00CF0814">
      <w:pPr>
        <w:rPr>
          <w:rFonts w:ascii="Open Sans" w:hAnsi="Open Sans" w:cs="Open Sans"/>
          <w:szCs w:val="21"/>
        </w:rPr>
      </w:pPr>
    </w:p>
    <w:p w14:paraId="7511265A" w14:textId="77777777" w:rsidR="00CF0814" w:rsidRPr="00BD6FEE" w:rsidRDefault="00CF0814" w:rsidP="00CF0814">
      <w:pPr>
        <w:rPr>
          <w:rFonts w:ascii="Open Sans" w:hAnsi="Open Sans" w:cs="Open Sans"/>
          <w:szCs w:val="21"/>
        </w:rPr>
      </w:pPr>
      <w:r w:rsidRPr="00BD6FEE">
        <w:rPr>
          <w:rFonts w:ascii="Open Sans" w:hAnsi="Open Sans" w:cs="Open Sans"/>
          <w:szCs w:val="21"/>
        </w:rPr>
        <w:t>Wat vindt u positief aan de student?</w:t>
      </w:r>
    </w:p>
    <w:p w14:paraId="2DF94CFF" w14:textId="77777777" w:rsidR="00CF0814" w:rsidRPr="00BD6FEE" w:rsidRDefault="00CF0814" w:rsidP="00CF0814">
      <w:pPr>
        <w:rPr>
          <w:rFonts w:ascii="Open Sans" w:hAnsi="Open Sans" w:cs="Open Sans"/>
          <w:szCs w:val="21"/>
        </w:rPr>
      </w:pPr>
    </w:p>
    <w:p w14:paraId="4CC091A9" w14:textId="39A01CD7" w:rsidR="00CF0814" w:rsidRPr="00BD6FEE" w:rsidRDefault="00CF0814" w:rsidP="00CF0814">
      <w:pPr>
        <w:rPr>
          <w:rFonts w:ascii="Open Sans" w:hAnsi="Open Sans" w:cs="Open Sans"/>
          <w:szCs w:val="21"/>
        </w:rPr>
      </w:pPr>
      <w:r w:rsidRPr="00BD6FEE">
        <w:rPr>
          <w:rFonts w:ascii="Open Sans" w:hAnsi="Open Sans" w:cs="Open Sans"/>
          <w:szCs w:val="21"/>
        </w:rPr>
        <w:t>Wat zou u deze student nog als advies mee willen geven?</w:t>
      </w:r>
    </w:p>
    <w:p w14:paraId="12A0DD02" w14:textId="77777777" w:rsidR="00CF0814" w:rsidRPr="00BD6FEE" w:rsidRDefault="00CF0814" w:rsidP="00CF0814">
      <w:pPr>
        <w:rPr>
          <w:rFonts w:ascii="Open Sans" w:hAnsi="Open Sans" w:cs="Open Sans"/>
          <w:szCs w:val="21"/>
        </w:rPr>
      </w:pPr>
    </w:p>
    <w:p w14:paraId="074BF647" w14:textId="77777777" w:rsidR="00CF0814" w:rsidRPr="00BD6FEE" w:rsidRDefault="00CF0814" w:rsidP="00CF0814">
      <w:pPr>
        <w:rPr>
          <w:rFonts w:ascii="Open Sans" w:hAnsi="Open Sans" w:cs="Open Sans"/>
          <w:szCs w:val="21"/>
        </w:rPr>
      </w:pPr>
    </w:p>
    <w:p w14:paraId="0833BE57" w14:textId="77777777" w:rsidR="00CF0814" w:rsidRPr="00BD6FEE" w:rsidRDefault="00CF0814" w:rsidP="00CF0814">
      <w:pPr>
        <w:rPr>
          <w:rFonts w:ascii="Open Sans" w:hAnsi="Open Sans" w:cs="Open Sans"/>
          <w:szCs w:val="21"/>
        </w:rPr>
      </w:pPr>
      <w:r w:rsidRPr="00BD6FEE">
        <w:rPr>
          <w:rFonts w:ascii="Open Sans" w:hAnsi="Open Sans" w:cs="Open Sans"/>
          <w:szCs w:val="21"/>
        </w:rPr>
        <w:t>Ingevuld door</w:t>
      </w:r>
      <w:r w:rsidRPr="00BD6FEE">
        <w:rPr>
          <w:rFonts w:ascii="Open Sans" w:hAnsi="Open Sans" w:cs="Open Sans"/>
          <w:szCs w:val="21"/>
        </w:rPr>
        <w:tab/>
        <w:t>:</w:t>
      </w:r>
    </w:p>
    <w:p w14:paraId="2A04DDD2" w14:textId="77777777" w:rsidR="00CF0814" w:rsidRPr="00BD6FEE" w:rsidRDefault="00CF0814" w:rsidP="00CF0814">
      <w:pPr>
        <w:rPr>
          <w:rFonts w:ascii="Open Sans" w:hAnsi="Open Sans" w:cs="Open Sans"/>
          <w:szCs w:val="21"/>
        </w:rPr>
      </w:pPr>
    </w:p>
    <w:p w14:paraId="17BE967C" w14:textId="77777777" w:rsidR="00CF0814" w:rsidRPr="00BD6FEE" w:rsidRDefault="00CF0814" w:rsidP="00CF0814">
      <w:pPr>
        <w:rPr>
          <w:rFonts w:ascii="Open Sans" w:hAnsi="Open Sans" w:cs="Open Sans"/>
          <w:szCs w:val="21"/>
        </w:rPr>
      </w:pPr>
      <w:r w:rsidRPr="00BD6FEE">
        <w:rPr>
          <w:rFonts w:ascii="Open Sans" w:hAnsi="Open Sans" w:cs="Open Sans"/>
          <w:szCs w:val="21"/>
        </w:rPr>
        <w:t>Naam</w:t>
      </w:r>
      <w:r w:rsidRPr="00BD6FEE">
        <w:rPr>
          <w:rFonts w:ascii="Open Sans" w:hAnsi="Open Sans" w:cs="Open Sans"/>
          <w:szCs w:val="21"/>
        </w:rPr>
        <w:tab/>
      </w:r>
      <w:r w:rsidRPr="00BD6FEE">
        <w:rPr>
          <w:rFonts w:ascii="Open Sans" w:hAnsi="Open Sans" w:cs="Open Sans"/>
          <w:szCs w:val="21"/>
        </w:rPr>
        <w:tab/>
        <w:t>:</w:t>
      </w:r>
    </w:p>
    <w:p w14:paraId="60951190" w14:textId="77777777" w:rsidR="00CF0814" w:rsidRPr="00BD6FEE" w:rsidRDefault="00CF0814" w:rsidP="00CF0814">
      <w:pPr>
        <w:rPr>
          <w:rFonts w:ascii="Open Sans" w:hAnsi="Open Sans" w:cs="Open Sans"/>
          <w:szCs w:val="21"/>
        </w:rPr>
      </w:pPr>
    </w:p>
    <w:p w14:paraId="51CF9EAC" w14:textId="77777777" w:rsidR="00CF0814" w:rsidRPr="00BD6FEE" w:rsidRDefault="00CF0814" w:rsidP="00CF0814">
      <w:pPr>
        <w:rPr>
          <w:rFonts w:ascii="Open Sans" w:hAnsi="Open Sans" w:cs="Open Sans"/>
          <w:szCs w:val="21"/>
        </w:rPr>
      </w:pPr>
      <w:r w:rsidRPr="00BD6FEE">
        <w:rPr>
          <w:rFonts w:ascii="Open Sans" w:hAnsi="Open Sans" w:cs="Open Sans"/>
          <w:szCs w:val="21"/>
        </w:rPr>
        <w:t>Handtekening</w:t>
      </w:r>
      <w:r w:rsidRPr="00BD6FEE">
        <w:rPr>
          <w:rFonts w:ascii="Open Sans" w:hAnsi="Open Sans" w:cs="Open Sans"/>
          <w:szCs w:val="21"/>
        </w:rPr>
        <w:tab/>
        <w:t>:</w:t>
      </w:r>
    </w:p>
    <w:p w14:paraId="1B679A5C" w14:textId="77777777" w:rsidR="00CF0814" w:rsidRPr="00BD6FEE" w:rsidRDefault="00CF0814" w:rsidP="00CF0814">
      <w:pPr>
        <w:rPr>
          <w:rFonts w:ascii="Open Sans" w:hAnsi="Open Sans" w:cs="Open Sans"/>
          <w:szCs w:val="21"/>
        </w:rPr>
      </w:pPr>
    </w:p>
    <w:p w14:paraId="709974E4" w14:textId="77777777" w:rsidR="00CF0814" w:rsidRPr="00BD6FEE" w:rsidRDefault="00CF0814" w:rsidP="00CF0814">
      <w:pPr>
        <w:rPr>
          <w:rFonts w:ascii="Open Sans" w:hAnsi="Open Sans" w:cs="Open Sans"/>
          <w:szCs w:val="21"/>
        </w:rPr>
      </w:pPr>
      <w:r w:rsidRPr="00BD6FEE">
        <w:rPr>
          <w:rFonts w:ascii="Open Sans" w:hAnsi="Open Sans" w:cs="Open Sans"/>
          <w:szCs w:val="21"/>
        </w:rPr>
        <w:t>Datum</w:t>
      </w:r>
      <w:r w:rsidRPr="00BD6FEE">
        <w:rPr>
          <w:rFonts w:ascii="Open Sans" w:hAnsi="Open Sans" w:cs="Open Sans"/>
          <w:szCs w:val="21"/>
        </w:rPr>
        <w:tab/>
      </w:r>
      <w:r w:rsidRPr="00BD6FEE">
        <w:rPr>
          <w:rFonts w:ascii="Open Sans" w:hAnsi="Open Sans" w:cs="Open Sans"/>
          <w:szCs w:val="21"/>
        </w:rPr>
        <w:tab/>
        <w:t>:</w:t>
      </w:r>
    </w:p>
    <w:p w14:paraId="36C784DD" w14:textId="77777777" w:rsidR="00CF0814" w:rsidRPr="00BD6FEE" w:rsidRDefault="00CF0814" w:rsidP="00CF0814">
      <w:pPr>
        <w:rPr>
          <w:rFonts w:ascii="Open Sans" w:hAnsi="Open Sans" w:cs="Open Sans"/>
          <w:szCs w:val="21"/>
        </w:rPr>
      </w:pPr>
    </w:p>
    <w:p w14:paraId="1F40E60F" w14:textId="77777777" w:rsidR="00CF0814" w:rsidRPr="00BD6FEE" w:rsidRDefault="00CF0814" w:rsidP="00CF0814">
      <w:pPr>
        <w:rPr>
          <w:rFonts w:ascii="Open Sans" w:hAnsi="Open Sans" w:cs="Open Sans"/>
          <w:szCs w:val="21"/>
        </w:rPr>
      </w:pPr>
      <w:r w:rsidRPr="00BD6FEE">
        <w:rPr>
          <w:rFonts w:ascii="Open Sans" w:hAnsi="Open Sans" w:cs="Open Sans"/>
          <w:szCs w:val="21"/>
        </w:rPr>
        <w:t>School</w:t>
      </w:r>
      <w:r w:rsidRPr="00BD6FEE">
        <w:rPr>
          <w:rFonts w:ascii="Open Sans" w:hAnsi="Open Sans" w:cs="Open Sans"/>
          <w:szCs w:val="21"/>
        </w:rPr>
        <w:tab/>
      </w:r>
      <w:r w:rsidRPr="00BD6FEE">
        <w:rPr>
          <w:rFonts w:ascii="Open Sans" w:hAnsi="Open Sans" w:cs="Open Sans"/>
          <w:szCs w:val="21"/>
        </w:rPr>
        <w:tab/>
        <w:t xml:space="preserve">: </w:t>
      </w:r>
    </w:p>
    <w:p w14:paraId="4B348D81" w14:textId="39EE96E5" w:rsidR="00D21951" w:rsidRPr="00BD6FEE" w:rsidRDefault="00D21951" w:rsidP="000E0F19">
      <w:pPr>
        <w:spacing w:line="276" w:lineRule="auto"/>
        <w:rPr>
          <w:rFonts w:ascii="Open Sans" w:hAnsi="Open Sans" w:cs="Open Sans"/>
          <w:b/>
          <w:szCs w:val="21"/>
          <w:lang w:eastAsia="nl-NL"/>
        </w:rPr>
      </w:pPr>
      <w:bookmarkStart w:id="3" w:name="_GoBack"/>
      <w:bookmarkEnd w:id="2"/>
      <w:bookmarkEnd w:id="3"/>
    </w:p>
    <w:bookmarkEnd w:id="0"/>
    <w:sectPr w:rsidR="00D21951" w:rsidRPr="00BD6FEE" w:rsidSect="00B0759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7AF247" w14:textId="77777777" w:rsidR="00890FBF" w:rsidRDefault="00890FBF" w:rsidP="006005B1">
      <w:r>
        <w:separator/>
      </w:r>
    </w:p>
  </w:endnote>
  <w:endnote w:type="continuationSeparator" w:id="0">
    <w:p w14:paraId="5FDF795D" w14:textId="77777777" w:rsidR="00890FBF" w:rsidRDefault="00890FBF" w:rsidP="00600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Open Sans">
    <w:altName w:val="Cambri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29622032"/>
      <w:docPartObj>
        <w:docPartGallery w:val="Page Numbers (Bottom of Page)"/>
        <w:docPartUnique/>
      </w:docPartObj>
    </w:sdtPr>
    <w:sdtEndPr/>
    <w:sdtContent>
      <w:p w14:paraId="3B50F95E" w14:textId="6C487773" w:rsidR="00890FBF" w:rsidRDefault="00890FBF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759C">
          <w:rPr>
            <w:noProof/>
          </w:rPr>
          <w:t>2</w:t>
        </w:r>
        <w:r>
          <w:fldChar w:fldCharType="end"/>
        </w:r>
      </w:p>
    </w:sdtContent>
  </w:sdt>
  <w:p w14:paraId="2C7B6ECE" w14:textId="77777777" w:rsidR="00890FBF" w:rsidRDefault="00890FB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E38E31" w14:textId="77777777" w:rsidR="00890FBF" w:rsidRDefault="00890FBF" w:rsidP="006005B1">
      <w:r>
        <w:separator/>
      </w:r>
    </w:p>
  </w:footnote>
  <w:footnote w:type="continuationSeparator" w:id="0">
    <w:p w14:paraId="6614B761" w14:textId="77777777" w:rsidR="00890FBF" w:rsidRDefault="00890FBF" w:rsidP="006005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11602"/>
    <w:multiLevelType w:val="hybridMultilevel"/>
    <w:tmpl w:val="243C956C"/>
    <w:lvl w:ilvl="0" w:tplc="78806910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A0068"/>
    <w:multiLevelType w:val="hybridMultilevel"/>
    <w:tmpl w:val="958247F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C05C1"/>
    <w:multiLevelType w:val="multilevel"/>
    <w:tmpl w:val="FCE8105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mic Sans M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mic Sans M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mic Sans M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DC6D31"/>
    <w:multiLevelType w:val="hybridMultilevel"/>
    <w:tmpl w:val="86784AE0"/>
    <w:lvl w:ilvl="0" w:tplc="648A946A">
      <w:start w:val="4"/>
      <w:numFmt w:val="bullet"/>
      <w:lvlText w:val="-"/>
      <w:lvlJc w:val="left"/>
      <w:pPr>
        <w:ind w:left="720" w:hanging="360"/>
      </w:pPr>
      <w:rPr>
        <w:rFonts w:ascii="Open Sans" w:eastAsia="Calibri" w:hAnsi="Open Sans" w:cs="Open San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CF66B3"/>
    <w:multiLevelType w:val="hybridMultilevel"/>
    <w:tmpl w:val="4D0AED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2D1704"/>
    <w:multiLevelType w:val="multilevel"/>
    <w:tmpl w:val="FCE8105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mic Sans M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mic Sans M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mic Sans M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AAC0D33"/>
    <w:multiLevelType w:val="hybridMultilevel"/>
    <w:tmpl w:val="238E5A6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9741DA"/>
    <w:multiLevelType w:val="multilevel"/>
    <w:tmpl w:val="F5A43F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072" w:hanging="504"/>
      </w:pPr>
      <w:rPr>
        <w:b/>
        <w:color w:val="00B0F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D1B6612"/>
    <w:multiLevelType w:val="hybridMultilevel"/>
    <w:tmpl w:val="3E30268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AF64A5"/>
    <w:multiLevelType w:val="hybridMultilevel"/>
    <w:tmpl w:val="ADD69DA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FCF2F0D"/>
    <w:multiLevelType w:val="hybridMultilevel"/>
    <w:tmpl w:val="7FD6A87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08036B"/>
    <w:multiLevelType w:val="hybridMultilevel"/>
    <w:tmpl w:val="B1AA5A5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267251B"/>
    <w:multiLevelType w:val="hybridMultilevel"/>
    <w:tmpl w:val="ED6AB726"/>
    <w:lvl w:ilvl="0" w:tplc="C04A7460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456C48"/>
    <w:multiLevelType w:val="hybridMultilevel"/>
    <w:tmpl w:val="8AFED1A2"/>
    <w:lvl w:ilvl="0" w:tplc="0413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3460BDE"/>
    <w:multiLevelType w:val="hybridMultilevel"/>
    <w:tmpl w:val="DA22DD4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49B306E"/>
    <w:multiLevelType w:val="hybridMultilevel"/>
    <w:tmpl w:val="3BA6D0D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4B21E82"/>
    <w:multiLevelType w:val="hybridMultilevel"/>
    <w:tmpl w:val="BBC06A64"/>
    <w:lvl w:ilvl="0" w:tplc="BC00FAE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805F99"/>
    <w:multiLevelType w:val="hybridMultilevel"/>
    <w:tmpl w:val="7AD4AE9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6B2587F"/>
    <w:multiLevelType w:val="hybridMultilevel"/>
    <w:tmpl w:val="A0520AD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6FE3737"/>
    <w:multiLevelType w:val="hybridMultilevel"/>
    <w:tmpl w:val="FBD0F596"/>
    <w:lvl w:ilvl="0" w:tplc="81E0F8D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CFE7F2A"/>
    <w:multiLevelType w:val="multilevel"/>
    <w:tmpl w:val="7832B7C8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1D057E5B"/>
    <w:multiLevelType w:val="hybridMultilevel"/>
    <w:tmpl w:val="5B6255F4"/>
    <w:lvl w:ilvl="0" w:tplc="0413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04C4399"/>
    <w:multiLevelType w:val="hybridMultilevel"/>
    <w:tmpl w:val="2278CE64"/>
    <w:lvl w:ilvl="0" w:tplc="0413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2863134"/>
    <w:multiLevelType w:val="hybridMultilevel"/>
    <w:tmpl w:val="C066B3A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32C15C9"/>
    <w:multiLevelType w:val="multilevel"/>
    <w:tmpl w:val="ED765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41F7DDB"/>
    <w:multiLevelType w:val="multilevel"/>
    <w:tmpl w:val="1C707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6A23DA5"/>
    <w:multiLevelType w:val="hybridMultilevel"/>
    <w:tmpl w:val="238AD490"/>
    <w:lvl w:ilvl="0" w:tplc="50AA090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F810E4"/>
    <w:multiLevelType w:val="hybridMultilevel"/>
    <w:tmpl w:val="4160815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81B576D"/>
    <w:multiLevelType w:val="hybridMultilevel"/>
    <w:tmpl w:val="283ABC70"/>
    <w:lvl w:ilvl="0" w:tplc="557A9E52">
      <w:numFmt w:val="bullet"/>
      <w:lvlText w:val="-"/>
      <w:lvlJc w:val="left"/>
      <w:pPr>
        <w:ind w:left="68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40" w:hanging="360"/>
      </w:pPr>
      <w:rPr>
        <w:rFonts w:ascii="Wingdings" w:hAnsi="Wingdings" w:hint="default"/>
      </w:rPr>
    </w:lvl>
  </w:abstractNum>
  <w:abstractNum w:abstractNumId="29" w15:restartNumberingAfterBreak="0">
    <w:nsid w:val="289803F9"/>
    <w:multiLevelType w:val="hybridMultilevel"/>
    <w:tmpl w:val="228E29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C0B4DD4"/>
    <w:multiLevelType w:val="hybridMultilevel"/>
    <w:tmpl w:val="13784C46"/>
    <w:lvl w:ilvl="0" w:tplc="0413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1" w15:restartNumberingAfterBreak="0">
    <w:nsid w:val="2E040276"/>
    <w:multiLevelType w:val="hybridMultilevel"/>
    <w:tmpl w:val="5576DFD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F697A29"/>
    <w:multiLevelType w:val="hybridMultilevel"/>
    <w:tmpl w:val="B404A7FA"/>
    <w:lvl w:ilvl="0" w:tplc="B44EBDB0">
      <w:start w:val="1"/>
      <w:numFmt w:val="decimal"/>
      <w:lvlText w:val="%1."/>
      <w:lvlJc w:val="left"/>
      <w:pPr>
        <w:ind w:left="720" w:hanging="360"/>
      </w:pPr>
      <w:rPr>
        <w:rFonts w:ascii="Open Sans" w:eastAsia="SimSun" w:hAnsi="Open Sans" w:cs="Open Sans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1AA14BA"/>
    <w:multiLevelType w:val="hybridMultilevel"/>
    <w:tmpl w:val="D4D6D56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32729EE"/>
    <w:multiLevelType w:val="hybridMultilevel"/>
    <w:tmpl w:val="7BC222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47F1BD3"/>
    <w:multiLevelType w:val="hybridMultilevel"/>
    <w:tmpl w:val="32AEC452"/>
    <w:lvl w:ilvl="0" w:tplc="C04A7460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5AA0A4F"/>
    <w:multiLevelType w:val="hybridMultilevel"/>
    <w:tmpl w:val="2E08429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73E74BA"/>
    <w:multiLevelType w:val="hybridMultilevel"/>
    <w:tmpl w:val="118C690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D1756F0"/>
    <w:multiLevelType w:val="multilevel"/>
    <w:tmpl w:val="727216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3F8D4F96"/>
    <w:multiLevelType w:val="hybridMultilevel"/>
    <w:tmpl w:val="CC3233D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07A55DE"/>
    <w:multiLevelType w:val="hybridMultilevel"/>
    <w:tmpl w:val="D0E0B33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3170FD0"/>
    <w:multiLevelType w:val="hybridMultilevel"/>
    <w:tmpl w:val="C778C62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4036BE0"/>
    <w:multiLevelType w:val="hybridMultilevel"/>
    <w:tmpl w:val="9078C21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40B0AC1"/>
    <w:multiLevelType w:val="hybridMultilevel"/>
    <w:tmpl w:val="C00C1B8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7067BAB"/>
    <w:multiLevelType w:val="hybridMultilevel"/>
    <w:tmpl w:val="5808BD9A"/>
    <w:lvl w:ilvl="0" w:tplc="3488C9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9A03AFC"/>
    <w:multiLevelType w:val="hybridMultilevel"/>
    <w:tmpl w:val="2E04ACE4"/>
    <w:lvl w:ilvl="0" w:tplc="648A946A">
      <w:start w:val="4"/>
      <w:numFmt w:val="bullet"/>
      <w:lvlText w:val="-"/>
      <w:lvlJc w:val="left"/>
      <w:pPr>
        <w:ind w:left="720" w:hanging="360"/>
      </w:pPr>
      <w:rPr>
        <w:rFonts w:ascii="Open Sans" w:eastAsia="Calibri" w:hAnsi="Open Sans" w:cs="Open San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A0852A8"/>
    <w:multiLevelType w:val="hybridMultilevel"/>
    <w:tmpl w:val="5AD632BC"/>
    <w:lvl w:ilvl="0" w:tplc="041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4B540BD9"/>
    <w:multiLevelType w:val="hybridMultilevel"/>
    <w:tmpl w:val="FC2E3DAE"/>
    <w:lvl w:ilvl="0" w:tplc="C29E9A10">
      <w:start w:val="1"/>
      <w:numFmt w:val="bullet"/>
      <w:lvlText w:val="-"/>
      <w:lvlJc w:val="left"/>
      <w:pPr>
        <w:ind w:left="1440" w:hanging="360"/>
      </w:pPr>
      <w:rPr>
        <w:rFonts w:ascii="Open Sans" w:eastAsia="Calibri" w:hAnsi="Open Sans" w:cs="Open Sans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4B763D44"/>
    <w:multiLevelType w:val="hybridMultilevel"/>
    <w:tmpl w:val="15826A1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4B95558A"/>
    <w:multiLevelType w:val="multilevel"/>
    <w:tmpl w:val="26CCC1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  <w:color w:val="auto"/>
      </w:rPr>
    </w:lvl>
  </w:abstractNum>
  <w:abstractNum w:abstractNumId="50" w15:restartNumberingAfterBreak="0">
    <w:nsid w:val="4C3C515B"/>
    <w:multiLevelType w:val="hybridMultilevel"/>
    <w:tmpl w:val="B55E662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4E183E31"/>
    <w:multiLevelType w:val="hybridMultilevel"/>
    <w:tmpl w:val="E3282312"/>
    <w:lvl w:ilvl="0" w:tplc="C04A7460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02C5E7B"/>
    <w:multiLevelType w:val="hybridMultilevel"/>
    <w:tmpl w:val="E1BEEF9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231745B"/>
    <w:multiLevelType w:val="hybridMultilevel"/>
    <w:tmpl w:val="26F2593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564159B"/>
    <w:multiLevelType w:val="hybridMultilevel"/>
    <w:tmpl w:val="090EA3C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59F7C9C"/>
    <w:multiLevelType w:val="hybridMultilevel"/>
    <w:tmpl w:val="6DD87C3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5FC684E"/>
    <w:multiLevelType w:val="hybridMultilevel"/>
    <w:tmpl w:val="D61470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6496903"/>
    <w:multiLevelType w:val="hybridMultilevel"/>
    <w:tmpl w:val="DB5A93B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57244F4D"/>
    <w:multiLevelType w:val="hybridMultilevel"/>
    <w:tmpl w:val="FBD6F49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7A64DFE"/>
    <w:multiLevelType w:val="hybridMultilevel"/>
    <w:tmpl w:val="C3CAC4E4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DBC2F3F"/>
    <w:multiLevelType w:val="hybridMultilevel"/>
    <w:tmpl w:val="A678D6E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66E467E"/>
    <w:multiLevelType w:val="hybridMultilevel"/>
    <w:tmpl w:val="F85ED640"/>
    <w:lvl w:ilvl="0" w:tplc="C04A7460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8F42622"/>
    <w:multiLevelType w:val="hybridMultilevel"/>
    <w:tmpl w:val="30DE1E7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96224FC"/>
    <w:multiLevelType w:val="hybridMultilevel"/>
    <w:tmpl w:val="44526A4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9DC7015"/>
    <w:multiLevelType w:val="hybridMultilevel"/>
    <w:tmpl w:val="3A78800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A2C71D9"/>
    <w:multiLevelType w:val="multilevel"/>
    <w:tmpl w:val="D1BCB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5"/>
      <w:numFmt w:val="decimal"/>
      <w:isLgl/>
      <w:lvlText w:val="%1.%2.%3"/>
      <w:lvlJc w:val="left"/>
      <w:pPr>
        <w:ind w:left="1080" w:hanging="720"/>
      </w:pPr>
      <w:rPr>
        <w:rFonts w:hint="default"/>
        <w:color w:val="0070C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6" w15:restartNumberingAfterBreak="0">
    <w:nsid w:val="6A38351C"/>
    <w:multiLevelType w:val="hybridMultilevel"/>
    <w:tmpl w:val="705CD17A"/>
    <w:lvl w:ilvl="0" w:tplc="1C0C6E56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B090BD5"/>
    <w:multiLevelType w:val="hybridMultilevel"/>
    <w:tmpl w:val="4ED2299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DAD46B9"/>
    <w:multiLevelType w:val="hybridMultilevel"/>
    <w:tmpl w:val="32626B66"/>
    <w:lvl w:ilvl="0" w:tplc="0413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9" w15:restartNumberingAfterBreak="0">
    <w:nsid w:val="6EE9398B"/>
    <w:multiLevelType w:val="hybridMultilevel"/>
    <w:tmpl w:val="FDAA296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6F4E4992"/>
    <w:multiLevelType w:val="multilevel"/>
    <w:tmpl w:val="25B4E6FC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4" w:hanging="4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1" w15:restartNumberingAfterBreak="0">
    <w:nsid w:val="6FBF2F13"/>
    <w:multiLevelType w:val="multilevel"/>
    <w:tmpl w:val="7DEE799C"/>
    <w:lvl w:ilvl="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1">
      <w:numFmt w:val="decimal"/>
      <w:lvlText w:val="%2"/>
      <w:lvlJc w:val="left"/>
      <w:pPr>
        <w:ind w:left="360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709E1EEC"/>
    <w:multiLevelType w:val="multilevel"/>
    <w:tmpl w:val="219A77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3" w15:restartNumberingAfterBreak="0">
    <w:nsid w:val="71D546F5"/>
    <w:multiLevelType w:val="hybridMultilevel"/>
    <w:tmpl w:val="F578C19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2991DB6"/>
    <w:multiLevelType w:val="hybridMultilevel"/>
    <w:tmpl w:val="00424EE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73D802A8"/>
    <w:multiLevelType w:val="hybridMultilevel"/>
    <w:tmpl w:val="3BE66BE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75BA4230"/>
    <w:multiLevelType w:val="hybridMultilevel"/>
    <w:tmpl w:val="CE58C52C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7" w15:restartNumberingAfterBreak="0">
    <w:nsid w:val="76BD0A7C"/>
    <w:multiLevelType w:val="hybridMultilevel"/>
    <w:tmpl w:val="782CA48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97A18BB"/>
    <w:multiLevelType w:val="hybridMultilevel"/>
    <w:tmpl w:val="1F1E4B40"/>
    <w:lvl w:ilvl="0" w:tplc="28964D6E">
      <w:start w:val="1"/>
      <w:numFmt w:val="decimal"/>
      <w:lvlText w:val="%1."/>
      <w:lvlJc w:val="left"/>
      <w:pPr>
        <w:ind w:left="1080" w:hanging="360"/>
      </w:pPr>
      <w:rPr>
        <w:rFonts w:ascii="Open Sans" w:eastAsia="Calibri" w:hAnsi="Open Sans" w:cs="Open Sans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9" w15:restartNumberingAfterBreak="0">
    <w:nsid w:val="79C430B2"/>
    <w:multiLevelType w:val="hybridMultilevel"/>
    <w:tmpl w:val="88BC284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 w15:restartNumberingAfterBreak="0">
    <w:nsid w:val="7A38033B"/>
    <w:multiLevelType w:val="hybridMultilevel"/>
    <w:tmpl w:val="5FBAF99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7B5B2258"/>
    <w:multiLevelType w:val="hybridMultilevel"/>
    <w:tmpl w:val="949A416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C8A00B7"/>
    <w:multiLevelType w:val="hybridMultilevel"/>
    <w:tmpl w:val="63005420"/>
    <w:lvl w:ilvl="0" w:tplc="D80C01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7F774E67"/>
    <w:multiLevelType w:val="hybridMultilevel"/>
    <w:tmpl w:val="3476F51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29"/>
  </w:num>
  <w:num w:numId="3">
    <w:abstractNumId w:val="80"/>
  </w:num>
  <w:num w:numId="4">
    <w:abstractNumId w:val="72"/>
  </w:num>
  <w:num w:numId="5">
    <w:abstractNumId w:val="53"/>
  </w:num>
  <w:num w:numId="6">
    <w:abstractNumId w:val="46"/>
  </w:num>
  <w:num w:numId="7">
    <w:abstractNumId w:val="56"/>
  </w:num>
  <w:num w:numId="8">
    <w:abstractNumId w:val="67"/>
  </w:num>
  <w:num w:numId="9">
    <w:abstractNumId w:val="50"/>
  </w:num>
  <w:num w:numId="10">
    <w:abstractNumId w:val="13"/>
  </w:num>
  <w:num w:numId="11">
    <w:abstractNumId w:val="22"/>
  </w:num>
  <w:num w:numId="12">
    <w:abstractNumId w:val="21"/>
  </w:num>
  <w:num w:numId="13">
    <w:abstractNumId w:val="26"/>
  </w:num>
  <w:num w:numId="14">
    <w:abstractNumId w:val="73"/>
  </w:num>
  <w:num w:numId="15">
    <w:abstractNumId w:val="54"/>
  </w:num>
  <w:num w:numId="16">
    <w:abstractNumId w:val="40"/>
  </w:num>
  <w:num w:numId="17">
    <w:abstractNumId w:val="76"/>
  </w:num>
  <w:num w:numId="18">
    <w:abstractNumId w:val="83"/>
  </w:num>
  <w:num w:numId="19">
    <w:abstractNumId w:val="25"/>
  </w:num>
  <w:num w:numId="20">
    <w:abstractNumId w:val="57"/>
  </w:num>
  <w:num w:numId="21">
    <w:abstractNumId w:val="41"/>
  </w:num>
  <w:num w:numId="22">
    <w:abstractNumId w:val="11"/>
  </w:num>
  <w:num w:numId="23">
    <w:abstractNumId w:val="9"/>
  </w:num>
  <w:num w:numId="24">
    <w:abstractNumId w:val="17"/>
  </w:num>
  <w:num w:numId="25">
    <w:abstractNumId w:val="49"/>
  </w:num>
  <w:num w:numId="26">
    <w:abstractNumId w:val="70"/>
  </w:num>
  <w:num w:numId="27">
    <w:abstractNumId w:val="7"/>
  </w:num>
  <w:num w:numId="28">
    <w:abstractNumId w:val="28"/>
  </w:num>
  <w:num w:numId="29">
    <w:abstractNumId w:val="20"/>
  </w:num>
  <w:num w:numId="30">
    <w:abstractNumId w:val="34"/>
  </w:num>
  <w:num w:numId="31">
    <w:abstractNumId w:val="23"/>
  </w:num>
  <w:num w:numId="32">
    <w:abstractNumId w:val="64"/>
  </w:num>
  <w:num w:numId="33">
    <w:abstractNumId w:val="63"/>
  </w:num>
  <w:num w:numId="34">
    <w:abstractNumId w:val="4"/>
  </w:num>
  <w:num w:numId="35">
    <w:abstractNumId w:val="74"/>
  </w:num>
  <w:num w:numId="36">
    <w:abstractNumId w:val="60"/>
  </w:num>
  <w:num w:numId="37">
    <w:abstractNumId w:val="48"/>
  </w:num>
  <w:num w:numId="38">
    <w:abstractNumId w:val="37"/>
  </w:num>
  <w:num w:numId="39">
    <w:abstractNumId w:val="52"/>
  </w:num>
  <w:num w:numId="40">
    <w:abstractNumId w:val="33"/>
  </w:num>
  <w:num w:numId="41">
    <w:abstractNumId w:val="58"/>
  </w:num>
  <w:num w:numId="42">
    <w:abstractNumId w:val="39"/>
  </w:num>
  <w:num w:numId="43">
    <w:abstractNumId w:val="51"/>
  </w:num>
  <w:num w:numId="44">
    <w:abstractNumId w:val="35"/>
  </w:num>
  <w:num w:numId="45">
    <w:abstractNumId w:val="61"/>
  </w:num>
  <w:num w:numId="46">
    <w:abstractNumId w:val="12"/>
  </w:num>
  <w:num w:numId="47">
    <w:abstractNumId w:val="8"/>
  </w:num>
  <w:num w:numId="48">
    <w:abstractNumId w:val="15"/>
  </w:num>
  <w:num w:numId="49">
    <w:abstractNumId w:val="31"/>
  </w:num>
  <w:num w:numId="50">
    <w:abstractNumId w:val="81"/>
  </w:num>
  <w:num w:numId="51">
    <w:abstractNumId w:val="19"/>
  </w:num>
  <w:num w:numId="52">
    <w:abstractNumId w:val="55"/>
  </w:num>
  <w:num w:numId="53">
    <w:abstractNumId w:val="0"/>
  </w:num>
  <w:num w:numId="54">
    <w:abstractNumId w:val="66"/>
  </w:num>
  <w:num w:numId="55">
    <w:abstractNumId w:val="62"/>
  </w:num>
  <w:num w:numId="56">
    <w:abstractNumId w:val="10"/>
  </w:num>
  <w:num w:numId="57">
    <w:abstractNumId w:val="27"/>
  </w:num>
  <w:num w:numId="58">
    <w:abstractNumId w:val="75"/>
  </w:num>
  <w:num w:numId="59">
    <w:abstractNumId w:val="69"/>
  </w:num>
  <w:num w:numId="60">
    <w:abstractNumId w:val="6"/>
  </w:num>
  <w:num w:numId="61">
    <w:abstractNumId w:val="14"/>
  </w:num>
  <w:num w:numId="62">
    <w:abstractNumId w:val="2"/>
  </w:num>
  <w:num w:numId="63">
    <w:abstractNumId w:val="16"/>
  </w:num>
  <w:num w:numId="64">
    <w:abstractNumId w:val="43"/>
  </w:num>
  <w:num w:numId="65">
    <w:abstractNumId w:val="78"/>
  </w:num>
  <w:num w:numId="66">
    <w:abstractNumId w:val="47"/>
  </w:num>
  <w:num w:numId="67">
    <w:abstractNumId w:val="79"/>
  </w:num>
  <w:num w:numId="68">
    <w:abstractNumId w:val="30"/>
  </w:num>
  <w:num w:numId="69">
    <w:abstractNumId w:val="65"/>
  </w:num>
  <w:num w:numId="70">
    <w:abstractNumId w:val="1"/>
  </w:num>
  <w:num w:numId="71">
    <w:abstractNumId w:val="71"/>
  </w:num>
  <w:num w:numId="72">
    <w:abstractNumId w:val="24"/>
  </w:num>
  <w:num w:numId="73">
    <w:abstractNumId w:val="32"/>
  </w:num>
  <w:num w:numId="74">
    <w:abstractNumId w:val="36"/>
  </w:num>
  <w:num w:numId="75">
    <w:abstractNumId w:val="45"/>
  </w:num>
  <w:num w:numId="76">
    <w:abstractNumId w:val="42"/>
  </w:num>
  <w:num w:numId="77">
    <w:abstractNumId w:val="77"/>
  </w:num>
  <w:num w:numId="78">
    <w:abstractNumId w:val="38"/>
  </w:num>
  <w:num w:numId="79">
    <w:abstractNumId w:val="3"/>
  </w:num>
  <w:num w:numId="80">
    <w:abstractNumId w:val="18"/>
  </w:num>
  <w:num w:numId="81">
    <w:abstractNumId w:val="59"/>
  </w:num>
  <w:num w:numId="82">
    <w:abstractNumId w:val="82"/>
  </w:num>
  <w:num w:numId="83">
    <w:abstractNumId w:val="68"/>
  </w:num>
  <w:num w:numId="84">
    <w:abstractNumId w:val="5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5B1"/>
    <w:rsid w:val="00000343"/>
    <w:rsid w:val="000037AC"/>
    <w:rsid w:val="0000483E"/>
    <w:rsid w:val="0000544B"/>
    <w:rsid w:val="00005D61"/>
    <w:rsid w:val="000060FF"/>
    <w:rsid w:val="000068C3"/>
    <w:rsid w:val="0001053D"/>
    <w:rsid w:val="00011922"/>
    <w:rsid w:val="00015885"/>
    <w:rsid w:val="00015A7B"/>
    <w:rsid w:val="00021F91"/>
    <w:rsid w:val="00023E57"/>
    <w:rsid w:val="00027095"/>
    <w:rsid w:val="000319A3"/>
    <w:rsid w:val="00032091"/>
    <w:rsid w:val="0003509B"/>
    <w:rsid w:val="000373EA"/>
    <w:rsid w:val="00043859"/>
    <w:rsid w:val="0004473F"/>
    <w:rsid w:val="00045869"/>
    <w:rsid w:val="00050A9F"/>
    <w:rsid w:val="00053139"/>
    <w:rsid w:val="00054A3C"/>
    <w:rsid w:val="00057D4F"/>
    <w:rsid w:val="000608E4"/>
    <w:rsid w:val="00060A42"/>
    <w:rsid w:val="00060C1B"/>
    <w:rsid w:val="000611D6"/>
    <w:rsid w:val="000648CE"/>
    <w:rsid w:val="00064FE2"/>
    <w:rsid w:val="0006756D"/>
    <w:rsid w:val="00070DA5"/>
    <w:rsid w:val="0007105D"/>
    <w:rsid w:val="00077819"/>
    <w:rsid w:val="00086043"/>
    <w:rsid w:val="000900EA"/>
    <w:rsid w:val="00093F55"/>
    <w:rsid w:val="00096EB0"/>
    <w:rsid w:val="00097833"/>
    <w:rsid w:val="000A583E"/>
    <w:rsid w:val="000A5EC9"/>
    <w:rsid w:val="000A7748"/>
    <w:rsid w:val="000B0A79"/>
    <w:rsid w:val="000B1141"/>
    <w:rsid w:val="000B1DDF"/>
    <w:rsid w:val="000B3CC3"/>
    <w:rsid w:val="000B6E6D"/>
    <w:rsid w:val="000B7469"/>
    <w:rsid w:val="000B7F21"/>
    <w:rsid w:val="000C2032"/>
    <w:rsid w:val="000C29CC"/>
    <w:rsid w:val="000C3A6C"/>
    <w:rsid w:val="000D042D"/>
    <w:rsid w:val="000D2B2A"/>
    <w:rsid w:val="000D5BA8"/>
    <w:rsid w:val="000D6BD5"/>
    <w:rsid w:val="000D7111"/>
    <w:rsid w:val="000E0F19"/>
    <w:rsid w:val="000E1F14"/>
    <w:rsid w:val="000E28BE"/>
    <w:rsid w:val="000E2F53"/>
    <w:rsid w:val="000E4CB0"/>
    <w:rsid w:val="000F24D5"/>
    <w:rsid w:val="000F40FE"/>
    <w:rsid w:val="0010085F"/>
    <w:rsid w:val="00105287"/>
    <w:rsid w:val="001068A8"/>
    <w:rsid w:val="001108B5"/>
    <w:rsid w:val="00110DC4"/>
    <w:rsid w:val="001120AB"/>
    <w:rsid w:val="00113734"/>
    <w:rsid w:val="00113A01"/>
    <w:rsid w:val="00113A59"/>
    <w:rsid w:val="0012021B"/>
    <w:rsid w:val="001260A1"/>
    <w:rsid w:val="001312CE"/>
    <w:rsid w:val="001327A5"/>
    <w:rsid w:val="001355B8"/>
    <w:rsid w:val="00136B9A"/>
    <w:rsid w:val="00140408"/>
    <w:rsid w:val="00140595"/>
    <w:rsid w:val="001433E6"/>
    <w:rsid w:val="001438C8"/>
    <w:rsid w:val="00144A2F"/>
    <w:rsid w:val="001456FF"/>
    <w:rsid w:val="00145B93"/>
    <w:rsid w:val="001472FB"/>
    <w:rsid w:val="0015040E"/>
    <w:rsid w:val="00151024"/>
    <w:rsid w:val="00152929"/>
    <w:rsid w:val="00153345"/>
    <w:rsid w:val="00153719"/>
    <w:rsid w:val="0015520F"/>
    <w:rsid w:val="00155327"/>
    <w:rsid w:val="00156F11"/>
    <w:rsid w:val="0015705C"/>
    <w:rsid w:val="00162AFE"/>
    <w:rsid w:val="001657DB"/>
    <w:rsid w:val="001678D9"/>
    <w:rsid w:val="00170686"/>
    <w:rsid w:val="00170D84"/>
    <w:rsid w:val="00172249"/>
    <w:rsid w:val="00172FED"/>
    <w:rsid w:val="0017472E"/>
    <w:rsid w:val="00176A3B"/>
    <w:rsid w:val="001802F7"/>
    <w:rsid w:val="001816DC"/>
    <w:rsid w:val="0018552D"/>
    <w:rsid w:val="00187DAE"/>
    <w:rsid w:val="00191A17"/>
    <w:rsid w:val="0019207B"/>
    <w:rsid w:val="001936BC"/>
    <w:rsid w:val="001972F7"/>
    <w:rsid w:val="001A0264"/>
    <w:rsid w:val="001A1817"/>
    <w:rsid w:val="001A6466"/>
    <w:rsid w:val="001B2CFD"/>
    <w:rsid w:val="001B4F2D"/>
    <w:rsid w:val="001B51F1"/>
    <w:rsid w:val="001B76E5"/>
    <w:rsid w:val="001C1CA7"/>
    <w:rsid w:val="001C4E15"/>
    <w:rsid w:val="001D40FE"/>
    <w:rsid w:val="001D6B0C"/>
    <w:rsid w:val="001E1086"/>
    <w:rsid w:val="001E2E71"/>
    <w:rsid w:val="001E318F"/>
    <w:rsid w:val="001E3ACD"/>
    <w:rsid w:val="001E44C3"/>
    <w:rsid w:val="001E47F5"/>
    <w:rsid w:val="001E4B36"/>
    <w:rsid w:val="001E7A05"/>
    <w:rsid w:val="001F2327"/>
    <w:rsid w:val="001F2F4D"/>
    <w:rsid w:val="001F3D4E"/>
    <w:rsid w:val="001F7669"/>
    <w:rsid w:val="001F7E30"/>
    <w:rsid w:val="00200646"/>
    <w:rsid w:val="00202F80"/>
    <w:rsid w:val="0020690F"/>
    <w:rsid w:val="00206B9A"/>
    <w:rsid w:val="00207083"/>
    <w:rsid w:val="002115E4"/>
    <w:rsid w:val="00211BE9"/>
    <w:rsid w:val="002125F0"/>
    <w:rsid w:val="00212BFF"/>
    <w:rsid w:val="00212F56"/>
    <w:rsid w:val="002133BB"/>
    <w:rsid w:val="00214B8A"/>
    <w:rsid w:val="002206B5"/>
    <w:rsid w:val="0022479B"/>
    <w:rsid w:val="00227316"/>
    <w:rsid w:val="00234D1B"/>
    <w:rsid w:val="002356B9"/>
    <w:rsid w:val="00236BC6"/>
    <w:rsid w:val="00236C7E"/>
    <w:rsid w:val="00240CE6"/>
    <w:rsid w:val="00241E09"/>
    <w:rsid w:val="00243F0A"/>
    <w:rsid w:val="00245AFF"/>
    <w:rsid w:val="0024610A"/>
    <w:rsid w:val="00246318"/>
    <w:rsid w:val="002468AF"/>
    <w:rsid w:val="00246B46"/>
    <w:rsid w:val="00250F01"/>
    <w:rsid w:val="00251738"/>
    <w:rsid w:val="00251935"/>
    <w:rsid w:val="0025199E"/>
    <w:rsid w:val="00256A17"/>
    <w:rsid w:val="002610BC"/>
    <w:rsid w:val="00261FFC"/>
    <w:rsid w:val="00263169"/>
    <w:rsid w:val="002631B4"/>
    <w:rsid w:val="00265290"/>
    <w:rsid w:val="002665F8"/>
    <w:rsid w:val="00266A16"/>
    <w:rsid w:val="00270FA5"/>
    <w:rsid w:val="002717C5"/>
    <w:rsid w:val="00272C4A"/>
    <w:rsid w:val="00281BB6"/>
    <w:rsid w:val="00282A82"/>
    <w:rsid w:val="00283F3B"/>
    <w:rsid w:val="00284494"/>
    <w:rsid w:val="00290567"/>
    <w:rsid w:val="002935B5"/>
    <w:rsid w:val="00294633"/>
    <w:rsid w:val="00297404"/>
    <w:rsid w:val="002A12A7"/>
    <w:rsid w:val="002A190A"/>
    <w:rsid w:val="002A3038"/>
    <w:rsid w:val="002B047B"/>
    <w:rsid w:val="002B4943"/>
    <w:rsid w:val="002B587F"/>
    <w:rsid w:val="002B59B9"/>
    <w:rsid w:val="002B6A81"/>
    <w:rsid w:val="002C155E"/>
    <w:rsid w:val="002C3A92"/>
    <w:rsid w:val="002C44C6"/>
    <w:rsid w:val="002C452A"/>
    <w:rsid w:val="002D1555"/>
    <w:rsid w:val="002D18C1"/>
    <w:rsid w:val="002D741E"/>
    <w:rsid w:val="002D7458"/>
    <w:rsid w:val="002E0A03"/>
    <w:rsid w:val="002E0BE2"/>
    <w:rsid w:val="002E5412"/>
    <w:rsid w:val="002E5EE3"/>
    <w:rsid w:val="002E6933"/>
    <w:rsid w:val="002F1743"/>
    <w:rsid w:val="002F2F7B"/>
    <w:rsid w:val="002F394D"/>
    <w:rsid w:val="002F49C9"/>
    <w:rsid w:val="002F4B51"/>
    <w:rsid w:val="002F62A8"/>
    <w:rsid w:val="00300449"/>
    <w:rsid w:val="0030303C"/>
    <w:rsid w:val="003067E0"/>
    <w:rsid w:val="0031028D"/>
    <w:rsid w:val="0031127E"/>
    <w:rsid w:val="0031280A"/>
    <w:rsid w:val="003137C1"/>
    <w:rsid w:val="00314A4F"/>
    <w:rsid w:val="0031578F"/>
    <w:rsid w:val="00315E5E"/>
    <w:rsid w:val="00320D92"/>
    <w:rsid w:val="0032389A"/>
    <w:rsid w:val="00323E1A"/>
    <w:rsid w:val="00323E62"/>
    <w:rsid w:val="00326F14"/>
    <w:rsid w:val="00327E4E"/>
    <w:rsid w:val="003310CC"/>
    <w:rsid w:val="00332604"/>
    <w:rsid w:val="00332ED9"/>
    <w:rsid w:val="00335022"/>
    <w:rsid w:val="00335C8E"/>
    <w:rsid w:val="003360E1"/>
    <w:rsid w:val="003366F8"/>
    <w:rsid w:val="00346245"/>
    <w:rsid w:val="00350F63"/>
    <w:rsid w:val="00351EBF"/>
    <w:rsid w:val="00352192"/>
    <w:rsid w:val="00354ADB"/>
    <w:rsid w:val="00355390"/>
    <w:rsid w:val="00357FF4"/>
    <w:rsid w:val="00360424"/>
    <w:rsid w:val="00361124"/>
    <w:rsid w:val="0036135C"/>
    <w:rsid w:val="00363AFE"/>
    <w:rsid w:val="00364EBD"/>
    <w:rsid w:val="00365247"/>
    <w:rsid w:val="00370635"/>
    <w:rsid w:val="00370888"/>
    <w:rsid w:val="00371348"/>
    <w:rsid w:val="0037157F"/>
    <w:rsid w:val="003720E0"/>
    <w:rsid w:val="003764C2"/>
    <w:rsid w:val="00376A6A"/>
    <w:rsid w:val="00380E7E"/>
    <w:rsid w:val="00383218"/>
    <w:rsid w:val="003842FA"/>
    <w:rsid w:val="003848EE"/>
    <w:rsid w:val="00387E9A"/>
    <w:rsid w:val="0039152F"/>
    <w:rsid w:val="003961EC"/>
    <w:rsid w:val="00396217"/>
    <w:rsid w:val="00397CE9"/>
    <w:rsid w:val="003A1107"/>
    <w:rsid w:val="003A2326"/>
    <w:rsid w:val="003A2362"/>
    <w:rsid w:val="003A2C48"/>
    <w:rsid w:val="003A33D1"/>
    <w:rsid w:val="003B05FF"/>
    <w:rsid w:val="003B0A30"/>
    <w:rsid w:val="003B20E8"/>
    <w:rsid w:val="003B2F4F"/>
    <w:rsid w:val="003C1800"/>
    <w:rsid w:val="003C2E21"/>
    <w:rsid w:val="003C2EED"/>
    <w:rsid w:val="003C5D46"/>
    <w:rsid w:val="003C6AA6"/>
    <w:rsid w:val="003C7AF0"/>
    <w:rsid w:val="003D1716"/>
    <w:rsid w:val="003D5227"/>
    <w:rsid w:val="003E03FB"/>
    <w:rsid w:val="003E1CA7"/>
    <w:rsid w:val="003E72D1"/>
    <w:rsid w:val="003F202E"/>
    <w:rsid w:val="003F7890"/>
    <w:rsid w:val="0040103E"/>
    <w:rsid w:val="00401667"/>
    <w:rsid w:val="0040313C"/>
    <w:rsid w:val="00411454"/>
    <w:rsid w:val="0041186A"/>
    <w:rsid w:val="00414469"/>
    <w:rsid w:val="004148BC"/>
    <w:rsid w:val="00420C0E"/>
    <w:rsid w:val="00423758"/>
    <w:rsid w:val="00425F61"/>
    <w:rsid w:val="00431E72"/>
    <w:rsid w:val="00433425"/>
    <w:rsid w:val="00433F44"/>
    <w:rsid w:val="00434D9B"/>
    <w:rsid w:val="004350A6"/>
    <w:rsid w:val="00436570"/>
    <w:rsid w:val="00437BB1"/>
    <w:rsid w:val="0044061B"/>
    <w:rsid w:val="00441B16"/>
    <w:rsid w:val="00441E61"/>
    <w:rsid w:val="00442515"/>
    <w:rsid w:val="004433F9"/>
    <w:rsid w:val="00444103"/>
    <w:rsid w:val="0044611B"/>
    <w:rsid w:val="00451251"/>
    <w:rsid w:val="004521BC"/>
    <w:rsid w:val="00453B87"/>
    <w:rsid w:val="00454EA1"/>
    <w:rsid w:val="004550DC"/>
    <w:rsid w:val="004566BE"/>
    <w:rsid w:val="004571CE"/>
    <w:rsid w:val="004640EA"/>
    <w:rsid w:val="00465CFC"/>
    <w:rsid w:val="0046759C"/>
    <w:rsid w:val="00471AE8"/>
    <w:rsid w:val="00472CBB"/>
    <w:rsid w:val="0047717C"/>
    <w:rsid w:val="00477965"/>
    <w:rsid w:val="0048183E"/>
    <w:rsid w:val="0048212B"/>
    <w:rsid w:val="00482440"/>
    <w:rsid w:val="00484755"/>
    <w:rsid w:val="004848A7"/>
    <w:rsid w:val="0048729F"/>
    <w:rsid w:val="00491368"/>
    <w:rsid w:val="00496B04"/>
    <w:rsid w:val="004A15B4"/>
    <w:rsid w:val="004A33F0"/>
    <w:rsid w:val="004A4621"/>
    <w:rsid w:val="004A5E60"/>
    <w:rsid w:val="004A63C2"/>
    <w:rsid w:val="004A6B5E"/>
    <w:rsid w:val="004A6CEB"/>
    <w:rsid w:val="004A728C"/>
    <w:rsid w:val="004A7CCC"/>
    <w:rsid w:val="004B166D"/>
    <w:rsid w:val="004B2890"/>
    <w:rsid w:val="004B5668"/>
    <w:rsid w:val="004B5856"/>
    <w:rsid w:val="004B5947"/>
    <w:rsid w:val="004B6036"/>
    <w:rsid w:val="004B7200"/>
    <w:rsid w:val="004C1A40"/>
    <w:rsid w:val="004C78CA"/>
    <w:rsid w:val="004C7EF4"/>
    <w:rsid w:val="004D4998"/>
    <w:rsid w:val="004D4E0A"/>
    <w:rsid w:val="004E18D3"/>
    <w:rsid w:val="004E19B8"/>
    <w:rsid w:val="004E2DCD"/>
    <w:rsid w:val="004E3BC0"/>
    <w:rsid w:val="004E3E8A"/>
    <w:rsid w:val="004E4FA0"/>
    <w:rsid w:val="004F2619"/>
    <w:rsid w:val="004F29E8"/>
    <w:rsid w:val="00500D77"/>
    <w:rsid w:val="00503623"/>
    <w:rsid w:val="00505897"/>
    <w:rsid w:val="0050646D"/>
    <w:rsid w:val="00507548"/>
    <w:rsid w:val="00511715"/>
    <w:rsid w:val="00523A92"/>
    <w:rsid w:val="005266C3"/>
    <w:rsid w:val="00526DC2"/>
    <w:rsid w:val="005308B2"/>
    <w:rsid w:val="00530901"/>
    <w:rsid w:val="00530902"/>
    <w:rsid w:val="00533178"/>
    <w:rsid w:val="00537787"/>
    <w:rsid w:val="00541257"/>
    <w:rsid w:val="005428EE"/>
    <w:rsid w:val="00545599"/>
    <w:rsid w:val="0054583D"/>
    <w:rsid w:val="00547E59"/>
    <w:rsid w:val="00552503"/>
    <w:rsid w:val="00552E33"/>
    <w:rsid w:val="005601FD"/>
    <w:rsid w:val="00560688"/>
    <w:rsid w:val="005608D4"/>
    <w:rsid w:val="005612AA"/>
    <w:rsid w:val="005627E1"/>
    <w:rsid w:val="00563559"/>
    <w:rsid w:val="0056698F"/>
    <w:rsid w:val="00566E1A"/>
    <w:rsid w:val="00570035"/>
    <w:rsid w:val="0057290D"/>
    <w:rsid w:val="00574BE1"/>
    <w:rsid w:val="00575703"/>
    <w:rsid w:val="005762B0"/>
    <w:rsid w:val="005777CF"/>
    <w:rsid w:val="00582EE9"/>
    <w:rsid w:val="00584CC8"/>
    <w:rsid w:val="00585FE1"/>
    <w:rsid w:val="00586A2D"/>
    <w:rsid w:val="005870E9"/>
    <w:rsid w:val="00591D20"/>
    <w:rsid w:val="00592202"/>
    <w:rsid w:val="0059241B"/>
    <w:rsid w:val="00593A7E"/>
    <w:rsid w:val="0059458D"/>
    <w:rsid w:val="005A023F"/>
    <w:rsid w:val="005A0ECE"/>
    <w:rsid w:val="005A2C07"/>
    <w:rsid w:val="005A539B"/>
    <w:rsid w:val="005B0757"/>
    <w:rsid w:val="005B27EC"/>
    <w:rsid w:val="005B3E96"/>
    <w:rsid w:val="005B7A08"/>
    <w:rsid w:val="005B7D6B"/>
    <w:rsid w:val="005C0AF2"/>
    <w:rsid w:val="005C164B"/>
    <w:rsid w:val="005C2DAF"/>
    <w:rsid w:val="005C365A"/>
    <w:rsid w:val="005C40A2"/>
    <w:rsid w:val="005C4F5D"/>
    <w:rsid w:val="005C7027"/>
    <w:rsid w:val="005D0110"/>
    <w:rsid w:val="005D0794"/>
    <w:rsid w:val="005D0E08"/>
    <w:rsid w:val="005D2450"/>
    <w:rsid w:val="005D25B2"/>
    <w:rsid w:val="005D34A7"/>
    <w:rsid w:val="005D4592"/>
    <w:rsid w:val="005D55BE"/>
    <w:rsid w:val="005D57CF"/>
    <w:rsid w:val="005D6F0F"/>
    <w:rsid w:val="005D7A00"/>
    <w:rsid w:val="005D7CBD"/>
    <w:rsid w:val="005D7E2D"/>
    <w:rsid w:val="005E0190"/>
    <w:rsid w:val="005E2843"/>
    <w:rsid w:val="005E2D81"/>
    <w:rsid w:val="005E5846"/>
    <w:rsid w:val="005F2F6F"/>
    <w:rsid w:val="005F486F"/>
    <w:rsid w:val="005F5281"/>
    <w:rsid w:val="005F54CA"/>
    <w:rsid w:val="005F57D6"/>
    <w:rsid w:val="00600068"/>
    <w:rsid w:val="006005B1"/>
    <w:rsid w:val="0060413A"/>
    <w:rsid w:val="006054D8"/>
    <w:rsid w:val="00610ACE"/>
    <w:rsid w:val="0061211B"/>
    <w:rsid w:val="00615397"/>
    <w:rsid w:val="00616736"/>
    <w:rsid w:val="00616A28"/>
    <w:rsid w:val="00622C65"/>
    <w:rsid w:val="00624058"/>
    <w:rsid w:val="00625362"/>
    <w:rsid w:val="00631A35"/>
    <w:rsid w:val="00631B51"/>
    <w:rsid w:val="00631F3A"/>
    <w:rsid w:val="006323C0"/>
    <w:rsid w:val="006325FB"/>
    <w:rsid w:val="006336C1"/>
    <w:rsid w:val="00635435"/>
    <w:rsid w:val="006359BB"/>
    <w:rsid w:val="00636AD1"/>
    <w:rsid w:val="006375A4"/>
    <w:rsid w:val="00640FCC"/>
    <w:rsid w:val="006431B4"/>
    <w:rsid w:val="00646B53"/>
    <w:rsid w:val="00651EF1"/>
    <w:rsid w:val="00651FFB"/>
    <w:rsid w:val="00656624"/>
    <w:rsid w:val="00664AFF"/>
    <w:rsid w:val="006667DD"/>
    <w:rsid w:val="006705C6"/>
    <w:rsid w:val="00672A5D"/>
    <w:rsid w:val="00674706"/>
    <w:rsid w:val="0067793E"/>
    <w:rsid w:val="00677F83"/>
    <w:rsid w:val="00683A70"/>
    <w:rsid w:val="00685786"/>
    <w:rsid w:val="00686B02"/>
    <w:rsid w:val="00686B6F"/>
    <w:rsid w:val="006878CF"/>
    <w:rsid w:val="006925FE"/>
    <w:rsid w:val="006928C6"/>
    <w:rsid w:val="00692D16"/>
    <w:rsid w:val="00692F0B"/>
    <w:rsid w:val="0069413C"/>
    <w:rsid w:val="00695230"/>
    <w:rsid w:val="006A291D"/>
    <w:rsid w:val="006A6A7F"/>
    <w:rsid w:val="006B0BA4"/>
    <w:rsid w:val="006B2DB7"/>
    <w:rsid w:val="006B4DD5"/>
    <w:rsid w:val="006B599A"/>
    <w:rsid w:val="006C27FF"/>
    <w:rsid w:val="006C4E78"/>
    <w:rsid w:val="006C59EF"/>
    <w:rsid w:val="006C6374"/>
    <w:rsid w:val="006D2D5E"/>
    <w:rsid w:val="006D3BB0"/>
    <w:rsid w:val="006D4444"/>
    <w:rsid w:val="006D6A1C"/>
    <w:rsid w:val="006D6E09"/>
    <w:rsid w:val="006D71E2"/>
    <w:rsid w:val="006E48CC"/>
    <w:rsid w:val="006E5755"/>
    <w:rsid w:val="006E66EC"/>
    <w:rsid w:val="006F29A5"/>
    <w:rsid w:val="006F3F2E"/>
    <w:rsid w:val="006F4653"/>
    <w:rsid w:val="006F5918"/>
    <w:rsid w:val="006F74D1"/>
    <w:rsid w:val="006F7AF9"/>
    <w:rsid w:val="007007C1"/>
    <w:rsid w:val="00701375"/>
    <w:rsid w:val="00703957"/>
    <w:rsid w:val="00704A87"/>
    <w:rsid w:val="00707FE7"/>
    <w:rsid w:val="007123E5"/>
    <w:rsid w:val="00715B9F"/>
    <w:rsid w:val="00717FC5"/>
    <w:rsid w:val="00721B38"/>
    <w:rsid w:val="007226EF"/>
    <w:rsid w:val="00722BDE"/>
    <w:rsid w:val="00722EDC"/>
    <w:rsid w:val="00723499"/>
    <w:rsid w:val="00723AAD"/>
    <w:rsid w:val="00723B24"/>
    <w:rsid w:val="007243C7"/>
    <w:rsid w:val="007277D3"/>
    <w:rsid w:val="00727EC4"/>
    <w:rsid w:val="00730BFE"/>
    <w:rsid w:val="007320D4"/>
    <w:rsid w:val="00732359"/>
    <w:rsid w:val="0073719B"/>
    <w:rsid w:val="00741D29"/>
    <w:rsid w:val="00742738"/>
    <w:rsid w:val="007430A6"/>
    <w:rsid w:val="007464A9"/>
    <w:rsid w:val="00751088"/>
    <w:rsid w:val="0075281F"/>
    <w:rsid w:val="00753422"/>
    <w:rsid w:val="00754739"/>
    <w:rsid w:val="00755650"/>
    <w:rsid w:val="00755B6C"/>
    <w:rsid w:val="00762067"/>
    <w:rsid w:val="007624B3"/>
    <w:rsid w:val="00764186"/>
    <w:rsid w:val="00767531"/>
    <w:rsid w:val="00770361"/>
    <w:rsid w:val="00770511"/>
    <w:rsid w:val="00770D3E"/>
    <w:rsid w:val="007721CC"/>
    <w:rsid w:val="00772AA0"/>
    <w:rsid w:val="00773F96"/>
    <w:rsid w:val="00775698"/>
    <w:rsid w:val="00776BEC"/>
    <w:rsid w:val="00777C4A"/>
    <w:rsid w:val="00780F76"/>
    <w:rsid w:val="0078207E"/>
    <w:rsid w:val="0078365B"/>
    <w:rsid w:val="0078470D"/>
    <w:rsid w:val="00785410"/>
    <w:rsid w:val="0078543B"/>
    <w:rsid w:val="00786373"/>
    <w:rsid w:val="00791D34"/>
    <w:rsid w:val="00792C3B"/>
    <w:rsid w:val="00794001"/>
    <w:rsid w:val="007942D9"/>
    <w:rsid w:val="007959E9"/>
    <w:rsid w:val="0079739B"/>
    <w:rsid w:val="007A0FFC"/>
    <w:rsid w:val="007A1FA9"/>
    <w:rsid w:val="007A5552"/>
    <w:rsid w:val="007A5BCF"/>
    <w:rsid w:val="007A6A1E"/>
    <w:rsid w:val="007B5C55"/>
    <w:rsid w:val="007C22D0"/>
    <w:rsid w:val="007C3E74"/>
    <w:rsid w:val="007D2C69"/>
    <w:rsid w:val="007D36F0"/>
    <w:rsid w:val="007D4AB7"/>
    <w:rsid w:val="007D5993"/>
    <w:rsid w:val="007E06BE"/>
    <w:rsid w:val="007E136B"/>
    <w:rsid w:val="007E2553"/>
    <w:rsid w:val="007E401A"/>
    <w:rsid w:val="007E6B3B"/>
    <w:rsid w:val="007E7C2E"/>
    <w:rsid w:val="007F2063"/>
    <w:rsid w:val="007F36C2"/>
    <w:rsid w:val="007F747A"/>
    <w:rsid w:val="008055F9"/>
    <w:rsid w:val="00805F7F"/>
    <w:rsid w:val="008071EC"/>
    <w:rsid w:val="00810BEC"/>
    <w:rsid w:val="00814301"/>
    <w:rsid w:val="00815072"/>
    <w:rsid w:val="008153D5"/>
    <w:rsid w:val="00815F00"/>
    <w:rsid w:val="0081771B"/>
    <w:rsid w:val="00820637"/>
    <w:rsid w:val="00821EA8"/>
    <w:rsid w:val="008224C3"/>
    <w:rsid w:val="00822ACC"/>
    <w:rsid w:val="008240B8"/>
    <w:rsid w:val="00824500"/>
    <w:rsid w:val="0082734D"/>
    <w:rsid w:val="008306BD"/>
    <w:rsid w:val="00832387"/>
    <w:rsid w:val="00834979"/>
    <w:rsid w:val="00836802"/>
    <w:rsid w:val="00836AA3"/>
    <w:rsid w:val="00842079"/>
    <w:rsid w:val="00842128"/>
    <w:rsid w:val="00842E3F"/>
    <w:rsid w:val="00843BD1"/>
    <w:rsid w:val="00845FD2"/>
    <w:rsid w:val="00846FBF"/>
    <w:rsid w:val="0084762D"/>
    <w:rsid w:val="00847D96"/>
    <w:rsid w:val="00850D9A"/>
    <w:rsid w:val="00850E78"/>
    <w:rsid w:val="00852984"/>
    <w:rsid w:val="00852D6F"/>
    <w:rsid w:val="00857863"/>
    <w:rsid w:val="00857B80"/>
    <w:rsid w:val="00864CAA"/>
    <w:rsid w:val="008655BF"/>
    <w:rsid w:val="0086637C"/>
    <w:rsid w:val="0086674D"/>
    <w:rsid w:val="00870090"/>
    <w:rsid w:val="00871458"/>
    <w:rsid w:val="00871E1E"/>
    <w:rsid w:val="00873171"/>
    <w:rsid w:val="00873404"/>
    <w:rsid w:val="00874A05"/>
    <w:rsid w:val="00876D62"/>
    <w:rsid w:val="0087772A"/>
    <w:rsid w:val="008779CC"/>
    <w:rsid w:val="00877DD9"/>
    <w:rsid w:val="00881F3F"/>
    <w:rsid w:val="00881F73"/>
    <w:rsid w:val="00882B5C"/>
    <w:rsid w:val="008835A6"/>
    <w:rsid w:val="00884009"/>
    <w:rsid w:val="0088471A"/>
    <w:rsid w:val="0088662A"/>
    <w:rsid w:val="00886A96"/>
    <w:rsid w:val="008904F8"/>
    <w:rsid w:val="00890FBF"/>
    <w:rsid w:val="008920FC"/>
    <w:rsid w:val="0089264D"/>
    <w:rsid w:val="00892864"/>
    <w:rsid w:val="008959CF"/>
    <w:rsid w:val="008A00EF"/>
    <w:rsid w:val="008A16F1"/>
    <w:rsid w:val="008A20DB"/>
    <w:rsid w:val="008A37C5"/>
    <w:rsid w:val="008A4374"/>
    <w:rsid w:val="008A60EA"/>
    <w:rsid w:val="008A68B5"/>
    <w:rsid w:val="008A7030"/>
    <w:rsid w:val="008B098F"/>
    <w:rsid w:val="008B1FA8"/>
    <w:rsid w:val="008B2457"/>
    <w:rsid w:val="008B27B2"/>
    <w:rsid w:val="008B2D1D"/>
    <w:rsid w:val="008B41A9"/>
    <w:rsid w:val="008B7180"/>
    <w:rsid w:val="008B72D4"/>
    <w:rsid w:val="008C04CF"/>
    <w:rsid w:val="008C05F6"/>
    <w:rsid w:val="008C3D17"/>
    <w:rsid w:val="008C6B46"/>
    <w:rsid w:val="008D0F70"/>
    <w:rsid w:val="008D2F64"/>
    <w:rsid w:val="008D62FF"/>
    <w:rsid w:val="008D6999"/>
    <w:rsid w:val="008D6B24"/>
    <w:rsid w:val="008D7ACC"/>
    <w:rsid w:val="008E1869"/>
    <w:rsid w:val="008E2AF8"/>
    <w:rsid w:val="008E2EDC"/>
    <w:rsid w:val="008E37C2"/>
    <w:rsid w:val="008E49E8"/>
    <w:rsid w:val="008F0D9D"/>
    <w:rsid w:val="008F1AAC"/>
    <w:rsid w:val="008F4E1A"/>
    <w:rsid w:val="008F5F55"/>
    <w:rsid w:val="008F79BF"/>
    <w:rsid w:val="00904126"/>
    <w:rsid w:val="00906DFC"/>
    <w:rsid w:val="00913F64"/>
    <w:rsid w:val="00914BFD"/>
    <w:rsid w:val="00914ECA"/>
    <w:rsid w:val="00916D53"/>
    <w:rsid w:val="00925242"/>
    <w:rsid w:val="00925500"/>
    <w:rsid w:val="00926F8B"/>
    <w:rsid w:val="00927C66"/>
    <w:rsid w:val="009312B9"/>
    <w:rsid w:val="00931B99"/>
    <w:rsid w:val="009325E5"/>
    <w:rsid w:val="00933E33"/>
    <w:rsid w:val="00936479"/>
    <w:rsid w:val="00941F13"/>
    <w:rsid w:val="00945898"/>
    <w:rsid w:val="00946147"/>
    <w:rsid w:val="009508C3"/>
    <w:rsid w:val="009551DA"/>
    <w:rsid w:val="009564E5"/>
    <w:rsid w:val="009569C6"/>
    <w:rsid w:val="00960113"/>
    <w:rsid w:val="0096132D"/>
    <w:rsid w:val="009621EA"/>
    <w:rsid w:val="00962E4B"/>
    <w:rsid w:val="00963E7F"/>
    <w:rsid w:val="009711AB"/>
    <w:rsid w:val="009718BC"/>
    <w:rsid w:val="00971C30"/>
    <w:rsid w:val="00973447"/>
    <w:rsid w:val="00973F54"/>
    <w:rsid w:val="00974EA6"/>
    <w:rsid w:val="00974EF5"/>
    <w:rsid w:val="009756CB"/>
    <w:rsid w:val="00984D55"/>
    <w:rsid w:val="00986538"/>
    <w:rsid w:val="00986F7B"/>
    <w:rsid w:val="00987B6D"/>
    <w:rsid w:val="0099016F"/>
    <w:rsid w:val="00990C85"/>
    <w:rsid w:val="00993A9A"/>
    <w:rsid w:val="00997042"/>
    <w:rsid w:val="009A229A"/>
    <w:rsid w:val="009A2BA5"/>
    <w:rsid w:val="009A4DB2"/>
    <w:rsid w:val="009A54F7"/>
    <w:rsid w:val="009B0206"/>
    <w:rsid w:val="009B255F"/>
    <w:rsid w:val="009B2653"/>
    <w:rsid w:val="009B2E55"/>
    <w:rsid w:val="009B61CA"/>
    <w:rsid w:val="009C012B"/>
    <w:rsid w:val="009C09C1"/>
    <w:rsid w:val="009C0F78"/>
    <w:rsid w:val="009C1E34"/>
    <w:rsid w:val="009C3FF6"/>
    <w:rsid w:val="009C4674"/>
    <w:rsid w:val="009C5B01"/>
    <w:rsid w:val="009C5B17"/>
    <w:rsid w:val="009C6AED"/>
    <w:rsid w:val="009C709F"/>
    <w:rsid w:val="009D0A21"/>
    <w:rsid w:val="009D13D3"/>
    <w:rsid w:val="009D3BFC"/>
    <w:rsid w:val="009D4F50"/>
    <w:rsid w:val="009D69A0"/>
    <w:rsid w:val="009E5230"/>
    <w:rsid w:val="009F1B1E"/>
    <w:rsid w:val="009F22F7"/>
    <w:rsid w:val="009F28E6"/>
    <w:rsid w:val="00A0105D"/>
    <w:rsid w:val="00A036AC"/>
    <w:rsid w:val="00A037EE"/>
    <w:rsid w:val="00A05FA0"/>
    <w:rsid w:val="00A06745"/>
    <w:rsid w:val="00A134EC"/>
    <w:rsid w:val="00A13812"/>
    <w:rsid w:val="00A13F6B"/>
    <w:rsid w:val="00A1438C"/>
    <w:rsid w:val="00A14E9A"/>
    <w:rsid w:val="00A16E5B"/>
    <w:rsid w:val="00A17443"/>
    <w:rsid w:val="00A2119F"/>
    <w:rsid w:val="00A22B39"/>
    <w:rsid w:val="00A23E13"/>
    <w:rsid w:val="00A24191"/>
    <w:rsid w:val="00A325CB"/>
    <w:rsid w:val="00A353AF"/>
    <w:rsid w:val="00A35914"/>
    <w:rsid w:val="00A37BFD"/>
    <w:rsid w:val="00A37D3F"/>
    <w:rsid w:val="00A43A27"/>
    <w:rsid w:val="00A45222"/>
    <w:rsid w:val="00A454F8"/>
    <w:rsid w:val="00A469C2"/>
    <w:rsid w:val="00A501BE"/>
    <w:rsid w:val="00A509B4"/>
    <w:rsid w:val="00A5114B"/>
    <w:rsid w:val="00A51589"/>
    <w:rsid w:val="00A516E3"/>
    <w:rsid w:val="00A52953"/>
    <w:rsid w:val="00A5504A"/>
    <w:rsid w:val="00A558BD"/>
    <w:rsid w:val="00A5662A"/>
    <w:rsid w:val="00A625A3"/>
    <w:rsid w:val="00A62A4E"/>
    <w:rsid w:val="00A63E99"/>
    <w:rsid w:val="00A7145E"/>
    <w:rsid w:val="00A724F0"/>
    <w:rsid w:val="00A72714"/>
    <w:rsid w:val="00A72DA6"/>
    <w:rsid w:val="00A73EF9"/>
    <w:rsid w:val="00A7499A"/>
    <w:rsid w:val="00A75169"/>
    <w:rsid w:val="00A75C62"/>
    <w:rsid w:val="00A800BC"/>
    <w:rsid w:val="00A85ECC"/>
    <w:rsid w:val="00A924AE"/>
    <w:rsid w:val="00A938AD"/>
    <w:rsid w:val="00A94C14"/>
    <w:rsid w:val="00A97170"/>
    <w:rsid w:val="00AA244F"/>
    <w:rsid w:val="00AA497C"/>
    <w:rsid w:val="00AB1592"/>
    <w:rsid w:val="00AB4F2B"/>
    <w:rsid w:val="00AC103F"/>
    <w:rsid w:val="00AC2474"/>
    <w:rsid w:val="00AC42BF"/>
    <w:rsid w:val="00AC506D"/>
    <w:rsid w:val="00AC6256"/>
    <w:rsid w:val="00AC7B20"/>
    <w:rsid w:val="00AD0926"/>
    <w:rsid w:val="00AD127E"/>
    <w:rsid w:val="00AD238E"/>
    <w:rsid w:val="00AD33A7"/>
    <w:rsid w:val="00AD4674"/>
    <w:rsid w:val="00AD68D8"/>
    <w:rsid w:val="00AD6A00"/>
    <w:rsid w:val="00AD6C60"/>
    <w:rsid w:val="00AE1E8A"/>
    <w:rsid w:val="00AE4176"/>
    <w:rsid w:val="00AE4EA8"/>
    <w:rsid w:val="00AE6405"/>
    <w:rsid w:val="00AE6DA9"/>
    <w:rsid w:val="00AE727C"/>
    <w:rsid w:val="00AF1E49"/>
    <w:rsid w:val="00AF6FA7"/>
    <w:rsid w:val="00AF7361"/>
    <w:rsid w:val="00B02BC9"/>
    <w:rsid w:val="00B03C98"/>
    <w:rsid w:val="00B04FDF"/>
    <w:rsid w:val="00B0521B"/>
    <w:rsid w:val="00B056CD"/>
    <w:rsid w:val="00B05C08"/>
    <w:rsid w:val="00B068B7"/>
    <w:rsid w:val="00B07401"/>
    <w:rsid w:val="00B0759C"/>
    <w:rsid w:val="00B07CCF"/>
    <w:rsid w:val="00B07DD3"/>
    <w:rsid w:val="00B108FB"/>
    <w:rsid w:val="00B114AE"/>
    <w:rsid w:val="00B11C6C"/>
    <w:rsid w:val="00B13F69"/>
    <w:rsid w:val="00B14D8C"/>
    <w:rsid w:val="00B16E07"/>
    <w:rsid w:val="00B178D1"/>
    <w:rsid w:val="00B223BA"/>
    <w:rsid w:val="00B238F0"/>
    <w:rsid w:val="00B24782"/>
    <w:rsid w:val="00B2557C"/>
    <w:rsid w:val="00B33188"/>
    <w:rsid w:val="00B34209"/>
    <w:rsid w:val="00B34B5B"/>
    <w:rsid w:val="00B36981"/>
    <w:rsid w:val="00B45923"/>
    <w:rsid w:val="00B45B5A"/>
    <w:rsid w:val="00B4724A"/>
    <w:rsid w:val="00B478F5"/>
    <w:rsid w:val="00B47B5F"/>
    <w:rsid w:val="00B524CE"/>
    <w:rsid w:val="00B549AB"/>
    <w:rsid w:val="00B55745"/>
    <w:rsid w:val="00B64DB2"/>
    <w:rsid w:val="00B66471"/>
    <w:rsid w:val="00B66542"/>
    <w:rsid w:val="00B671EB"/>
    <w:rsid w:val="00B702B0"/>
    <w:rsid w:val="00B705C6"/>
    <w:rsid w:val="00B71C87"/>
    <w:rsid w:val="00B73259"/>
    <w:rsid w:val="00B73C38"/>
    <w:rsid w:val="00B760A8"/>
    <w:rsid w:val="00B91FA2"/>
    <w:rsid w:val="00B939CE"/>
    <w:rsid w:val="00B94271"/>
    <w:rsid w:val="00B9531B"/>
    <w:rsid w:val="00B96D5D"/>
    <w:rsid w:val="00BA0941"/>
    <w:rsid w:val="00BA15D9"/>
    <w:rsid w:val="00BA48A4"/>
    <w:rsid w:val="00BA5469"/>
    <w:rsid w:val="00BA5B50"/>
    <w:rsid w:val="00BA65EC"/>
    <w:rsid w:val="00BA6B68"/>
    <w:rsid w:val="00BB193D"/>
    <w:rsid w:val="00BB449C"/>
    <w:rsid w:val="00BB55B7"/>
    <w:rsid w:val="00BB5DAC"/>
    <w:rsid w:val="00BC0573"/>
    <w:rsid w:val="00BC0770"/>
    <w:rsid w:val="00BC127F"/>
    <w:rsid w:val="00BC335B"/>
    <w:rsid w:val="00BC33C1"/>
    <w:rsid w:val="00BC42D3"/>
    <w:rsid w:val="00BC449B"/>
    <w:rsid w:val="00BC771C"/>
    <w:rsid w:val="00BD3EA1"/>
    <w:rsid w:val="00BD4976"/>
    <w:rsid w:val="00BD6CC5"/>
    <w:rsid w:val="00BD6E74"/>
    <w:rsid w:val="00BD6FEE"/>
    <w:rsid w:val="00BD741C"/>
    <w:rsid w:val="00BE0E56"/>
    <w:rsid w:val="00BE1C92"/>
    <w:rsid w:val="00BE2814"/>
    <w:rsid w:val="00BE36D7"/>
    <w:rsid w:val="00BE46E5"/>
    <w:rsid w:val="00BE60E8"/>
    <w:rsid w:val="00BF10B0"/>
    <w:rsid w:val="00BF23EF"/>
    <w:rsid w:val="00BF3845"/>
    <w:rsid w:val="00BF4AD5"/>
    <w:rsid w:val="00BF5BD7"/>
    <w:rsid w:val="00BF67CC"/>
    <w:rsid w:val="00BF6E9F"/>
    <w:rsid w:val="00BF6EE6"/>
    <w:rsid w:val="00C03CEE"/>
    <w:rsid w:val="00C045FD"/>
    <w:rsid w:val="00C04C20"/>
    <w:rsid w:val="00C05EED"/>
    <w:rsid w:val="00C07CE9"/>
    <w:rsid w:val="00C1069D"/>
    <w:rsid w:val="00C11D2D"/>
    <w:rsid w:val="00C16F33"/>
    <w:rsid w:val="00C177F3"/>
    <w:rsid w:val="00C22A39"/>
    <w:rsid w:val="00C23D26"/>
    <w:rsid w:val="00C248B3"/>
    <w:rsid w:val="00C34FD7"/>
    <w:rsid w:val="00C3540C"/>
    <w:rsid w:val="00C36DF8"/>
    <w:rsid w:val="00C41344"/>
    <w:rsid w:val="00C45C83"/>
    <w:rsid w:val="00C46B0C"/>
    <w:rsid w:val="00C50E44"/>
    <w:rsid w:val="00C646FC"/>
    <w:rsid w:val="00C708DF"/>
    <w:rsid w:val="00C71640"/>
    <w:rsid w:val="00C72C4F"/>
    <w:rsid w:val="00C76503"/>
    <w:rsid w:val="00C76674"/>
    <w:rsid w:val="00C81486"/>
    <w:rsid w:val="00C830B4"/>
    <w:rsid w:val="00C8336F"/>
    <w:rsid w:val="00C8438F"/>
    <w:rsid w:val="00C91A70"/>
    <w:rsid w:val="00C929EB"/>
    <w:rsid w:val="00C942D0"/>
    <w:rsid w:val="00C97BC3"/>
    <w:rsid w:val="00CA5958"/>
    <w:rsid w:val="00CA7533"/>
    <w:rsid w:val="00CB048D"/>
    <w:rsid w:val="00CB1C1E"/>
    <w:rsid w:val="00CB443A"/>
    <w:rsid w:val="00CB4BBC"/>
    <w:rsid w:val="00CB538D"/>
    <w:rsid w:val="00CB5D17"/>
    <w:rsid w:val="00CB7BA5"/>
    <w:rsid w:val="00CC28EB"/>
    <w:rsid w:val="00CC4099"/>
    <w:rsid w:val="00CC450C"/>
    <w:rsid w:val="00CC45FE"/>
    <w:rsid w:val="00CC6839"/>
    <w:rsid w:val="00CC69C3"/>
    <w:rsid w:val="00CC6C75"/>
    <w:rsid w:val="00CC73B1"/>
    <w:rsid w:val="00CD1541"/>
    <w:rsid w:val="00CD1C13"/>
    <w:rsid w:val="00CD1F52"/>
    <w:rsid w:val="00CD381B"/>
    <w:rsid w:val="00CD49B9"/>
    <w:rsid w:val="00CD6150"/>
    <w:rsid w:val="00CD61F4"/>
    <w:rsid w:val="00CE1941"/>
    <w:rsid w:val="00CE2E4C"/>
    <w:rsid w:val="00CE3A06"/>
    <w:rsid w:val="00CE3ADE"/>
    <w:rsid w:val="00CE3E38"/>
    <w:rsid w:val="00CE591E"/>
    <w:rsid w:val="00CE6242"/>
    <w:rsid w:val="00CF0814"/>
    <w:rsid w:val="00CF1419"/>
    <w:rsid w:val="00CF4F07"/>
    <w:rsid w:val="00CF639E"/>
    <w:rsid w:val="00CF68D7"/>
    <w:rsid w:val="00D0178A"/>
    <w:rsid w:val="00D02BE7"/>
    <w:rsid w:val="00D03253"/>
    <w:rsid w:val="00D039E4"/>
    <w:rsid w:val="00D05C55"/>
    <w:rsid w:val="00D05EC3"/>
    <w:rsid w:val="00D06BD5"/>
    <w:rsid w:val="00D07C80"/>
    <w:rsid w:val="00D12D7C"/>
    <w:rsid w:val="00D136CD"/>
    <w:rsid w:val="00D14034"/>
    <w:rsid w:val="00D1519A"/>
    <w:rsid w:val="00D17474"/>
    <w:rsid w:val="00D2110D"/>
    <w:rsid w:val="00D21951"/>
    <w:rsid w:val="00D2366E"/>
    <w:rsid w:val="00D238D6"/>
    <w:rsid w:val="00D24369"/>
    <w:rsid w:val="00D24E6E"/>
    <w:rsid w:val="00D25D5C"/>
    <w:rsid w:val="00D2637F"/>
    <w:rsid w:val="00D31B8F"/>
    <w:rsid w:val="00D320AE"/>
    <w:rsid w:val="00D3295A"/>
    <w:rsid w:val="00D33467"/>
    <w:rsid w:val="00D36259"/>
    <w:rsid w:val="00D37940"/>
    <w:rsid w:val="00D37A06"/>
    <w:rsid w:val="00D42BD4"/>
    <w:rsid w:val="00D43A78"/>
    <w:rsid w:val="00D43CC7"/>
    <w:rsid w:val="00D463D5"/>
    <w:rsid w:val="00D46D62"/>
    <w:rsid w:val="00D5113A"/>
    <w:rsid w:val="00D559BF"/>
    <w:rsid w:val="00D570AB"/>
    <w:rsid w:val="00D60D01"/>
    <w:rsid w:val="00D61AFE"/>
    <w:rsid w:val="00D6565C"/>
    <w:rsid w:val="00D70216"/>
    <w:rsid w:val="00D71A5C"/>
    <w:rsid w:val="00D72BD7"/>
    <w:rsid w:val="00D74BF2"/>
    <w:rsid w:val="00D84CC2"/>
    <w:rsid w:val="00D913D7"/>
    <w:rsid w:val="00D92E02"/>
    <w:rsid w:val="00D93054"/>
    <w:rsid w:val="00DA0BB0"/>
    <w:rsid w:val="00DA0EAD"/>
    <w:rsid w:val="00DA5133"/>
    <w:rsid w:val="00DA56FC"/>
    <w:rsid w:val="00DA5DC6"/>
    <w:rsid w:val="00DA6465"/>
    <w:rsid w:val="00DB006A"/>
    <w:rsid w:val="00DB1892"/>
    <w:rsid w:val="00DB1B52"/>
    <w:rsid w:val="00DB5363"/>
    <w:rsid w:val="00DB6D92"/>
    <w:rsid w:val="00DB7A67"/>
    <w:rsid w:val="00DC0915"/>
    <w:rsid w:val="00DC1C61"/>
    <w:rsid w:val="00DC2CF6"/>
    <w:rsid w:val="00DC56D7"/>
    <w:rsid w:val="00DC7ABC"/>
    <w:rsid w:val="00DC7ED7"/>
    <w:rsid w:val="00DD1479"/>
    <w:rsid w:val="00DD307B"/>
    <w:rsid w:val="00DD4388"/>
    <w:rsid w:val="00DD629F"/>
    <w:rsid w:val="00DD7912"/>
    <w:rsid w:val="00DE38D3"/>
    <w:rsid w:val="00DE574A"/>
    <w:rsid w:val="00DE6E2C"/>
    <w:rsid w:val="00DE7652"/>
    <w:rsid w:val="00DE7E32"/>
    <w:rsid w:val="00DF137A"/>
    <w:rsid w:val="00DF245B"/>
    <w:rsid w:val="00DF263B"/>
    <w:rsid w:val="00DF2E38"/>
    <w:rsid w:val="00DF38CC"/>
    <w:rsid w:val="00DF5AA2"/>
    <w:rsid w:val="00DF5AE8"/>
    <w:rsid w:val="00E00927"/>
    <w:rsid w:val="00E01427"/>
    <w:rsid w:val="00E10F1E"/>
    <w:rsid w:val="00E11460"/>
    <w:rsid w:val="00E14188"/>
    <w:rsid w:val="00E16C75"/>
    <w:rsid w:val="00E202B5"/>
    <w:rsid w:val="00E2147D"/>
    <w:rsid w:val="00E22159"/>
    <w:rsid w:val="00E2269E"/>
    <w:rsid w:val="00E22E96"/>
    <w:rsid w:val="00E241E3"/>
    <w:rsid w:val="00E25629"/>
    <w:rsid w:val="00E25E4B"/>
    <w:rsid w:val="00E27801"/>
    <w:rsid w:val="00E313A0"/>
    <w:rsid w:val="00E313A7"/>
    <w:rsid w:val="00E35130"/>
    <w:rsid w:val="00E3787A"/>
    <w:rsid w:val="00E40567"/>
    <w:rsid w:val="00E4146D"/>
    <w:rsid w:val="00E417A5"/>
    <w:rsid w:val="00E474C6"/>
    <w:rsid w:val="00E47E0B"/>
    <w:rsid w:val="00E5020B"/>
    <w:rsid w:val="00E50878"/>
    <w:rsid w:val="00E52B4D"/>
    <w:rsid w:val="00E535AA"/>
    <w:rsid w:val="00E53D54"/>
    <w:rsid w:val="00E564CF"/>
    <w:rsid w:val="00E573F8"/>
    <w:rsid w:val="00E57CCB"/>
    <w:rsid w:val="00E60638"/>
    <w:rsid w:val="00E60D50"/>
    <w:rsid w:val="00E61494"/>
    <w:rsid w:val="00E647E6"/>
    <w:rsid w:val="00E659D4"/>
    <w:rsid w:val="00E66841"/>
    <w:rsid w:val="00E719AA"/>
    <w:rsid w:val="00E71D4F"/>
    <w:rsid w:val="00E725E2"/>
    <w:rsid w:val="00E73134"/>
    <w:rsid w:val="00E75E18"/>
    <w:rsid w:val="00E77613"/>
    <w:rsid w:val="00E8090D"/>
    <w:rsid w:val="00E82DDB"/>
    <w:rsid w:val="00E84333"/>
    <w:rsid w:val="00E843BA"/>
    <w:rsid w:val="00E928C3"/>
    <w:rsid w:val="00E93569"/>
    <w:rsid w:val="00E94083"/>
    <w:rsid w:val="00E949D3"/>
    <w:rsid w:val="00E964EA"/>
    <w:rsid w:val="00E97595"/>
    <w:rsid w:val="00EA050F"/>
    <w:rsid w:val="00EA2547"/>
    <w:rsid w:val="00EA34A3"/>
    <w:rsid w:val="00EA388A"/>
    <w:rsid w:val="00EA5B7B"/>
    <w:rsid w:val="00EA6F76"/>
    <w:rsid w:val="00EB60DA"/>
    <w:rsid w:val="00EB6147"/>
    <w:rsid w:val="00EB61DF"/>
    <w:rsid w:val="00EB67FA"/>
    <w:rsid w:val="00EB770D"/>
    <w:rsid w:val="00EC1906"/>
    <w:rsid w:val="00EC3C80"/>
    <w:rsid w:val="00EC5841"/>
    <w:rsid w:val="00EC631D"/>
    <w:rsid w:val="00ED026B"/>
    <w:rsid w:val="00ED3B46"/>
    <w:rsid w:val="00ED432B"/>
    <w:rsid w:val="00ED624B"/>
    <w:rsid w:val="00ED664A"/>
    <w:rsid w:val="00EE7241"/>
    <w:rsid w:val="00EE7CED"/>
    <w:rsid w:val="00EE7D04"/>
    <w:rsid w:val="00EE7FF5"/>
    <w:rsid w:val="00EF0952"/>
    <w:rsid w:val="00EF0ED1"/>
    <w:rsid w:val="00EF72FA"/>
    <w:rsid w:val="00F00D7D"/>
    <w:rsid w:val="00F03C83"/>
    <w:rsid w:val="00F059E3"/>
    <w:rsid w:val="00F05FA5"/>
    <w:rsid w:val="00F0622E"/>
    <w:rsid w:val="00F10D34"/>
    <w:rsid w:val="00F1128E"/>
    <w:rsid w:val="00F210CB"/>
    <w:rsid w:val="00F237B6"/>
    <w:rsid w:val="00F23B5A"/>
    <w:rsid w:val="00F253D4"/>
    <w:rsid w:val="00F25F0A"/>
    <w:rsid w:val="00F26D78"/>
    <w:rsid w:val="00F31F39"/>
    <w:rsid w:val="00F329C2"/>
    <w:rsid w:val="00F3372E"/>
    <w:rsid w:val="00F34115"/>
    <w:rsid w:val="00F3584C"/>
    <w:rsid w:val="00F36B2D"/>
    <w:rsid w:val="00F37199"/>
    <w:rsid w:val="00F41721"/>
    <w:rsid w:val="00F42768"/>
    <w:rsid w:val="00F42B30"/>
    <w:rsid w:val="00F45046"/>
    <w:rsid w:val="00F45963"/>
    <w:rsid w:val="00F4668A"/>
    <w:rsid w:val="00F47932"/>
    <w:rsid w:val="00F47EAD"/>
    <w:rsid w:val="00F50A9D"/>
    <w:rsid w:val="00F53CA6"/>
    <w:rsid w:val="00F570A8"/>
    <w:rsid w:val="00F57AC4"/>
    <w:rsid w:val="00F57B87"/>
    <w:rsid w:val="00F6060F"/>
    <w:rsid w:val="00F60BD6"/>
    <w:rsid w:val="00F60EA6"/>
    <w:rsid w:val="00F62A13"/>
    <w:rsid w:val="00F64941"/>
    <w:rsid w:val="00F64AF9"/>
    <w:rsid w:val="00F659F2"/>
    <w:rsid w:val="00F70603"/>
    <w:rsid w:val="00F7306B"/>
    <w:rsid w:val="00F73289"/>
    <w:rsid w:val="00F76C3A"/>
    <w:rsid w:val="00F82915"/>
    <w:rsid w:val="00F83EE3"/>
    <w:rsid w:val="00F850BB"/>
    <w:rsid w:val="00F86846"/>
    <w:rsid w:val="00F913CE"/>
    <w:rsid w:val="00F916A3"/>
    <w:rsid w:val="00F923C0"/>
    <w:rsid w:val="00F928B1"/>
    <w:rsid w:val="00F94893"/>
    <w:rsid w:val="00F950DD"/>
    <w:rsid w:val="00F968FB"/>
    <w:rsid w:val="00F9733B"/>
    <w:rsid w:val="00FA2909"/>
    <w:rsid w:val="00FA32E3"/>
    <w:rsid w:val="00FA3449"/>
    <w:rsid w:val="00FA412C"/>
    <w:rsid w:val="00FA659F"/>
    <w:rsid w:val="00FA78B9"/>
    <w:rsid w:val="00FA7936"/>
    <w:rsid w:val="00FB19B7"/>
    <w:rsid w:val="00FB1AF8"/>
    <w:rsid w:val="00FB322C"/>
    <w:rsid w:val="00FB6375"/>
    <w:rsid w:val="00FB76ED"/>
    <w:rsid w:val="00FC076D"/>
    <w:rsid w:val="00FC08AD"/>
    <w:rsid w:val="00FC3551"/>
    <w:rsid w:val="00FC3EEF"/>
    <w:rsid w:val="00FC40DA"/>
    <w:rsid w:val="00FC529C"/>
    <w:rsid w:val="00FC549F"/>
    <w:rsid w:val="00FC594C"/>
    <w:rsid w:val="00FC5D27"/>
    <w:rsid w:val="00FD17BB"/>
    <w:rsid w:val="00FD1F27"/>
    <w:rsid w:val="00FD3871"/>
    <w:rsid w:val="00FE0F42"/>
    <w:rsid w:val="00FE24FD"/>
    <w:rsid w:val="00FE3906"/>
    <w:rsid w:val="00FE756C"/>
    <w:rsid w:val="00FE7DBA"/>
    <w:rsid w:val="00FF6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31B314"/>
  <w15:docId w15:val="{927AB63E-2FDD-4DE4-ACE8-8F1DB0271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E7C2E"/>
    <w:rPr>
      <w:rFonts w:ascii="Arial" w:eastAsia="SimSun" w:hAnsi="Arial" w:cs="Times New Roman"/>
      <w:sz w:val="21"/>
      <w:szCs w:val="24"/>
      <w:lang w:eastAsia="zh-CN"/>
    </w:rPr>
  </w:style>
  <w:style w:type="paragraph" w:styleId="Kop1">
    <w:name w:val="heading 1"/>
    <w:basedOn w:val="Standaard"/>
    <w:next w:val="Standaard"/>
    <w:link w:val="Kop1Char"/>
    <w:qFormat/>
    <w:rsid w:val="006005B1"/>
    <w:pPr>
      <w:keepNext/>
      <w:outlineLvl w:val="0"/>
    </w:pPr>
    <w:rPr>
      <w:b/>
      <w:sz w:val="28"/>
      <w:lang w:eastAsia="nl-NL"/>
    </w:rPr>
  </w:style>
  <w:style w:type="paragraph" w:styleId="Kop2">
    <w:name w:val="heading 2"/>
    <w:basedOn w:val="Standaard"/>
    <w:next w:val="Standaard"/>
    <w:link w:val="Kop2Char"/>
    <w:unhideWhenUsed/>
    <w:qFormat/>
    <w:rsid w:val="007721CC"/>
    <w:pPr>
      <w:keepNext/>
      <w:keepLines/>
      <w:framePr w:hSpace="141" w:wrap="around" w:vAnchor="text" w:hAnchor="margin" w:y="104"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1B2CF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C50E4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6005B1"/>
    <w:rPr>
      <w:rFonts w:ascii="Tahoma" w:eastAsia="SimSun" w:hAnsi="Tahoma" w:cs="Times New Roman"/>
      <w:b/>
      <w:sz w:val="28"/>
      <w:szCs w:val="24"/>
      <w:lang w:eastAsia="nl-NL"/>
    </w:rPr>
  </w:style>
  <w:style w:type="character" w:customStyle="1" w:styleId="Kop2Char">
    <w:name w:val="Kop 2 Char"/>
    <w:basedOn w:val="Standaardalinea-lettertype"/>
    <w:link w:val="Kop2"/>
    <w:rsid w:val="007721CC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paragraph" w:styleId="Voetnoottekst">
    <w:name w:val="footnote text"/>
    <w:basedOn w:val="Standaard"/>
    <w:link w:val="VoetnoottekstChar"/>
    <w:uiPriority w:val="99"/>
    <w:semiHidden/>
    <w:rsid w:val="006005B1"/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6005B1"/>
    <w:rPr>
      <w:rFonts w:ascii="Tahoma" w:eastAsia="SimSun" w:hAnsi="Tahoma" w:cs="Times New Roman"/>
      <w:sz w:val="20"/>
      <w:szCs w:val="20"/>
      <w:lang w:eastAsia="zh-CN"/>
    </w:rPr>
  </w:style>
  <w:style w:type="character" w:styleId="Voetnootmarkering">
    <w:name w:val="footnote reference"/>
    <w:basedOn w:val="Standaardalinea-lettertype"/>
    <w:uiPriority w:val="99"/>
    <w:semiHidden/>
    <w:rsid w:val="006005B1"/>
    <w:rPr>
      <w:vertAlign w:val="superscript"/>
    </w:rPr>
  </w:style>
  <w:style w:type="character" w:styleId="Hyperlink">
    <w:name w:val="Hyperlink"/>
    <w:basedOn w:val="Standaardalinea-lettertype"/>
    <w:uiPriority w:val="99"/>
    <w:rsid w:val="006005B1"/>
    <w:rPr>
      <w:color w:val="0000FF"/>
      <w:u w:val="single"/>
    </w:rPr>
  </w:style>
  <w:style w:type="table" w:styleId="Tabelraster">
    <w:name w:val="Table Grid"/>
    <w:basedOn w:val="Standaardtabel"/>
    <w:uiPriority w:val="59"/>
    <w:rsid w:val="006005B1"/>
    <w:rPr>
      <w:rFonts w:ascii="Times New Roman" w:eastAsia="SimSu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pmaakprofielKop2LatijnsTahomaAziatischArialUnicodeMSNiet1">
    <w:name w:val="Opmaakprofiel Kop 2 + (Latijns) Tahoma (Aziatisch) Arial Unicode MS Niet ...1"/>
    <w:basedOn w:val="Kop2"/>
    <w:rsid w:val="006005B1"/>
    <w:pPr>
      <w:keepLines w:val="0"/>
      <w:framePr w:wrap="around"/>
      <w:spacing w:before="0" w:line="360" w:lineRule="auto"/>
    </w:pPr>
    <w:rPr>
      <w:rFonts w:ascii="Tahoma" w:eastAsia="Arial Unicode MS" w:hAnsi="Tahoma" w:cs="Times New Roman"/>
      <w:bCs w:val="0"/>
      <w:spacing w:val="20"/>
      <w:sz w:val="22"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6005B1"/>
    <w:pPr>
      <w:ind w:left="720"/>
      <w:contextualSpacing/>
    </w:pPr>
  </w:style>
  <w:style w:type="paragraph" w:styleId="Eindnoottekst">
    <w:name w:val="endnote text"/>
    <w:basedOn w:val="Standaard"/>
    <w:link w:val="EindnoottekstChar"/>
    <w:uiPriority w:val="99"/>
    <w:semiHidden/>
    <w:unhideWhenUsed/>
    <w:rsid w:val="006C4E78"/>
    <w:rPr>
      <w:sz w:val="20"/>
      <w:szCs w:val="20"/>
    </w:rPr>
  </w:style>
  <w:style w:type="character" w:customStyle="1" w:styleId="EindnoottekstChar">
    <w:name w:val="Eindnoottekst Char"/>
    <w:basedOn w:val="Standaardalinea-lettertype"/>
    <w:link w:val="Eindnoottekst"/>
    <w:uiPriority w:val="99"/>
    <w:semiHidden/>
    <w:rsid w:val="006C4E78"/>
    <w:rPr>
      <w:rFonts w:ascii="Tahoma" w:eastAsia="SimSun" w:hAnsi="Tahoma" w:cs="Times New Roman"/>
      <w:sz w:val="20"/>
      <w:szCs w:val="20"/>
      <w:lang w:eastAsia="zh-CN"/>
    </w:rPr>
  </w:style>
  <w:style w:type="character" w:styleId="Eindnootmarkering">
    <w:name w:val="endnote reference"/>
    <w:basedOn w:val="Standaardalinea-lettertype"/>
    <w:uiPriority w:val="99"/>
    <w:semiHidden/>
    <w:unhideWhenUsed/>
    <w:rsid w:val="006C4E78"/>
    <w:rPr>
      <w:vertAlign w:val="superscript"/>
    </w:rPr>
  </w:style>
  <w:style w:type="paragraph" w:styleId="Koptekst">
    <w:name w:val="header"/>
    <w:basedOn w:val="Standaard"/>
    <w:link w:val="KoptekstChar"/>
    <w:uiPriority w:val="99"/>
    <w:unhideWhenUsed/>
    <w:rsid w:val="006C4E7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6C4E78"/>
    <w:rPr>
      <w:rFonts w:ascii="Tahoma" w:eastAsia="SimSun" w:hAnsi="Tahoma" w:cs="Times New Roman"/>
      <w:sz w:val="24"/>
      <w:szCs w:val="24"/>
      <w:lang w:eastAsia="zh-CN"/>
    </w:rPr>
  </w:style>
  <w:style w:type="paragraph" w:styleId="Voettekst">
    <w:name w:val="footer"/>
    <w:basedOn w:val="Standaard"/>
    <w:link w:val="VoettekstChar"/>
    <w:uiPriority w:val="99"/>
    <w:unhideWhenUsed/>
    <w:rsid w:val="006C4E7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6C4E78"/>
    <w:rPr>
      <w:rFonts w:ascii="Tahoma" w:eastAsia="SimSun" w:hAnsi="Tahoma" w:cs="Times New Roman"/>
      <w:sz w:val="24"/>
      <w:szCs w:val="24"/>
      <w:lang w:eastAsia="zh-CN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C4E78"/>
    <w:rPr>
      <w:rFonts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C4E78"/>
    <w:rPr>
      <w:rFonts w:ascii="Tahoma" w:eastAsia="SimSun" w:hAnsi="Tahoma" w:cs="Tahoma"/>
      <w:sz w:val="16"/>
      <w:szCs w:val="16"/>
      <w:lang w:eastAsia="zh-CN"/>
    </w:rPr>
  </w:style>
  <w:style w:type="paragraph" w:styleId="Geenafstand">
    <w:name w:val="No Spacing"/>
    <w:link w:val="GeenafstandChar"/>
    <w:uiPriority w:val="1"/>
    <w:qFormat/>
    <w:rsid w:val="00335022"/>
    <w:rPr>
      <w:rFonts w:ascii="Arial" w:eastAsia="SimSun" w:hAnsi="Arial" w:cs="Times New Roman"/>
      <w:sz w:val="21"/>
      <w:szCs w:val="24"/>
      <w:lang w:eastAsia="zh-CN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B5574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eastAsia="en-US"/>
    </w:rPr>
  </w:style>
  <w:style w:type="paragraph" w:styleId="Inhopg1">
    <w:name w:val="toc 1"/>
    <w:basedOn w:val="Standaard"/>
    <w:next w:val="Standaard"/>
    <w:autoRedefine/>
    <w:uiPriority w:val="39"/>
    <w:unhideWhenUsed/>
    <w:rsid w:val="00472CBB"/>
    <w:pPr>
      <w:tabs>
        <w:tab w:val="left" w:pos="567"/>
        <w:tab w:val="right" w:leader="dot" w:pos="9062"/>
      </w:tabs>
      <w:spacing w:line="320" w:lineRule="exact"/>
      <w:ind w:left="567" w:hanging="709"/>
    </w:pPr>
    <w:rPr>
      <w:rFonts w:ascii="Open Sans" w:hAnsi="Open Sans" w:cs="Open Sans"/>
      <w:noProof/>
    </w:rPr>
  </w:style>
  <w:style w:type="paragraph" w:styleId="Inhopg2">
    <w:name w:val="toc 2"/>
    <w:basedOn w:val="Standaard"/>
    <w:next w:val="Standaard"/>
    <w:autoRedefine/>
    <w:uiPriority w:val="39"/>
    <w:unhideWhenUsed/>
    <w:rsid w:val="00751088"/>
    <w:pPr>
      <w:tabs>
        <w:tab w:val="right" w:leader="dot" w:pos="9062"/>
      </w:tabs>
      <w:spacing w:after="100"/>
    </w:pPr>
  </w:style>
  <w:style w:type="table" w:customStyle="1" w:styleId="Tabelraster1">
    <w:name w:val="Tabelraster1"/>
    <w:basedOn w:val="Standaardtabel"/>
    <w:next w:val="Tabelraster"/>
    <w:uiPriority w:val="59"/>
    <w:rsid w:val="00635435"/>
    <w:rPr>
      <w:rFonts w:eastAsia="SimSu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3Char">
    <w:name w:val="Kop 3 Char"/>
    <w:basedOn w:val="Standaardalinea-lettertype"/>
    <w:link w:val="Kop3"/>
    <w:uiPriority w:val="9"/>
    <w:rsid w:val="001B2CFD"/>
    <w:rPr>
      <w:rFonts w:asciiTheme="majorHAnsi" w:eastAsiaTheme="majorEastAsia" w:hAnsiTheme="majorHAnsi" w:cstheme="majorBidi"/>
      <w:b/>
      <w:bCs/>
      <w:sz w:val="21"/>
      <w:szCs w:val="24"/>
      <w:lang w:eastAsia="zh-CN"/>
    </w:rPr>
  </w:style>
  <w:style w:type="character" w:customStyle="1" w:styleId="Kop4Char">
    <w:name w:val="Kop 4 Char"/>
    <w:basedOn w:val="Standaardalinea-lettertype"/>
    <w:link w:val="Kop4"/>
    <w:uiPriority w:val="9"/>
    <w:rsid w:val="00C50E44"/>
    <w:rPr>
      <w:rFonts w:asciiTheme="majorHAnsi" w:eastAsiaTheme="majorEastAsia" w:hAnsiTheme="majorHAnsi" w:cstheme="majorBidi"/>
      <w:b/>
      <w:bCs/>
      <w:i/>
      <w:iCs/>
      <w:color w:val="4F81BD" w:themeColor="accent1"/>
      <w:sz w:val="21"/>
      <w:szCs w:val="24"/>
      <w:lang w:eastAsia="zh-CN"/>
    </w:rPr>
  </w:style>
  <w:style w:type="character" w:customStyle="1" w:styleId="Char13">
    <w:name w:val="Char13"/>
    <w:basedOn w:val="Standaardalinea-lettertype"/>
    <w:locked/>
    <w:rsid w:val="00C50E44"/>
    <w:rPr>
      <w:rFonts w:ascii="Verdana" w:eastAsia="SimSun" w:hAnsi="Verdana"/>
      <w:b/>
      <w:noProof/>
      <w:spacing w:val="20"/>
      <w:sz w:val="28"/>
      <w:szCs w:val="28"/>
      <w:lang w:val="nl-NL" w:eastAsia="zh-CN" w:bidi="ar-SA"/>
    </w:rPr>
  </w:style>
  <w:style w:type="paragraph" w:styleId="Plattetekst">
    <w:name w:val="Body Text"/>
    <w:basedOn w:val="Standaard"/>
    <w:link w:val="PlattetekstChar"/>
    <w:uiPriority w:val="1"/>
    <w:qFormat/>
    <w:rsid w:val="00C50E44"/>
    <w:rPr>
      <w:rFonts w:ascii="Verdana" w:eastAsia="Times New Roman" w:hAnsi="Verdana"/>
      <w:sz w:val="20"/>
      <w:szCs w:val="20"/>
      <w:lang w:val="nl" w:eastAsia="nl-NL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C50E44"/>
    <w:rPr>
      <w:rFonts w:ascii="Verdana" w:eastAsia="Times New Roman" w:hAnsi="Verdana" w:cs="Times New Roman"/>
      <w:sz w:val="20"/>
      <w:szCs w:val="20"/>
      <w:lang w:val="nl" w:eastAsia="nl-NL"/>
    </w:rPr>
  </w:style>
  <w:style w:type="character" w:styleId="Paginanummer">
    <w:name w:val="page number"/>
    <w:rsid w:val="00C50E44"/>
    <w:rPr>
      <w:rFonts w:ascii="Arial" w:hAnsi="Arial"/>
      <w:b/>
      <w:sz w:val="18"/>
    </w:rPr>
  </w:style>
  <w:style w:type="paragraph" w:customStyle="1" w:styleId="Inhoudtabel">
    <w:name w:val="Inhoud tabel"/>
    <w:basedOn w:val="Standaard"/>
    <w:rsid w:val="00C50E44"/>
    <w:pPr>
      <w:widowControl w:val="0"/>
      <w:suppressLineNumbers/>
      <w:suppressAutoHyphens/>
    </w:pPr>
    <w:rPr>
      <w:rFonts w:ascii="Times New Roman" w:eastAsia="Lucida Sans Unicode" w:hAnsi="Times New Roman"/>
      <w:kern w:val="2"/>
      <w:sz w:val="24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D3BB0"/>
    <w:rPr>
      <w:color w:val="800080" w:themeColor="followedHyperlink"/>
      <w:u w:val="single"/>
    </w:rPr>
  </w:style>
  <w:style w:type="paragraph" w:styleId="Inhopg3">
    <w:name w:val="toc 3"/>
    <w:basedOn w:val="Standaard"/>
    <w:next w:val="Standaard"/>
    <w:autoRedefine/>
    <w:uiPriority w:val="39"/>
    <w:unhideWhenUsed/>
    <w:rsid w:val="00E73134"/>
    <w:pPr>
      <w:spacing w:after="100"/>
      <w:ind w:left="420"/>
    </w:pPr>
  </w:style>
  <w:style w:type="paragraph" w:customStyle="1" w:styleId="Default">
    <w:name w:val="Default"/>
    <w:rsid w:val="001F3D4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  <w:lang w:val="en-US" w:eastAsia="nl-NL"/>
    </w:rPr>
  </w:style>
  <w:style w:type="paragraph" w:styleId="Normaalweb">
    <w:name w:val="Normal (Web)"/>
    <w:basedOn w:val="Standaard"/>
    <w:uiPriority w:val="99"/>
    <w:unhideWhenUsed/>
    <w:rsid w:val="00431E72"/>
    <w:pPr>
      <w:spacing w:before="100" w:beforeAutospacing="1" w:after="100" w:afterAutospacing="1"/>
    </w:pPr>
    <w:rPr>
      <w:rFonts w:ascii="Times New Roman" w:eastAsia="Times New Roman" w:hAnsi="Times New Roman"/>
      <w:sz w:val="24"/>
      <w:lang w:eastAsia="nl-NL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011922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011922"/>
    <w:pPr>
      <w:spacing w:after="160"/>
    </w:pPr>
    <w:rPr>
      <w:rFonts w:asciiTheme="minorHAnsi" w:eastAsiaTheme="minorEastAsia" w:hAnsiTheme="minorHAnsi" w:cstheme="minorBidi"/>
      <w:sz w:val="20"/>
      <w:szCs w:val="20"/>
      <w:lang w:eastAsia="nl-NL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011922"/>
    <w:rPr>
      <w:rFonts w:eastAsiaTheme="minorEastAsia"/>
      <w:sz w:val="20"/>
      <w:szCs w:val="20"/>
      <w:lang w:eastAsia="nl-NL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FB1AF8"/>
    <w:pPr>
      <w:spacing w:before="120" w:after="120"/>
    </w:pPr>
    <w:rPr>
      <w:rFonts w:ascii="Arial" w:eastAsia="SimSun" w:hAnsi="Arial" w:cs="Times New Roman"/>
      <w:b/>
      <w:bCs/>
      <w:lang w:eastAsia="zh-CN"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FB1AF8"/>
    <w:rPr>
      <w:rFonts w:ascii="Arial" w:eastAsia="SimSun" w:hAnsi="Arial" w:cs="Times New Roman"/>
      <w:b/>
      <w:bCs/>
      <w:sz w:val="20"/>
      <w:szCs w:val="20"/>
      <w:lang w:eastAsia="zh-CN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84762D"/>
    <w:rPr>
      <w:rFonts w:ascii="Arial" w:eastAsia="SimSun" w:hAnsi="Arial" w:cs="Times New Roman"/>
      <w:sz w:val="21"/>
      <w:szCs w:val="24"/>
      <w:lang w:eastAsia="zh-CN"/>
    </w:rPr>
  </w:style>
  <w:style w:type="paragraph" w:styleId="Tekstzonderopmaak">
    <w:name w:val="Plain Text"/>
    <w:basedOn w:val="Standaard"/>
    <w:link w:val="TekstzonderopmaakChar"/>
    <w:uiPriority w:val="99"/>
    <w:semiHidden/>
    <w:unhideWhenUsed/>
    <w:rsid w:val="005428EE"/>
    <w:rPr>
      <w:rFonts w:ascii="Consolas" w:hAnsi="Consolas" w:cs="Consolas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semiHidden/>
    <w:rsid w:val="005428EE"/>
    <w:rPr>
      <w:rFonts w:ascii="Consolas" w:eastAsia="SimSun" w:hAnsi="Consolas" w:cs="Consolas"/>
      <w:sz w:val="21"/>
      <w:szCs w:val="21"/>
      <w:lang w:eastAsia="zh-CN"/>
    </w:rPr>
  </w:style>
  <w:style w:type="table" w:customStyle="1" w:styleId="Tabelraster2">
    <w:name w:val="Tabelraster2"/>
    <w:basedOn w:val="Standaardtabel"/>
    <w:next w:val="Tabelraster"/>
    <w:uiPriority w:val="59"/>
    <w:rsid w:val="00616A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3">
    <w:name w:val="Tabelraster3"/>
    <w:basedOn w:val="Standaardtabel"/>
    <w:next w:val="Tabelraster"/>
    <w:uiPriority w:val="59"/>
    <w:rsid w:val="00616A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4">
    <w:name w:val="Tabelraster4"/>
    <w:basedOn w:val="Standaardtabel"/>
    <w:next w:val="Tabelraster"/>
    <w:uiPriority w:val="59"/>
    <w:rsid w:val="00F64A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21">
    <w:name w:val="Tabelraster21"/>
    <w:basedOn w:val="Standaardtabel"/>
    <w:next w:val="Tabelraster"/>
    <w:uiPriority w:val="59"/>
    <w:rsid w:val="008A2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5">
    <w:name w:val="Tabelraster5"/>
    <w:basedOn w:val="Standaardtabel"/>
    <w:next w:val="Tabelraster"/>
    <w:uiPriority w:val="59"/>
    <w:rsid w:val="001A0264"/>
    <w:rPr>
      <w:rFonts w:ascii="Times New Roman" w:eastAsia="SimSu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x6c">
    <w:name w:val="x6c"/>
    <w:basedOn w:val="Standaardalinea-lettertype"/>
    <w:rsid w:val="00F42B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3326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132642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5" w:color="050505"/>
            <w:bottom w:val="none" w:sz="0" w:space="0" w:color="auto"/>
            <w:right w:val="none" w:sz="0" w:space="0" w:color="auto"/>
          </w:divBdr>
          <w:divsChild>
            <w:div w:id="189315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6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875725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4337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830841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5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579483">
          <w:marLeft w:val="44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7735">
          <w:marLeft w:val="44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98918">
          <w:marLeft w:val="44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5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811273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80868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2624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5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04604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88929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6108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08410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48477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07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980428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1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9983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17496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57107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9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2272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01563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1956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75925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2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85689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55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85834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5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049834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03587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09131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66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997378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08034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85708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88969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77436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63150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01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2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6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758863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08098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99545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4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06972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734644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8056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3620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08502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1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3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246558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4629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887170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4499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42353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5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759614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87826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05227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3366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72235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42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66579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19129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03159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81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40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17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40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2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16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40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9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07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9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8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886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6ED9F2-34E2-486C-A022-F49EDFAD3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2A0B22C1.dotm</Template>
  <TotalTime>3</TotalTime>
  <Pages>2</Pages>
  <Words>422</Words>
  <Characters>2322</Characters>
  <Application>Microsoft Office Word</Application>
  <DocSecurity>0</DocSecurity>
  <Lines>19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Chris van Gool</dc:creator>
  <cp:lastModifiedBy>Leun-Borgman, L.M. van der (Leike)</cp:lastModifiedBy>
  <cp:revision>3</cp:revision>
  <cp:lastPrinted>2017-11-13T14:29:00Z</cp:lastPrinted>
  <dcterms:created xsi:type="dcterms:W3CDTF">2018-02-13T10:52:00Z</dcterms:created>
  <dcterms:modified xsi:type="dcterms:W3CDTF">2018-02-13T11:36:00Z</dcterms:modified>
</cp:coreProperties>
</file>