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2A0" w:rsidRPr="00A966B0" w:rsidRDefault="004C0877" w:rsidP="00662972">
      <w:pPr>
        <w:suppressLineNumbers/>
        <w:rPr>
          <w:b/>
          <w:noProof/>
          <w:sz w:val="28"/>
        </w:rPr>
      </w:pPr>
      <w:r w:rsidRPr="00A966B0">
        <w:rPr>
          <w:b/>
          <w:noProof/>
          <w:sz w:val="28"/>
        </w:rPr>
        <w:t xml:space="preserve">3D-printen </w:t>
      </w:r>
      <w:r w:rsidR="00EF40ED" w:rsidRPr="00A966B0">
        <w:rPr>
          <w:b/>
          <w:noProof/>
          <w:sz w:val="28"/>
        </w:rPr>
        <w:t>gebouw van start gegaan</w:t>
      </w:r>
    </w:p>
    <w:p w:rsidR="0042630D" w:rsidRPr="00A966B0" w:rsidRDefault="006A30E2" w:rsidP="003B3C45">
      <w:pPr>
        <w:suppressLineNumbers/>
        <w:spacing w:line="240" w:lineRule="atLeast"/>
        <w:rPr>
          <w:rFonts w:cs="Arial"/>
          <w:b/>
          <w:sz w:val="22"/>
          <w:szCs w:val="20"/>
        </w:rPr>
      </w:pPr>
      <w:r>
        <w:rPr>
          <w:rFonts w:eastAsia="Times New Roman" w:cs="Arial"/>
          <w:b/>
          <w:noProof/>
          <w:sz w:val="22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2548255</wp:posOffset>
            </wp:positionH>
            <wp:positionV relativeFrom="paragraph">
              <wp:posOffset>132080</wp:posOffset>
            </wp:positionV>
            <wp:extent cx="3338195" cy="1888490"/>
            <wp:effectExtent l="0" t="0" r="0" b="0"/>
            <wp:wrapSquare wrapText="bothSides"/>
            <wp:docPr id="56" name="Afbeelding 56" descr="DeVergaderfabriek-Bron The Form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DeVergaderfabriek-Bron The Form Found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b/>
          <w:noProof/>
          <w:sz w:val="22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4408805</wp:posOffset>
                </wp:positionH>
                <wp:positionV relativeFrom="paragraph">
                  <wp:posOffset>2020570</wp:posOffset>
                </wp:positionV>
                <wp:extent cx="1477645" cy="311150"/>
                <wp:effectExtent l="0" t="0" r="8255" b="0"/>
                <wp:wrapSquare wrapText="bothSides"/>
                <wp:docPr id="2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7645" cy="311150"/>
                        </a:xfrm>
                        <a:prstGeom prst="rect">
                          <a:avLst/>
                        </a:prstGeom>
                        <a:solidFill>
                          <a:srgbClr val="BBDFDC">
                            <a:alpha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966B0" w:rsidRPr="00902984" w:rsidRDefault="00A966B0" w:rsidP="00A966B0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De Vergaderfabriek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0" o:spid="_x0000_s1026" type="#_x0000_t202" style="position:absolute;margin-left:347.15pt;margin-top:159.1pt;width:116.35pt;height:24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" fillcolor="#bbdfdc" stroked="f" strokeweight=".5pt">
                <v:fill opacity="52428f"/>
                <v:path arrowok="t"/>
                <v:textbox>
                  <w:txbxContent>
                    <w:p w:rsidR="00A966B0" w:rsidRPr="00902984" w:rsidRDefault="00A966B0" w:rsidP="00A966B0">
                      <w:pPr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De Vergaderfabriek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eastAsia="Times New Roman" w:cs="Arial"/>
          <w:b/>
          <w:noProof/>
          <w:sz w:val="22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2504440</wp:posOffset>
                </wp:positionH>
                <wp:positionV relativeFrom="paragraph">
                  <wp:posOffset>84455</wp:posOffset>
                </wp:positionV>
                <wp:extent cx="2232025" cy="285115"/>
                <wp:effectExtent l="4445" t="8255" r="1905" b="1905"/>
                <wp:wrapNone/>
                <wp:docPr id="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2851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6B0" w:rsidRPr="00B572AD" w:rsidRDefault="00A966B0" w:rsidP="00A966B0">
                            <w:pPr>
                              <w:rPr>
                                <w:rFonts w:ascii="Verdana" w:hAnsi="Verdana" w:cs="Tunga"/>
                                <w:b/>
                                <w:color w:val="FF0000"/>
                              </w:rPr>
                            </w:pPr>
                            <w:r w:rsidRPr="00B572AD">
                              <w:rPr>
                                <w:rFonts w:ascii="Verdana" w:hAnsi="Verdana" w:cs="Tunga"/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Foto: </w:t>
                            </w:r>
                            <w:r>
                              <w:rPr>
                                <w:rFonts w:ascii="Verdana" w:hAnsi="Verdana" w:cs="Tung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The Form Foundation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7" type="#_x0000_t202" style="position:absolute;margin-left:197.2pt;margin-top:6.65pt;width:175.75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" stroked="f" strokecolor="#f60" strokeweight="1.25pt">
                <v:fill opacity="0"/>
                <v:textbox>
                  <w:txbxContent>
                    <w:p w:rsidR="00A966B0" w:rsidRPr="00B572AD" w:rsidRDefault="00A966B0" w:rsidP="00A966B0">
                      <w:pPr>
                        <w:rPr>
                          <w:rFonts w:ascii="Verdana" w:hAnsi="Verdana" w:cs="Tunga"/>
                          <w:b/>
                          <w:color w:val="FF0000"/>
                        </w:rPr>
                      </w:pPr>
                      <w:r w:rsidRPr="00B572AD">
                        <w:rPr>
                          <w:rFonts w:ascii="Verdana" w:hAnsi="Verdana" w:cs="Tunga"/>
                          <w:b/>
                          <w:color w:val="FF0000"/>
                          <w:sz w:val="16"/>
                          <w:szCs w:val="16"/>
                        </w:rPr>
                        <w:t xml:space="preserve">Foto: </w:t>
                      </w:r>
                      <w:r>
                        <w:rPr>
                          <w:rFonts w:ascii="Verdana" w:hAnsi="Verdana" w:cs="Tunga"/>
                          <w:b/>
                          <w:color w:val="FF0000"/>
                          <w:sz w:val="16"/>
                          <w:szCs w:val="16"/>
                        </w:rPr>
                        <w:t>The Form Foundation</w:t>
                      </w:r>
                    </w:p>
                  </w:txbxContent>
                </v:textbox>
              </v:shape>
            </w:pict>
          </mc:Fallback>
        </mc:AlternateContent>
      </w:r>
      <w:r w:rsidR="00A37286" w:rsidRPr="00A966B0">
        <w:rPr>
          <w:rFonts w:eastAsia="Times New Roman" w:cs="Arial"/>
          <w:b/>
          <w:sz w:val="22"/>
          <w:szCs w:val="20"/>
          <w:lang w:eastAsia="nl-NL"/>
        </w:rPr>
        <w:t xml:space="preserve"> </w:t>
      </w:r>
    </w:p>
    <w:p w:rsidR="00133196" w:rsidRPr="00A966B0" w:rsidRDefault="004C0877" w:rsidP="00596DC5">
      <w:pPr>
        <w:rPr>
          <w:rFonts w:eastAsia="Times New Roman" w:cs="Arial"/>
          <w:b/>
          <w:sz w:val="22"/>
          <w:szCs w:val="20"/>
          <w:lang w:eastAsia="nl-NL"/>
        </w:rPr>
      </w:pPr>
      <w:r w:rsidRPr="00A966B0">
        <w:rPr>
          <w:rFonts w:eastAsia="Times New Roman" w:cs="Arial"/>
          <w:b/>
          <w:sz w:val="22"/>
          <w:szCs w:val="20"/>
          <w:lang w:eastAsia="nl-NL"/>
        </w:rPr>
        <w:t xml:space="preserve">Leerlingen van </w:t>
      </w:r>
      <w:r w:rsidR="00C002D7" w:rsidRPr="00A966B0">
        <w:rPr>
          <w:rFonts w:eastAsia="Times New Roman" w:cs="Arial"/>
          <w:b/>
          <w:sz w:val="22"/>
          <w:szCs w:val="20"/>
          <w:lang w:eastAsia="nl-NL"/>
        </w:rPr>
        <w:t>basisschool</w:t>
      </w:r>
      <w:r w:rsidR="00F26265" w:rsidRPr="00A966B0">
        <w:rPr>
          <w:rFonts w:eastAsia="Times New Roman" w:cs="Arial"/>
          <w:b/>
          <w:sz w:val="22"/>
          <w:szCs w:val="20"/>
          <w:lang w:eastAsia="nl-NL"/>
        </w:rPr>
        <w:t xml:space="preserve"> </w:t>
      </w:r>
      <w:r w:rsidRPr="00A966B0">
        <w:rPr>
          <w:rFonts w:eastAsia="Times New Roman" w:cs="Arial"/>
          <w:b/>
          <w:sz w:val="22"/>
          <w:szCs w:val="20"/>
          <w:lang w:eastAsia="nl-NL"/>
        </w:rPr>
        <w:t xml:space="preserve">De Zaaier in Teuge plaatsten op 30 januari </w:t>
      </w:r>
      <w:r w:rsidR="00F26265" w:rsidRPr="00A966B0">
        <w:rPr>
          <w:rFonts w:eastAsia="Times New Roman" w:cs="Arial"/>
          <w:b/>
          <w:sz w:val="22"/>
          <w:szCs w:val="20"/>
          <w:lang w:eastAsia="nl-NL"/>
        </w:rPr>
        <w:t>e</w:t>
      </w:r>
      <w:r w:rsidR="00E96E4B" w:rsidRPr="00A966B0">
        <w:rPr>
          <w:rFonts w:eastAsia="Times New Roman" w:cs="Arial"/>
          <w:b/>
          <w:sz w:val="22"/>
          <w:szCs w:val="20"/>
          <w:lang w:eastAsia="nl-NL"/>
        </w:rPr>
        <w:t>en tijdcapsule in de muur</w:t>
      </w:r>
      <w:r w:rsidRPr="00A966B0">
        <w:rPr>
          <w:rFonts w:eastAsia="Times New Roman" w:cs="Arial"/>
          <w:b/>
          <w:sz w:val="22"/>
          <w:szCs w:val="20"/>
          <w:lang w:eastAsia="nl-NL"/>
        </w:rPr>
        <w:t xml:space="preserve"> van </w:t>
      </w:r>
      <w:r w:rsidR="00F26265" w:rsidRPr="00A966B0">
        <w:rPr>
          <w:rFonts w:eastAsia="Times New Roman" w:cs="Arial"/>
          <w:b/>
          <w:sz w:val="22"/>
          <w:szCs w:val="20"/>
          <w:lang w:eastAsia="nl-NL"/>
        </w:rPr>
        <w:t>een bijzonder gebouw. Het is een vergaderlocatie die helemaal in 3D wordt geprint van beton.</w:t>
      </w:r>
      <w:r w:rsidRPr="00A966B0">
        <w:rPr>
          <w:rFonts w:eastAsia="Times New Roman" w:cs="Arial"/>
          <w:b/>
          <w:sz w:val="22"/>
          <w:szCs w:val="20"/>
          <w:lang w:eastAsia="nl-NL"/>
        </w:rPr>
        <w:t xml:space="preserve"> </w:t>
      </w:r>
      <w:r w:rsidR="00596DC5" w:rsidRPr="00A966B0">
        <w:rPr>
          <w:rFonts w:eastAsia="Times New Roman" w:cs="Arial"/>
          <w:b/>
          <w:sz w:val="22"/>
          <w:szCs w:val="20"/>
          <w:lang w:eastAsia="nl-NL"/>
        </w:rPr>
        <w:t>Het print</w:t>
      </w:r>
      <w:r w:rsidR="00E96E4B" w:rsidRPr="00A966B0">
        <w:rPr>
          <w:rFonts w:eastAsia="Times New Roman" w:cs="Arial"/>
          <w:b/>
          <w:sz w:val="22"/>
          <w:szCs w:val="20"/>
          <w:lang w:eastAsia="nl-NL"/>
        </w:rPr>
        <w:t>en</w:t>
      </w:r>
      <w:r w:rsidR="00596DC5" w:rsidRPr="00A966B0">
        <w:rPr>
          <w:rFonts w:eastAsia="Times New Roman" w:cs="Arial"/>
          <w:b/>
          <w:sz w:val="22"/>
          <w:szCs w:val="20"/>
          <w:lang w:eastAsia="nl-NL"/>
        </w:rPr>
        <w:t xml:space="preserve"> is begonnen en moet binnen tien dagen zijn voltooid. </w:t>
      </w:r>
      <w:r w:rsidR="00ED7511" w:rsidRPr="00A966B0">
        <w:rPr>
          <w:rFonts w:eastAsia="Times New Roman" w:cs="Arial"/>
          <w:b/>
          <w:sz w:val="22"/>
          <w:szCs w:val="20"/>
          <w:lang w:eastAsia="nl-NL"/>
        </w:rPr>
        <w:t xml:space="preserve">Doel van het project is: bewijzen dat </w:t>
      </w:r>
      <w:r w:rsidR="003A2EAE" w:rsidRPr="00A966B0">
        <w:rPr>
          <w:rFonts w:eastAsia="Times New Roman" w:cs="Arial"/>
          <w:b/>
          <w:sz w:val="22"/>
          <w:szCs w:val="20"/>
          <w:lang w:eastAsia="nl-NL"/>
        </w:rPr>
        <w:t xml:space="preserve">bouwen met </w:t>
      </w:r>
      <w:r w:rsidR="00ED7511" w:rsidRPr="00A966B0">
        <w:rPr>
          <w:rFonts w:eastAsia="Times New Roman" w:cs="Arial"/>
          <w:b/>
          <w:sz w:val="22"/>
          <w:szCs w:val="20"/>
          <w:lang w:eastAsia="nl-NL"/>
        </w:rPr>
        <w:t>3D-printen technisch en economisch haalbaar is.</w:t>
      </w:r>
    </w:p>
    <w:p w:rsidR="00617B41" w:rsidRPr="00A966B0" w:rsidRDefault="00617B41" w:rsidP="003B3C45">
      <w:pPr>
        <w:suppressLineNumbers/>
        <w:spacing w:line="240" w:lineRule="atLeast"/>
        <w:rPr>
          <w:rStyle w:val="Hyperlink"/>
          <w:rFonts w:cs="Arial"/>
          <w:color w:val="auto"/>
          <w:sz w:val="22"/>
          <w:szCs w:val="20"/>
          <w:u w:val="none"/>
        </w:rPr>
      </w:pPr>
    </w:p>
    <w:p w:rsidR="00DC3AF7" w:rsidRPr="00A966B0" w:rsidRDefault="007A7CDC" w:rsidP="00C002D7">
      <w:pPr>
        <w:spacing w:line="240" w:lineRule="atLeast"/>
        <w:rPr>
          <w:rStyle w:val="Hyperlink"/>
          <w:rFonts w:cs="Arial"/>
          <w:b/>
          <w:color w:val="auto"/>
          <w:sz w:val="22"/>
          <w:szCs w:val="20"/>
          <w:u w:val="none"/>
        </w:rPr>
      </w:pPr>
      <w:r w:rsidRPr="00A966B0">
        <w:rPr>
          <w:rStyle w:val="Hyperlink"/>
          <w:rFonts w:cs="Arial"/>
          <w:b/>
          <w:color w:val="auto"/>
          <w:sz w:val="22"/>
          <w:szCs w:val="20"/>
          <w:u w:val="none"/>
        </w:rPr>
        <w:t>Tijdcapsule</w:t>
      </w:r>
    </w:p>
    <w:p w:rsidR="004C0877" w:rsidRPr="00A966B0" w:rsidRDefault="00F26265">
      <w:pPr>
        <w:rPr>
          <w:sz w:val="22"/>
        </w:rPr>
      </w:pPr>
      <w:r w:rsidRPr="00A966B0">
        <w:rPr>
          <w:sz w:val="22"/>
        </w:rPr>
        <w:t xml:space="preserve">Met het plaatsen van de </w:t>
      </w:r>
      <w:r w:rsidR="00ED7511" w:rsidRPr="00A966B0">
        <w:rPr>
          <w:sz w:val="22"/>
        </w:rPr>
        <w:t>tijdcapsule</w:t>
      </w:r>
      <w:r w:rsidRPr="00A966B0">
        <w:rPr>
          <w:sz w:val="22"/>
        </w:rPr>
        <w:t xml:space="preserve"> </w:t>
      </w:r>
      <w:r w:rsidR="007A7CDC" w:rsidRPr="00A966B0">
        <w:rPr>
          <w:sz w:val="22"/>
        </w:rPr>
        <w:t>ging de bouw officieel van start</w:t>
      </w:r>
      <w:r w:rsidRPr="00A966B0">
        <w:rPr>
          <w:sz w:val="22"/>
        </w:rPr>
        <w:t xml:space="preserve">. </w:t>
      </w:r>
      <w:r w:rsidR="00F808BD" w:rsidRPr="00A966B0">
        <w:rPr>
          <w:sz w:val="22"/>
        </w:rPr>
        <w:t xml:space="preserve">De capsule bevat </w:t>
      </w:r>
      <w:r w:rsidR="00ED7511" w:rsidRPr="00A966B0">
        <w:rPr>
          <w:sz w:val="22"/>
        </w:rPr>
        <w:t>brieven gericht aan de toekomst</w:t>
      </w:r>
      <w:r w:rsidRPr="00A966B0">
        <w:rPr>
          <w:sz w:val="22"/>
        </w:rPr>
        <w:t>. De tijdcapsule zal tevoorschijn komen als</w:t>
      </w:r>
      <w:r w:rsidR="00ED7511" w:rsidRPr="00A966B0">
        <w:rPr>
          <w:sz w:val="22"/>
        </w:rPr>
        <w:t xml:space="preserve"> het gebouw in de toekomst gerecycled gaat worden.</w:t>
      </w:r>
      <w:r w:rsidRPr="00A966B0">
        <w:rPr>
          <w:sz w:val="22"/>
        </w:rPr>
        <w:t xml:space="preserve"> </w:t>
      </w:r>
      <w:r w:rsidR="00DC3AF7" w:rsidRPr="00A966B0">
        <w:rPr>
          <w:sz w:val="22"/>
        </w:rPr>
        <w:t>Maar eerst moet het nog gebouwd worden.</w:t>
      </w:r>
    </w:p>
    <w:p w:rsidR="00ED7511" w:rsidRPr="00A966B0" w:rsidRDefault="00ED7511" w:rsidP="00C002D7">
      <w:pPr>
        <w:suppressLineNumbers/>
        <w:rPr>
          <w:rStyle w:val="Hyperlink"/>
          <w:rFonts w:ascii="Verdana" w:hAnsi="Verdana"/>
          <w:sz w:val="18"/>
          <w:szCs w:val="17"/>
        </w:rPr>
      </w:pPr>
    </w:p>
    <w:p w:rsidR="008374EA" w:rsidRPr="00A966B0" w:rsidRDefault="008374EA" w:rsidP="008374EA">
      <w:pPr>
        <w:rPr>
          <w:rFonts w:eastAsia="Times New Roman" w:cs="Arial"/>
          <w:b/>
          <w:sz w:val="22"/>
          <w:szCs w:val="20"/>
          <w:lang w:eastAsia="nl-NL"/>
        </w:rPr>
      </w:pPr>
      <w:r w:rsidRPr="00A966B0">
        <w:rPr>
          <w:rFonts w:eastAsia="Times New Roman" w:cs="Arial"/>
          <w:b/>
          <w:sz w:val="22"/>
          <w:szCs w:val="20"/>
          <w:lang w:eastAsia="nl-NL"/>
        </w:rPr>
        <w:t>Hoe werkt het?</w:t>
      </w:r>
    </w:p>
    <w:p w:rsidR="008374EA" w:rsidRPr="00A966B0" w:rsidRDefault="007A7CDC" w:rsidP="008374EA">
      <w:pPr>
        <w:rPr>
          <w:rFonts w:eastAsia="Times New Roman" w:cs="Arial"/>
          <w:sz w:val="22"/>
          <w:szCs w:val="20"/>
          <w:lang w:eastAsia="nl-NL"/>
        </w:rPr>
      </w:pPr>
      <w:r w:rsidRPr="00A966B0">
        <w:rPr>
          <w:rFonts w:eastAsia="Times New Roman" w:cs="Arial"/>
          <w:sz w:val="22"/>
          <w:szCs w:val="20"/>
          <w:lang w:eastAsia="nl-NL"/>
        </w:rPr>
        <w:t>3D-</w:t>
      </w:r>
      <w:r w:rsidR="00E37807" w:rsidRPr="00A966B0">
        <w:rPr>
          <w:rFonts w:eastAsia="Times New Roman" w:cs="Arial"/>
          <w:sz w:val="22"/>
          <w:szCs w:val="20"/>
          <w:lang w:eastAsia="nl-NL"/>
        </w:rPr>
        <w:t xml:space="preserve">printers 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>worden</w:t>
      </w:r>
      <w:r w:rsidR="00E37807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="00E37807" w:rsidRPr="00A966B0">
        <w:rPr>
          <w:rFonts w:eastAsia="Times New Roman" w:cs="Arial"/>
          <w:sz w:val="22"/>
          <w:szCs w:val="20"/>
          <w:u w:val="single"/>
          <w:lang w:eastAsia="nl-NL"/>
        </w:rPr>
        <w:t>anno 2019</w:t>
      </w:r>
      <w:r w:rsidR="00E37807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>steeds belangrijker</w:t>
      </w:r>
      <w:r w:rsidR="00E37807" w:rsidRPr="00A966B0">
        <w:rPr>
          <w:rFonts w:eastAsia="Times New Roman" w:cs="Arial"/>
          <w:sz w:val="22"/>
          <w:szCs w:val="20"/>
          <w:lang w:eastAsia="nl-NL"/>
        </w:rPr>
        <w:t xml:space="preserve">. 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>D</w:t>
      </w:r>
      <w:r w:rsidR="00DC3AF7" w:rsidRPr="00A966B0">
        <w:rPr>
          <w:rFonts w:eastAsia="Times New Roman" w:cs="Arial"/>
          <w:sz w:val="22"/>
          <w:szCs w:val="20"/>
          <w:lang w:eastAsia="nl-NL"/>
        </w:rPr>
        <w:t>e meeste gebouwen worden op een traditionele manier</w:t>
      </w:r>
      <w:r w:rsidR="00E96E4B" w:rsidRPr="00A966B0">
        <w:rPr>
          <w:rFonts w:eastAsia="Times New Roman" w:cs="Arial"/>
          <w:sz w:val="22"/>
          <w:szCs w:val="20"/>
          <w:lang w:eastAsia="nl-NL"/>
        </w:rPr>
        <w:t xml:space="preserve"> gebouwd. Dat kost veel tijd</w:t>
      </w:r>
      <w:r w:rsidR="00DC3AF7" w:rsidRPr="00A966B0">
        <w:rPr>
          <w:rFonts w:eastAsia="Times New Roman" w:cs="Arial"/>
          <w:sz w:val="22"/>
          <w:szCs w:val="20"/>
          <w:lang w:eastAsia="nl-NL"/>
        </w:rPr>
        <w:t>.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 xml:space="preserve"> Maar m</w:t>
      </w:r>
      <w:r w:rsidR="00DC3AF7" w:rsidRPr="00A966B0">
        <w:rPr>
          <w:rFonts w:eastAsia="Times New Roman" w:cs="Arial"/>
          <w:sz w:val="22"/>
          <w:szCs w:val="20"/>
          <w:lang w:eastAsia="nl-NL"/>
        </w:rPr>
        <w:t xml:space="preserve">et een 3D-printer kan het bouwproces veel sneller verlopen. 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>3D betekent driedimensionaal. Met een</w:t>
      </w:r>
      <w:r w:rsidR="003E5B55" w:rsidRPr="00A966B0">
        <w:rPr>
          <w:rFonts w:eastAsia="Times New Roman" w:cs="Arial"/>
          <w:sz w:val="22"/>
          <w:szCs w:val="20"/>
          <w:lang w:eastAsia="nl-NL"/>
        </w:rPr>
        <w:t xml:space="preserve"> 3D-printer kun je </w:t>
      </w:r>
      <w:r w:rsidR="00DC3AF7" w:rsidRPr="00A966B0">
        <w:rPr>
          <w:rFonts w:eastAsia="Times New Roman" w:cs="Arial"/>
          <w:sz w:val="22"/>
          <w:szCs w:val="20"/>
          <w:lang w:eastAsia="nl-NL"/>
        </w:rPr>
        <w:t>laagje voor laagje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 xml:space="preserve"> voorwerpen</w:t>
      </w:r>
      <w:r w:rsidR="00DC3AF7" w:rsidRPr="00A966B0">
        <w:rPr>
          <w:rFonts w:eastAsia="Times New Roman" w:cs="Arial"/>
          <w:sz w:val="22"/>
          <w:szCs w:val="20"/>
          <w:lang w:eastAsia="nl-NL"/>
        </w:rPr>
        <w:t xml:space="preserve"> of onderdelen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 xml:space="preserve"> creëren. In plaats van inkt gebruik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>t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 xml:space="preserve">men 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 xml:space="preserve">in dit geval dus 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 xml:space="preserve">vloeibaar 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>beton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 xml:space="preserve">. 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 xml:space="preserve">Met de 3D-printer wordt het beton 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>laagje voor laagje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 xml:space="preserve"> gespoten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>, waarna het heel hard wordt. Het resultaat is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 xml:space="preserve"> heel stevig.</w:t>
      </w:r>
      <w:r w:rsidR="008374EA" w:rsidRPr="00A966B0">
        <w:rPr>
          <w:rFonts w:eastAsia="Times New Roman" w:cs="Arial"/>
          <w:sz w:val="22"/>
          <w:szCs w:val="20"/>
          <w:lang w:eastAsia="nl-NL"/>
        </w:rPr>
        <w:t xml:space="preserve"> </w:t>
      </w:r>
    </w:p>
    <w:p w:rsidR="008374EA" w:rsidRPr="00A966B0" w:rsidRDefault="008374EA" w:rsidP="00C002D7">
      <w:pPr>
        <w:suppressLineNumbers/>
        <w:rPr>
          <w:rFonts w:eastAsia="Times New Roman" w:cs="Arial"/>
          <w:sz w:val="22"/>
          <w:szCs w:val="20"/>
          <w:lang w:eastAsia="nl-NL"/>
        </w:rPr>
      </w:pPr>
    </w:p>
    <w:p w:rsidR="008374EA" w:rsidRPr="00A966B0" w:rsidRDefault="00E37807" w:rsidP="008374EA">
      <w:pPr>
        <w:rPr>
          <w:rFonts w:eastAsia="Times New Roman" w:cs="Arial"/>
          <w:b/>
          <w:sz w:val="22"/>
          <w:szCs w:val="20"/>
          <w:lang w:eastAsia="nl-NL"/>
        </w:rPr>
      </w:pPr>
      <w:r w:rsidRPr="00A966B0">
        <w:rPr>
          <w:rFonts w:eastAsia="Times New Roman" w:cs="Arial"/>
          <w:b/>
          <w:sz w:val="22"/>
          <w:szCs w:val="20"/>
          <w:lang w:eastAsia="nl-NL"/>
        </w:rPr>
        <w:t>Niet het eerste gebouw</w:t>
      </w:r>
    </w:p>
    <w:p w:rsidR="00596DC5" w:rsidRPr="00A966B0" w:rsidRDefault="00175D37" w:rsidP="008374EA">
      <w:pPr>
        <w:rPr>
          <w:rFonts w:eastAsia="Times New Roman" w:cs="Arial"/>
          <w:sz w:val="22"/>
          <w:szCs w:val="20"/>
          <w:lang w:eastAsia="nl-NL"/>
        </w:rPr>
      </w:pPr>
      <w:r w:rsidRPr="00A966B0">
        <w:rPr>
          <w:rFonts w:eastAsia="Times New Roman" w:cs="Arial"/>
          <w:sz w:val="22"/>
          <w:szCs w:val="20"/>
          <w:lang w:eastAsia="nl-NL"/>
        </w:rPr>
        <w:t xml:space="preserve">Dit vergadergebouw is niet het eerste </w:t>
      </w:r>
      <w:r w:rsidR="007A7CDC" w:rsidRPr="00A966B0">
        <w:rPr>
          <w:rFonts w:eastAsia="Times New Roman" w:cs="Arial"/>
          <w:sz w:val="22"/>
          <w:szCs w:val="20"/>
          <w:lang w:eastAsia="nl-NL"/>
        </w:rPr>
        <w:t>d</w:t>
      </w:r>
      <w:r w:rsidRPr="00A966B0">
        <w:rPr>
          <w:rFonts w:eastAsia="Times New Roman" w:cs="Arial"/>
          <w:sz w:val="22"/>
          <w:szCs w:val="20"/>
          <w:lang w:eastAsia="nl-NL"/>
        </w:rPr>
        <w:t xml:space="preserve">at van beton wordt geprint. 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 xml:space="preserve">Al eerder werd in Dubai </w:t>
      </w:r>
      <w:r w:rsidRPr="00A966B0">
        <w:rPr>
          <w:rFonts w:eastAsia="Times New Roman" w:cs="Arial"/>
          <w:sz w:val="22"/>
          <w:szCs w:val="20"/>
          <w:lang w:eastAsia="nl-NL"/>
        </w:rPr>
        <w:t>een laboratorium</w:t>
      </w:r>
      <w:r w:rsidR="00191DA8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Pr="00A966B0">
        <w:rPr>
          <w:rFonts w:eastAsia="Times New Roman" w:cs="Arial"/>
          <w:sz w:val="22"/>
          <w:szCs w:val="20"/>
          <w:lang w:eastAsia="nl-NL"/>
        </w:rPr>
        <w:t>in 3D geprint.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 xml:space="preserve"> Ook </w:t>
      </w:r>
      <w:r w:rsidR="000909BC" w:rsidRPr="00A966B0">
        <w:rPr>
          <w:rFonts w:eastAsia="Times New Roman" w:cs="Arial"/>
          <w:sz w:val="22"/>
          <w:szCs w:val="20"/>
          <w:lang w:eastAsia="nl-NL"/>
        </w:rPr>
        <w:t xml:space="preserve">worden 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 xml:space="preserve">er </w:t>
      </w:r>
      <w:r w:rsidR="00422BA1" w:rsidRPr="00A966B0">
        <w:rPr>
          <w:rFonts w:eastAsia="Times New Roman" w:cs="Arial"/>
          <w:sz w:val="22"/>
          <w:szCs w:val="20"/>
          <w:lang w:eastAsia="nl-NL"/>
        </w:rPr>
        <w:t>huizen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="00422BA1" w:rsidRPr="00A966B0">
        <w:rPr>
          <w:rFonts w:eastAsia="Times New Roman" w:cs="Arial"/>
          <w:sz w:val="22"/>
          <w:szCs w:val="20"/>
          <w:lang w:eastAsia="nl-NL"/>
        </w:rPr>
        <w:t xml:space="preserve">in Eindhoven 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 xml:space="preserve">geprint door de betonprinter van de TU Eindhoven. </w:t>
      </w:r>
      <w:r w:rsidR="003E5B55" w:rsidRPr="00A966B0">
        <w:rPr>
          <w:rFonts w:eastAsia="Times New Roman" w:cs="Arial"/>
          <w:sz w:val="22"/>
          <w:szCs w:val="20"/>
          <w:lang w:eastAsia="nl-NL"/>
        </w:rPr>
        <w:t xml:space="preserve">Wat het 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>verschil</w:t>
      </w:r>
      <w:r w:rsidR="003E5B55" w:rsidRPr="00A966B0">
        <w:rPr>
          <w:rFonts w:eastAsia="Times New Roman" w:cs="Arial"/>
          <w:sz w:val="22"/>
          <w:szCs w:val="20"/>
          <w:lang w:eastAsia="nl-NL"/>
        </w:rPr>
        <w:t xml:space="preserve"> is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>? Het vergadergebouw wordt op de locatie zelf geprint, terwijl de woningen in de werkplaats van de printer k</w:t>
      </w:r>
      <w:r w:rsidR="000909BC" w:rsidRPr="00A966B0">
        <w:rPr>
          <w:rFonts w:eastAsia="Times New Roman" w:cs="Arial"/>
          <w:sz w:val="22"/>
          <w:szCs w:val="20"/>
          <w:lang w:eastAsia="nl-NL"/>
        </w:rPr>
        <w:t>omen</w:t>
      </w:r>
      <w:r w:rsidR="00596DC5" w:rsidRPr="00A966B0">
        <w:rPr>
          <w:rFonts w:eastAsia="Times New Roman" w:cs="Arial"/>
          <w:sz w:val="22"/>
          <w:szCs w:val="20"/>
          <w:lang w:eastAsia="nl-NL"/>
        </w:rPr>
        <w:t>.</w:t>
      </w:r>
      <w:r w:rsidR="00191DA8" w:rsidRPr="00A966B0">
        <w:rPr>
          <w:rFonts w:eastAsia="Times New Roman" w:cs="Arial"/>
          <w:sz w:val="22"/>
          <w:szCs w:val="20"/>
          <w:lang w:eastAsia="nl-NL"/>
        </w:rPr>
        <w:t xml:space="preserve"> </w:t>
      </w:r>
    </w:p>
    <w:p w:rsidR="00F26265" w:rsidRPr="00A966B0" w:rsidRDefault="00F26265" w:rsidP="00C002D7">
      <w:pPr>
        <w:suppressLineNumbers/>
        <w:rPr>
          <w:rFonts w:eastAsia="Times New Roman" w:cs="Arial"/>
          <w:sz w:val="22"/>
          <w:szCs w:val="20"/>
          <w:lang w:eastAsia="nl-NL"/>
        </w:rPr>
      </w:pPr>
    </w:p>
    <w:p w:rsidR="00175D37" w:rsidRPr="00A966B0" w:rsidRDefault="00175D37" w:rsidP="00F26265">
      <w:pPr>
        <w:rPr>
          <w:rFonts w:eastAsia="Times New Roman" w:cs="Arial"/>
          <w:b/>
          <w:sz w:val="22"/>
          <w:szCs w:val="20"/>
          <w:lang w:eastAsia="nl-NL"/>
        </w:rPr>
      </w:pPr>
      <w:r w:rsidRPr="00A966B0">
        <w:rPr>
          <w:rFonts w:eastAsia="Times New Roman" w:cs="Arial"/>
          <w:b/>
          <w:sz w:val="22"/>
          <w:szCs w:val="20"/>
          <w:lang w:eastAsia="nl-NL"/>
        </w:rPr>
        <w:t>Voordelen</w:t>
      </w:r>
    </w:p>
    <w:p w:rsidR="004C0877" w:rsidRPr="00A966B0" w:rsidRDefault="00175D37" w:rsidP="00F26265">
      <w:pPr>
        <w:rPr>
          <w:rFonts w:eastAsia="Times New Roman" w:cs="Arial"/>
          <w:sz w:val="22"/>
          <w:szCs w:val="20"/>
          <w:lang w:eastAsia="nl-NL"/>
        </w:rPr>
      </w:pPr>
      <w:r w:rsidRPr="00A966B0">
        <w:rPr>
          <w:rFonts w:eastAsia="Times New Roman" w:cs="Arial"/>
          <w:sz w:val="22"/>
          <w:szCs w:val="20"/>
          <w:lang w:eastAsia="nl-NL"/>
        </w:rPr>
        <w:t xml:space="preserve">Volgens de bouwers zal de nieuwe techniek veel </w:t>
      </w:r>
      <w:r w:rsidRPr="00E50F21">
        <w:rPr>
          <w:rFonts w:eastAsia="Times New Roman" w:cs="Arial"/>
          <w:sz w:val="22"/>
          <w:szCs w:val="20"/>
          <w:u w:val="single"/>
          <w:lang w:eastAsia="nl-NL"/>
        </w:rPr>
        <w:t>teweegbrengen</w:t>
      </w:r>
      <w:r w:rsidRPr="00A966B0">
        <w:rPr>
          <w:rFonts w:eastAsia="Times New Roman" w:cs="Arial"/>
          <w:sz w:val="22"/>
          <w:szCs w:val="20"/>
          <w:lang w:eastAsia="nl-NL"/>
        </w:rPr>
        <w:t xml:space="preserve">. </w:t>
      </w:r>
      <w:r w:rsidR="006E1FB9" w:rsidRPr="00A966B0">
        <w:rPr>
          <w:rFonts w:eastAsia="Times New Roman" w:cs="Arial"/>
          <w:sz w:val="22"/>
          <w:szCs w:val="20"/>
          <w:lang w:eastAsia="nl-NL"/>
        </w:rPr>
        <w:t xml:space="preserve">Het 3D-printen heeft 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 xml:space="preserve">namelijk </w:t>
      </w:r>
      <w:r w:rsidR="006E1FB9" w:rsidRPr="00A966B0">
        <w:rPr>
          <w:rFonts w:eastAsia="Times New Roman" w:cs="Arial"/>
          <w:sz w:val="22"/>
          <w:szCs w:val="20"/>
          <w:lang w:eastAsia="nl-NL"/>
        </w:rPr>
        <w:t xml:space="preserve">veel voordelen. Zo </w:t>
      </w:r>
      <w:r w:rsidR="00E37807" w:rsidRPr="00A966B0">
        <w:rPr>
          <w:rFonts w:eastAsia="Times New Roman" w:cs="Arial"/>
          <w:sz w:val="22"/>
          <w:szCs w:val="20"/>
          <w:lang w:eastAsia="nl-NL"/>
        </w:rPr>
        <w:t>wordt er minder materiaal verspild tijdens de bouw</w:t>
      </w:r>
      <w:r w:rsidR="00672A20" w:rsidRPr="00A966B0">
        <w:rPr>
          <w:rFonts w:eastAsia="Times New Roman" w:cs="Arial"/>
          <w:sz w:val="22"/>
          <w:szCs w:val="20"/>
          <w:lang w:eastAsia="nl-NL"/>
        </w:rPr>
        <w:t>.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="00672A20" w:rsidRPr="00A966B0">
        <w:rPr>
          <w:rFonts w:eastAsia="Times New Roman" w:cs="Arial"/>
          <w:sz w:val="22"/>
          <w:szCs w:val="20"/>
          <w:lang w:eastAsia="nl-NL"/>
        </w:rPr>
        <w:t>Ook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 xml:space="preserve"> kunnen de materialen in de toekomst </w:t>
      </w:r>
      <w:r w:rsidR="003E5B55" w:rsidRPr="00A966B0">
        <w:rPr>
          <w:rFonts w:eastAsia="Times New Roman" w:cs="Arial"/>
          <w:sz w:val="22"/>
          <w:szCs w:val="20"/>
          <w:lang w:eastAsia="nl-NL"/>
        </w:rPr>
        <w:t xml:space="preserve">opnieuw worden 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>gebruikt</w:t>
      </w:r>
      <w:r w:rsidR="00E37807" w:rsidRPr="00A966B0">
        <w:rPr>
          <w:rFonts w:eastAsia="Times New Roman" w:cs="Arial"/>
          <w:sz w:val="22"/>
          <w:szCs w:val="20"/>
          <w:lang w:eastAsia="nl-NL"/>
        </w:rPr>
        <w:t>.</w:t>
      </w:r>
      <w:r w:rsidR="003A7389" w:rsidRPr="00A966B0">
        <w:rPr>
          <w:rFonts w:eastAsia="Times New Roman" w:cs="Arial"/>
          <w:sz w:val="22"/>
          <w:szCs w:val="20"/>
          <w:lang w:eastAsia="nl-NL"/>
        </w:rPr>
        <w:t xml:space="preserve"> Door het 3D-printen van dit gebouw </w:t>
      </w:r>
      <w:r w:rsidR="00F9318C" w:rsidRPr="00A966B0">
        <w:rPr>
          <w:rFonts w:eastAsia="Times New Roman" w:cs="Arial"/>
          <w:sz w:val="22"/>
          <w:szCs w:val="20"/>
          <w:lang w:eastAsia="nl-NL"/>
        </w:rPr>
        <w:t>denkt men dat mensen meer</w:t>
      </w:r>
      <w:r w:rsidRPr="00A966B0">
        <w:rPr>
          <w:rFonts w:eastAsia="Times New Roman" w:cs="Arial"/>
          <w:sz w:val="22"/>
          <w:szCs w:val="20"/>
          <w:lang w:eastAsia="nl-NL"/>
        </w:rPr>
        <w:t xml:space="preserve"> vertrouwen </w:t>
      </w:r>
      <w:r w:rsidR="00F9318C" w:rsidRPr="00A966B0">
        <w:rPr>
          <w:rFonts w:eastAsia="Times New Roman" w:cs="Arial"/>
          <w:sz w:val="22"/>
          <w:szCs w:val="20"/>
          <w:lang w:eastAsia="nl-NL"/>
        </w:rPr>
        <w:t xml:space="preserve">krijgen </w:t>
      </w:r>
      <w:r w:rsidRPr="00A966B0">
        <w:rPr>
          <w:rFonts w:eastAsia="Times New Roman" w:cs="Arial"/>
          <w:sz w:val="22"/>
          <w:szCs w:val="20"/>
          <w:lang w:eastAsia="nl-NL"/>
        </w:rPr>
        <w:t xml:space="preserve">in het 3D-printen </w:t>
      </w:r>
      <w:r w:rsidR="00F9318C" w:rsidRPr="00A966B0">
        <w:rPr>
          <w:rFonts w:eastAsia="Times New Roman" w:cs="Arial"/>
          <w:sz w:val="22"/>
          <w:szCs w:val="20"/>
          <w:lang w:eastAsia="nl-NL"/>
        </w:rPr>
        <w:t>met beton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>, zowel in Nederland als in het buitenland</w:t>
      </w:r>
      <w:r w:rsidRPr="00A966B0">
        <w:rPr>
          <w:rFonts w:eastAsia="Times New Roman" w:cs="Arial"/>
          <w:sz w:val="22"/>
          <w:szCs w:val="20"/>
          <w:lang w:eastAsia="nl-NL"/>
        </w:rPr>
        <w:t>.</w:t>
      </w:r>
    </w:p>
    <w:bookmarkStart w:id="0" w:name="_GoBack"/>
    <w:bookmarkEnd w:id="0"/>
    <w:p w:rsidR="004C0877" w:rsidRPr="00A966B0" w:rsidRDefault="004C0877" w:rsidP="00C002D7">
      <w:pPr>
        <w:suppressLineNumbers/>
        <w:rPr>
          <w:rFonts w:ascii="Times New Roman" w:eastAsia="Times New Roman" w:hAnsi="Times New Roman"/>
          <w:color w:val="0000FF"/>
          <w:sz w:val="28"/>
          <w:szCs w:val="24"/>
          <w:u w:val="single"/>
          <w:lang w:eastAsia="nl-NL"/>
        </w:rPr>
      </w:pPr>
      <w:r w:rsidRPr="00A966B0">
        <w:rPr>
          <w:rFonts w:ascii="Times New Roman" w:eastAsia="Times New Roman" w:hAnsi="Times New Roman"/>
          <w:sz w:val="28"/>
          <w:szCs w:val="24"/>
          <w:lang w:eastAsia="nl-NL"/>
        </w:rPr>
        <w:fldChar w:fldCharType="begin"/>
      </w:r>
      <w:r w:rsidRPr="00A966B0">
        <w:rPr>
          <w:rFonts w:ascii="Times New Roman" w:eastAsia="Times New Roman" w:hAnsi="Times New Roman"/>
          <w:sz w:val="28"/>
          <w:szCs w:val="24"/>
          <w:lang w:eastAsia="nl-NL"/>
        </w:rPr>
        <w:instrText xml:space="preserve"> HYPERLINK "https://www.ad.nl/deventer/3d-printen-de-vergaderfabriek-teuge-begonnen-gebouw-moet-er-in-april-staan~a9360ee4/134407201/" </w:instrText>
      </w:r>
      <w:r w:rsidRPr="00A966B0">
        <w:rPr>
          <w:rFonts w:ascii="Times New Roman" w:eastAsia="Times New Roman" w:hAnsi="Times New Roman"/>
          <w:sz w:val="28"/>
          <w:szCs w:val="24"/>
          <w:lang w:eastAsia="nl-NL"/>
        </w:rPr>
        <w:fldChar w:fldCharType="separate"/>
      </w:r>
    </w:p>
    <w:p w:rsidR="004C0877" w:rsidRPr="00A966B0" w:rsidRDefault="004C0877" w:rsidP="00132EBA">
      <w:pPr>
        <w:rPr>
          <w:rFonts w:eastAsia="Times New Roman" w:cs="Arial"/>
          <w:b/>
          <w:sz w:val="22"/>
          <w:szCs w:val="20"/>
          <w:lang w:eastAsia="nl-NL"/>
        </w:rPr>
      </w:pPr>
      <w:r w:rsidRPr="00A966B0">
        <w:rPr>
          <w:rFonts w:ascii="Times New Roman" w:eastAsia="Times New Roman" w:hAnsi="Times New Roman"/>
          <w:sz w:val="28"/>
          <w:szCs w:val="24"/>
          <w:lang w:eastAsia="nl-NL"/>
        </w:rPr>
        <w:fldChar w:fldCharType="end"/>
      </w:r>
      <w:r w:rsidR="00F26265" w:rsidRPr="00A966B0">
        <w:rPr>
          <w:rFonts w:eastAsia="Times New Roman" w:cs="Arial"/>
          <w:b/>
          <w:sz w:val="22"/>
          <w:szCs w:val="20"/>
          <w:lang w:eastAsia="nl-NL"/>
        </w:rPr>
        <w:t>Ideale vergaderlocatie?</w:t>
      </w:r>
    </w:p>
    <w:p w:rsidR="000909BC" w:rsidRPr="00A966B0" w:rsidRDefault="00F26265" w:rsidP="00132EBA">
      <w:pPr>
        <w:pStyle w:val="Geenafstand"/>
        <w:rPr>
          <w:rFonts w:eastAsia="Times New Roman" w:cs="Arial"/>
          <w:sz w:val="22"/>
          <w:szCs w:val="20"/>
          <w:lang w:eastAsia="nl-NL"/>
        </w:rPr>
      </w:pPr>
      <w:r w:rsidRPr="00A966B0">
        <w:rPr>
          <w:rFonts w:eastAsia="Times New Roman" w:cs="Arial"/>
          <w:sz w:val="22"/>
          <w:szCs w:val="20"/>
          <w:lang w:eastAsia="nl-NL"/>
        </w:rPr>
        <w:t>Het gebouw moet ‘de ideale vergaderlocatie’ worden.</w:t>
      </w:r>
      <w:r w:rsidR="004C0877" w:rsidRPr="00A966B0">
        <w:rPr>
          <w:rFonts w:eastAsia="Times New Roman" w:cs="Arial"/>
          <w:sz w:val="22"/>
          <w:szCs w:val="20"/>
          <w:lang w:eastAsia="nl-NL"/>
        </w:rPr>
        <w:t> 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>H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>et bestaat uit een ronde ruimte met voorzieningen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 xml:space="preserve"> eromheen</w:t>
      </w:r>
      <w:r w:rsidR="007A7CDC" w:rsidRPr="00A966B0">
        <w:rPr>
          <w:rFonts w:eastAsia="Times New Roman" w:cs="Arial"/>
          <w:sz w:val="22"/>
          <w:szCs w:val="20"/>
          <w:lang w:eastAsia="nl-NL"/>
        </w:rPr>
        <w:t>, zoals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 xml:space="preserve"> toiletten</w:t>
      </w:r>
      <w:r w:rsidR="00C002D7" w:rsidRPr="00A966B0">
        <w:rPr>
          <w:rFonts w:eastAsia="Times New Roman" w:cs="Arial"/>
          <w:sz w:val="22"/>
          <w:szCs w:val="20"/>
          <w:lang w:eastAsia="nl-NL"/>
        </w:rPr>
        <w:t>.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="000909BC" w:rsidRPr="00A966B0">
        <w:rPr>
          <w:rFonts w:eastAsia="Times New Roman" w:cs="Arial"/>
          <w:sz w:val="22"/>
          <w:szCs w:val="20"/>
          <w:lang w:eastAsia="nl-NL"/>
        </w:rPr>
        <w:t>Het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 xml:space="preserve"> lijkt een beetje op een turbine van een vliegtuig. De wanden hebben </w:t>
      </w:r>
      <w:r w:rsidR="007A7CDC" w:rsidRPr="00A966B0">
        <w:rPr>
          <w:rFonts w:eastAsia="Times New Roman" w:cs="Arial"/>
          <w:sz w:val="22"/>
          <w:szCs w:val="20"/>
          <w:lang w:eastAsia="nl-NL"/>
        </w:rPr>
        <w:t>ronde en gebogen vormen. V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 xml:space="preserve">anuit iedere hoek </w:t>
      </w:r>
      <w:r w:rsidR="007A7CDC" w:rsidRPr="00A966B0">
        <w:rPr>
          <w:rFonts w:eastAsia="Times New Roman" w:cs="Arial"/>
          <w:sz w:val="22"/>
          <w:szCs w:val="20"/>
          <w:lang w:eastAsia="nl-NL"/>
        </w:rPr>
        <w:t xml:space="preserve">ziet het gebouw er 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>weer anders</w:t>
      </w:r>
      <w:r w:rsidR="007A7CDC" w:rsidRPr="00A966B0">
        <w:rPr>
          <w:rFonts w:eastAsia="Times New Roman" w:cs="Arial"/>
          <w:sz w:val="22"/>
          <w:szCs w:val="20"/>
          <w:lang w:eastAsia="nl-NL"/>
        </w:rPr>
        <w:t xml:space="preserve"> uit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>. Dat hangt af van de positie van de kijker.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 xml:space="preserve"> </w:t>
      </w:r>
      <w:r w:rsidR="00B102BC" w:rsidRPr="00A966B0">
        <w:rPr>
          <w:rFonts w:eastAsia="Times New Roman" w:cs="Arial"/>
          <w:sz w:val="22"/>
          <w:szCs w:val="20"/>
          <w:lang w:eastAsia="nl-NL"/>
        </w:rPr>
        <w:t>I</w:t>
      </w:r>
      <w:r w:rsidRPr="00A966B0">
        <w:rPr>
          <w:rFonts w:eastAsia="Times New Roman" w:cs="Arial"/>
          <w:sz w:val="22"/>
          <w:szCs w:val="20"/>
          <w:lang w:eastAsia="nl-NL"/>
        </w:rPr>
        <w:t>n het gebouw z</w:t>
      </w:r>
      <w:r w:rsidR="000909BC" w:rsidRPr="00A966B0">
        <w:rPr>
          <w:rFonts w:eastAsia="Times New Roman" w:cs="Arial"/>
          <w:sz w:val="22"/>
          <w:szCs w:val="20"/>
          <w:lang w:eastAsia="nl-NL"/>
        </w:rPr>
        <w:t xml:space="preserve">ullen </w:t>
      </w:r>
      <w:r w:rsidR="004C0877" w:rsidRPr="00A966B0">
        <w:rPr>
          <w:rFonts w:eastAsia="Times New Roman" w:cs="Arial"/>
          <w:sz w:val="22"/>
          <w:szCs w:val="20"/>
          <w:lang w:eastAsia="nl-NL"/>
        </w:rPr>
        <w:t>filmbeelden, geuren en geluid</w:t>
      </w:r>
      <w:r w:rsidRPr="00A966B0">
        <w:rPr>
          <w:rFonts w:eastAsia="Times New Roman" w:cs="Arial"/>
          <w:sz w:val="22"/>
          <w:szCs w:val="20"/>
          <w:lang w:eastAsia="nl-NL"/>
        </w:rPr>
        <w:t xml:space="preserve"> worden toegepast</w:t>
      </w:r>
      <w:r w:rsidR="004C0877" w:rsidRPr="00A966B0">
        <w:rPr>
          <w:rFonts w:eastAsia="Times New Roman" w:cs="Arial"/>
          <w:sz w:val="22"/>
          <w:szCs w:val="20"/>
          <w:lang w:eastAsia="nl-NL"/>
        </w:rPr>
        <w:t>. </w:t>
      </w:r>
      <w:r w:rsidRPr="00A966B0">
        <w:rPr>
          <w:rFonts w:eastAsia="Times New Roman" w:cs="Arial"/>
          <w:sz w:val="22"/>
          <w:szCs w:val="20"/>
          <w:lang w:eastAsia="nl-NL"/>
        </w:rPr>
        <w:t>Het is een nieuw concept waar mensen met elkaar kunnen vergaderen.</w:t>
      </w:r>
    </w:p>
    <w:p w:rsidR="000909BC" w:rsidRPr="00A966B0" w:rsidRDefault="003E5B55" w:rsidP="00132EBA">
      <w:pPr>
        <w:pStyle w:val="Geenafstand"/>
        <w:rPr>
          <w:rFonts w:eastAsia="Times New Roman" w:cs="Arial"/>
          <w:sz w:val="22"/>
          <w:szCs w:val="20"/>
          <w:lang w:eastAsia="nl-NL"/>
        </w:rPr>
      </w:pPr>
      <w:r w:rsidRPr="00A966B0">
        <w:rPr>
          <w:rFonts w:eastAsia="Times New Roman" w:cs="Arial"/>
          <w:sz w:val="22"/>
          <w:szCs w:val="20"/>
          <w:lang w:eastAsia="nl-NL"/>
        </w:rPr>
        <w:t>In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 xml:space="preserve"> april </w:t>
      </w:r>
      <w:r w:rsidRPr="00A966B0">
        <w:rPr>
          <w:rFonts w:eastAsia="Times New Roman" w:cs="Arial"/>
          <w:sz w:val="22"/>
          <w:szCs w:val="20"/>
          <w:lang w:eastAsia="nl-NL"/>
        </w:rPr>
        <w:t xml:space="preserve">moet het gebouw </w:t>
      </w:r>
      <w:r w:rsidR="001E4ECA" w:rsidRPr="00A966B0">
        <w:rPr>
          <w:rFonts w:eastAsia="Times New Roman" w:cs="Arial"/>
          <w:sz w:val="22"/>
          <w:szCs w:val="20"/>
          <w:lang w:eastAsia="nl-NL"/>
        </w:rPr>
        <w:t>klaar zijn voor gebruik.</w:t>
      </w:r>
    </w:p>
    <w:sectPr w:rsidR="000909BC" w:rsidRPr="00A966B0" w:rsidSect="003B3C45">
      <w:headerReference w:type="default" r:id="rId9"/>
      <w:footerReference w:type="default" r:id="rId10"/>
      <w:pgSz w:w="11906" w:h="16838" w:code="9"/>
      <w:pgMar w:top="1418" w:right="1106" w:bottom="902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D4E" w:rsidRDefault="004C6D4E" w:rsidP="008734B4">
      <w:r>
        <w:separator/>
      </w:r>
    </w:p>
  </w:endnote>
  <w:endnote w:type="continuationSeparator" w:id="0">
    <w:p w:rsidR="004C6D4E" w:rsidRDefault="004C6D4E" w:rsidP="0087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B0" w:rsidRPr="00A966B0" w:rsidRDefault="00A966B0" w:rsidP="00A966B0">
    <w:pPr>
      <w:suppressLineNumbers/>
      <w:rPr>
        <w:rFonts w:cs="Arial"/>
        <w:szCs w:val="20"/>
      </w:rPr>
    </w:pPr>
    <w:r w:rsidRPr="00A966B0">
      <w:rPr>
        <w:rFonts w:ascii="Verdana" w:hAnsi="Verdana" w:cs="Arial"/>
        <w:b/>
        <w:sz w:val="16"/>
        <w:szCs w:val="17"/>
      </w:rPr>
      <w:t>Bron:</w:t>
    </w:r>
    <w:r w:rsidRPr="00A966B0">
      <w:rPr>
        <w:rFonts w:ascii="Verdana" w:hAnsi="Verdana" w:cs="Arial"/>
        <w:sz w:val="16"/>
        <w:szCs w:val="17"/>
      </w:rPr>
      <w:t xml:space="preserve"> </w:t>
    </w:r>
    <w:hyperlink r:id="rId1" w:history="1">
      <w:r w:rsidRPr="00A966B0">
        <w:rPr>
          <w:rStyle w:val="Hyperlink"/>
          <w:rFonts w:ascii="Verdana" w:hAnsi="Verdana" w:cs="Arial"/>
          <w:sz w:val="16"/>
          <w:szCs w:val="17"/>
        </w:rPr>
        <w:t>www.ad.nl</w:t>
      </w:r>
    </w:hyperlink>
    <w:r w:rsidRPr="00A966B0">
      <w:rPr>
        <w:rFonts w:ascii="Verdana" w:hAnsi="Verdana" w:cs="Arial"/>
        <w:sz w:val="16"/>
        <w:szCs w:val="17"/>
      </w:rPr>
      <w:t xml:space="preserve">, </w:t>
    </w:r>
    <w:hyperlink r:id="rId2" w:history="1">
      <w:r w:rsidRPr="00A966B0">
        <w:rPr>
          <w:rStyle w:val="Hyperlink"/>
          <w:rFonts w:ascii="Verdana" w:hAnsi="Verdana" w:cs="Arial"/>
          <w:sz w:val="16"/>
          <w:szCs w:val="17"/>
        </w:rPr>
        <w:t>www.nos.nl</w:t>
      </w:r>
    </w:hyperlink>
    <w:r w:rsidRPr="00A966B0">
      <w:rPr>
        <w:rStyle w:val="Hyperlink"/>
        <w:rFonts w:ascii="Verdana" w:hAnsi="Verdana"/>
        <w:sz w:val="16"/>
        <w:szCs w:val="17"/>
      </w:rPr>
      <w:t>, www.architectuur.nl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D4E" w:rsidRDefault="004C6D4E" w:rsidP="008734B4">
      <w:r>
        <w:separator/>
      </w:r>
    </w:p>
  </w:footnote>
  <w:footnote w:type="continuationSeparator" w:id="0">
    <w:p w:rsidR="004C6D4E" w:rsidRDefault="004C6D4E" w:rsidP="00873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77" w:rsidRDefault="004C0877" w:rsidP="00D162F8">
    <w:pPr>
      <w:pStyle w:val="Koptekst"/>
    </w:pPr>
  </w:p>
  <w:p w:rsidR="004C0877" w:rsidRDefault="004C087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6AF7"/>
    <w:multiLevelType w:val="multilevel"/>
    <w:tmpl w:val="B40A534E"/>
    <w:name w:val="Nummering inhoudsopgave CED-Groep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3C13328"/>
    <w:multiLevelType w:val="multilevel"/>
    <w:tmpl w:val="A0B61886"/>
    <w:styleLink w:val="OpsommingABCNieuwsbegrip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ascii="Times New Roman" w:hAnsi="Times New Roman" w:hint="default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ascii="Courier New" w:hAnsi="Courier New" w:hint="default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ascii="Arial" w:hAnsi="Arial" w:hint="default"/>
      </w:rPr>
    </w:lvl>
  </w:abstractNum>
  <w:abstractNum w:abstractNumId="2" w15:restartNumberingAfterBreak="0">
    <w:nsid w:val="09203792"/>
    <w:multiLevelType w:val="hybridMultilevel"/>
    <w:tmpl w:val="4900146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0019B"/>
    <w:multiLevelType w:val="multilevel"/>
    <w:tmpl w:val="9D2298D8"/>
    <w:name w:val="Opsomming nummer en letter CED-Groep"/>
    <w:numStyleLink w:val="OpsommingnummerenletterCED-Groep"/>
  </w:abstractNum>
  <w:abstractNum w:abstractNumId="4" w15:restartNumberingAfterBreak="0">
    <w:nsid w:val="104E3EFC"/>
    <w:multiLevelType w:val="multilevel"/>
    <w:tmpl w:val="BB7E70A8"/>
    <w:name w:val="Inhoudsopgave Nummering CED-Groep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D740F7C"/>
    <w:multiLevelType w:val="hybridMultilevel"/>
    <w:tmpl w:val="2EE224AC"/>
    <w:lvl w:ilvl="0" w:tplc="9E10631E">
      <w:start w:val="1"/>
      <w:numFmt w:val="bullet"/>
      <w:pStyle w:val="Opsomming3eniveau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2B66262"/>
    <w:multiLevelType w:val="hybridMultilevel"/>
    <w:tmpl w:val="133E74BE"/>
    <w:lvl w:ilvl="0" w:tplc="1C263B96">
      <w:start w:val="1"/>
      <w:numFmt w:val="decimal"/>
      <w:pStyle w:val="OpsommingNumm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96B"/>
    <w:multiLevelType w:val="multilevel"/>
    <w:tmpl w:val="9D3A3CDE"/>
    <w:name w:val="Opsommingslijst rondje CED-groep22222"/>
    <w:numStyleLink w:val="LijstopsommingstekensCED-Groep"/>
  </w:abstractNum>
  <w:abstractNum w:abstractNumId="8" w15:restartNumberingAfterBreak="0">
    <w:nsid w:val="29BC5CB7"/>
    <w:multiLevelType w:val="multilevel"/>
    <w:tmpl w:val="5A66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0A4C86"/>
    <w:multiLevelType w:val="hybridMultilevel"/>
    <w:tmpl w:val="F5BE02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6910DA"/>
    <w:multiLevelType w:val="multilevel"/>
    <w:tmpl w:val="BB788D72"/>
    <w:name w:val="Lijststijl CED-Groep Kop + nummer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FFA36D0"/>
    <w:multiLevelType w:val="hybridMultilevel"/>
    <w:tmpl w:val="21485366"/>
    <w:lvl w:ilvl="0" w:tplc="C14E4A9C">
      <w:start w:val="1"/>
      <w:numFmt w:val="bullet"/>
      <w:pStyle w:val="Opsomming1enivea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F29FF"/>
    <w:multiLevelType w:val="hybridMultilevel"/>
    <w:tmpl w:val="933831D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A94175"/>
    <w:multiLevelType w:val="multilevel"/>
    <w:tmpl w:val="9D3A3CDE"/>
    <w:name w:val="Opsommingslijst rondje CED-groep2"/>
    <w:numStyleLink w:val="LijstopsommingstekensCED-Groep"/>
  </w:abstractNum>
  <w:abstractNum w:abstractNumId="14" w15:restartNumberingAfterBreak="0">
    <w:nsid w:val="4F1D562C"/>
    <w:multiLevelType w:val="multilevel"/>
    <w:tmpl w:val="9D3A3CDE"/>
    <w:name w:val="Lijst Nummering CED-Groep2"/>
    <w:numStyleLink w:val="LijstopsommingstekensCED-Groep"/>
  </w:abstractNum>
  <w:abstractNum w:abstractNumId="15" w15:restartNumberingAfterBreak="0">
    <w:nsid w:val="54FE4A47"/>
    <w:multiLevelType w:val="multilevel"/>
    <w:tmpl w:val="9D2298D8"/>
    <w:styleLink w:val="OpsommingnummerenletterCED-Groep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565D7315"/>
    <w:multiLevelType w:val="hybridMultilevel"/>
    <w:tmpl w:val="9FC0F67E"/>
    <w:name w:val="Opsommingslijst rondje CED-groep2222"/>
    <w:lvl w:ilvl="0" w:tplc="632AB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0EF0"/>
    <w:multiLevelType w:val="multilevel"/>
    <w:tmpl w:val="34B4430E"/>
    <w:name w:val="Inhoudsopgave Nummering CED-Groep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5E0403E6"/>
    <w:multiLevelType w:val="multilevel"/>
    <w:tmpl w:val="9D3A3CDE"/>
    <w:name w:val="Opsommingslijst rondje CED-groep22"/>
    <w:numStyleLink w:val="LijstopsommingstekensCED-Groep"/>
  </w:abstractNum>
  <w:abstractNum w:abstractNumId="19" w15:restartNumberingAfterBreak="0">
    <w:nsid w:val="625065DD"/>
    <w:multiLevelType w:val="multilevel"/>
    <w:tmpl w:val="9D3A3CDE"/>
    <w:styleLink w:val="LijstopsommingstekensCED-Groep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37" w:hanging="368"/>
      </w:pPr>
      <w:rPr>
        <w:rFonts w:ascii="Courier New" w:hAnsi="Courier New" w:hint="default"/>
      </w:rPr>
    </w:lvl>
    <w:lvl w:ilvl="2">
      <w:start w:val="1"/>
      <w:numFmt w:val="bullet"/>
      <w:lvlText w:val="­"/>
      <w:lvlJc w:val="left"/>
      <w:pPr>
        <w:ind w:left="1083" w:hanging="374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1440" w:hanging="33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97" w:hanging="351"/>
      </w:pPr>
      <w:rPr>
        <w:rFonts w:ascii="Courier New" w:hAnsi="Courier New" w:hint="default"/>
      </w:rPr>
    </w:lvl>
    <w:lvl w:ilvl="5">
      <w:start w:val="1"/>
      <w:numFmt w:val="bullet"/>
      <w:lvlText w:val="­"/>
      <w:lvlJc w:val="left"/>
      <w:pPr>
        <w:ind w:left="2155" w:hanging="341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12" w:hanging="32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69" w:hanging="346"/>
      </w:pPr>
      <w:rPr>
        <w:rFonts w:ascii="Courier New" w:hAnsi="Courier New" w:hint="default"/>
      </w:rPr>
    </w:lvl>
    <w:lvl w:ilvl="8">
      <w:start w:val="1"/>
      <w:numFmt w:val="bullet"/>
      <w:lvlText w:val="­"/>
      <w:lvlJc w:val="left"/>
      <w:pPr>
        <w:ind w:left="3226" w:hanging="334"/>
      </w:pPr>
      <w:rPr>
        <w:rFonts w:ascii="Courier New" w:hAnsi="Courier New" w:hint="default"/>
      </w:rPr>
    </w:lvl>
  </w:abstractNum>
  <w:abstractNum w:abstractNumId="20" w15:restartNumberingAfterBreak="0">
    <w:nsid w:val="66CC6155"/>
    <w:multiLevelType w:val="hybridMultilevel"/>
    <w:tmpl w:val="21004BFC"/>
    <w:lvl w:ilvl="0" w:tplc="74EE3B28">
      <w:start w:val="1"/>
      <w:numFmt w:val="bullet"/>
      <w:pStyle w:val="Opsomming2eniveau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B3258"/>
    <w:multiLevelType w:val="multilevel"/>
    <w:tmpl w:val="55BC7DA6"/>
    <w:name w:val="Lijst Nummering CED-Groep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02"/>
        </w:tabs>
        <w:ind w:left="2002" w:hanging="9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9"/>
        </w:tabs>
        <w:ind w:left="2359" w:hanging="10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6"/>
        </w:tabs>
        <w:ind w:left="2716" w:hanging="124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73"/>
        </w:tabs>
        <w:ind w:left="3073" w:hanging="142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0"/>
        </w:tabs>
        <w:ind w:left="3430" w:hanging="161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88"/>
        </w:tabs>
        <w:ind w:left="3788" w:hanging="1775"/>
      </w:pPr>
      <w:rPr>
        <w:rFonts w:hint="default"/>
      </w:rPr>
    </w:lvl>
  </w:abstractNum>
  <w:abstractNum w:abstractNumId="22" w15:restartNumberingAfterBreak="0">
    <w:nsid w:val="6A771813"/>
    <w:multiLevelType w:val="hybridMultilevel"/>
    <w:tmpl w:val="BE7638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E4A83"/>
    <w:multiLevelType w:val="multilevel"/>
    <w:tmpl w:val="83AA9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1C29D8"/>
    <w:multiLevelType w:val="multilevel"/>
    <w:tmpl w:val="B7D87D30"/>
    <w:styleLink w:val="LijststijlnummerCED-Groep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02"/>
        </w:tabs>
        <w:ind w:left="2002" w:hanging="9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9"/>
        </w:tabs>
        <w:ind w:left="2359" w:hanging="10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6"/>
        </w:tabs>
        <w:ind w:left="2716" w:hanging="124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73"/>
        </w:tabs>
        <w:ind w:left="3073" w:hanging="142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0"/>
        </w:tabs>
        <w:ind w:left="3430" w:hanging="161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88"/>
        </w:tabs>
        <w:ind w:left="3788" w:hanging="1775"/>
      </w:pPr>
      <w:rPr>
        <w:rFonts w:hint="default"/>
      </w:rPr>
    </w:lvl>
  </w:abstractNum>
  <w:abstractNum w:abstractNumId="25" w15:restartNumberingAfterBreak="0">
    <w:nsid w:val="6D406F87"/>
    <w:multiLevelType w:val="multilevel"/>
    <w:tmpl w:val="9B72E1FA"/>
    <w:lvl w:ilvl="0">
      <w:start w:val="1"/>
      <w:numFmt w:val="decimal"/>
      <w:pStyle w:val="Kop1Numm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Kop2Nummer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Kop3Numm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Kop4Nummer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745C3BCF"/>
    <w:multiLevelType w:val="hybridMultilevel"/>
    <w:tmpl w:val="15D6F592"/>
    <w:lvl w:ilvl="0" w:tplc="B80ACFE2">
      <w:start w:val="1"/>
      <w:numFmt w:val="decimal"/>
      <w:pStyle w:val="OpsommingNummervet"/>
      <w:lvlText w:val="%1."/>
      <w:lvlJc w:val="left"/>
      <w:pPr>
        <w:ind w:left="720" w:hanging="360"/>
      </w:pPr>
      <w:rPr>
        <w:rFonts w:ascii="Verdana" w:hAnsi="Verdana" w:hint="default"/>
        <w:b/>
        <w:i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C4F2D"/>
    <w:multiLevelType w:val="hybridMultilevel"/>
    <w:tmpl w:val="682850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5"/>
  </w:num>
  <w:num w:numId="4">
    <w:abstractNumId w:val="11"/>
  </w:num>
  <w:num w:numId="5">
    <w:abstractNumId w:val="20"/>
  </w:num>
  <w:num w:numId="6">
    <w:abstractNumId w:val="19"/>
  </w:num>
  <w:num w:numId="7">
    <w:abstractNumId w:val="25"/>
  </w:num>
  <w:num w:numId="8">
    <w:abstractNumId w:val="15"/>
  </w:num>
  <w:num w:numId="9">
    <w:abstractNumId w:val="24"/>
  </w:num>
  <w:num w:numId="10">
    <w:abstractNumId w:val="1"/>
  </w:num>
  <w:num w:numId="11">
    <w:abstractNumId w:val="9"/>
  </w:num>
  <w:num w:numId="12">
    <w:abstractNumId w:val="12"/>
  </w:num>
  <w:num w:numId="13">
    <w:abstractNumId w:val="8"/>
  </w:num>
  <w:num w:numId="14">
    <w:abstractNumId w:val="22"/>
  </w:num>
  <w:num w:numId="15">
    <w:abstractNumId w:val="2"/>
  </w:num>
  <w:num w:numId="16">
    <w:abstractNumId w:val="27"/>
  </w:num>
  <w:num w:numId="17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 style="mso-position-horizontal-relative:margin;mso-width-relative:margin" fillcolor="#bbdfdc" stroke="f">
      <v:fill color="#bbdfdc" opacity="52428f"/>
      <v:stroke weight=".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97"/>
    <w:rsid w:val="0000005E"/>
    <w:rsid w:val="00000DA4"/>
    <w:rsid w:val="00001B34"/>
    <w:rsid w:val="00003B87"/>
    <w:rsid w:val="0000420D"/>
    <w:rsid w:val="000044AD"/>
    <w:rsid w:val="000065A0"/>
    <w:rsid w:val="00011D91"/>
    <w:rsid w:val="00011F1E"/>
    <w:rsid w:val="000125FC"/>
    <w:rsid w:val="00016D36"/>
    <w:rsid w:val="000202C9"/>
    <w:rsid w:val="000210C9"/>
    <w:rsid w:val="00022F14"/>
    <w:rsid w:val="00023581"/>
    <w:rsid w:val="0002500F"/>
    <w:rsid w:val="00025218"/>
    <w:rsid w:val="00033497"/>
    <w:rsid w:val="000409D0"/>
    <w:rsid w:val="000430E9"/>
    <w:rsid w:val="0004421F"/>
    <w:rsid w:val="000449F6"/>
    <w:rsid w:val="0004631D"/>
    <w:rsid w:val="000468F2"/>
    <w:rsid w:val="00047F6D"/>
    <w:rsid w:val="000501A6"/>
    <w:rsid w:val="000536CD"/>
    <w:rsid w:val="00056223"/>
    <w:rsid w:val="00067D02"/>
    <w:rsid w:val="00075418"/>
    <w:rsid w:val="0007556F"/>
    <w:rsid w:val="000806A6"/>
    <w:rsid w:val="000814BF"/>
    <w:rsid w:val="00083119"/>
    <w:rsid w:val="000837DB"/>
    <w:rsid w:val="000842EB"/>
    <w:rsid w:val="00087436"/>
    <w:rsid w:val="000909BC"/>
    <w:rsid w:val="000910AF"/>
    <w:rsid w:val="000931F0"/>
    <w:rsid w:val="000934A7"/>
    <w:rsid w:val="00097548"/>
    <w:rsid w:val="000A241B"/>
    <w:rsid w:val="000A288D"/>
    <w:rsid w:val="000A4CC8"/>
    <w:rsid w:val="000A5891"/>
    <w:rsid w:val="000A70B3"/>
    <w:rsid w:val="000A7764"/>
    <w:rsid w:val="000B08AD"/>
    <w:rsid w:val="000B5334"/>
    <w:rsid w:val="000B58C4"/>
    <w:rsid w:val="000B6E84"/>
    <w:rsid w:val="000B7340"/>
    <w:rsid w:val="000C03DD"/>
    <w:rsid w:val="000C34E1"/>
    <w:rsid w:val="000C39A6"/>
    <w:rsid w:val="000C3E88"/>
    <w:rsid w:val="000C4CD8"/>
    <w:rsid w:val="000C5355"/>
    <w:rsid w:val="000C5382"/>
    <w:rsid w:val="000C68C1"/>
    <w:rsid w:val="000D0886"/>
    <w:rsid w:val="000D0A42"/>
    <w:rsid w:val="000D3D50"/>
    <w:rsid w:val="000E081A"/>
    <w:rsid w:val="000E0DC1"/>
    <w:rsid w:val="000E0EA2"/>
    <w:rsid w:val="000E1B14"/>
    <w:rsid w:val="000E4C3B"/>
    <w:rsid w:val="000E5E5D"/>
    <w:rsid w:val="000E68A6"/>
    <w:rsid w:val="000E6FB1"/>
    <w:rsid w:val="000F1BF4"/>
    <w:rsid w:val="000F1F50"/>
    <w:rsid w:val="000F24DD"/>
    <w:rsid w:val="000F503D"/>
    <w:rsid w:val="000F6DF8"/>
    <w:rsid w:val="00101CFF"/>
    <w:rsid w:val="0010623F"/>
    <w:rsid w:val="00107600"/>
    <w:rsid w:val="001101F6"/>
    <w:rsid w:val="00112C88"/>
    <w:rsid w:val="00114E94"/>
    <w:rsid w:val="00115991"/>
    <w:rsid w:val="00115CA1"/>
    <w:rsid w:val="00115CDF"/>
    <w:rsid w:val="00117587"/>
    <w:rsid w:val="00122144"/>
    <w:rsid w:val="0012286E"/>
    <w:rsid w:val="00122A45"/>
    <w:rsid w:val="00123A49"/>
    <w:rsid w:val="00124937"/>
    <w:rsid w:val="001271C9"/>
    <w:rsid w:val="00131045"/>
    <w:rsid w:val="00131DDA"/>
    <w:rsid w:val="0013280F"/>
    <w:rsid w:val="00132C49"/>
    <w:rsid w:val="00132EBA"/>
    <w:rsid w:val="00133196"/>
    <w:rsid w:val="001333CF"/>
    <w:rsid w:val="00133721"/>
    <w:rsid w:val="00133C5B"/>
    <w:rsid w:val="00140ED5"/>
    <w:rsid w:val="00141322"/>
    <w:rsid w:val="00143529"/>
    <w:rsid w:val="00145871"/>
    <w:rsid w:val="00145D4D"/>
    <w:rsid w:val="001476A2"/>
    <w:rsid w:val="001500D3"/>
    <w:rsid w:val="001500ED"/>
    <w:rsid w:val="0015104A"/>
    <w:rsid w:val="00153EF5"/>
    <w:rsid w:val="001550A2"/>
    <w:rsid w:val="001569CE"/>
    <w:rsid w:val="00156EBA"/>
    <w:rsid w:val="00160296"/>
    <w:rsid w:val="00160618"/>
    <w:rsid w:val="00163F60"/>
    <w:rsid w:val="00165FFA"/>
    <w:rsid w:val="001673F9"/>
    <w:rsid w:val="001739BF"/>
    <w:rsid w:val="00174D02"/>
    <w:rsid w:val="00175D37"/>
    <w:rsid w:val="0017717D"/>
    <w:rsid w:val="00177C0D"/>
    <w:rsid w:val="0018175F"/>
    <w:rsid w:val="00185133"/>
    <w:rsid w:val="00185E46"/>
    <w:rsid w:val="00190E88"/>
    <w:rsid w:val="00191DA8"/>
    <w:rsid w:val="00193602"/>
    <w:rsid w:val="001960B7"/>
    <w:rsid w:val="001A1015"/>
    <w:rsid w:val="001A28C9"/>
    <w:rsid w:val="001A2C90"/>
    <w:rsid w:val="001A30B4"/>
    <w:rsid w:val="001A36DB"/>
    <w:rsid w:val="001A4BA9"/>
    <w:rsid w:val="001A73B7"/>
    <w:rsid w:val="001B23D9"/>
    <w:rsid w:val="001B301B"/>
    <w:rsid w:val="001B5580"/>
    <w:rsid w:val="001C07D2"/>
    <w:rsid w:val="001C2976"/>
    <w:rsid w:val="001C5E1C"/>
    <w:rsid w:val="001C5FB5"/>
    <w:rsid w:val="001C619B"/>
    <w:rsid w:val="001C6E0F"/>
    <w:rsid w:val="001C73BB"/>
    <w:rsid w:val="001C7E26"/>
    <w:rsid w:val="001D1AAE"/>
    <w:rsid w:val="001D2215"/>
    <w:rsid w:val="001D2F5F"/>
    <w:rsid w:val="001D3A8C"/>
    <w:rsid w:val="001D4FDC"/>
    <w:rsid w:val="001D6A8D"/>
    <w:rsid w:val="001D731F"/>
    <w:rsid w:val="001E034F"/>
    <w:rsid w:val="001E253A"/>
    <w:rsid w:val="001E2D74"/>
    <w:rsid w:val="001E3AD7"/>
    <w:rsid w:val="001E3DAC"/>
    <w:rsid w:val="001E4048"/>
    <w:rsid w:val="001E4ECA"/>
    <w:rsid w:val="001F521D"/>
    <w:rsid w:val="001F706E"/>
    <w:rsid w:val="00200227"/>
    <w:rsid w:val="002005FE"/>
    <w:rsid w:val="00210497"/>
    <w:rsid w:val="00211112"/>
    <w:rsid w:val="0021120B"/>
    <w:rsid w:val="00212873"/>
    <w:rsid w:val="00213579"/>
    <w:rsid w:val="00215AE4"/>
    <w:rsid w:val="0021658B"/>
    <w:rsid w:val="00216B89"/>
    <w:rsid w:val="00220947"/>
    <w:rsid w:val="00221CF2"/>
    <w:rsid w:val="00223907"/>
    <w:rsid w:val="002259A8"/>
    <w:rsid w:val="00231532"/>
    <w:rsid w:val="00231FD4"/>
    <w:rsid w:val="00233AE6"/>
    <w:rsid w:val="00233EAE"/>
    <w:rsid w:val="00234360"/>
    <w:rsid w:val="00234A0F"/>
    <w:rsid w:val="00236110"/>
    <w:rsid w:val="00241647"/>
    <w:rsid w:val="0024327F"/>
    <w:rsid w:val="002438A8"/>
    <w:rsid w:val="00243A80"/>
    <w:rsid w:val="002515E6"/>
    <w:rsid w:val="00253156"/>
    <w:rsid w:val="00255DC9"/>
    <w:rsid w:val="00256AF7"/>
    <w:rsid w:val="00257469"/>
    <w:rsid w:val="0025777C"/>
    <w:rsid w:val="00263A87"/>
    <w:rsid w:val="0026616B"/>
    <w:rsid w:val="0026672A"/>
    <w:rsid w:val="002707F7"/>
    <w:rsid w:val="00282F43"/>
    <w:rsid w:val="002845A7"/>
    <w:rsid w:val="00290363"/>
    <w:rsid w:val="002904EA"/>
    <w:rsid w:val="00291E92"/>
    <w:rsid w:val="00292B43"/>
    <w:rsid w:val="002931D9"/>
    <w:rsid w:val="0029409D"/>
    <w:rsid w:val="002945F0"/>
    <w:rsid w:val="00294FAA"/>
    <w:rsid w:val="002A0BFE"/>
    <w:rsid w:val="002A332D"/>
    <w:rsid w:val="002A3C90"/>
    <w:rsid w:val="002A4C75"/>
    <w:rsid w:val="002A6D4F"/>
    <w:rsid w:val="002A7767"/>
    <w:rsid w:val="002B060A"/>
    <w:rsid w:val="002B3FAB"/>
    <w:rsid w:val="002B49E9"/>
    <w:rsid w:val="002B625D"/>
    <w:rsid w:val="002B6E64"/>
    <w:rsid w:val="002C0CA4"/>
    <w:rsid w:val="002C3059"/>
    <w:rsid w:val="002C34F0"/>
    <w:rsid w:val="002C4A0D"/>
    <w:rsid w:val="002C4C40"/>
    <w:rsid w:val="002C4FFC"/>
    <w:rsid w:val="002C5A13"/>
    <w:rsid w:val="002D261C"/>
    <w:rsid w:val="002E05A1"/>
    <w:rsid w:val="002E40F1"/>
    <w:rsid w:val="002E53B1"/>
    <w:rsid w:val="002E62B0"/>
    <w:rsid w:val="002E68A9"/>
    <w:rsid w:val="002E71BC"/>
    <w:rsid w:val="002F0CC5"/>
    <w:rsid w:val="002F6E5A"/>
    <w:rsid w:val="00301923"/>
    <w:rsid w:val="00301AA1"/>
    <w:rsid w:val="003042D6"/>
    <w:rsid w:val="003133FA"/>
    <w:rsid w:val="0031691F"/>
    <w:rsid w:val="00317759"/>
    <w:rsid w:val="00317C3F"/>
    <w:rsid w:val="003227E7"/>
    <w:rsid w:val="00324DAC"/>
    <w:rsid w:val="00324FBA"/>
    <w:rsid w:val="00331D93"/>
    <w:rsid w:val="00334815"/>
    <w:rsid w:val="00335BE4"/>
    <w:rsid w:val="00336E1A"/>
    <w:rsid w:val="00341704"/>
    <w:rsid w:val="0034245E"/>
    <w:rsid w:val="003447D3"/>
    <w:rsid w:val="00344B12"/>
    <w:rsid w:val="0034721A"/>
    <w:rsid w:val="0035057A"/>
    <w:rsid w:val="00353CAD"/>
    <w:rsid w:val="003548AD"/>
    <w:rsid w:val="00362175"/>
    <w:rsid w:val="00362545"/>
    <w:rsid w:val="00367F51"/>
    <w:rsid w:val="0037372E"/>
    <w:rsid w:val="00380D36"/>
    <w:rsid w:val="003814C4"/>
    <w:rsid w:val="00382DD5"/>
    <w:rsid w:val="003837A6"/>
    <w:rsid w:val="00383BB8"/>
    <w:rsid w:val="00383C76"/>
    <w:rsid w:val="00387CC0"/>
    <w:rsid w:val="00393524"/>
    <w:rsid w:val="003A2CEC"/>
    <w:rsid w:val="003A2EAE"/>
    <w:rsid w:val="003A3630"/>
    <w:rsid w:val="003A5470"/>
    <w:rsid w:val="003A67E0"/>
    <w:rsid w:val="003A7389"/>
    <w:rsid w:val="003A7496"/>
    <w:rsid w:val="003B0984"/>
    <w:rsid w:val="003B3C45"/>
    <w:rsid w:val="003B3CF7"/>
    <w:rsid w:val="003B6624"/>
    <w:rsid w:val="003B6B41"/>
    <w:rsid w:val="003B7155"/>
    <w:rsid w:val="003B7C44"/>
    <w:rsid w:val="003C00A8"/>
    <w:rsid w:val="003C787D"/>
    <w:rsid w:val="003C7E30"/>
    <w:rsid w:val="003D010B"/>
    <w:rsid w:val="003D0760"/>
    <w:rsid w:val="003D0A0C"/>
    <w:rsid w:val="003D28CD"/>
    <w:rsid w:val="003D39F8"/>
    <w:rsid w:val="003D5513"/>
    <w:rsid w:val="003D6B9C"/>
    <w:rsid w:val="003D7620"/>
    <w:rsid w:val="003E10FB"/>
    <w:rsid w:val="003E390D"/>
    <w:rsid w:val="003E5B55"/>
    <w:rsid w:val="003E5C8A"/>
    <w:rsid w:val="003E624C"/>
    <w:rsid w:val="003E6FA2"/>
    <w:rsid w:val="003E70AF"/>
    <w:rsid w:val="003F055F"/>
    <w:rsid w:val="003F1923"/>
    <w:rsid w:val="003F1BCE"/>
    <w:rsid w:val="003F2266"/>
    <w:rsid w:val="003F2AA6"/>
    <w:rsid w:val="003F4F60"/>
    <w:rsid w:val="003F5808"/>
    <w:rsid w:val="004026DA"/>
    <w:rsid w:val="00403A2C"/>
    <w:rsid w:val="00405F67"/>
    <w:rsid w:val="00405FDB"/>
    <w:rsid w:val="0041067E"/>
    <w:rsid w:val="00412410"/>
    <w:rsid w:val="00415407"/>
    <w:rsid w:val="0042080B"/>
    <w:rsid w:val="00420942"/>
    <w:rsid w:val="00422BA1"/>
    <w:rsid w:val="00423DEB"/>
    <w:rsid w:val="00425176"/>
    <w:rsid w:val="0042630D"/>
    <w:rsid w:val="0042775B"/>
    <w:rsid w:val="004327E2"/>
    <w:rsid w:val="00434783"/>
    <w:rsid w:val="00435ACA"/>
    <w:rsid w:val="004407EF"/>
    <w:rsid w:val="00450148"/>
    <w:rsid w:val="00451596"/>
    <w:rsid w:val="0045481A"/>
    <w:rsid w:val="004561F6"/>
    <w:rsid w:val="00460F18"/>
    <w:rsid w:val="004648F1"/>
    <w:rsid w:val="00472EE8"/>
    <w:rsid w:val="00474175"/>
    <w:rsid w:val="00474AA7"/>
    <w:rsid w:val="00477A06"/>
    <w:rsid w:val="00481E42"/>
    <w:rsid w:val="00483C30"/>
    <w:rsid w:val="00487A7A"/>
    <w:rsid w:val="00487E6C"/>
    <w:rsid w:val="0049061C"/>
    <w:rsid w:val="00490AFF"/>
    <w:rsid w:val="00490C21"/>
    <w:rsid w:val="00492297"/>
    <w:rsid w:val="00493DA9"/>
    <w:rsid w:val="00494747"/>
    <w:rsid w:val="00496848"/>
    <w:rsid w:val="004970D3"/>
    <w:rsid w:val="00497CF3"/>
    <w:rsid w:val="004A0FE9"/>
    <w:rsid w:val="004A16B1"/>
    <w:rsid w:val="004A2943"/>
    <w:rsid w:val="004A2AFD"/>
    <w:rsid w:val="004B2408"/>
    <w:rsid w:val="004B31E0"/>
    <w:rsid w:val="004C0877"/>
    <w:rsid w:val="004C16DE"/>
    <w:rsid w:val="004C2EBE"/>
    <w:rsid w:val="004C6D4E"/>
    <w:rsid w:val="004D272C"/>
    <w:rsid w:val="004D3723"/>
    <w:rsid w:val="004D6331"/>
    <w:rsid w:val="004D7F88"/>
    <w:rsid w:val="004E15EF"/>
    <w:rsid w:val="004E5264"/>
    <w:rsid w:val="004F0C6E"/>
    <w:rsid w:val="004F17F3"/>
    <w:rsid w:val="004F1813"/>
    <w:rsid w:val="004F3084"/>
    <w:rsid w:val="004F4179"/>
    <w:rsid w:val="004F456D"/>
    <w:rsid w:val="004F484A"/>
    <w:rsid w:val="004F5871"/>
    <w:rsid w:val="0050411E"/>
    <w:rsid w:val="00505367"/>
    <w:rsid w:val="00505F3D"/>
    <w:rsid w:val="00511D50"/>
    <w:rsid w:val="00513821"/>
    <w:rsid w:val="00514745"/>
    <w:rsid w:val="005158EB"/>
    <w:rsid w:val="00516391"/>
    <w:rsid w:val="005172F5"/>
    <w:rsid w:val="00520B32"/>
    <w:rsid w:val="0052254C"/>
    <w:rsid w:val="00523023"/>
    <w:rsid w:val="0052591E"/>
    <w:rsid w:val="00527FFE"/>
    <w:rsid w:val="0053267F"/>
    <w:rsid w:val="00533976"/>
    <w:rsid w:val="0053458D"/>
    <w:rsid w:val="00534D9B"/>
    <w:rsid w:val="00535695"/>
    <w:rsid w:val="00540AD5"/>
    <w:rsid w:val="00541C2C"/>
    <w:rsid w:val="00552D01"/>
    <w:rsid w:val="005546EF"/>
    <w:rsid w:val="0055590A"/>
    <w:rsid w:val="005574FB"/>
    <w:rsid w:val="00565CE6"/>
    <w:rsid w:val="00567D85"/>
    <w:rsid w:val="00575851"/>
    <w:rsid w:val="00576D3E"/>
    <w:rsid w:val="0057709E"/>
    <w:rsid w:val="00577FA6"/>
    <w:rsid w:val="00581B31"/>
    <w:rsid w:val="005854AC"/>
    <w:rsid w:val="00585517"/>
    <w:rsid w:val="00585C52"/>
    <w:rsid w:val="00587068"/>
    <w:rsid w:val="00590951"/>
    <w:rsid w:val="00590C71"/>
    <w:rsid w:val="00591290"/>
    <w:rsid w:val="00592481"/>
    <w:rsid w:val="00592C16"/>
    <w:rsid w:val="00596DC5"/>
    <w:rsid w:val="005A1885"/>
    <w:rsid w:val="005A2AD8"/>
    <w:rsid w:val="005A2E6E"/>
    <w:rsid w:val="005A4384"/>
    <w:rsid w:val="005A493D"/>
    <w:rsid w:val="005B2DFF"/>
    <w:rsid w:val="005B7FF4"/>
    <w:rsid w:val="005C58DC"/>
    <w:rsid w:val="005C77BB"/>
    <w:rsid w:val="005D06CC"/>
    <w:rsid w:val="005D48E8"/>
    <w:rsid w:val="005D579E"/>
    <w:rsid w:val="005E7281"/>
    <w:rsid w:val="005F18BB"/>
    <w:rsid w:val="005F2EF9"/>
    <w:rsid w:val="005F3659"/>
    <w:rsid w:val="005F5465"/>
    <w:rsid w:val="005F6D34"/>
    <w:rsid w:val="005F7C7E"/>
    <w:rsid w:val="00605EDB"/>
    <w:rsid w:val="0060780D"/>
    <w:rsid w:val="006116E0"/>
    <w:rsid w:val="00617B41"/>
    <w:rsid w:val="00622A00"/>
    <w:rsid w:val="006240E3"/>
    <w:rsid w:val="00630003"/>
    <w:rsid w:val="00630C2F"/>
    <w:rsid w:val="0063262B"/>
    <w:rsid w:val="00635A95"/>
    <w:rsid w:val="00636548"/>
    <w:rsid w:val="00645C45"/>
    <w:rsid w:val="006502A9"/>
    <w:rsid w:val="0065167D"/>
    <w:rsid w:val="006517B8"/>
    <w:rsid w:val="0065192E"/>
    <w:rsid w:val="00652990"/>
    <w:rsid w:val="00653CA2"/>
    <w:rsid w:val="00656E2D"/>
    <w:rsid w:val="00662067"/>
    <w:rsid w:val="00662972"/>
    <w:rsid w:val="00664F03"/>
    <w:rsid w:val="00665C72"/>
    <w:rsid w:val="00667423"/>
    <w:rsid w:val="00667ABB"/>
    <w:rsid w:val="006718A3"/>
    <w:rsid w:val="00672A20"/>
    <w:rsid w:val="006773BC"/>
    <w:rsid w:val="00682438"/>
    <w:rsid w:val="006830A4"/>
    <w:rsid w:val="00692287"/>
    <w:rsid w:val="00694B4B"/>
    <w:rsid w:val="006A30E2"/>
    <w:rsid w:val="006A3E89"/>
    <w:rsid w:val="006A4B67"/>
    <w:rsid w:val="006A6128"/>
    <w:rsid w:val="006A6240"/>
    <w:rsid w:val="006B0922"/>
    <w:rsid w:val="006B20FF"/>
    <w:rsid w:val="006B7224"/>
    <w:rsid w:val="006B75D1"/>
    <w:rsid w:val="006C0FBE"/>
    <w:rsid w:val="006C1B84"/>
    <w:rsid w:val="006C1F1D"/>
    <w:rsid w:val="006C52B2"/>
    <w:rsid w:val="006C637A"/>
    <w:rsid w:val="006D035B"/>
    <w:rsid w:val="006D1BA3"/>
    <w:rsid w:val="006D1DE2"/>
    <w:rsid w:val="006D5741"/>
    <w:rsid w:val="006E12BE"/>
    <w:rsid w:val="006E1598"/>
    <w:rsid w:val="006E1FB9"/>
    <w:rsid w:val="006E21E1"/>
    <w:rsid w:val="006E2778"/>
    <w:rsid w:val="006E3473"/>
    <w:rsid w:val="006F1277"/>
    <w:rsid w:val="006F37AE"/>
    <w:rsid w:val="006F560C"/>
    <w:rsid w:val="007001F0"/>
    <w:rsid w:val="00701064"/>
    <w:rsid w:val="00701067"/>
    <w:rsid w:val="0070448E"/>
    <w:rsid w:val="007052DF"/>
    <w:rsid w:val="00710907"/>
    <w:rsid w:val="00712728"/>
    <w:rsid w:val="00715C1F"/>
    <w:rsid w:val="00715D96"/>
    <w:rsid w:val="0072359D"/>
    <w:rsid w:val="007242E1"/>
    <w:rsid w:val="00724D71"/>
    <w:rsid w:val="0073097F"/>
    <w:rsid w:val="00730AED"/>
    <w:rsid w:val="00731425"/>
    <w:rsid w:val="00736525"/>
    <w:rsid w:val="00737C79"/>
    <w:rsid w:val="00743BAA"/>
    <w:rsid w:val="007457BC"/>
    <w:rsid w:val="007462C5"/>
    <w:rsid w:val="007469C0"/>
    <w:rsid w:val="00746D01"/>
    <w:rsid w:val="00746E2C"/>
    <w:rsid w:val="00747C20"/>
    <w:rsid w:val="00750C90"/>
    <w:rsid w:val="00754050"/>
    <w:rsid w:val="0075709B"/>
    <w:rsid w:val="007621B7"/>
    <w:rsid w:val="00762C0A"/>
    <w:rsid w:val="00766ABD"/>
    <w:rsid w:val="0077198A"/>
    <w:rsid w:val="00775164"/>
    <w:rsid w:val="00775BB1"/>
    <w:rsid w:val="00776130"/>
    <w:rsid w:val="007826E0"/>
    <w:rsid w:val="0078444E"/>
    <w:rsid w:val="00785AB7"/>
    <w:rsid w:val="00786A57"/>
    <w:rsid w:val="0079189C"/>
    <w:rsid w:val="0079412B"/>
    <w:rsid w:val="00794E20"/>
    <w:rsid w:val="00795DF0"/>
    <w:rsid w:val="007A0B38"/>
    <w:rsid w:val="007A2601"/>
    <w:rsid w:val="007A4A4D"/>
    <w:rsid w:val="007A7CDC"/>
    <w:rsid w:val="007B0667"/>
    <w:rsid w:val="007B6563"/>
    <w:rsid w:val="007C10CC"/>
    <w:rsid w:val="007C4C9C"/>
    <w:rsid w:val="007C6E83"/>
    <w:rsid w:val="007D0FF3"/>
    <w:rsid w:val="007D35A0"/>
    <w:rsid w:val="007D64C6"/>
    <w:rsid w:val="007D7F39"/>
    <w:rsid w:val="007E19A9"/>
    <w:rsid w:val="007E3DB5"/>
    <w:rsid w:val="007E6A11"/>
    <w:rsid w:val="007E7F61"/>
    <w:rsid w:val="007F3E50"/>
    <w:rsid w:val="007F4C33"/>
    <w:rsid w:val="007F5ADE"/>
    <w:rsid w:val="00800826"/>
    <w:rsid w:val="008042E7"/>
    <w:rsid w:val="008056F4"/>
    <w:rsid w:val="008067CC"/>
    <w:rsid w:val="00806D7E"/>
    <w:rsid w:val="00811A9C"/>
    <w:rsid w:val="008128A5"/>
    <w:rsid w:val="0081342B"/>
    <w:rsid w:val="00815527"/>
    <w:rsid w:val="00816317"/>
    <w:rsid w:val="00816AFF"/>
    <w:rsid w:val="0081772E"/>
    <w:rsid w:val="008225DC"/>
    <w:rsid w:val="00822C14"/>
    <w:rsid w:val="00824F81"/>
    <w:rsid w:val="008263AA"/>
    <w:rsid w:val="00826F03"/>
    <w:rsid w:val="008307DD"/>
    <w:rsid w:val="00831102"/>
    <w:rsid w:val="008322F8"/>
    <w:rsid w:val="00836AFD"/>
    <w:rsid w:val="008374EA"/>
    <w:rsid w:val="00837C9A"/>
    <w:rsid w:val="008400D3"/>
    <w:rsid w:val="0084079B"/>
    <w:rsid w:val="008453B2"/>
    <w:rsid w:val="00845A65"/>
    <w:rsid w:val="00850758"/>
    <w:rsid w:val="0085263B"/>
    <w:rsid w:val="00852E59"/>
    <w:rsid w:val="0085631E"/>
    <w:rsid w:val="00862A54"/>
    <w:rsid w:val="00863F5C"/>
    <w:rsid w:val="00866C80"/>
    <w:rsid w:val="00871098"/>
    <w:rsid w:val="0087185E"/>
    <w:rsid w:val="008734B4"/>
    <w:rsid w:val="008741A9"/>
    <w:rsid w:val="00881D19"/>
    <w:rsid w:val="008827EF"/>
    <w:rsid w:val="008916ED"/>
    <w:rsid w:val="008925DA"/>
    <w:rsid w:val="00893E78"/>
    <w:rsid w:val="00897243"/>
    <w:rsid w:val="008972A0"/>
    <w:rsid w:val="008A0BC7"/>
    <w:rsid w:val="008A6546"/>
    <w:rsid w:val="008A66F6"/>
    <w:rsid w:val="008A7B38"/>
    <w:rsid w:val="008B30F1"/>
    <w:rsid w:val="008B3385"/>
    <w:rsid w:val="008C1202"/>
    <w:rsid w:val="008C37BD"/>
    <w:rsid w:val="008C408B"/>
    <w:rsid w:val="008C5E87"/>
    <w:rsid w:val="008C6D13"/>
    <w:rsid w:val="008D07AD"/>
    <w:rsid w:val="008D5F12"/>
    <w:rsid w:val="008D65D9"/>
    <w:rsid w:val="008D6833"/>
    <w:rsid w:val="008E3C4D"/>
    <w:rsid w:val="008E4109"/>
    <w:rsid w:val="008F34E6"/>
    <w:rsid w:val="008F6E46"/>
    <w:rsid w:val="008F7D48"/>
    <w:rsid w:val="00902984"/>
    <w:rsid w:val="00902C03"/>
    <w:rsid w:val="00903ADE"/>
    <w:rsid w:val="009068E3"/>
    <w:rsid w:val="009123DD"/>
    <w:rsid w:val="0091348A"/>
    <w:rsid w:val="00913776"/>
    <w:rsid w:val="00914D31"/>
    <w:rsid w:val="00915336"/>
    <w:rsid w:val="00915853"/>
    <w:rsid w:val="00916E59"/>
    <w:rsid w:val="00921A9A"/>
    <w:rsid w:val="00922108"/>
    <w:rsid w:val="009222FC"/>
    <w:rsid w:val="00922DC4"/>
    <w:rsid w:val="00925AFA"/>
    <w:rsid w:val="00926675"/>
    <w:rsid w:val="00930563"/>
    <w:rsid w:val="0093184D"/>
    <w:rsid w:val="00931B39"/>
    <w:rsid w:val="009320D0"/>
    <w:rsid w:val="00933767"/>
    <w:rsid w:val="00935053"/>
    <w:rsid w:val="0093685C"/>
    <w:rsid w:val="0093690E"/>
    <w:rsid w:val="00941CFC"/>
    <w:rsid w:val="0094296F"/>
    <w:rsid w:val="00942B7E"/>
    <w:rsid w:val="00943A4E"/>
    <w:rsid w:val="00944622"/>
    <w:rsid w:val="00945887"/>
    <w:rsid w:val="009466E9"/>
    <w:rsid w:val="00946721"/>
    <w:rsid w:val="00950970"/>
    <w:rsid w:val="00950E27"/>
    <w:rsid w:val="00952077"/>
    <w:rsid w:val="00952C8E"/>
    <w:rsid w:val="00953C91"/>
    <w:rsid w:val="009557BA"/>
    <w:rsid w:val="00955CB3"/>
    <w:rsid w:val="009574AA"/>
    <w:rsid w:val="0096088D"/>
    <w:rsid w:val="0096157D"/>
    <w:rsid w:val="00962F36"/>
    <w:rsid w:val="00963E8B"/>
    <w:rsid w:val="00964079"/>
    <w:rsid w:val="00967407"/>
    <w:rsid w:val="0097026F"/>
    <w:rsid w:val="0097490F"/>
    <w:rsid w:val="009759D4"/>
    <w:rsid w:val="00976CB1"/>
    <w:rsid w:val="00981334"/>
    <w:rsid w:val="009842D9"/>
    <w:rsid w:val="0098447B"/>
    <w:rsid w:val="00992727"/>
    <w:rsid w:val="00993847"/>
    <w:rsid w:val="009A7904"/>
    <w:rsid w:val="009A79F0"/>
    <w:rsid w:val="009B0095"/>
    <w:rsid w:val="009B2873"/>
    <w:rsid w:val="009B2A26"/>
    <w:rsid w:val="009B6DF9"/>
    <w:rsid w:val="009C07B2"/>
    <w:rsid w:val="009C464F"/>
    <w:rsid w:val="009C53D8"/>
    <w:rsid w:val="009C786C"/>
    <w:rsid w:val="009D018C"/>
    <w:rsid w:val="009D07A7"/>
    <w:rsid w:val="009D1E55"/>
    <w:rsid w:val="009D2EC8"/>
    <w:rsid w:val="009D58E6"/>
    <w:rsid w:val="009D7126"/>
    <w:rsid w:val="009E1BB1"/>
    <w:rsid w:val="009F0576"/>
    <w:rsid w:val="009F09F7"/>
    <w:rsid w:val="009F4495"/>
    <w:rsid w:val="009F4C21"/>
    <w:rsid w:val="009F5988"/>
    <w:rsid w:val="009F7985"/>
    <w:rsid w:val="00A0045C"/>
    <w:rsid w:val="00A04E39"/>
    <w:rsid w:val="00A05B0F"/>
    <w:rsid w:val="00A05E0C"/>
    <w:rsid w:val="00A101CB"/>
    <w:rsid w:val="00A10B1B"/>
    <w:rsid w:val="00A10F41"/>
    <w:rsid w:val="00A14BCF"/>
    <w:rsid w:val="00A161BC"/>
    <w:rsid w:val="00A16DD2"/>
    <w:rsid w:val="00A21A78"/>
    <w:rsid w:val="00A2201E"/>
    <w:rsid w:val="00A221AF"/>
    <w:rsid w:val="00A25834"/>
    <w:rsid w:val="00A314BA"/>
    <w:rsid w:val="00A33001"/>
    <w:rsid w:val="00A34345"/>
    <w:rsid w:val="00A37286"/>
    <w:rsid w:val="00A410A4"/>
    <w:rsid w:val="00A501E5"/>
    <w:rsid w:val="00A505AA"/>
    <w:rsid w:val="00A5239E"/>
    <w:rsid w:val="00A531B8"/>
    <w:rsid w:val="00A54E6E"/>
    <w:rsid w:val="00A566FA"/>
    <w:rsid w:val="00A60043"/>
    <w:rsid w:val="00A677BA"/>
    <w:rsid w:val="00A72E1F"/>
    <w:rsid w:val="00A754C7"/>
    <w:rsid w:val="00A76D3A"/>
    <w:rsid w:val="00A80B2A"/>
    <w:rsid w:val="00A80D09"/>
    <w:rsid w:val="00A8296C"/>
    <w:rsid w:val="00A8370F"/>
    <w:rsid w:val="00A83E27"/>
    <w:rsid w:val="00A845A6"/>
    <w:rsid w:val="00A845EF"/>
    <w:rsid w:val="00A84A0D"/>
    <w:rsid w:val="00A84A44"/>
    <w:rsid w:val="00A84C39"/>
    <w:rsid w:val="00A856A6"/>
    <w:rsid w:val="00A85C26"/>
    <w:rsid w:val="00A86462"/>
    <w:rsid w:val="00A87805"/>
    <w:rsid w:val="00A9013A"/>
    <w:rsid w:val="00A92953"/>
    <w:rsid w:val="00A94139"/>
    <w:rsid w:val="00A9538E"/>
    <w:rsid w:val="00A96473"/>
    <w:rsid w:val="00A966B0"/>
    <w:rsid w:val="00A97836"/>
    <w:rsid w:val="00AA1C25"/>
    <w:rsid w:val="00AA422A"/>
    <w:rsid w:val="00AA46E0"/>
    <w:rsid w:val="00AA580A"/>
    <w:rsid w:val="00AB20F5"/>
    <w:rsid w:val="00AB324B"/>
    <w:rsid w:val="00AB5BE8"/>
    <w:rsid w:val="00AB6940"/>
    <w:rsid w:val="00AC0985"/>
    <w:rsid w:val="00AC7D75"/>
    <w:rsid w:val="00AD44D5"/>
    <w:rsid w:val="00AD4F16"/>
    <w:rsid w:val="00AD62C4"/>
    <w:rsid w:val="00AE223F"/>
    <w:rsid w:val="00AE4A57"/>
    <w:rsid w:val="00AE756B"/>
    <w:rsid w:val="00AF1FA0"/>
    <w:rsid w:val="00AF48AD"/>
    <w:rsid w:val="00AF5005"/>
    <w:rsid w:val="00AF6CE1"/>
    <w:rsid w:val="00AF73C1"/>
    <w:rsid w:val="00AF7407"/>
    <w:rsid w:val="00AF7562"/>
    <w:rsid w:val="00AF7F27"/>
    <w:rsid w:val="00B0158C"/>
    <w:rsid w:val="00B016EA"/>
    <w:rsid w:val="00B01D98"/>
    <w:rsid w:val="00B037DB"/>
    <w:rsid w:val="00B03973"/>
    <w:rsid w:val="00B054F0"/>
    <w:rsid w:val="00B102BC"/>
    <w:rsid w:val="00B23189"/>
    <w:rsid w:val="00B23610"/>
    <w:rsid w:val="00B244D5"/>
    <w:rsid w:val="00B25C9D"/>
    <w:rsid w:val="00B26292"/>
    <w:rsid w:val="00B270B4"/>
    <w:rsid w:val="00B30D40"/>
    <w:rsid w:val="00B316E4"/>
    <w:rsid w:val="00B34723"/>
    <w:rsid w:val="00B35C8E"/>
    <w:rsid w:val="00B3798E"/>
    <w:rsid w:val="00B37D26"/>
    <w:rsid w:val="00B4328B"/>
    <w:rsid w:val="00B47586"/>
    <w:rsid w:val="00B52647"/>
    <w:rsid w:val="00B5375E"/>
    <w:rsid w:val="00B53E22"/>
    <w:rsid w:val="00B55FAF"/>
    <w:rsid w:val="00B572AD"/>
    <w:rsid w:val="00B649F6"/>
    <w:rsid w:val="00B64A54"/>
    <w:rsid w:val="00B6651E"/>
    <w:rsid w:val="00B70C44"/>
    <w:rsid w:val="00B74E93"/>
    <w:rsid w:val="00B762A8"/>
    <w:rsid w:val="00B84F16"/>
    <w:rsid w:val="00B84FA1"/>
    <w:rsid w:val="00B870C1"/>
    <w:rsid w:val="00B93FA5"/>
    <w:rsid w:val="00B95CE4"/>
    <w:rsid w:val="00B97056"/>
    <w:rsid w:val="00B97712"/>
    <w:rsid w:val="00BA017C"/>
    <w:rsid w:val="00BA1437"/>
    <w:rsid w:val="00BA3897"/>
    <w:rsid w:val="00BA5925"/>
    <w:rsid w:val="00BB03F3"/>
    <w:rsid w:val="00BB3C65"/>
    <w:rsid w:val="00BC0A44"/>
    <w:rsid w:val="00BC32EB"/>
    <w:rsid w:val="00BC3A3F"/>
    <w:rsid w:val="00BC6AF6"/>
    <w:rsid w:val="00BC7C2E"/>
    <w:rsid w:val="00BD137F"/>
    <w:rsid w:val="00BD1584"/>
    <w:rsid w:val="00BD5A16"/>
    <w:rsid w:val="00BD5AE9"/>
    <w:rsid w:val="00BD5CDC"/>
    <w:rsid w:val="00BD7862"/>
    <w:rsid w:val="00BD7DB7"/>
    <w:rsid w:val="00BE10F0"/>
    <w:rsid w:val="00BE118B"/>
    <w:rsid w:val="00BE1D89"/>
    <w:rsid w:val="00BE53B9"/>
    <w:rsid w:val="00BE5F51"/>
    <w:rsid w:val="00BE6F76"/>
    <w:rsid w:val="00BF310C"/>
    <w:rsid w:val="00BF33D9"/>
    <w:rsid w:val="00BF7D63"/>
    <w:rsid w:val="00C002D7"/>
    <w:rsid w:val="00C02991"/>
    <w:rsid w:val="00C0329B"/>
    <w:rsid w:val="00C03550"/>
    <w:rsid w:val="00C10925"/>
    <w:rsid w:val="00C11F4D"/>
    <w:rsid w:val="00C14929"/>
    <w:rsid w:val="00C17BBD"/>
    <w:rsid w:val="00C22FFA"/>
    <w:rsid w:val="00C230B3"/>
    <w:rsid w:val="00C245BC"/>
    <w:rsid w:val="00C27003"/>
    <w:rsid w:val="00C3049A"/>
    <w:rsid w:val="00C30706"/>
    <w:rsid w:val="00C40FF6"/>
    <w:rsid w:val="00C47897"/>
    <w:rsid w:val="00C47ED3"/>
    <w:rsid w:val="00C52773"/>
    <w:rsid w:val="00C531A8"/>
    <w:rsid w:val="00C55516"/>
    <w:rsid w:val="00C557EA"/>
    <w:rsid w:val="00C56E32"/>
    <w:rsid w:val="00C6004D"/>
    <w:rsid w:val="00C609DB"/>
    <w:rsid w:val="00C61907"/>
    <w:rsid w:val="00C621F1"/>
    <w:rsid w:val="00C63820"/>
    <w:rsid w:val="00C64F0A"/>
    <w:rsid w:val="00C6585B"/>
    <w:rsid w:val="00C70498"/>
    <w:rsid w:val="00C726F9"/>
    <w:rsid w:val="00C7784C"/>
    <w:rsid w:val="00C801F1"/>
    <w:rsid w:val="00C8167A"/>
    <w:rsid w:val="00C82932"/>
    <w:rsid w:val="00C83785"/>
    <w:rsid w:val="00C8557A"/>
    <w:rsid w:val="00C87216"/>
    <w:rsid w:val="00C95DBD"/>
    <w:rsid w:val="00C95F26"/>
    <w:rsid w:val="00C96E48"/>
    <w:rsid w:val="00C9775D"/>
    <w:rsid w:val="00C97AA9"/>
    <w:rsid w:val="00CA0CAD"/>
    <w:rsid w:val="00CA45FB"/>
    <w:rsid w:val="00CA58A5"/>
    <w:rsid w:val="00CB11E4"/>
    <w:rsid w:val="00CB6AFB"/>
    <w:rsid w:val="00CC23E0"/>
    <w:rsid w:val="00CD3940"/>
    <w:rsid w:val="00CD3C36"/>
    <w:rsid w:val="00CD4055"/>
    <w:rsid w:val="00CD4147"/>
    <w:rsid w:val="00CD4B70"/>
    <w:rsid w:val="00CE46A0"/>
    <w:rsid w:val="00CE5D67"/>
    <w:rsid w:val="00CF0ADF"/>
    <w:rsid w:val="00CF4F73"/>
    <w:rsid w:val="00D0684C"/>
    <w:rsid w:val="00D06F4F"/>
    <w:rsid w:val="00D11390"/>
    <w:rsid w:val="00D1538C"/>
    <w:rsid w:val="00D162F8"/>
    <w:rsid w:val="00D32945"/>
    <w:rsid w:val="00D34F8C"/>
    <w:rsid w:val="00D36DE8"/>
    <w:rsid w:val="00D41DB7"/>
    <w:rsid w:val="00D41F51"/>
    <w:rsid w:val="00D45BEB"/>
    <w:rsid w:val="00D45E5F"/>
    <w:rsid w:val="00D467B9"/>
    <w:rsid w:val="00D47BD0"/>
    <w:rsid w:val="00D53C6C"/>
    <w:rsid w:val="00D548C5"/>
    <w:rsid w:val="00D55C0D"/>
    <w:rsid w:val="00D60B46"/>
    <w:rsid w:val="00D66800"/>
    <w:rsid w:val="00D67F9C"/>
    <w:rsid w:val="00D701AC"/>
    <w:rsid w:val="00D738D2"/>
    <w:rsid w:val="00D75999"/>
    <w:rsid w:val="00D76E73"/>
    <w:rsid w:val="00D771B2"/>
    <w:rsid w:val="00D77771"/>
    <w:rsid w:val="00D83AAE"/>
    <w:rsid w:val="00D8424E"/>
    <w:rsid w:val="00D8475E"/>
    <w:rsid w:val="00D8726A"/>
    <w:rsid w:val="00D93A97"/>
    <w:rsid w:val="00D95F7F"/>
    <w:rsid w:val="00D960AA"/>
    <w:rsid w:val="00D9690F"/>
    <w:rsid w:val="00D97794"/>
    <w:rsid w:val="00DA09F9"/>
    <w:rsid w:val="00DA644C"/>
    <w:rsid w:val="00DB0146"/>
    <w:rsid w:val="00DB1F50"/>
    <w:rsid w:val="00DB4EBF"/>
    <w:rsid w:val="00DC3AF7"/>
    <w:rsid w:val="00DC4777"/>
    <w:rsid w:val="00DC5A2F"/>
    <w:rsid w:val="00DD027C"/>
    <w:rsid w:val="00DD1224"/>
    <w:rsid w:val="00DD55FA"/>
    <w:rsid w:val="00DD7F1D"/>
    <w:rsid w:val="00DE1EEA"/>
    <w:rsid w:val="00DE20F8"/>
    <w:rsid w:val="00DE3743"/>
    <w:rsid w:val="00DE562A"/>
    <w:rsid w:val="00DE6A9E"/>
    <w:rsid w:val="00DE6C20"/>
    <w:rsid w:val="00DF1F26"/>
    <w:rsid w:val="00DF27D9"/>
    <w:rsid w:val="00DF2851"/>
    <w:rsid w:val="00DF2A0F"/>
    <w:rsid w:val="00DF3F97"/>
    <w:rsid w:val="00DF48E7"/>
    <w:rsid w:val="00E01204"/>
    <w:rsid w:val="00E01E9F"/>
    <w:rsid w:val="00E10B93"/>
    <w:rsid w:val="00E133B0"/>
    <w:rsid w:val="00E14127"/>
    <w:rsid w:val="00E15FB0"/>
    <w:rsid w:val="00E1631C"/>
    <w:rsid w:val="00E1730B"/>
    <w:rsid w:val="00E173CA"/>
    <w:rsid w:val="00E211B2"/>
    <w:rsid w:val="00E2175E"/>
    <w:rsid w:val="00E21C7C"/>
    <w:rsid w:val="00E21E98"/>
    <w:rsid w:val="00E23FF0"/>
    <w:rsid w:val="00E24CF0"/>
    <w:rsid w:val="00E35881"/>
    <w:rsid w:val="00E3739E"/>
    <w:rsid w:val="00E37425"/>
    <w:rsid w:val="00E37807"/>
    <w:rsid w:val="00E41053"/>
    <w:rsid w:val="00E41CA0"/>
    <w:rsid w:val="00E431B5"/>
    <w:rsid w:val="00E4354F"/>
    <w:rsid w:val="00E435A4"/>
    <w:rsid w:val="00E50F21"/>
    <w:rsid w:val="00E522C9"/>
    <w:rsid w:val="00E527BC"/>
    <w:rsid w:val="00E570DD"/>
    <w:rsid w:val="00E57710"/>
    <w:rsid w:val="00E57782"/>
    <w:rsid w:val="00E57CFD"/>
    <w:rsid w:val="00E62EF6"/>
    <w:rsid w:val="00E63C0E"/>
    <w:rsid w:val="00E643D0"/>
    <w:rsid w:val="00E658F5"/>
    <w:rsid w:val="00E67147"/>
    <w:rsid w:val="00E7057B"/>
    <w:rsid w:val="00E7065E"/>
    <w:rsid w:val="00E72131"/>
    <w:rsid w:val="00E75031"/>
    <w:rsid w:val="00E75E13"/>
    <w:rsid w:val="00E76E6E"/>
    <w:rsid w:val="00E85B90"/>
    <w:rsid w:val="00E868C1"/>
    <w:rsid w:val="00E93A3A"/>
    <w:rsid w:val="00E93AAB"/>
    <w:rsid w:val="00E955E5"/>
    <w:rsid w:val="00E96E4B"/>
    <w:rsid w:val="00EB3D0A"/>
    <w:rsid w:val="00EB4DAB"/>
    <w:rsid w:val="00EB7F00"/>
    <w:rsid w:val="00EC17FF"/>
    <w:rsid w:val="00EC592C"/>
    <w:rsid w:val="00EC770C"/>
    <w:rsid w:val="00ED003B"/>
    <w:rsid w:val="00ED2DB8"/>
    <w:rsid w:val="00ED5A62"/>
    <w:rsid w:val="00ED6EFD"/>
    <w:rsid w:val="00ED6FF9"/>
    <w:rsid w:val="00ED701F"/>
    <w:rsid w:val="00ED7511"/>
    <w:rsid w:val="00EE097F"/>
    <w:rsid w:val="00EE3C0C"/>
    <w:rsid w:val="00EE4300"/>
    <w:rsid w:val="00EE7285"/>
    <w:rsid w:val="00EF0D59"/>
    <w:rsid w:val="00EF1F24"/>
    <w:rsid w:val="00EF23E0"/>
    <w:rsid w:val="00EF2DFA"/>
    <w:rsid w:val="00EF40ED"/>
    <w:rsid w:val="00F00857"/>
    <w:rsid w:val="00F01B9A"/>
    <w:rsid w:val="00F02911"/>
    <w:rsid w:val="00F029A6"/>
    <w:rsid w:val="00F04C60"/>
    <w:rsid w:val="00F064C7"/>
    <w:rsid w:val="00F06A8B"/>
    <w:rsid w:val="00F07A36"/>
    <w:rsid w:val="00F07FA4"/>
    <w:rsid w:val="00F10C75"/>
    <w:rsid w:val="00F12090"/>
    <w:rsid w:val="00F15F9C"/>
    <w:rsid w:val="00F15FF8"/>
    <w:rsid w:val="00F21C6A"/>
    <w:rsid w:val="00F2226C"/>
    <w:rsid w:val="00F22676"/>
    <w:rsid w:val="00F22D46"/>
    <w:rsid w:val="00F26265"/>
    <w:rsid w:val="00F27075"/>
    <w:rsid w:val="00F277B0"/>
    <w:rsid w:val="00F30B24"/>
    <w:rsid w:val="00F33755"/>
    <w:rsid w:val="00F33948"/>
    <w:rsid w:val="00F339F0"/>
    <w:rsid w:val="00F35ACC"/>
    <w:rsid w:val="00F35D93"/>
    <w:rsid w:val="00F36D5C"/>
    <w:rsid w:val="00F37186"/>
    <w:rsid w:val="00F409D7"/>
    <w:rsid w:val="00F41E39"/>
    <w:rsid w:val="00F42755"/>
    <w:rsid w:val="00F44C46"/>
    <w:rsid w:val="00F459C9"/>
    <w:rsid w:val="00F51398"/>
    <w:rsid w:val="00F56265"/>
    <w:rsid w:val="00F568CB"/>
    <w:rsid w:val="00F649C2"/>
    <w:rsid w:val="00F65E16"/>
    <w:rsid w:val="00F6784D"/>
    <w:rsid w:val="00F7332A"/>
    <w:rsid w:val="00F734BA"/>
    <w:rsid w:val="00F738F7"/>
    <w:rsid w:val="00F75A92"/>
    <w:rsid w:val="00F80097"/>
    <w:rsid w:val="00F808BD"/>
    <w:rsid w:val="00F812C4"/>
    <w:rsid w:val="00F8221C"/>
    <w:rsid w:val="00F87458"/>
    <w:rsid w:val="00F92337"/>
    <w:rsid w:val="00F9281B"/>
    <w:rsid w:val="00F9318C"/>
    <w:rsid w:val="00F93739"/>
    <w:rsid w:val="00FA085D"/>
    <w:rsid w:val="00FA19B1"/>
    <w:rsid w:val="00FA29AB"/>
    <w:rsid w:val="00FA3A04"/>
    <w:rsid w:val="00FA3EDA"/>
    <w:rsid w:val="00FA6777"/>
    <w:rsid w:val="00FB0BBD"/>
    <w:rsid w:val="00FB3346"/>
    <w:rsid w:val="00FB365F"/>
    <w:rsid w:val="00FB55B3"/>
    <w:rsid w:val="00FC0E00"/>
    <w:rsid w:val="00FC12BA"/>
    <w:rsid w:val="00FC310F"/>
    <w:rsid w:val="00FC5357"/>
    <w:rsid w:val="00FC6496"/>
    <w:rsid w:val="00FC7441"/>
    <w:rsid w:val="00FD0851"/>
    <w:rsid w:val="00FD56CD"/>
    <w:rsid w:val="00FE02E7"/>
    <w:rsid w:val="00FE59E7"/>
    <w:rsid w:val="00FE6583"/>
    <w:rsid w:val="00FE77F5"/>
    <w:rsid w:val="00FF1148"/>
    <w:rsid w:val="00FF38C8"/>
    <w:rsid w:val="00FF509C"/>
    <w:rsid w:val="00FF5735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width-relative:margin" fillcolor="#bbdfdc" stroke="f">
      <v:fill color="#bbdfdc" opacity="52428f"/>
      <v:stroke weight=".5pt" on="f"/>
    </o:shapedefaults>
    <o:shapelayout v:ext="edit">
      <o:idmap v:ext="edit" data="1"/>
    </o:shapelayout>
  </w:shapeDefaults>
  <w:decimalSymbol w:val=","/>
  <w:listSeparator w:val=";"/>
  <w15:chartTrackingRefBased/>
  <w15:docId w15:val="{EA569678-B916-4883-AF13-75C596DF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locked="1" w:semiHidden="1" w:uiPriority="4" w:unhideWhenUsed="1"/>
    <w:lsdException w:name="heading 6" w:locked="1" w:semiHidden="1" w:uiPriority="4" w:unhideWhenUsed="1"/>
    <w:lsdException w:name="heading 7" w:locked="1" w:semiHidden="1" w:uiPriority="9" w:qFormat="1"/>
    <w:lsdException w:name="heading 8" w:locked="1" w:semiHidden="1" w:uiPriority="9" w:qFormat="1"/>
    <w:lsdException w:name="heading 9" w:locked="1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uiPriority="34"/>
    <w:lsdException w:name="Quote" w:locked="1" w:uiPriority="29"/>
    <w:lsdException w:name="Intense Quote" w:locked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162F8"/>
    <w:pPr>
      <w:spacing w:line="300" w:lineRule="atLeast"/>
    </w:pPr>
    <w:rPr>
      <w:szCs w:val="26"/>
      <w:lang w:eastAsia="en-US"/>
    </w:rPr>
  </w:style>
  <w:style w:type="paragraph" w:styleId="Kop1">
    <w:name w:val="heading 1"/>
    <w:aliases w:val="Kop BC"/>
    <w:basedOn w:val="Standaard"/>
    <w:next w:val="Standaard"/>
    <w:link w:val="Kop1Char"/>
    <w:autoRedefine/>
    <w:uiPriority w:val="2"/>
    <w:qFormat/>
    <w:rsid w:val="00862A54"/>
    <w:pPr>
      <w:widowControl w:val="0"/>
      <w:outlineLvl w:val="0"/>
    </w:pPr>
    <w:rPr>
      <w:rFonts w:eastAsia="Times New Roman"/>
      <w:b/>
      <w:szCs w:val="28"/>
    </w:rPr>
  </w:style>
  <w:style w:type="paragraph" w:styleId="Kop2">
    <w:name w:val="heading 2"/>
    <w:aliases w:val="verwijzing www"/>
    <w:basedOn w:val="Standaard"/>
    <w:next w:val="Standaard"/>
    <w:link w:val="Kop2Char"/>
    <w:autoRedefine/>
    <w:uiPriority w:val="2"/>
    <w:qFormat/>
    <w:rsid w:val="004E15EF"/>
    <w:pPr>
      <w:keepNext/>
      <w:keepLines/>
      <w:suppressLineNumbers/>
      <w:outlineLvl w:val="1"/>
    </w:pPr>
    <w:rPr>
      <w:rFonts w:ascii="Verdana" w:eastAsia="Times New Roman" w:hAnsi="Verdana"/>
      <w:bCs/>
      <w:sz w:val="17"/>
    </w:rPr>
  </w:style>
  <w:style w:type="paragraph" w:styleId="Kop3">
    <w:name w:val="heading 3"/>
    <w:basedOn w:val="Standaard"/>
    <w:next w:val="Standaard"/>
    <w:link w:val="Kop3Char"/>
    <w:autoRedefine/>
    <w:uiPriority w:val="2"/>
    <w:rsid w:val="000536CD"/>
    <w:pPr>
      <w:keepNext/>
      <w:keepLines/>
      <w:outlineLvl w:val="2"/>
    </w:pPr>
    <w:rPr>
      <w:rFonts w:eastAsia="Times New Roman"/>
      <w:bCs/>
      <w:i/>
    </w:rPr>
  </w:style>
  <w:style w:type="paragraph" w:styleId="Kop4">
    <w:name w:val="heading 4"/>
    <w:basedOn w:val="Standaard"/>
    <w:next w:val="Standaard"/>
    <w:link w:val="Kop4Char"/>
    <w:uiPriority w:val="2"/>
    <w:rsid w:val="000536CD"/>
    <w:pPr>
      <w:outlineLvl w:val="3"/>
    </w:pPr>
  </w:style>
  <w:style w:type="paragraph" w:styleId="Kop5">
    <w:name w:val="heading 5"/>
    <w:aliases w:val="Lijst niveau 5"/>
    <w:basedOn w:val="Standaard"/>
    <w:next w:val="Standaard"/>
    <w:link w:val="Kop5Char"/>
    <w:uiPriority w:val="4"/>
    <w:semiHidden/>
    <w:locked/>
    <w:rsid w:val="000536CD"/>
    <w:pPr>
      <w:keepNext/>
      <w:keepLines/>
      <w:numPr>
        <w:ilvl w:val="4"/>
        <w:numId w:val="7"/>
      </w:numPr>
      <w:outlineLvl w:val="4"/>
    </w:pPr>
    <w:rPr>
      <w:rFonts w:eastAsia="Times New Roman"/>
      <w:b/>
      <w:i/>
    </w:rPr>
  </w:style>
  <w:style w:type="paragraph" w:styleId="Kop6">
    <w:name w:val="heading 6"/>
    <w:aliases w:val="Lijst niveau 6"/>
    <w:basedOn w:val="Standaard"/>
    <w:next w:val="Standaard"/>
    <w:link w:val="Kop6Char"/>
    <w:uiPriority w:val="4"/>
    <w:semiHidden/>
    <w:locked/>
    <w:rsid w:val="000536CD"/>
    <w:pPr>
      <w:keepNext/>
      <w:keepLines/>
      <w:numPr>
        <w:ilvl w:val="5"/>
        <w:numId w:val="7"/>
      </w:numPr>
      <w:outlineLvl w:val="5"/>
    </w:pPr>
    <w:rPr>
      <w:rFonts w:eastAsia="Times New Roman"/>
      <w:i/>
      <w:iCs/>
    </w:rPr>
  </w:style>
  <w:style w:type="paragraph" w:styleId="Kop7">
    <w:name w:val="heading 7"/>
    <w:basedOn w:val="Standaard"/>
    <w:next w:val="Standaard"/>
    <w:link w:val="Kop7Char"/>
    <w:uiPriority w:val="9"/>
    <w:semiHidden/>
    <w:qFormat/>
    <w:locked/>
    <w:rsid w:val="000536CD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qFormat/>
    <w:locked/>
    <w:rsid w:val="000536CD"/>
    <w:pPr>
      <w:keepNext/>
      <w:keepLines/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qFormat/>
    <w:locked/>
    <w:rsid w:val="000536CD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aliases w:val="verwijzing www Char"/>
    <w:link w:val="Kop2"/>
    <w:uiPriority w:val="2"/>
    <w:rsid w:val="004E15EF"/>
    <w:rPr>
      <w:rFonts w:ascii="Verdana" w:eastAsia="Times New Roman" w:hAnsi="Verdana"/>
      <w:bCs/>
      <w:sz w:val="17"/>
      <w:szCs w:val="26"/>
      <w:lang w:eastAsia="en-US"/>
    </w:rPr>
  </w:style>
  <w:style w:type="character" w:customStyle="1" w:styleId="Kop1Char">
    <w:name w:val="Kop 1 Char"/>
    <w:aliases w:val="Kop BC Char"/>
    <w:link w:val="Kop1"/>
    <w:uiPriority w:val="2"/>
    <w:rsid w:val="00862A54"/>
    <w:rPr>
      <w:rFonts w:eastAsia="Times New Roman"/>
      <w:b/>
      <w:szCs w:val="28"/>
      <w:lang w:eastAsia="en-US"/>
    </w:rPr>
  </w:style>
  <w:style w:type="character" w:customStyle="1" w:styleId="Kop3Char">
    <w:name w:val="Kop 3 Char"/>
    <w:link w:val="Kop3"/>
    <w:uiPriority w:val="2"/>
    <w:rsid w:val="000536CD"/>
    <w:rPr>
      <w:rFonts w:eastAsia="Times New Roman" w:cs="Times New Roman"/>
      <w:bCs/>
      <w:i/>
      <w:sz w:val="20"/>
    </w:rPr>
  </w:style>
  <w:style w:type="character" w:customStyle="1" w:styleId="Kop4Char">
    <w:name w:val="Kop 4 Char"/>
    <w:link w:val="Kop4"/>
    <w:uiPriority w:val="2"/>
    <w:rsid w:val="000536CD"/>
    <w:rPr>
      <w:sz w:val="20"/>
    </w:rPr>
  </w:style>
  <w:style w:type="character" w:customStyle="1" w:styleId="Kop5Char">
    <w:name w:val="Kop 5 Char"/>
    <w:aliases w:val="Lijst niveau 5 Char"/>
    <w:link w:val="Kop5"/>
    <w:uiPriority w:val="4"/>
    <w:semiHidden/>
    <w:rsid w:val="000536CD"/>
    <w:rPr>
      <w:rFonts w:eastAsia="Times New Roman" w:cs="Times New Roman"/>
      <w:b/>
      <w:i/>
      <w:sz w:val="20"/>
    </w:rPr>
  </w:style>
  <w:style w:type="paragraph" w:customStyle="1" w:styleId="KoptekstCEDgroep">
    <w:name w:val="Koptekst CEDgroep"/>
    <w:basedOn w:val="Geenafstand"/>
    <w:next w:val="Standaard"/>
    <w:uiPriority w:val="9"/>
    <w:semiHidden/>
    <w:qFormat/>
    <w:rsid w:val="000536CD"/>
    <w:pPr>
      <w:tabs>
        <w:tab w:val="center" w:pos="4536"/>
        <w:tab w:val="right" w:pos="9072"/>
      </w:tabs>
    </w:pPr>
    <w:rPr>
      <w:sz w:val="15"/>
    </w:rPr>
  </w:style>
  <w:style w:type="paragraph" w:styleId="Geenafstand">
    <w:name w:val="No Spacing"/>
    <w:uiPriority w:val="1"/>
    <w:qFormat/>
    <w:rsid w:val="000536CD"/>
    <w:pPr>
      <w:suppressAutoHyphens/>
      <w:spacing w:line="300" w:lineRule="atLeast"/>
    </w:pPr>
    <w:rPr>
      <w:sz w:val="26"/>
      <w:szCs w:val="26"/>
      <w:lang w:eastAsia="en-US"/>
    </w:rPr>
  </w:style>
  <w:style w:type="paragraph" w:customStyle="1" w:styleId="OpsommingNummer">
    <w:name w:val="Opsomming Nummer"/>
    <w:basedOn w:val="Standaard"/>
    <w:uiPriority w:val="5"/>
    <w:rsid w:val="000536CD"/>
    <w:pPr>
      <w:numPr>
        <w:numId w:val="1"/>
      </w:numPr>
    </w:pPr>
  </w:style>
  <w:style w:type="paragraph" w:customStyle="1" w:styleId="OpsommingNummervet">
    <w:name w:val="Opsomming Nummer vet"/>
    <w:basedOn w:val="Standaard"/>
    <w:uiPriority w:val="6"/>
    <w:rsid w:val="000536CD"/>
    <w:pPr>
      <w:numPr>
        <w:numId w:val="2"/>
      </w:numPr>
    </w:pPr>
    <w:rPr>
      <w:b/>
    </w:rPr>
  </w:style>
  <w:style w:type="paragraph" w:customStyle="1" w:styleId="Opsomming1eniveau">
    <w:name w:val="Opsomming 1e niveau"/>
    <w:basedOn w:val="Standaard"/>
    <w:uiPriority w:val="7"/>
    <w:rsid w:val="000536CD"/>
    <w:pPr>
      <w:numPr>
        <w:numId w:val="4"/>
      </w:numPr>
      <w:tabs>
        <w:tab w:val="left" w:pos="357"/>
      </w:tabs>
    </w:pPr>
  </w:style>
  <w:style w:type="paragraph" w:customStyle="1" w:styleId="Opsomming2eniveau">
    <w:name w:val="Opsomming 2e niveau"/>
    <w:basedOn w:val="Standaard"/>
    <w:uiPriority w:val="8"/>
    <w:rsid w:val="000536CD"/>
    <w:pPr>
      <w:numPr>
        <w:numId w:val="5"/>
      </w:numPr>
      <w:tabs>
        <w:tab w:val="left" w:pos="357"/>
      </w:tabs>
      <w:outlineLvl w:val="0"/>
    </w:pPr>
  </w:style>
  <w:style w:type="character" w:customStyle="1" w:styleId="HyperlinkCED-groep">
    <w:name w:val="Hyperlink CED-groep"/>
    <w:uiPriority w:val="11"/>
    <w:semiHidden/>
    <w:qFormat/>
    <w:rsid w:val="000536CD"/>
    <w:rPr>
      <w:rFonts w:ascii="Verdana" w:hAnsi="Verdana"/>
      <w:color w:val="000000"/>
      <w:sz w:val="18"/>
      <w:u w:val="single"/>
    </w:rPr>
  </w:style>
  <w:style w:type="character" w:styleId="Paginanummer">
    <w:name w:val="page number"/>
    <w:aliases w:val="Paginanummer Eduniek"/>
    <w:uiPriority w:val="99"/>
    <w:semiHidden/>
    <w:rsid w:val="000536CD"/>
    <w:rPr>
      <w:rFonts w:ascii="Verdana" w:hAnsi="Verdana"/>
      <w:color w:val="000000"/>
      <w:sz w:val="18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36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536C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536CD"/>
    <w:pPr>
      <w:tabs>
        <w:tab w:val="center" w:pos="4513"/>
        <w:tab w:val="right" w:pos="9026"/>
      </w:tabs>
    </w:pPr>
  </w:style>
  <w:style w:type="character" w:customStyle="1" w:styleId="KoptekstChar">
    <w:name w:val="Koptekst Char"/>
    <w:link w:val="Koptekst"/>
    <w:uiPriority w:val="99"/>
    <w:rsid w:val="000536CD"/>
    <w:rPr>
      <w:sz w:val="20"/>
    </w:rPr>
  </w:style>
  <w:style w:type="character" w:customStyle="1" w:styleId="Kop6Char">
    <w:name w:val="Kop 6 Char"/>
    <w:aliases w:val="Lijst niveau 6 Char"/>
    <w:link w:val="Kop6"/>
    <w:uiPriority w:val="4"/>
    <w:semiHidden/>
    <w:rsid w:val="000536CD"/>
    <w:rPr>
      <w:rFonts w:eastAsia="Times New Roman" w:cs="Times New Roman"/>
      <w:i/>
      <w:iCs/>
      <w:sz w:val="20"/>
    </w:rPr>
  </w:style>
  <w:style w:type="paragraph" w:customStyle="1" w:styleId="Opsomming3eniveau">
    <w:name w:val="Opsomming 3e niveau"/>
    <w:basedOn w:val="Opsomming2eniveau"/>
    <w:uiPriority w:val="8"/>
    <w:rsid w:val="000536CD"/>
    <w:pPr>
      <w:numPr>
        <w:numId w:val="3"/>
      </w:numPr>
    </w:pPr>
  </w:style>
  <w:style w:type="paragraph" w:styleId="Inhopg2">
    <w:name w:val="toc 2"/>
    <w:basedOn w:val="Standaard"/>
    <w:next w:val="Standaard"/>
    <w:autoRedefine/>
    <w:uiPriority w:val="39"/>
    <w:semiHidden/>
    <w:rsid w:val="000536CD"/>
    <w:pPr>
      <w:tabs>
        <w:tab w:val="right" w:leader="dot" w:pos="9027"/>
      </w:tabs>
      <w:spacing w:after="100"/>
      <w:contextualSpacing/>
    </w:pPr>
  </w:style>
  <w:style w:type="paragraph" w:styleId="Inhopg1">
    <w:name w:val="toc 1"/>
    <w:basedOn w:val="Standaard"/>
    <w:next w:val="Standaard"/>
    <w:autoRedefine/>
    <w:uiPriority w:val="39"/>
    <w:semiHidden/>
    <w:rsid w:val="000536CD"/>
    <w:pPr>
      <w:tabs>
        <w:tab w:val="right" w:leader="dot" w:pos="9027"/>
      </w:tabs>
      <w:spacing w:after="100"/>
      <w:contextualSpacing/>
    </w:pPr>
    <w:rPr>
      <w:b/>
    </w:rPr>
  </w:style>
  <w:style w:type="paragraph" w:styleId="Inhopg3">
    <w:name w:val="toc 3"/>
    <w:basedOn w:val="Standaard"/>
    <w:next w:val="Standaard"/>
    <w:autoRedefine/>
    <w:uiPriority w:val="39"/>
    <w:semiHidden/>
    <w:rsid w:val="000536CD"/>
    <w:pPr>
      <w:tabs>
        <w:tab w:val="right" w:leader="dot" w:pos="9027"/>
      </w:tabs>
      <w:spacing w:after="100"/>
      <w:contextualSpacing/>
    </w:pPr>
  </w:style>
  <w:style w:type="paragraph" w:styleId="Kopvaninhoudsopgave">
    <w:name w:val="TOC Heading"/>
    <w:basedOn w:val="Standaard"/>
    <w:next w:val="Standaard"/>
    <w:uiPriority w:val="39"/>
    <w:rsid w:val="000536CD"/>
    <w:pPr>
      <w:spacing w:after="120"/>
    </w:pPr>
    <w:rPr>
      <w:b/>
    </w:rPr>
  </w:style>
  <w:style w:type="paragraph" w:customStyle="1" w:styleId="Opsomming1eniveauinspring">
    <w:name w:val="Opsomming 1e niveau + inspring"/>
    <w:basedOn w:val="Opsomming1eniveau"/>
    <w:uiPriority w:val="7"/>
    <w:rsid w:val="000536CD"/>
    <w:pPr>
      <w:ind w:left="714" w:hanging="357"/>
    </w:pPr>
  </w:style>
  <w:style w:type="paragraph" w:customStyle="1" w:styleId="Titelgroot">
    <w:name w:val="Titel groot"/>
    <w:basedOn w:val="Standaard"/>
    <w:next w:val="Standaard"/>
    <w:link w:val="TitelgrootChar"/>
    <w:autoRedefine/>
    <w:uiPriority w:val="4"/>
    <w:rsid w:val="002438A8"/>
    <w:rPr>
      <w:b/>
    </w:rPr>
  </w:style>
  <w:style w:type="character" w:customStyle="1" w:styleId="TitelgrootChar">
    <w:name w:val="Titel groot Char"/>
    <w:link w:val="Titelgroot"/>
    <w:uiPriority w:val="4"/>
    <w:rsid w:val="002438A8"/>
    <w:rPr>
      <w:b/>
    </w:rPr>
  </w:style>
  <w:style w:type="paragraph" w:customStyle="1" w:styleId="Voetnoot">
    <w:name w:val="Voetnoot"/>
    <w:basedOn w:val="Voetnoottekst"/>
    <w:next w:val="Standaard"/>
    <w:uiPriority w:val="10"/>
    <w:semiHidden/>
    <w:qFormat/>
    <w:rsid w:val="000536CD"/>
  </w:style>
  <w:style w:type="paragraph" w:customStyle="1" w:styleId="Opsomming2eniveauinspring">
    <w:name w:val="Opsomming 2e niveau + inspring"/>
    <w:basedOn w:val="Opsomming2eniveau"/>
    <w:uiPriority w:val="8"/>
    <w:rsid w:val="000536CD"/>
    <w:pPr>
      <w:ind w:left="1463" w:hanging="357"/>
    </w:pPr>
  </w:style>
  <w:style w:type="paragraph" w:customStyle="1" w:styleId="Eindnoot">
    <w:name w:val="Eindnoot"/>
    <w:basedOn w:val="Eindnoottekst"/>
    <w:next w:val="Standaard"/>
    <w:uiPriority w:val="11"/>
    <w:semiHidden/>
    <w:qFormat/>
    <w:rsid w:val="000536CD"/>
  </w:style>
  <w:style w:type="paragraph" w:styleId="Voettekst">
    <w:name w:val="footer"/>
    <w:basedOn w:val="Standaard"/>
    <w:link w:val="VoettekstChar"/>
    <w:uiPriority w:val="99"/>
    <w:unhideWhenUsed/>
    <w:rsid w:val="000536CD"/>
    <w:pPr>
      <w:tabs>
        <w:tab w:val="center" w:pos="4513"/>
        <w:tab w:val="right" w:pos="9026"/>
      </w:tabs>
      <w:spacing w:line="240" w:lineRule="auto"/>
      <w:jc w:val="right"/>
    </w:pPr>
    <w:rPr>
      <w:sz w:val="15"/>
    </w:rPr>
  </w:style>
  <w:style w:type="character" w:customStyle="1" w:styleId="VoettekstChar">
    <w:name w:val="Voettekst Char"/>
    <w:link w:val="Voettekst"/>
    <w:uiPriority w:val="99"/>
    <w:rsid w:val="000536CD"/>
    <w:rPr>
      <w:sz w:val="15"/>
    </w:rPr>
  </w:style>
  <w:style w:type="paragraph" w:styleId="Lijstalinea">
    <w:name w:val="List Paragraph"/>
    <w:basedOn w:val="Standaard"/>
    <w:uiPriority w:val="34"/>
    <w:semiHidden/>
    <w:locked/>
    <w:rsid w:val="000536CD"/>
    <w:pPr>
      <w:ind w:left="720"/>
      <w:contextualSpacing/>
    </w:pPr>
  </w:style>
  <w:style w:type="character" w:styleId="Hyperlink">
    <w:name w:val="Hyperlink"/>
    <w:uiPriority w:val="99"/>
    <w:rsid w:val="000536CD"/>
    <w:rPr>
      <w:color w:val="000000"/>
      <w:u w:val="single"/>
    </w:rPr>
  </w:style>
  <w:style w:type="paragraph" w:styleId="Inhopg4">
    <w:name w:val="toc 4"/>
    <w:basedOn w:val="Standaard"/>
    <w:next w:val="Standaard"/>
    <w:link w:val="Inhopg4Char"/>
    <w:autoRedefine/>
    <w:uiPriority w:val="39"/>
    <w:semiHidden/>
    <w:rsid w:val="000536CD"/>
    <w:pPr>
      <w:tabs>
        <w:tab w:val="right" w:leader="dot" w:pos="9027"/>
      </w:tabs>
      <w:spacing w:after="100"/>
    </w:pPr>
  </w:style>
  <w:style w:type="paragraph" w:styleId="Inhopg5">
    <w:name w:val="toc 5"/>
    <w:basedOn w:val="Standaard"/>
    <w:next w:val="Standaard"/>
    <w:autoRedefine/>
    <w:uiPriority w:val="39"/>
    <w:semiHidden/>
    <w:rsid w:val="000536CD"/>
    <w:pPr>
      <w:tabs>
        <w:tab w:val="left" w:pos="1418"/>
        <w:tab w:val="right" w:leader="dot" w:pos="9027"/>
      </w:tabs>
      <w:spacing w:after="100"/>
      <w:ind w:left="1418" w:hanging="1418"/>
    </w:pPr>
  </w:style>
  <w:style w:type="paragraph" w:styleId="Inhopg6">
    <w:name w:val="toc 6"/>
    <w:basedOn w:val="Standaard"/>
    <w:next w:val="Standaard"/>
    <w:autoRedefine/>
    <w:uiPriority w:val="39"/>
    <w:semiHidden/>
    <w:rsid w:val="000536CD"/>
    <w:pPr>
      <w:tabs>
        <w:tab w:val="left" w:pos="1418"/>
        <w:tab w:val="right" w:leader="dot" w:pos="9027"/>
      </w:tabs>
      <w:spacing w:after="100"/>
      <w:ind w:left="1418" w:hanging="1418"/>
    </w:pPr>
  </w:style>
  <w:style w:type="numbering" w:customStyle="1" w:styleId="LijstopsommingstekensCED-Groep">
    <w:name w:val="Lijst opsommings tekens CED-Groep"/>
    <w:uiPriority w:val="99"/>
    <w:rsid w:val="000536CD"/>
    <w:pPr>
      <w:numPr>
        <w:numId w:val="6"/>
      </w:numPr>
    </w:pPr>
  </w:style>
  <w:style w:type="paragraph" w:styleId="Lijst">
    <w:name w:val="List"/>
    <w:basedOn w:val="Standaard"/>
    <w:uiPriority w:val="99"/>
    <w:semiHidden/>
    <w:unhideWhenUsed/>
    <w:rsid w:val="000536CD"/>
    <w:pPr>
      <w:ind w:left="284" w:hanging="284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0536CD"/>
    <w:pPr>
      <w:spacing w:line="240" w:lineRule="auto"/>
    </w:pPr>
    <w:rPr>
      <w:sz w:val="14"/>
      <w:szCs w:val="20"/>
    </w:rPr>
  </w:style>
  <w:style w:type="character" w:customStyle="1" w:styleId="EindnoottekstChar">
    <w:name w:val="Eindnoottekst Char"/>
    <w:link w:val="Eindnoottekst"/>
    <w:uiPriority w:val="99"/>
    <w:semiHidden/>
    <w:rsid w:val="000536CD"/>
    <w:rPr>
      <w:sz w:val="14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536CD"/>
    <w:pPr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link w:val="Voetnoottekst"/>
    <w:uiPriority w:val="99"/>
    <w:semiHidden/>
    <w:rsid w:val="000536CD"/>
    <w:rPr>
      <w:sz w:val="14"/>
      <w:szCs w:val="20"/>
    </w:rPr>
  </w:style>
  <w:style w:type="character" w:customStyle="1" w:styleId="Kop7Char">
    <w:name w:val="Kop 7 Char"/>
    <w:link w:val="Kop7"/>
    <w:uiPriority w:val="9"/>
    <w:semiHidden/>
    <w:rsid w:val="000536CD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Kop8Char">
    <w:name w:val="Kop 8 Char"/>
    <w:link w:val="Kop8"/>
    <w:uiPriority w:val="9"/>
    <w:semiHidden/>
    <w:rsid w:val="000536C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link w:val="Kop9"/>
    <w:uiPriority w:val="9"/>
    <w:semiHidden/>
    <w:rsid w:val="000536C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Kop1Nummer">
    <w:name w:val="Kop 1 Nummer"/>
    <w:basedOn w:val="Standaard"/>
    <w:next w:val="Standaard"/>
    <w:link w:val="Kop1NummerChar"/>
    <w:autoRedefine/>
    <w:uiPriority w:val="3"/>
    <w:rsid w:val="000536CD"/>
    <w:pPr>
      <w:numPr>
        <w:numId w:val="7"/>
      </w:numPr>
      <w:outlineLvl w:val="0"/>
    </w:pPr>
    <w:rPr>
      <w:b/>
    </w:rPr>
  </w:style>
  <w:style w:type="paragraph" w:customStyle="1" w:styleId="Kop2Nummer">
    <w:name w:val="Kop 2 Nummer"/>
    <w:basedOn w:val="Standaard"/>
    <w:next w:val="Standaard"/>
    <w:link w:val="Kop2NummerChar"/>
    <w:autoRedefine/>
    <w:uiPriority w:val="3"/>
    <w:rsid w:val="000536CD"/>
    <w:pPr>
      <w:numPr>
        <w:ilvl w:val="1"/>
        <w:numId w:val="7"/>
      </w:numPr>
      <w:outlineLvl w:val="1"/>
    </w:pPr>
    <w:rPr>
      <w:b/>
      <w:i/>
    </w:rPr>
  </w:style>
  <w:style w:type="character" w:customStyle="1" w:styleId="Kop1NummerChar">
    <w:name w:val="Kop 1 Nummer Char"/>
    <w:link w:val="Kop1Nummer"/>
    <w:uiPriority w:val="3"/>
    <w:rsid w:val="000536CD"/>
    <w:rPr>
      <w:b/>
      <w:sz w:val="20"/>
    </w:rPr>
  </w:style>
  <w:style w:type="paragraph" w:customStyle="1" w:styleId="Kop3Nummer">
    <w:name w:val="Kop 3 Nummer"/>
    <w:basedOn w:val="Standaard"/>
    <w:next w:val="Standaard"/>
    <w:link w:val="Kop3NummerChar"/>
    <w:autoRedefine/>
    <w:uiPriority w:val="3"/>
    <w:rsid w:val="000536CD"/>
    <w:pPr>
      <w:numPr>
        <w:ilvl w:val="2"/>
        <w:numId w:val="7"/>
      </w:numPr>
      <w:outlineLvl w:val="2"/>
    </w:pPr>
    <w:rPr>
      <w:i/>
    </w:rPr>
  </w:style>
  <w:style w:type="character" w:customStyle="1" w:styleId="Kop2NummerChar">
    <w:name w:val="Kop 2 Nummer Char"/>
    <w:link w:val="Kop2Nummer"/>
    <w:uiPriority w:val="3"/>
    <w:rsid w:val="000536CD"/>
    <w:rPr>
      <w:b/>
      <w:i/>
      <w:sz w:val="20"/>
    </w:rPr>
  </w:style>
  <w:style w:type="paragraph" w:customStyle="1" w:styleId="Kop4Nummer">
    <w:name w:val="Kop 4 Nummer"/>
    <w:basedOn w:val="Standaard"/>
    <w:next w:val="Standaard"/>
    <w:link w:val="Kop4NummerChar"/>
    <w:autoRedefine/>
    <w:uiPriority w:val="3"/>
    <w:rsid w:val="000536CD"/>
    <w:pPr>
      <w:numPr>
        <w:ilvl w:val="3"/>
        <w:numId w:val="7"/>
      </w:numPr>
    </w:pPr>
  </w:style>
  <w:style w:type="character" w:customStyle="1" w:styleId="Kop3NummerChar">
    <w:name w:val="Kop 3 Nummer Char"/>
    <w:link w:val="Kop3Nummer"/>
    <w:uiPriority w:val="3"/>
    <w:rsid w:val="000536CD"/>
    <w:rPr>
      <w:i/>
      <w:sz w:val="20"/>
    </w:rPr>
  </w:style>
  <w:style w:type="character" w:customStyle="1" w:styleId="Kop4NummerChar">
    <w:name w:val="Kop 4 Nummer Char"/>
    <w:link w:val="Kop4Nummer"/>
    <w:uiPriority w:val="3"/>
    <w:rsid w:val="000536CD"/>
    <w:rPr>
      <w:sz w:val="20"/>
    </w:rPr>
  </w:style>
  <w:style w:type="numbering" w:customStyle="1" w:styleId="OpsommingnummerenletterCED-Groep">
    <w:name w:val="Opsomming nummer en letter CED-Groep"/>
    <w:uiPriority w:val="99"/>
    <w:rsid w:val="000536CD"/>
    <w:pPr>
      <w:numPr>
        <w:numId w:val="8"/>
      </w:numPr>
    </w:pPr>
  </w:style>
  <w:style w:type="numbering" w:customStyle="1" w:styleId="LijststijlnummerCED-Groep">
    <w:name w:val="Lijststijl nummer CED-Groep"/>
    <w:uiPriority w:val="99"/>
    <w:rsid w:val="000536CD"/>
    <w:pPr>
      <w:numPr>
        <w:numId w:val="9"/>
      </w:numPr>
    </w:pPr>
  </w:style>
  <w:style w:type="paragraph" w:customStyle="1" w:styleId="Inhoud1Kopnr">
    <w:name w:val="Inhoud 1 Kop nr."/>
    <w:basedOn w:val="Standaard"/>
    <w:next w:val="Standaard"/>
    <w:autoRedefine/>
    <w:uiPriority w:val="9"/>
    <w:rsid w:val="000536CD"/>
    <w:pPr>
      <w:tabs>
        <w:tab w:val="left" w:pos="851"/>
        <w:tab w:val="right" w:leader="dot" w:pos="9027"/>
      </w:tabs>
      <w:ind w:left="357" w:hanging="357"/>
    </w:pPr>
    <w:rPr>
      <w:b/>
    </w:rPr>
  </w:style>
  <w:style w:type="paragraph" w:customStyle="1" w:styleId="Inhoud2Kopnr">
    <w:name w:val="Inhoud 2 Kop nr."/>
    <w:basedOn w:val="Standaard"/>
    <w:next w:val="Standaard"/>
    <w:autoRedefine/>
    <w:uiPriority w:val="9"/>
    <w:rsid w:val="000536CD"/>
    <w:pPr>
      <w:tabs>
        <w:tab w:val="left" w:pos="851"/>
        <w:tab w:val="right" w:leader="dot" w:pos="9027"/>
      </w:tabs>
      <w:ind w:left="578" w:hanging="578"/>
    </w:pPr>
  </w:style>
  <w:style w:type="paragraph" w:customStyle="1" w:styleId="Inhoud3Kopnr">
    <w:name w:val="Inhoud 3 Kop nr."/>
    <w:basedOn w:val="Standaard"/>
    <w:next w:val="Standaard"/>
    <w:autoRedefine/>
    <w:uiPriority w:val="9"/>
    <w:rsid w:val="000536CD"/>
    <w:pPr>
      <w:tabs>
        <w:tab w:val="left" w:pos="851"/>
        <w:tab w:val="right" w:leader="dot" w:pos="9027"/>
      </w:tabs>
      <w:ind w:left="720" w:hanging="720"/>
    </w:pPr>
  </w:style>
  <w:style w:type="paragraph" w:customStyle="1" w:styleId="Inhoud4Kopnr">
    <w:name w:val="Inhoud 4 Kop nr."/>
    <w:basedOn w:val="Standaard"/>
    <w:next w:val="Standaard"/>
    <w:autoRedefine/>
    <w:uiPriority w:val="9"/>
    <w:rsid w:val="000536CD"/>
    <w:pPr>
      <w:tabs>
        <w:tab w:val="left" w:pos="851"/>
        <w:tab w:val="right" w:leader="dot" w:pos="9027"/>
      </w:tabs>
      <w:ind w:left="862" w:hanging="862"/>
    </w:pPr>
  </w:style>
  <w:style w:type="character" w:customStyle="1" w:styleId="Inhopg4Char">
    <w:name w:val="Inhopg 4 Char"/>
    <w:link w:val="Inhopg4"/>
    <w:uiPriority w:val="39"/>
    <w:semiHidden/>
    <w:rsid w:val="000536CD"/>
    <w:rPr>
      <w:sz w:val="20"/>
    </w:rPr>
  </w:style>
  <w:style w:type="paragraph" w:customStyle="1" w:styleId="Voettekstmettekstennummer">
    <w:name w:val="Voettekst met tekst en nummer"/>
    <w:basedOn w:val="Standaard"/>
    <w:next w:val="Standaard"/>
    <w:uiPriority w:val="99"/>
    <w:semiHidden/>
    <w:unhideWhenUsed/>
    <w:qFormat/>
    <w:rsid w:val="000536CD"/>
    <w:pPr>
      <w:tabs>
        <w:tab w:val="left" w:pos="9072"/>
      </w:tabs>
    </w:pPr>
    <w:rPr>
      <w:sz w:val="15"/>
    </w:rPr>
  </w:style>
  <w:style w:type="paragraph" w:customStyle="1" w:styleId="Voettekstliggend">
    <w:name w:val="Voettekst liggend"/>
    <w:basedOn w:val="Standaard"/>
    <w:link w:val="VoettekstliggendChar"/>
    <w:uiPriority w:val="99"/>
    <w:semiHidden/>
    <w:unhideWhenUsed/>
    <w:qFormat/>
    <w:rsid w:val="000536CD"/>
    <w:pPr>
      <w:tabs>
        <w:tab w:val="right" w:pos="13608"/>
      </w:tabs>
    </w:pPr>
    <w:rPr>
      <w:sz w:val="15"/>
    </w:rPr>
  </w:style>
  <w:style w:type="character" w:customStyle="1" w:styleId="VoettekstliggendChar">
    <w:name w:val="Voettekst liggend Char"/>
    <w:link w:val="Voettekstliggend"/>
    <w:uiPriority w:val="99"/>
    <w:semiHidden/>
    <w:rsid w:val="000536CD"/>
    <w:rPr>
      <w:sz w:val="15"/>
    </w:rPr>
  </w:style>
  <w:style w:type="numbering" w:customStyle="1" w:styleId="OpsommingABCNieuwsbegrip">
    <w:name w:val="Opsomming A.B.C. Nieuwsbegrip"/>
    <w:uiPriority w:val="99"/>
    <w:rsid w:val="000536CD"/>
    <w:pPr>
      <w:numPr>
        <w:numId w:val="10"/>
      </w:numPr>
    </w:pPr>
  </w:style>
  <w:style w:type="paragraph" w:customStyle="1" w:styleId="TitelBC">
    <w:name w:val="Titel BC"/>
    <w:basedOn w:val="Standaard"/>
    <w:next w:val="Standaard"/>
    <w:link w:val="TitelBCChar"/>
    <w:autoRedefine/>
    <w:uiPriority w:val="4"/>
    <w:qFormat/>
    <w:rsid w:val="001673F9"/>
    <w:pPr>
      <w:suppressLineNumbers/>
    </w:pPr>
    <w:rPr>
      <w:b/>
      <w:sz w:val="26"/>
    </w:rPr>
  </w:style>
  <w:style w:type="character" w:customStyle="1" w:styleId="TitelBCChar">
    <w:name w:val="Titel BC Char"/>
    <w:link w:val="TitelBC"/>
    <w:uiPriority w:val="4"/>
    <w:rsid w:val="001673F9"/>
    <w:rPr>
      <w:b/>
      <w:sz w:val="26"/>
      <w:szCs w:val="26"/>
      <w:lang w:eastAsia="en-US"/>
    </w:rPr>
  </w:style>
  <w:style w:type="character" w:styleId="Regelnummer">
    <w:name w:val="line number"/>
    <w:uiPriority w:val="99"/>
    <w:semiHidden/>
    <w:unhideWhenUsed/>
    <w:rsid w:val="00223907"/>
  </w:style>
  <w:style w:type="paragraph" w:styleId="Normaalweb">
    <w:name w:val="Normal (Web)"/>
    <w:basedOn w:val="Standaard"/>
    <w:uiPriority w:val="99"/>
    <w:semiHidden/>
    <w:unhideWhenUsed/>
    <w:rsid w:val="00F27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Nadruk">
    <w:name w:val="Emphasis"/>
    <w:uiPriority w:val="20"/>
    <w:qFormat/>
    <w:locked/>
    <w:rsid w:val="00F27075"/>
    <w:rPr>
      <w:i/>
      <w:iCs/>
    </w:rPr>
  </w:style>
  <w:style w:type="character" w:styleId="GevolgdeHyperlink">
    <w:name w:val="FollowedHyperlink"/>
    <w:uiPriority w:val="99"/>
    <w:semiHidden/>
    <w:unhideWhenUsed/>
    <w:rsid w:val="00653CA2"/>
    <w:rPr>
      <w:color w:val="954F72"/>
      <w:u w:val="single"/>
    </w:rPr>
  </w:style>
  <w:style w:type="character" w:styleId="Zwaar">
    <w:name w:val="Strong"/>
    <w:uiPriority w:val="22"/>
    <w:qFormat/>
    <w:locked/>
    <w:rsid w:val="005855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921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153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16355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1826">
              <w:marLeft w:val="0"/>
              <w:marRight w:val="0"/>
              <w:marTop w:val="0"/>
              <w:marBottom w:val="360"/>
              <w:divBdr>
                <w:top w:val="single" w:sz="6" w:space="12" w:color="D5E3EE"/>
                <w:left w:val="single" w:sz="6" w:space="14" w:color="D5E3EE"/>
                <w:bottom w:val="single" w:sz="6" w:space="12" w:color="D5E3EE"/>
                <w:right w:val="single" w:sz="6" w:space="14" w:color="D5E3EE"/>
              </w:divBdr>
            </w:div>
          </w:divsChild>
        </w:div>
      </w:divsChild>
    </w:div>
    <w:div w:id="132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257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190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8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3474">
          <w:marLeft w:val="0"/>
          <w:marRight w:val="0"/>
          <w:marTop w:val="0"/>
          <w:marBottom w:val="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3171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11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11369">
                  <w:marLeft w:val="45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61817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3" w:color="E6E6E6"/>
                        <w:left w:val="single" w:sz="6" w:space="15" w:color="E6E6E6"/>
                        <w:bottom w:val="single" w:sz="6" w:space="15" w:color="E6E6E6"/>
                        <w:right w:val="single" w:sz="6" w:space="15" w:color="E6E6E6"/>
                      </w:divBdr>
                    </w:div>
                  </w:divsChild>
                </w:div>
                <w:div w:id="16997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3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8412">
                  <w:marLeft w:val="45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5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2740">
                  <w:marLeft w:val="45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77944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3" w:color="E6E6E6"/>
                        <w:left w:val="single" w:sz="6" w:space="15" w:color="E6E6E6"/>
                        <w:bottom w:val="single" w:sz="6" w:space="15" w:color="E6E6E6"/>
                        <w:right w:val="single" w:sz="6" w:space="15" w:color="E6E6E6"/>
                      </w:divBdr>
                    </w:div>
                  </w:divsChild>
                </w:div>
                <w:div w:id="11648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8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27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0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959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3745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633496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0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46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20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95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8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780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  <w:divsChild>
                <w:div w:id="318384245">
                  <w:marLeft w:val="-1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096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5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120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83233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3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22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9371">
              <w:marLeft w:val="450"/>
              <w:marRight w:val="450"/>
              <w:marTop w:val="0"/>
              <w:marBottom w:val="225"/>
              <w:divBdr>
                <w:top w:val="single" w:sz="6" w:space="8" w:color="EFE8E1"/>
                <w:left w:val="single" w:sz="6" w:space="8" w:color="EFE8E1"/>
                <w:bottom w:val="single" w:sz="6" w:space="8" w:color="EFE8E1"/>
                <w:right w:val="single" w:sz="6" w:space="8" w:color="EFE8E1"/>
              </w:divBdr>
              <w:divsChild>
                <w:div w:id="4113183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3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39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31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2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07267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6072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258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3E3E3"/>
                    <w:bottom w:val="none" w:sz="0" w:space="0" w:color="auto"/>
                    <w:right w:val="none" w:sz="0" w:space="0" w:color="auto"/>
                  </w:divBdr>
                  <w:divsChild>
                    <w:div w:id="45725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8225594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615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4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84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3E3E3"/>
                    <w:bottom w:val="none" w:sz="0" w:space="0" w:color="auto"/>
                    <w:right w:val="none" w:sz="0" w:space="0" w:color="auto"/>
                  </w:divBdr>
                  <w:divsChild>
                    <w:div w:id="125463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424511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63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720127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900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24183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56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2667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7970">
              <w:marLeft w:val="0"/>
              <w:marRight w:val="0"/>
              <w:marTop w:val="0"/>
              <w:marBottom w:val="360"/>
              <w:divBdr>
                <w:top w:val="single" w:sz="6" w:space="12" w:color="D5E3EE"/>
                <w:left w:val="single" w:sz="6" w:space="14" w:color="D5E3EE"/>
                <w:bottom w:val="single" w:sz="6" w:space="12" w:color="D5E3EE"/>
                <w:right w:val="single" w:sz="6" w:space="14" w:color="D5E3EE"/>
              </w:divBdr>
            </w:div>
          </w:divsChild>
        </w:div>
        <w:div w:id="109201460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054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914393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4165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397389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3E3E3"/>
                <w:bottom w:val="none" w:sz="0" w:space="0" w:color="auto"/>
                <w:right w:val="none" w:sz="0" w:space="0" w:color="auto"/>
              </w:divBdr>
              <w:divsChild>
                <w:div w:id="7957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16908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543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33783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5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1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7548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4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40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4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010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77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13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21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010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1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32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97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526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63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80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977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428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13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36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1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436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92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98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223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9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8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8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547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2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04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73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547560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2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2537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83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595913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55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095521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3" w:color="E61E14"/>
                                <w:right w:val="none" w:sz="0" w:space="0" w:color="auto"/>
                              </w:divBdr>
                              <w:divsChild>
                                <w:div w:id="103422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502285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01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30561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082586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54017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7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878287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6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47115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55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3E3E3"/>
                    <w:bottom w:val="none" w:sz="0" w:space="0" w:color="auto"/>
                    <w:right w:val="none" w:sz="0" w:space="0" w:color="auto"/>
                  </w:divBdr>
                  <w:divsChild>
                    <w:div w:id="72719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7116027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402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0344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32401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98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471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595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87002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9955667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904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928517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6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3E3E3"/>
                    <w:bottom w:val="none" w:sz="0" w:space="0" w:color="auto"/>
                    <w:right w:val="none" w:sz="0" w:space="0" w:color="auto"/>
                  </w:divBdr>
                  <w:divsChild>
                    <w:div w:id="5027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7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6737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1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0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8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44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0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041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92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0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801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569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942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40381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3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694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891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0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6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41232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5185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356769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7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7053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43898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35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53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06901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5995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6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9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20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4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3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35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72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307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07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12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9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455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550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81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329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9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5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48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203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75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095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3757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3220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544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4275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706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104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56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0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6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7783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09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11122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84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194708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19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3E3E3"/>
                    <w:bottom w:val="none" w:sz="0" w:space="0" w:color="auto"/>
                    <w:right w:val="none" w:sz="0" w:space="0" w:color="auto"/>
                  </w:divBdr>
                  <w:divsChild>
                    <w:div w:id="59336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69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59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14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6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9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68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39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69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83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79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20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934513">
                                                          <w:marLeft w:val="0"/>
                                                          <w:marRight w:val="169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13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967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5617391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433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12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830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59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47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186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066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2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592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285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27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857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249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780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503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</w:div>
                                                            <w:div w:id="1374774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</w:div>
                                                            <w:div w:id="141505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</w:div>
                                                            <w:div w:id="162962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588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1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3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9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5879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3854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51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3E3E3"/>
                    <w:bottom w:val="none" w:sz="0" w:space="0" w:color="auto"/>
                    <w:right w:val="none" w:sz="0" w:space="0" w:color="auto"/>
                  </w:divBdr>
                  <w:divsChild>
                    <w:div w:id="107656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2388708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0586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2214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79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os.nl" TargetMode="External"/><Relationship Id="rId1" Type="http://schemas.openxmlformats.org/officeDocument/2006/relationships/hyperlink" Target="http://www.ad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Templates\Groep\Nieuwsbegrip\TekstB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3F67A-612D-4087-BB49-951E4A0B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TekstB.dotx</Template>
  <TotalTime>1</TotalTime>
  <Pages>1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Nieuwsbegrip CED-Groep</vt:lpstr>
    </vt:vector>
  </TitlesOfParts>
  <Company>CED Groep</Company>
  <LinksUpToDate>false</LinksUpToDate>
  <CharactersWithSpaces>2596</CharactersWithSpaces>
  <SharedDoc>false</SharedDoc>
  <HLinks>
    <vt:vector size="18" baseType="variant">
      <vt:variant>
        <vt:i4>7798909</vt:i4>
      </vt:variant>
      <vt:variant>
        <vt:i4>6</vt:i4>
      </vt:variant>
      <vt:variant>
        <vt:i4>0</vt:i4>
      </vt:variant>
      <vt:variant>
        <vt:i4>5</vt:i4>
      </vt:variant>
      <vt:variant>
        <vt:lpwstr>http://www.nos.nl/</vt:lpwstr>
      </vt:variant>
      <vt:variant>
        <vt:lpwstr/>
      </vt:variant>
      <vt:variant>
        <vt:i4>524378</vt:i4>
      </vt:variant>
      <vt:variant>
        <vt:i4>3</vt:i4>
      </vt:variant>
      <vt:variant>
        <vt:i4>0</vt:i4>
      </vt:variant>
      <vt:variant>
        <vt:i4>5</vt:i4>
      </vt:variant>
      <vt:variant>
        <vt:lpwstr>http://www.ad.nl/</vt:lpwstr>
      </vt:variant>
      <vt:variant>
        <vt:lpwstr/>
      </vt:variant>
      <vt:variant>
        <vt:i4>6029402</vt:i4>
      </vt:variant>
      <vt:variant>
        <vt:i4>0</vt:i4>
      </vt:variant>
      <vt:variant>
        <vt:i4>0</vt:i4>
      </vt:variant>
      <vt:variant>
        <vt:i4>5</vt:i4>
      </vt:variant>
      <vt:variant>
        <vt:lpwstr>https://www.ad.nl/deventer/3d-printen-de-vergaderfabriek-teuge-begonnen-gebouw-moet-er-in-april-staan~a9360ee4/134407201/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Nieuwsbegrip CED-Groep</dc:title>
  <dc:subject/>
  <dc:creator>sykem</dc:creator>
  <cp:keywords>Tekst B</cp:keywords>
  <dc:description/>
  <cp:lastModifiedBy>Tessa Lammers</cp:lastModifiedBy>
  <cp:revision>2</cp:revision>
  <cp:lastPrinted>2019-02-04T12:37:00Z</cp:lastPrinted>
  <dcterms:created xsi:type="dcterms:W3CDTF">2019-02-13T12:55:00Z</dcterms:created>
  <dcterms:modified xsi:type="dcterms:W3CDTF">2019-02-13T12:55:00Z</dcterms:modified>
</cp:coreProperties>
</file>