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4DC9A" w14:textId="77777777" w:rsidR="00EC172C" w:rsidRDefault="00FB0037">
      <w:pPr>
        <w:spacing w:after="158" w:line="259" w:lineRule="auto"/>
      </w:pPr>
      <w:r>
        <w:rPr>
          <w:b/>
        </w:rPr>
        <w:t xml:space="preserve">Werkblad 8.1  </w:t>
      </w:r>
    </w:p>
    <w:p w14:paraId="3B9FF535" w14:textId="77777777" w:rsidR="00EC172C" w:rsidRDefault="00FB0037">
      <w:pPr>
        <w:pStyle w:val="Kop1"/>
        <w:ind w:left="-5"/>
      </w:pPr>
      <w:r>
        <w:t>Observeren kun je leren</w:t>
      </w:r>
      <w:r>
        <w:rPr>
          <w:sz w:val="20"/>
        </w:rPr>
        <w:t xml:space="preserve"> </w:t>
      </w:r>
    </w:p>
    <w:p w14:paraId="028ED670" w14:textId="77777777" w:rsidR="00EC172C" w:rsidRDefault="00FB0037">
      <w:pPr>
        <w:spacing w:after="3" w:line="259" w:lineRule="auto"/>
        <w:ind w:left="0" w:firstLine="0"/>
      </w:pPr>
      <w:r>
        <w:rPr>
          <w:b/>
          <w:color w:val="D40045"/>
        </w:rPr>
        <w:t xml:space="preserve"> </w:t>
      </w:r>
    </w:p>
    <w:p w14:paraId="3CC5348B" w14:textId="77777777" w:rsidR="00EC172C" w:rsidRDefault="00FB0037">
      <w:pPr>
        <w:spacing w:after="3" w:line="259" w:lineRule="auto"/>
        <w:ind w:left="0" w:firstLine="0"/>
      </w:pPr>
      <w:r>
        <w:rPr>
          <w:b/>
          <w:color w:val="D40045"/>
        </w:rPr>
        <w:t xml:space="preserve"> </w:t>
      </w:r>
    </w:p>
    <w:p w14:paraId="747D98A1" w14:textId="77777777" w:rsidR="00EC172C" w:rsidRDefault="00FB0037">
      <w:pPr>
        <w:ind w:left="-5"/>
      </w:pPr>
      <w:r>
        <w:t xml:space="preserve">Zó voel ik mij nu </w:t>
      </w:r>
    </w:p>
    <w:p w14:paraId="11554B0F" w14:textId="77777777" w:rsidR="00EC172C" w:rsidRDefault="00FB0037">
      <w:pPr>
        <w:spacing w:after="0" w:line="259" w:lineRule="auto"/>
        <w:ind w:left="0" w:firstLine="0"/>
      </w:pPr>
      <w:r>
        <w:rPr>
          <w:sz w:val="8"/>
        </w:rPr>
        <w:t xml:space="preserve">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EC172C" w14:paraId="2F54749E" w14:textId="77777777">
        <w:trPr>
          <w:trHeight w:val="3581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102D2797" w14:textId="77777777" w:rsidR="00EC172C" w:rsidRDefault="00FB0037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14:paraId="560AA40B" w14:textId="77777777" w:rsidR="00EC172C" w:rsidRDefault="00FB0037">
      <w:pPr>
        <w:spacing w:after="0" w:line="259" w:lineRule="auto"/>
        <w:ind w:left="0" w:firstLine="0"/>
      </w:pPr>
      <w:r>
        <w:t xml:space="preserve"> </w:t>
      </w:r>
    </w:p>
    <w:p w14:paraId="7144213F" w14:textId="77777777" w:rsidR="00EC172C" w:rsidRDefault="00FB0037">
      <w:pPr>
        <w:ind w:left="-5"/>
      </w:pPr>
      <w:r>
        <w:t xml:space="preserve">Zó voel jij je nu, denk ik </w:t>
      </w:r>
    </w:p>
    <w:p w14:paraId="5DBC5343" w14:textId="77777777" w:rsidR="00EC172C" w:rsidRDefault="00FB0037">
      <w:pPr>
        <w:spacing w:after="0" w:line="259" w:lineRule="auto"/>
        <w:ind w:left="0" w:firstLine="0"/>
      </w:pPr>
      <w:r>
        <w:rPr>
          <w:sz w:val="8"/>
        </w:rPr>
        <w:t xml:space="preserve">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EC172C" w14:paraId="6BC1C2F1" w14:textId="77777777">
        <w:trPr>
          <w:trHeight w:val="3581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1CD32867" w14:textId="77777777" w:rsidR="00EC172C" w:rsidRDefault="00FB0037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14:paraId="03609B5B" w14:textId="77777777" w:rsidR="00EC172C" w:rsidRDefault="00FB0037">
      <w:pPr>
        <w:spacing w:after="0" w:line="259" w:lineRule="auto"/>
        <w:ind w:left="0" w:firstLine="0"/>
      </w:pPr>
      <w:r>
        <w:t xml:space="preserve"> </w:t>
      </w:r>
    </w:p>
    <w:p w14:paraId="2C3492A7" w14:textId="77777777" w:rsidR="00EC172C" w:rsidRDefault="00FB0037">
      <w:pPr>
        <w:ind w:left="-5"/>
      </w:pPr>
      <w:r>
        <w:t xml:space="preserve">Ik denk dat, omdat… </w:t>
      </w:r>
    </w:p>
    <w:p w14:paraId="77EAEB07" w14:textId="77777777" w:rsidR="00EC172C" w:rsidRDefault="00FB0037">
      <w:pPr>
        <w:spacing w:after="0" w:line="259" w:lineRule="auto"/>
        <w:ind w:left="0" w:firstLine="0"/>
      </w:pPr>
      <w:r>
        <w:rPr>
          <w:sz w:val="8"/>
        </w:rPr>
        <w:t xml:space="preserve"> </w:t>
      </w:r>
    </w:p>
    <w:p w14:paraId="2D38716E" w14:textId="77777777" w:rsidR="00EC172C" w:rsidRDefault="00FB0037">
      <w:pPr>
        <w:spacing w:after="0" w:line="259" w:lineRule="auto"/>
        <w:ind w:left="0" w:firstLine="0"/>
      </w:pPr>
      <w:r>
        <w:rPr>
          <w:b/>
          <w:color w:val="D40045"/>
        </w:rPr>
        <w:t xml:space="preserve"> </w:t>
      </w:r>
    </w:p>
    <w:p w14:paraId="3515B3AF" w14:textId="2300B428" w:rsidR="00EC172C" w:rsidRDefault="00EC172C" w:rsidP="008F3983">
      <w:pPr>
        <w:spacing w:after="70" w:line="259" w:lineRule="auto"/>
        <w:ind w:left="0" w:firstLine="0"/>
        <w:sectPr w:rsidR="00EC17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4" w:h="16840"/>
          <w:pgMar w:top="1472" w:right="4165" w:bottom="1826" w:left="1987" w:header="1169" w:footer="716" w:gutter="0"/>
          <w:pgNumType w:fmt="upperLetter" w:start="1"/>
          <w:cols w:space="708"/>
        </w:sectPr>
      </w:pPr>
    </w:p>
    <w:p w14:paraId="1C9B2069" w14:textId="52789BCE" w:rsidR="00EC172C" w:rsidRDefault="008F3983">
      <w:pPr>
        <w:spacing w:after="157" w:line="259" w:lineRule="auto"/>
      </w:pPr>
      <w:r>
        <w:rPr>
          <w:b/>
        </w:rPr>
        <w:lastRenderedPageBreak/>
        <w:t xml:space="preserve">Werkblad 8.2 </w:t>
      </w:r>
    </w:p>
    <w:p w14:paraId="06371BD6" w14:textId="77777777" w:rsidR="00EC172C" w:rsidRDefault="00FB0037">
      <w:pPr>
        <w:pStyle w:val="Kop1"/>
        <w:ind w:left="-5"/>
      </w:pPr>
      <w:r>
        <w:t xml:space="preserve">Interactie die de betrokkenheid verhoogt </w:t>
      </w:r>
    </w:p>
    <w:p w14:paraId="0B33A35B" w14:textId="77777777" w:rsidR="00EC172C" w:rsidRDefault="00FB0037">
      <w:pPr>
        <w:spacing w:after="0" w:line="259" w:lineRule="auto"/>
        <w:ind w:left="0" w:firstLine="0"/>
      </w:pPr>
      <w:r>
        <w:rPr>
          <w:b/>
          <w:color w:val="C00000"/>
        </w:rPr>
        <w:t xml:space="preserve"> </w:t>
      </w:r>
    </w:p>
    <w:p w14:paraId="570E9FE4" w14:textId="77777777" w:rsidR="00EC172C" w:rsidRDefault="00FB0037">
      <w:pPr>
        <w:spacing w:after="29" w:line="259" w:lineRule="auto"/>
        <w:ind w:left="0" w:firstLine="0"/>
      </w:pPr>
      <w:r>
        <w:rPr>
          <w:b/>
          <w:color w:val="C00000"/>
        </w:rPr>
        <w:t xml:space="preserve"> </w:t>
      </w:r>
    </w:p>
    <w:p w14:paraId="6718D2C1" w14:textId="59F8DBCC" w:rsidR="00EC172C" w:rsidRDefault="00FB0037">
      <w:pPr>
        <w:numPr>
          <w:ilvl w:val="0"/>
          <w:numId w:val="1"/>
        </w:numPr>
        <w:ind w:hanging="360"/>
      </w:pPr>
      <w:r>
        <w:t>Wat val</w:t>
      </w:r>
      <w:r w:rsidR="00D06D11">
        <w:t>t je op aan de inbreng van de pw</w:t>
      </w:r>
      <w:r>
        <w:t xml:space="preserve">’er ? </w:t>
      </w:r>
    </w:p>
    <w:p w14:paraId="3E5A29A7" w14:textId="77777777" w:rsidR="00EC172C" w:rsidRDefault="00FB0037">
      <w:pPr>
        <w:ind w:left="370"/>
      </w:pPr>
      <w:r>
        <w:t xml:space="preserve">Wat vind je sterke momenten en wat minder sterke?  </w:t>
      </w:r>
    </w:p>
    <w:p w14:paraId="23FCC8F5" w14:textId="77777777" w:rsidR="00EC172C" w:rsidRDefault="00FB0037">
      <w:pPr>
        <w:spacing w:after="0" w:line="259" w:lineRule="auto"/>
        <w:ind w:left="0" w:firstLine="0"/>
      </w:pPr>
      <w:r>
        <w:rPr>
          <w:sz w:val="8"/>
        </w:rPr>
        <w:t xml:space="preserve">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EC172C" w14:paraId="6BC1A0EA" w14:textId="77777777">
        <w:trPr>
          <w:trHeight w:val="2333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33B617F3" w14:textId="77777777" w:rsidR="00EC172C" w:rsidRDefault="00FB0037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7E471077" w14:textId="77777777" w:rsidR="00EC172C" w:rsidRDefault="00FB0037">
      <w:pPr>
        <w:spacing w:after="29" w:line="259" w:lineRule="auto"/>
        <w:ind w:left="0" w:firstLine="0"/>
      </w:pPr>
      <w:r>
        <w:rPr>
          <w:b/>
          <w:color w:val="C00000"/>
        </w:rPr>
        <w:t xml:space="preserve"> </w:t>
      </w:r>
    </w:p>
    <w:p w14:paraId="074F8EF5" w14:textId="5E4C895C" w:rsidR="00EC172C" w:rsidRDefault="00FB0037">
      <w:pPr>
        <w:numPr>
          <w:ilvl w:val="0"/>
          <w:numId w:val="1"/>
        </w:numPr>
        <w:ind w:hanging="360"/>
      </w:pPr>
      <w:r>
        <w:t>We</w:t>
      </w:r>
      <w:r w:rsidR="00D06D11">
        <w:t>lke interactiemomenten van de pw</w:t>
      </w:r>
      <w:r>
        <w:t xml:space="preserve">’er verhogen de betrokkenheid? </w:t>
      </w:r>
    </w:p>
    <w:p w14:paraId="122C0BDF" w14:textId="77777777" w:rsidR="00EC172C" w:rsidRDefault="00FB0037">
      <w:pPr>
        <w:ind w:left="370"/>
      </w:pPr>
      <w:r>
        <w:t xml:space="preserve">Hoe zie je dat?  </w:t>
      </w:r>
    </w:p>
    <w:p w14:paraId="3ED02CB3" w14:textId="77777777" w:rsidR="00EC172C" w:rsidRDefault="00FB0037">
      <w:pPr>
        <w:spacing w:after="0" w:line="259" w:lineRule="auto"/>
        <w:ind w:left="0" w:firstLine="0"/>
      </w:pPr>
      <w:r>
        <w:rPr>
          <w:sz w:val="8"/>
        </w:rPr>
        <w:t xml:space="preserve">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EC172C" w14:paraId="3019F4D3" w14:textId="77777777">
        <w:trPr>
          <w:trHeight w:val="2333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534F9BD4" w14:textId="77777777" w:rsidR="00EC172C" w:rsidRDefault="00FB0037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6ED21033" w14:textId="07EB2037" w:rsidR="00EC172C" w:rsidRDefault="00FB0037">
      <w:pPr>
        <w:spacing w:after="0" w:line="259" w:lineRule="auto"/>
        <w:ind w:left="0" w:firstLine="0"/>
      </w:pPr>
      <w:r>
        <w:t xml:space="preserve"> </w:t>
      </w:r>
    </w:p>
    <w:p w14:paraId="0CD319EC" w14:textId="2685342D" w:rsidR="008F3983" w:rsidRDefault="008F3983" w:rsidP="008F3983">
      <w:pPr>
        <w:pStyle w:val="Lijstalinea"/>
        <w:numPr>
          <w:ilvl w:val="0"/>
          <w:numId w:val="1"/>
        </w:numPr>
        <w:spacing w:after="0" w:line="259" w:lineRule="auto"/>
      </w:pPr>
      <w:r>
        <w:t>Welke interactievaardigheden zie jij terug bij jezelf? Waar ben jij sterk in? En waarin ben je lerend?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8F3983" w14:paraId="334714A1" w14:textId="77777777" w:rsidTr="00205298">
        <w:trPr>
          <w:trHeight w:val="2333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19963A4B" w14:textId="77777777" w:rsidR="008F3983" w:rsidRDefault="008F3983" w:rsidP="00205298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623F901B" w14:textId="393E7659" w:rsidR="008F3983" w:rsidRDefault="008F3983" w:rsidP="008F3983">
      <w:pPr>
        <w:pStyle w:val="Lijstalinea"/>
        <w:spacing w:after="0" w:line="259" w:lineRule="auto"/>
        <w:ind w:left="360" w:firstLine="0"/>
      </w:pPr>
    </w:p>
    <w:p w14:paraId="2C4F0BB3" w14:textId="23BCFBE3" w:rsidR="00D06D11" w:rsidRDefault="00D06D11" w:rsidP="00D06D11">
      <w:pPr>
        <w:pStyle w:val="Lijstalinea"/>
        <w:numPr>
          <w:ilvl w:val="0"/>
          <w:numId w:val="1"/>
        </w:numPr>
        <w:spacing w:after="0" w:line="259" w:lineRule="auto"/>
        <w:ind w:firstLine="0"/>
      </w:pPr>
      <w:r>
        <w:t xml:space="preserve">Wat zie je in de non-verbale communicatie van de betrokkenen in de aflevering? </w:t>
      </w:r>
    </w:p>
    <w:p w14:paraId="26856194" w14:textId="77777777" w:rsidR="00D06D11" w:rsidRPr="00D06D11" w:rsidRDefault="00D06D11" w:rsidP="00D06D11"/>
    <w:p w14:paraId="2417ED89" w14:textId="65FD2D26" w:rsidR="00D06D11" w:rsidRDefault="00D06D11" w:rsidP="00D06D11">
      <w:pPr>
        <w:ind w:left="0" w:firstLine="0"/>
      </w:pPr>
      <w:bookmarkStart w:id="0" w:name="_GoBack"/>
      <w:bookmarkEnd w:id="0"/>
    </w:p>
    <w:tbl>
      <w:tblPr>
        <w:tblStyle w:val="TableGrid"/>
        <w:tblW w:w="8491" w:type="dxa"/>
        <w:tblInd w:w="5" w:type="dxa"/>
        <w:tblCellMar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4243"/>
      </w:tblGrid>
      <w:tr w:rsidR="00EC172C" w14:paraId="1EEDA5D5" w14:textId="77777777">
        <w:trPr>
          <w:trHeight w:val="5846"/>
        </w:trPr>
        <w:tc>
          <w:tcPr>
            <w:tcW w:w="4248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5F971ED4" w14:textId="77777777" w:rsidR="00EC172C" w:rsidRDefault="00FB0037">
            <w:pPr>
              <w:spacing w:after="0" w:line="259" w:lineRule="auto"/>
              <w:ind w:left="0" w:firstLine="0"/>
            </w:pPr>
            <w:r>
              <w:lastRenderedPageBreak/>
              <w:t xml:space="preserve"> </w:t>
            </w:r>
          </w:p>
        </w:tc>
        <w:tc>
          <w:tcPr>
            <w:tcW w:w="4243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4386A17A" w14:textId="77777777" w:rsidR="00EC172C" w:rsidRDefault="00FB0037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14:paraId="1DFF8E0F" w14:textId="77777777" w:rsidR="00EC172C" w:rsidRDefault="00EC172C" w:rsidP="00735337">
      <w:pPr>
        <w:spacing w:after="133" w:line="259" w:lineRule="auto"/>
        <w:ind w:left="0" w:firstLine="0"/>
      </w:pPr>
    </w:p>
    <w:sectPr w:rsidR="00EC172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4" w:h="16840"/>
      <w:pgMar w:top="1169" w:right="1589" w:bottom="1742" w:left="1987" w:header="708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07819" w14:textId="77777777" w:rsidR="00E0247F" w:rsidRDefault="00E0247F">
      <w:pPr>
        <w:spacing w:after="0" w:line="240" w:lineRule="auto"/>
      </w:pPr>
      <w:r>
        <w:separator/>
      </w:r>
    </w:p>
  </w:endnote>
  <w:endnote w:type="continuationSeparator" w:id="0">
    <w:p w14:paraId="188C471A" w14:textId="77777777" w:rsidR="00E0247F" w:rsidRDefault="00E02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66C5C" w14:textId="77777777" w:rsidR="00EC172C" w:rsidRDefault="00FB0037">
    <w:pPr>
      <w:spacing w:after="0" w:line="259" w:lineRule="auto"/>
      <w:ind w:lef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1258824</wp:posOffset>
              </wp:positionH>
              <wp:positionV relativeFrom="page">
                <wp:posOffset>9534136</wp:posOffset>
              </wp:positionV>
              <wp:extent cx="5398008" cy="6096"/>
              <wp:effectExtent l="0" t="0" r="0" b="0"/>
              <wp:wrapSquare wrapText="bothSides"/>
              <wp:docPr id="7630" name="Group 76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8008" cy="6096"/>
                        <a:chOff x="0" y="0"/>
                        <a:chExt cx="5398008" cy="6096"/>
                      </a:xfrm>
                    </wpg:grpSpPr>
                    <wps:wsp>
                      <wps:cNvPr id="8118" name="Shape 8118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9" name="Shape 8119"/>
                      <wps:cNvSpPr/>
                      <wps:spPr>
                        <a:xfrm>
                          <a:off x="6096" y="0"/>
                          <a:ext cx="269138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91384" h="9144">
                              <a:moveTo>
                                <a:pt x="0" y="0"/>
                              </a:moveTo>
                              <a:lnTo>
                                <a:pt x="2691384" y="0"/>
                              </a:lnTo>
                              <a:lnTo>
                                <a:pt x="2691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20" name="Shape 8120"/>
                      <wps:cNvSpPr/>
                      <wps:spPr>
                        <a:xfrm>
                          <a:off x="269748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21" name="Shape 8121"/>
                      <wps:cNvSpPr/>
                      <wps:spPr>
                        <a:xfrm>
                          <a:off x="2703576" y="0"/>
                          <a:ext cx="2688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8336" h="9144">
                              <a:moveTo>
                                <a:pt x="0" y="0"/>
                              </a:moveTo>
                              <a:lnTo>
                                <a:pt x="2688336" y="0"/>
                              </a:lnTo>
                              <a:lnTo>
                                <a:pt x="2688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22" name="Shape 8122"/>
                      <wps:cNvSpPr/>
                      <wps:spPr>
                        <a:xfrm>
                          <a:off x="539191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630" style="width:425.04pt;height:0.47998pt;position:absolute;mso-position-horizontal-relative:page;mso-position-horizontal:absolute;margin-left:99.12pt;mso-position-vertical-relative:page;margin-top:750.719pt;" coordsize="53980,60">
              <v:shape id="Shape 8123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124" style="position:absolute;width:26913;height:91;left:60;top:0;" coordsize="2691384,9144" path="m0,0l2691384,0l2691384,9144l0,9144l0,0">
                <v:stroke weight="0pt" endcap="flat" joinstyle="miter" miterlimit="10" on="false" color="#000000" opacity="0"/>
                <v:fill on="true" color="#d40045"/>
              </v:shape>
              <v:shape id="Shape 8125" style="position:absolute;width:91;height:91;left:26974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126" style="position:absolute;width:26883;height:91;left:27035;top:0;" coordsize="2688336,9144" path="m0,0l2688336,0l2688336,9144l0,9144l0,0">
                <v:stroke weight="0pt" endcap="flat" joinstyle="miter" miterlimit="10" on="false" color="#000000" opacity="0"/>
                <v:fill on="true" color="#d40045"/>
              </v:shape>
              <v:shape id="Shape 8127" style="position:absolute;width:91;height:91;left:53919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w10:wrap type="square"/>
            </v:group>
          </w:pict>
        </mc:Fallback>
      </mc:AlternateContent>
    </w:r>
    <w:r>
      <w:rPr>
        <w:color w:val="6E7883"/>
        <w:sz w:val="16"/>
      </w:rPr>
      <w:t xml:space="preserve"> </w:t>
    </w:r>
  </w:p>
  <w:p w14:paraId="7E57B9CB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067F9FAE" w14:textId="77777777" w:rsidR="00EC172C" w:rsidRDefault="00FB0037">
    <w:pPr>
      <w:spacing w:after="0" w:line="244" w:lineRule="auto"/>
      <w:ind w:left="0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8 – Werkbladen  </w:t>
    </w:r>
  </w:p>
  <w:p w14:paraId="691D7E4C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B8AE" w14:textId="77777777" w:rsidR="00EC172C" w:rsidRDefault="00FB0037">
    <w:pPr>
      <w:spacing w:after="0" w:line="259" w:lineRule="auto"/>
      <w:ind w:lef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1258824</wp:posOffset>
              </wp:positionH>
              <wp:positionV relativeFrom="page">
                <wp:posOffset>9534136</wp:posOffset>
              </wp:positionV>
              <wp:extent cx="5398008" cy="6096"/>
              <wp:effectExtent l="0" t="0" r="0" b="0"/>
              <wp:wrapSquare wrapText="bothSides"/>
              <wp:docPr id="7587" name="Group 75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8008" cy="6096"/>
                        <a:chOff x="0" y="0"/>
                        <a:chExt cx="5398008" cy="6096"/>
                      </a:xfrm>
                    </wpg:grpSpPr>
                    <wps:wsp>
                      <wps:cNvPr id="8108" name="Shape 8108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09" name="Shape 8109"/>
                      <wps:cNvSpPr/>
                      <wps:spPr>
                        <a:xfrm>
                          <a:off x="6096" y="0"/>
                          <a:ext cx="269138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91384" h="9144">
                              <a:moveTo>
                                <a:pt x="0" y="0"/>
                              </a:moveTo>
                              <a:lnTo>
                                <a:pt x="2691384" y="0"/>
                              </a:lnTo>
                              <a:lnTo>
                                <a:pt x="2691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0" name="Shape 8110"/>
                      <wps:cNvSpPr/>
                      <wps:spPr>
                        <a:xfrm>
                          <a:off x="269748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1" name="Shape 8111"/>
                      <wps:cNvSpPr/>
                      <wps:spPr>
                        <a:xfrm>
                          <a:off x="2703576" y="0"/>
                          <a:ext cx="2688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8336" h="9144">
                              <a:moveTo>
                                <a:pt x="0" y="0"/>
                              </a:moveTo>
                              <a:lnTo>
                                <a:pt x="2688336" y="0"/>
                              </a:lnTo>
                              <a:lnTo>
                                <a:pt x="2688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12" name="Shape 8112"/>
                      <wps:cNvSpPr/>
                      <wps:spPr>
                        <a:xfrm>
                          <a:off x="539191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87" style="width:425.04pt;height:0.47998pt;position:absolute;mso-position-horizontal-relative:page;mso-position-horizontal:absolute;margin-left:99.12pt;mso-position-vertical-relative:page;margin-top:750.719pt;" coordsize="53980,60">
              <v:shape id="Shape 8113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114" style="position:absolute;width:26913;height:91;left:60;top:0;" coordsize="2691384,9144" path="m0,0l2691384,0l2691384,9144l0,9144l0,0">
                <v:stroke weight="0pt" endcap="flat" joinstyle="miter" miterlimit="10" on="false" color="#000000" opacity="0"/>
                <v:fill on="true" color="#d40045"/>
              </v:shape>
              <v:shape id="Shape 8115" style="position:absolute;width:91;height:91;left:26974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116" style="position:absolute;width:26883;height:91;left:27035;top:0;" coordsize="2688336,9144" path="m0,0l2688336,0l2688336,9144l0,9144l0,0">
                <v:stroke weight="0pt" endcap="flat" joinstyle="miter" miterlimit="10" on="false" color="#000000" opacity="0"/>
                <v:fill on="true" color="#d40045"/>
              </v:shape>
              <v:shape id="Shape 8117" style="position:absolute;width:91;height:91;left:53919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w10:wrap type="square"/>
            </v:group>
          </w:pict>
        </mc:Fallback>
      </mc:AlternateContent>
    </w:r>
    <w:r>
      <w:rPr>
        <w:color w:val="6E7883"/>
        <w:sz w:val="16"/>
      </w:rPr>
      <w:t xml:space="preserve"> </w:t>
    </w:r>
  </w:p>
  <w:p w14:paraId="3E12CD38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7257A74C" w14:textId="77777777" w:rsidR="00EC172C" w:rsidRDefault="00FB0037">
    <w:pPr>
      <w:spacing w:after="0" w:line="244" w:lineRule="auto"/>
      <w:ind w:left="0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8 – Werkbladen  </w:t>
    </w:r>
  </w:p>
  <w:p w14:paraId="27B9F32A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247C2" w14:textId="77777777" w:rsidR="00EC172C" w:rsidRDefault="00FB0037">
    <w:pPr>
      <w:spacing w:after="0" w:line="259" w:lineRule="auto"/>
      <w:ind w:lef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1258824</wp:posOffset>
              </wp:positionH>
              <wp:positionV relativeFrom="page">
                <wp:posOffset>9534136</wp:posOffset>
              </wp:positionV>
              <wp:extent cx="5398008" cy="6096"/>
              <wp:effectExtent l="0" t="0" r="0" b="0"/>
              <wp:wrapSquare wrapText="bothSides"/>
              <wp:docPr id="7544" name="Group 75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8008" cy="6096"/>
                        <a:chOff x="0" y="0"/>
                        <a:chExt cx="5398008" cy="6096"/>
                      </a:xfrm>
                    </wpg:grpSpPr>
                    <wps:wsp>
                      <wps:cNvPr id="8098" name="Shape 8098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9" name="Shape 8099"/>
                      <wps:cNvSpPr/>
                      <wps:spPr>
                        <a:xfrm>
                          <a:off x="6096" y="0"/>
                          <a:ext cx="269138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91384" h="9144">
                              <a:moveTo>
                                <a:pt x="0" y="0"/>
                              </a:moveTo>
                              <a:lnTo>
                                <a:pt x="2691384" y="0"/>
                              </a:lnTo>
                              <a:lnTo>
                                <a:pt x="2691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00" name="Shape 8100"/>
                      <wps:cNvSpPr/>
                      <wps:spPr>
                        <a:xfrm>
                          <a:off x="269748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01" name="Shape 8101"/>
                      <wps:cNvSpPr/>
                      <wps:spPr>
                        <a:xfrm>
                          <a:off x="2703576" y="0"/>
                          <a:ext cx="2688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8336" h="9144">
                              <a:moveTo>
                                <a:pt x="0" y="0"/>
                              </a:moveTo>
                              <a:lnTo>
                                <a:pt x="2688336" y="0"/>
                              </a:lnTo>
                              <a:lnTo>
                                <a:pt x="2688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02" name="Shape 8102"/>
                      <wps:cNvSpPr/>
                      <wps:spPr>
                        <a:xfrm>
                          <a:off x="539191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44" style="width:425.04pt;height:0.47998pt;position:absolute;mso-position-horizontal-relative:page;mso-position-horizontal:absolute;margin-left:99.12pt;mso-position-vertical-relative:page;margin-top:750.719pt;" coordsize="53980,60">
              <v:shape id="Shape 8103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104" style="position:absolute;width:26913;height:91;left:60;top:0;" coordsize="2691384,9144" path="m0,0l2691384,0l2691384,9144l0,9144l0,0">
                <v:stroke weight="0pt" endcap="flat" joinstyle="miter" miterlimit="10" on="false" color="#000000" opacity="0"/>
                <v:fill on="true" color="#d40045"/>
              </v:shape>
              <v:shape id="Shape 8105" style="position:absolute;width:91;height:91;left:26974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106" style="position:absolute;width:26883;height:91;left:27035;top:0;" coordsize="2688336,9144" path="m0,0l2688336,0l2688336,9144l0,9144l0,0">
                <v:stroke weight="0pt" endcap="flat" joinstyle="miter" miterlimit="10" on="false" color="#000000" opacity="0"/>
                <v:fill on="true" color="#d40045"/>
              </v:shape>
              <v:shape id="Shape 8107" style="position:absolute;width:91;height:91;left:53919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w10:wrap type="square"/>
            </v:group>
          </w:pict>
        </mc:Fallback>
      </mc:AlternateContent>
    </w:r>
    <w:r>
      <w:rPr>
        <w:color w:val="6E7883"/>
        <w:sz w:val="16"/>
      </w:rPr>
      <w:t xml:space="preserve"> </w:t>
    </w:r>
  </w:p>
  <w:p w14:paraId="5AB7A9D4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52FB0760" w14:textId="77777777" w:rsidR="00EC172C" w:rsidRDefault="00FB0037">
    <w:pPr>
      <w:spacing w:after="0" w:line="244" w:lineRule="auto"/>
      <w:ind w:left="0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8 – Werkbladen  </w:t>
    </w:r>
  </w:p>
  <w:p w14:paraId="0356D428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B5120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2AF43096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74F8BCFC" w14:textId="77777777" w:rsidR="00EC172C" w:rsidRDefault="00FB0037">
    <w:pPr>
      <w:spacing w:after="0" w:line="244" w:lineRule="auto"/>
      <w:ind w:left="0" w:right="2412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8 – Werkbladen  </w:t>
    </w:r>
  </w:p>
  <w:p w14:paraId="05770F3B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3C565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59F858EE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277886DE" w14:textId="77777777" w:rsidR="00EC172C" w:rsidRDefault="00FB0037">
    <w:pPr>
      <w:spacing w:after="0" w:line="244" w:lineRule="auto"/>
      <w:ind w:left="0" w:right="2412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8 – Werkbladen  </w:t>
    </w:r>
  </w:p>
  <w:p w14:paraId="55DACC69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AB461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78A6CDD1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3232D04D" w14:textId="77777777" w:rsidR="00EC172C" w:rsidRDefault="00FB0037">
    <w:pPr>
      <w:spacing w:after="0" w:line="244" w:lineRule="auto"/>
      <w:ind w:left="0" w:right="2412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8 – Werkbladen  </w:t>
    </w:r>
  </w:p>
  <w:p w14:paraId="626DD9BC" w14:textId="77777777" w:rsidR="00EC172C" w:rsidRDefault="00FB0037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6F13E" w14:textId="77777777" w:rsidR="00E0247F" w:rsidRDefault="00E0247F">
      <w:pPr>
        <w:spacing w:after="0" w:line="240" w:lineRule="auto"/>
      </w:pPr>
      <w:r>
        <w:separator/>
      </w:r>
    </w:p>
  </w:footnote>
  <w:footnote w:type="continuationSeparator" w:id="0">
    <w:p w14:paraId="5BA1993C" w14:textId="77777777" w:rsidR="00E0247F" w:rsidRDefault="00E02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59BE6" w14:textId="77777777" w:rsidR="00EC172C" w:rsidRDefault="00FB0037">
    <w:pPr>
      <w:spacing w:after="0" w:line="259" w:lineRule="auto"/>
      <w:ind w:lef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1258824</wp:posOffset>
              </wp:positionH>
              <wp:positionV relativeFrom="page">
                <wp:posOffset>1795252</wp:posOffset>
              </wp:positionV>
              <wp:extent cx="6096" cy="353568"/>
              <wp:effectExtent l="0" t="0" r="0" b="0"/>
              <wp:wrapSquare wrapText="bothSides"/>
              <wp:docPr id="7612" name="Group 76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96" cy="353568"/>
                        <a:chOff x="0" y="0"/>
                        <a:chExt cx="6096" cy="353568"/>
                      </a:xfrm>
                    </wpg:grpSpPr>
                    <wps:wsp>
                      <wps:cNvPr id="8078" name="Shape 8078"/>
                      <wps:cNvSpPr/>
                      <wps:spPr>
                        <a:xfrm>
                          <a:off x="0" y="0"/>
                          <a:ext cx="9144" cy="609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096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0960"/>
                              </a:ln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79" name="Shape 807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80" name="Shape 8080"/>
                      <wps:cNvSpPr/>
                      <wps:spPr>
                        <a:xfrm>
                          <a:off x="0" y="60960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81" name="Shape 8081"/>
                      <wps:cNvSpPr/>
                      <wps:spPr>
                        <a:xfrm>
                          <a:off x="0" y="292608"/>
                          <a:ext cx="9144" cy="609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096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0960"/>
                              </a:ln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612" style="width:0.480003pt;height:27.84pt;position:absolute;mso-position-horizontal-relative:page;mso-position-horizontal:absolute;margin-left:99.12pt;mso-position-vertical-relative:page;margin-top:141.358pt;" coordsize="60,3535">
              <v:shape id="Shape 8082" style="position:absolute;width:91;height:609;left:0;top:0;" coordsize="9144,60960" path="m0,0l9144,0l9144,60960l0,60960l0,0">
                <v:stroke weight="0pt" endcap="flat" joinstyle="miter" miterlimit="10" on="false" color="#000000" opacity="0"/>
                <v:fill on="true" color="#d40045"/>
              </v:shape>
              <v:shape id="Shape 8083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084" style="position:absolute;width:91;height:2316;left:0;top:609;" coordsize="9144,231648" path="m0,0l9144,0l9144,231648l0,231648l0,0">
                <v:stroke weight="0pt" endcap="flat" joinstyle="miter" miterlimit="10" on="false" color="#000000" opacity="0"/>
                <v:fill on="true" color="#d40045"/>
              </v:shape>
              <v:shape id="Shape 8085" style="position:absolute;width:91;height:609;left:0;top:2926;" coordsize="9144,60960" path="m0,0l9144,0l9144,60960l0,60960l0,0">
                <v:stroke weight="0pt" endcap="flat" joinstyle="miter" miterlimit="10" on="false" color="#000000" opacity="0"/>
                <v:fill on="true" color="#d40045"/>
              </v:shape>
              <w10:wrap type="squar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3962400</wp:posOffset>
              </wp:positionH>
              <wp:positionV relativeFrom="page">
                <wp:posOffset>1795252</wp:posOffset>
              </wp:positionV>
              <wp:extent cx="2694432" cy="353568"/>
              <wp:effectExtent l="0" t="0" r="0" b="0"/>
              <wp:wrapSquare wrapText="bothSides"/>
              <wp:docPr id="7617" name="Group 76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94432" cy="353568"/>
                        <a:chOff x="0" y="0"/>
                        <a:chExt cx="2694432" cy="353568"/>
                      </a:xfrm>
                    </wpg:grpSpPr>
                    <wps:wsp>
                      <wps:cNvPr id="8086" name="Shape 8086"/>
                      <wps:cNvSpPr/>
                      <wps:spPr>
                        <a:xfrm>
                          <a:off x="0" y="0"/>
                          <a:ext cx="2688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8336" h="9144">
                              <a:moveTo>
                                <a:pt x="0" y="0"/>
                              </a:moveTo>
                              <a:lnTo>
                                <a:pt x="2688336" y="0"/>
                              </a:lnTo>
                              <a:lnTo>
                                <a:pt x="2688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87" name="Shape 8087"/>
                      <wps:cNvSpPr/>
                      <wps:spPr>
                        <a:xfrm>
                          <a:off x="2688336" y="6096"/>
                          <a:ext cx="9144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88" name="Shape 8088"/>
                      <wps:cNvSpPr/>
                      <wps:spPr>
                        <a:xfrm>
                          <a:off x="2688336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89" name="Shape 8089"/>
                      <wps:cNvSpPr/>
                      <wps:spPr>
                        <a:xfrm>
                          <a:off x="2688336" y="60960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0" name="Shape 8090"/>
                      <wps:cNvSpPr/>
                      <wps:spPr>
                        <a:xfrm>
                          <a:off x="0" y="292608"/>
                          <a:ext cx="2688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8336" h="9144">
                              <a:moveTo>
                                <a:pt x="0" y="0"/>
                              </a:moveTo>
                              <a:lnTo>
                                <a:pt x="2688336" y="0"/>
                              </a:lnTo>
                              <a:lnTo>
                                <a:pt x="2688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91" name="Shape 8091"/>
                      <wps:cNvSpPr/>
                      <wps:spPr>
                        <a:xfrm>
                          <a:off x="2688336" y="292608"/>
                          <a:ext cx="9144" cy="609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096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0960"/>
                              </a:ln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617" style="width:212.16pt;height:27.84pt;position:absolute;mso-position-horizontal-relative:page;mso-position-horizontal:absolute;margin-left:312pt;mso-position-vertical-relative:page;margin-top:141.358pt;" coordsize="26944,3535">
              <v:shape id="Shape 8092" style="position:absolute;width:26883;height:91;left:0;top:0;" coordsize="2688336,9144" path="m0,0l2688336,0l2688336,9144l0,9144l0,0">
                <v:stroke weight="0pt" endcap="flat" joinstyle="miter" miterlimit="10" on="false" color="#000000" opacity="0"/>
                <v:fill on="true" color="#d40045"/>
              </v:shape>
              <v:shape id="Shape 8093" style="position:absolute;width:91;height:548;left:26883;top:60;" coordsize="9144,54864" path="m0,0l9144,0l9144,54864l0,54864l0,0">
                <v:stroke weight="0pt" endcap="flat" joinstyle="miter" miterlimit="10" on="false" color="#000000" opacity="0"/>
                <v:fill on="true" color="#d40045"/>
              </v:shape>
              <v:shape id="Shape 8094" style="position:absolute;width:91;height:91;left:26883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095" style="position:absolute;width:91;height:2316;left:26883;top:609;" coordsize="9144,231648" path="m0,0l9144,0l9144,231648l0,231648l0,0">
                <v:stroke weight="0pt" endcap="flat" joinstyle="miter" miterlimit="10" on="false" color="#000000" opacity="0"/>
                <v:fill on="true" color="#d40045"/>
              </v:shape>
              <v:shape id="Shape 8096" style="position:absolute;width:26883;height:91;left:0;top:2926;" coordsize="2688336,9144" path="m0,0l2688336,0l2688336,9144l0,9144l0,0">
                <v:stroke weight="0pt" endcap="flat" joinstyle="miter" miterlimit="10" on="false" color="#000000" opacity="0"/>
                <v:fill on="true" color="#d40045"/>
              </v:shape>
              <v:shape id="Shape 8097" style="position:absolute;width:91;height:609;left:26883;top:2926;" coordsize="9144,60960" path="m0,0l9144,0l9144,60960l0,60960l0,0">
                <v:stroke weight="0pt" endcap="flat" joinstyle="miter" miterlimit="10" on="false" color="#000000" opacity="0"/>
                <v:fill on="true" color="#d40045"/>
              </v:shape>
              <w10:wrap type="square"/>
            </v:group>
          </w:pict>
        </mc:Fallback>
      </mc:AlternateContent>
    </w:r>
    <w:r>
      <w:rPr>
        <w:b/>
      </w:rPr>
      <w:t>Werkblad 8.3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</w:rPr>
      <w:t>A</w:t>
    </w:r>
    <w:r>
      <w:rPr>
        <w:b/>
      </w:rPr>
      <w:fldChar w:fldCharType="end"/>
    </w:r>
    <w:r>
      <w:rPr>
        <w:b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74D44" w14:textId="410EF3D1" w:rsidR="00EC172C" w:rsidRDefault="00FB0037">
    <w:pPr>
      <w:spacing w:after="0" w:line="259" w:lineRule="auto"/>
      <w:ind w:lef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1258824</wp:posOffset>
              </wp:positionH>
              <wp:positionV relativeFrom="page">
                <wp:posOffset>1795252</wp:posOffset>
              </wp:positionV>
              <wp:extent cx="6096" cy="353568"/>
              <wp:effectExtent l="0" t="0" r="0" b="0"/>
              <wp:wrapSquare wrapText="bothSides"/>
              <wp:docPr id="7569" name="Group 75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96" cy="353568"/>
                        <a:chOff x="0" y="0"/>
                        <a:chExt cx="6096" cy="353568"/>
                      </a:xfrm>
                    </wpg:grpSpPr>
                    <wps:wsp>
                      <wps:cNvPr id="8058" name="Shape 8058"/>
                      <wps:cNvSpPr/>
                      <wps:spPr>
                        <a:xfrm>
                          <a:off x="0" y="0"/>
                          <a:ext cx="9144" cy="609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096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0960"/>
                              </a:ln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59" name="Shape 805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60" name="Shape 8060"/>
                      <wps:cNvSpPr/>
                      <wps:spPr>
                        <a:xfrm>
                          <a:off x="0" y="60960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61" name="Shape 8061"/>
                      <wps:cNvSpPr/>
                      <wps:spPr>
                        <a:xfrm>
                          <a:off x="0" y="292608"/>
                          <a:ext cx="9144" cy="609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096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0960"/>
                              </a:ln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69" style="width:0.480003pt;height:27.84pt;position:absolute;mso-position-horizontal-relative:page;mso-position-horizontal:absolute;margin-left:99.12pt;mso-position-vertical-relative:page;margin-top:141.358pt;" coordsize="60,3535">
              <v:shape id="Shape 8062" style="position:absolute;width:91;height:609;left:0;top:0;" coordsize="9144,60960" path="m0,0l9144,0l9144,60960l0,60960l0,0">
                <v:stroke weight="0pt" endcap="flat" joinstyle="miter" miterlimit="10" on="false" color="#000000" opacity="0"/>
                <v:fill on="true" color="#d40045"/>
              </v:shape>
              <v:shape id="Shape 8063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064" style="position:absolute;width:91;height:2316;left:0;top:609;" coordsize="9144,231648" path="m0,0l9144,0l9144,231648l0,231648l0,0">
                <v:stroke weight="0pt" endcap="flat" joinstyle="miter" miterlimit="10" on="false" color="#000000" opacity="0"/>
                <v:fill on="true" color="#d40045"/>
              </v:shape>
              <v:shape id="Shape 8065" style="position:absolute;width:91;height:609;left:0;top:2926;" coordsize="9144,60960" path="m0,0l9144,0l9144,60960l0,60960l0,0">
                <v:stroke weight="0pt" endcap="flat" joinstyle="miter" miterlimit="10" on="false" color="#000000" opacity="0"/>
                <v:fill on="true" color="#d40045"/>
              </v:shape>
              <w10:wrap type="squar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3962400</wp:posOffset>
              </wp:positionH>
              <wp:positionV relativeFrom="page">
                <wp:posOffset>1795252</wp:posOffset>
              </wp:positionV>
              <wp:extent cx="2694432" cy="353568"/>
              <wp:effectExtent l="0" t="0" r="0" b="0"/>
              <wp:wrapSquare wrapText="bothSides"/>
              <wp:docPr id="7574" name="Group 75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94432" cy="353568"/>
                        <a:chOff x="0" y="0"/>
                        <a:chExt cx="2694432" cy="353568"/>
                      </a:xfrm>
                    </wpg:grpSpPr>
                    <wps:wsp>
                      <wps:cNvPr id="8066" name="Shape 8066"/>
                      <wps:cNvSpPr/>
                      <wps:spPr>
                        <a:xfrm>
                          <a:off x="0" y="0"/>
                          <a:ext cx="2688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8336" h="9144">
                              <a:moveTo>
                                <a:pt x="0" y="0"/>
                              </a:moveTo>
                              <a:lnTo>
                                <a:pt x="2688336" y="0"/>
                              </a:lnTo>
                              <a:lnTo>
                                <a:pt x="2688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67" name="Shape 8067"/>
                      <wps:cNvSpPr/>
                      <wps:spPr>
                        <a:xfrm>
                          <a:off x="2688336" y="6096"/>
                          <a:ext cx="9144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68" name="Shape 8068"/>
                      <wps:cNvSpPr/>
                      <wps:spPr>
                        <a:xfrm>
                          <a:off x="2688336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69" name="Shape 8069"/>
                      <wps:cNvSpPr/>
                      <wps:spPr>
                        <a:xfrm>
                          <a:off x="2688336" y="60960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70" name="Shape 8070"/>
                      <wps:cNvSpPr/>
                      <wps:spPr>
                        <a:xfrm>
                          <a:off x="0" y="292608"/>
                          <a:ext cx="2688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8336" h="9144">
                              <a:moveTo>
                                <a:pt x="0" y="0"/>
                              </a:moveTo>
                              <a:lnTo>
                                <a:pt x="2688336" y="0"/>
                              </a:lnTo>
                              <a:lnTo>
                                <a:pt x="2688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71" name="Shape 8071"/>
                      <wps:cNvSpPr/>
                      <wps:spPr>
                        <a:xfrm>
                          <a:off x="2688336" y="292608"/>
                          <a:ext cx="9144" cy="609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096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0960"/>
                              </a:ln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74" style="width:212.16pt;height:27.84pt;position:absolute;mso-position-horizontal-relative:page;mso-position-horizontal:absolute;margin-left:312pt;mso-position-vertical-relative:page;margin-top:141.358pt;" coordsize="26944,3535">
              <v:shape id="Shape 8072" style="position:absolute;width:26883;height:91;left:0;top:0;" coordsize="2688336,9144" path="m0,0l2688336,0l2688336,9144l0,9144l0,0">
                <v:stroke weight="0pt" endcap="flat" joinstyle="miter" miterlimit="10" on="false" color="#000000" opacity="0"/>
                <v:fill on="true" color="#d40045"/>
              </v:shape>
              <v:shape id="Shape 8073" style="position:absolute;width:91;height:548;left:26883;top:60;" coordsize="9144,54864" path="m0,0l9144,0l9144,54864l0,54864l0,0">
                <v:stroke weight="0pt" endcap="flat" joinstyle="miter" miterlimit="10" on="false" color="#000000" opacity="0"/>
                <v:fill on="true" color="#d40045"/>
              </v:shape>
              <v:shape id="Shape 8074" style="position:absolute;width:91;height:91;left:26883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075" style="position:absolute;width:91;height:2316;left:26883;top:609;" coordsize="9144,231648" path="m0,0l9144,0l9144,231648l0,231648l0,0">
                <v:stroke weight="0pt" endcap="flat" joinstyle="miter" miterlimit="10" on="false" color="#000000" opacity="0"/>
                <v:fill on="true" color="#d40045"/>
              </v:shape>
              <v:shape id="Shape 8076" style="position:absolute;width:26883;height:91;left:0;top:2926;" coordsize="2688336,9144" path="m0,0l2688336,0l2688336,9144l0,9144l0,0">
                <v:stroke weight="0pt" endcap="flat" joinstyle="miter" miterlimit="10" on="false" color="#000000" opacity="0"/>
                <v:fill on="true" color="#d40045"/>
              </v:shape>
              <v:shape id="Shape 8077" style="position:absolute;width:91;height:609;left:26883;top:2926;" coordsize="9144,60960" path="m0,0l9144,0l9144,60960l0,60960l0,0">
                <v:stroke weight="0pt" endcap="flat" joinstyle="miter" miterlimit="10" on="false" color="#000000" opacity="0"/>
                <v:fill on="true" color="#d40045"/>
              </v:shape>
              <w10:wrap type="square"/>
            </v:group>
          </w:pict>
        </mc:Fallback>
      </mc:AlternateContent>
    </w:r>
    <w:r>
      <w:rPr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0DC47" w14:textId="77777777" w:rsidR="00EC172C" w:rsidRDefault="00FB0037">
    <w:pPr>
      <w:spacing w:after="0" w:line="259" w:lineRule="auto"/>
      <w:ind w:left="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1258824</wp:posOffset>
              </wp:positionH>
              <wp:positionV relativeFrom="page">
                <wp:posOffset>1795252</wp:posOffset>
              </wp:positionV>
              <wp:extent cx="6096" cy="353568"/>
              <wp:effectExtent l="0" t="0" r="0" b="0"/>
              <wp:wrapSquare wrapText="bothSides"/>
              <wp:docPr id="7526" name="Group 75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96" cy="353568"/>
                        <a:chOff x="0" y="0"/>
                        <a:chExt cx="6096" cy="353568"/>
                      </a:xfrm>
                    </wpg:grpSpPr>
                    <wps:wsp>
                      <wps:cNvPr id="8038" name="Shape 8038"/>
                      <wps:cNvSpPr/>
                      <wps:spPr>
                        <a:xfrm>
                          <a:off x="0" y="0"/>
                          <a:ext cx="9144" cy="609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096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0960"/>
                              </a:ln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39" name="Shape 803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40" name="Shape 8040"/>
                      <wps:cNvSpPr/>
                      <wps:spPr>
                        <a:xfrm>
                          <a:off x="0" y="60960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41" name="Shape 8041"/>
                      <wps:cNvSpPr/>
                      <wps:spPr>
                        <a:xfrm>
                          <a:off x="0" y="292608"/>
                          <a:ext cx="9144" cy="609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096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0960"/>
                              </a:ln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26" style="width:0.480003pt;height:27.84pt;position:absolute;mso-position-horizontal-relative:page;mso-position-horizontal:absolute;margin-left:99.12pt;mso-position-vertical-relative:page;margin-top:141.358pt;" coordsize="60,3535">
              <v:shape id="Shape 8042" style="position:absolute;width:91;height:609;left:0;top:0;" coordsize="9144,60960" path="m0,0l9144,0l9144,60960l0,60960l0,0">
                <v:stroke weight="0pt" endcap="flat" joinstyle="miter" miterlimit="10" on="false" color="#000000" opacity="0"/>
                <v:fill on="true" color="#d40045"/>
              </v:shape>
              <v:shape id="Shape 8043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044" style="position:absolute;width:91;height:2316;left:0;top:609;" coordsize="9144,231648" path="m0,0l9144,0l9144,231648l0,231648l0,0">
                <v:stroke weight="0pt" endcap="flat" joinstyle="miter" miterlimit="10" on="false" color="#000000" opacity="0"/>
                <v:fill on="true" color="#d40045"/>
              </v:shape>
              <v:shape id="Shape 8045" style="position:absolute;width:91;height:609;left:0;top:2926;" coordsize="9144,60960" path="m0,0l9144,0l9144,60960l0,60960l0,0">
                <v:stroke weight="0pt" endcap="flat" joinstyle="miter" miterlimit="10" on="false" color="#000000" opacity="0"/>
                <v:fill on="true" color="#d40045"/>
              </v:shape>
              <w10:wrap type="squar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3962400</wp:posOffset>
              </wp:positionH>
              <wp:positionV relativeFrom="page">
                <wp:posOffset>1795252</wp:posOffset>
              </wp:positionV>
              <wp:extent cx="2694432" cy="353568"/>
              <wp:effectExtent l="0" t="0" r="0" b="0"/>
              <wp:wrapSquare wrapText="bothSides"/>
              <wp:docPr id="7531" name="Group 75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94432" cy="353568"/>
                        <a:chOff x="0" y="0"/>
                        <a:chExt cx="2694432" cy="353568"/>
                      </a:xfrm>
                    </wpg:grpSpPr>
                    <wps:wsp>
                      <wps:cNvPr id="8046" name="Shape 8046"/>
                      <wps:cNvSpPr/>
                      <wps:spPr>
                        <a:xfrm>
                          <a:off x="0" y="0"/>
                          <a:ext cx="2688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8336" h="9144">
                              <a:moveTo>
                                <a:pt x="0" y="0"/>
                              </a:moveTo>
                              <a:lnTo>
                                <a:pt x="2688336" y="0"/>
                              </a:lnTo>
                              <a:lnTo>
                                <a:pt x="2688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47" name="Shape 8047"/>
                      <wps:cNvSpPr/>
                      <wps:spPr>
                        <a:xfrm>
                          <a:off x="2688336" y="6096"/>
                          <a:ext cx="9144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548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48" name="Shape 8048"/>
                      <wps:cNvSpPr/>
                      <wps:spPr>
                        <a:xfrm>
                          <a:off x="2688336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49" name="Shape 8049"/>
                      <wps:cNvSpPr/>
                      <wps:spPr>
                        <a:xfrm>
                          <a:off x="2688336" y="60960"/>
                          <a:ext cx="9144" cy="23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23164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1648"/>
                              </a:lnTo>
                              <a:lnTo>
                                <a:pt x="0" y="2316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50" name="Shape 8050"/>
                      <wps:cNvSpPr/>
                      <wps:spPr>
                        <a:xfrm>
                          <a:off x="0" y="292608"/>
                          <a:ext cx="2688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8336" h="9144">
                              <a:moveTo>
                                <a:pt x="0" y="0"/>
                              </a:moveTo>
                              <a:lnTo>
                                <a:pt x="2688336" y="0"/>
                              </a:lnTo>
                              <a:lnTo>
                                <a:pt x="2688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51" name="Shape 8051"/>
                      <wps:cNvSpPr/>
                      <wps:spPr>
                        <a:xfrm>
                          <a:off x="2688336" y="292608"/>
                          <a:ext cx="9144" cy="609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096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0960"/>
                              </a:lnTo>
                              <a:lnTo>
                                <a:pt x="0" y="609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4004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531" style="width:212.16pt;height:27.84pt;position:absolute;mso-position-horizontal-relative:page;mso-position-horizontal:absolute;margin-left:312pt;mso-position-vertical-relative:page;margin-top:141.358pt;" coordsize="26944,3535">
              <v:shape id="Shape 8052" style="position:absolute;width:26883;height:91;left:0;top:0;" coordsize="2688336,9144" path="m0,0l2688336,0l2688336,9144l0,9144l0,0">
                <v:stroke weight="0pt" endcap="flat" joinstyle="miter" miterlimit="10" on="false" color="#000000" opacity="0"/>
                <v:fill on="true" color="#d40045"/>
              </v:shape>
              <v:shape id="Shape 8053" style="position:absolute;width:91;height:548;left:26883;top:60;" coordsize="9144,54864" path="m0,0l9144,0l9144,54864l0,54864l0,0">
                <v:stroke weight="0pt" endcap="flat" joinstyle="miter" miterlimit="10" on="false" color="#000000" opacity="0"/>
                <v:fill on="true" color="#d40045"/>
              </v:shape>
              <v:shape id="Shape 8054" style="position:absolute;width:91;height:91;left:26883;top:0;" coordsize="9144,9144" path="m0,0l9144,0l9144,9144l0,9144l0,0">
                <v:stroke weight="0pt" endcap="flat" joinstyle="miter" miterlimit="10" on="false" color="#000000" opacity="0"/>
                <v:fill on="true" color="#d40045"/>
              </v:shape>
              <v:shape id="Shape 8055" style="position:absolute;width:91;height:2316;left:26883;top:609;" coordsize="9144,231648" path="m0,0l9144,0l9144,231648l0,231648l0,0">
                <v:stroke weight="0pt" endcap="flat" joinstyle="miter" miterlimit="10" on="false" color="#000000" opacity="0"/>
                <v:fill on="true" color="#d40045"/>
              </v:shape>
              <v:shape id="Shape 8056" style="position:absolute;width:26883;height:91;left:0;top:2926;" coordsize="2688336,9144" path="m0,0l2688336,0l2688336,9144l0,9144l0,0">
                <v:stroke weight="0pt" endcap="flat" joinstyle="miter" miterlimit="10" on="false" color="#000000" opacity="0"/>
                <v:fill on="true" color="#d40045"/>
              </v:shape>
              <v:shape id="Shape 8057" style="position:absolute;width:91;height:609;left:26883;top:2926;" coordsize="9144,60960" path="m0,0l9144,0l9144,60960l0,60960l0,0">
                <v:stroke weight="0pt" endcap="flat" joinstyle="miter" miterlimit="10" on="false" color="#000000" opacity="0"/>
                <v:fill on="true" color="#d40045"/>
              </v:shape>
              <w10:wrap type="square"/>
            </v:group>
          </w:pict>
        </mc:Fallback>
      </mc:AlternateContent>
    </w:r>
    <w:r>
      <w:rPr>
        <w:b/>
      </w:rPr>
      <w:t>Werkblad 8.3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</w:rPr>
      <w:t>A</w:t>
    </w:r>
    <w:r>
      <w:rPr>
        <w:b/>
      </w:rPr>
      <w:fldChar w:fldCharType="end"/>
    </w:r>
    <w:r>
      <w:rPr>
        <w:b/>
      </w:rPr>
      <w:t xml:space="preserve">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C4172" w14:textId="77777777" w:rsidR="00EC172C" w:rsidRDefault="00EC172C">
    <w:pPr>
      <w:spacing w:after="160" w:line="259" w:lineRule="auto"/>
      <w:ind w:left="0"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88C81" w14:textId="77777777" w:rsidR="00EC172C" w:rsidRDefault="00EC172C">
    <w:pPr>
      <w:spacing w:after="160" w:line="259" w:lineRule="auto"/>
      <w:ind w:left="0" w:firstLine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3FA20" w14:textId="77777777" w:rsidR="00EC172C" w:rsidRDefault="00EC172C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7015"/>
    <w:multiLevelType w:val="hybridMultilevel"/>
    <w:tmpl w:val="64EC413A"/>
    <w:lvl w:ilvl="0" w:tplc="C4B255E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0BA02">
      <w:start w:val="1"/>
      <w:numFmt w:val="bullet"/>
      <w:lvlText w:val="o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EE376A">
      <w:start w:val="1"/>
      <w:numFmt w:val="bullet"/>
      <w:lvlText w:val="▪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BAB5DA">
      <w:start w:val="1"/>
      <w:numFmt w:val="bullet"/>
      <w:lvlText w:val="•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66E79C">
      <w:start w:val="1"/>
      <w:numFmt w:val="bullet"/>
      <w:lvlText w:val="o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507808">
      <w:start w:val="1"/>
      <w:numFmt w:val="bullet"/>
      <w:lvlText w:val="▪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60F136">
      <w:start w:val="1"/>
      <w:numFmt w:val="bullet"/>
      <w:lvlText w:val="•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404EDA">
      <w:start w:val="1"/>
      <w:numFmt w:val="bullet"/>
      <w:lvlText w:val="o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CE8076">
      <w:start w:val="1"/>
      <w:numFmt w:val="bullet"/>
      <w:lvlText w:val="▪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501E06"/>
    <w:multiLevelType w:val="hybridMultilevel"/>
    <w:tmpl w:val="91DC3CB6"/>
    <w:lvl w:ilvl="0" w:tplc="051A2AA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1C8C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EE31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922F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C263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E432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8C741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A6065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4CDC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406CB0"/>
    <w:multiLevelType w:val="hybridMultilevel"/>
    <w:tmpl w:val="D5DE48C8"/>
    <w:lvl w:ilvl="0" w:tplc="73807678">
      <w:start w:val="1"/>
      <w:numFmt w:val="bullet"/>
      <w:lvlText w:val="-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6E26E8">
      <w:start w:val="1"/>
      <w:numFmt w:val="bullet"/>
      <w:lvlText w:val="o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C663B4">
      <w:start w:val="1"/>
      <w:numFmt w:val="bullet"/>
      <w:lvlText w:val="▪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08B900">
      <w:start w:val="1"/>
      <w:numFmt w:val="bullet"/>
      <w:lvlText w:val="•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186C6E">
      <w:start w:val="1"/>
      <w:numFmt w:val="bullet"/>
      <w:lvlText w:val="o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B4226C">
      <w:start w:val="1"/>
      <w:numFmt w:val="bullet"/>
      <w:lvlText w:val="▪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E4E590">
      <w:start w:val="1"/>
      <w:numFmt w:val="bullet"/>
      <w:lvlText w:val="•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04C0EE">
      <w:start w:val="1"/>
      <w:numFmt w:val="bullet"/>
      <w:lvlText w:val="o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86D7E">
      <w:start w:val="1"/>
      <w:numFmt w:val="bullet"/>
      <w:lvlText w:val="▪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72C"/>
    <w:rsid w:val="00735337"/>
    <w:rsid w:val="008F3983"/>
    <w:rsid w:val="00AB074E"/>
    <w:rsid w:val="00D06D11"/>
    <w:rsid w:val="00E0247F"/>
    <w:rsid w:val="00EC172C"/>
    <w:rsid w:val="00FB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608EF"/>
  <w15:docId w15:val="{DA0733EB-E059-4269-B18E-8011C0C1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06D11"/>
    <w:pPr>
      <w:spacing w:after="4" w:line="249" w:lineRule="auto"/>
      <w:ind w:left="10" w:hanging="10"/>
    </w:pPr>
    <w:rPr>
      <w:rFonts w:ascii="Calibri" w:eastAsia="Calibri" w:hAnsi="Calibri" w:cs="Calibri"/>
      <w:color w:val="000000"/>
      <w:sz w:val="2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D40045"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D40045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8F3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6E1F49A3.dotm</Template>
  <TotalTime>8</TotalTime>
  <Pages>3</Pages>
  <Words>89</Words>
  <Characters>493</Characters>
  <Application>Microsoft Office Word</Application>
  <DocSecurity>0</DocSecurity>
  <Lines>4</Lines>
  <Paragraphs>1</Paragraphs>
  <ScaleCrop>false</ScaleCrop>
  <Company>Drenthe College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- 08-2 Bijeenkomst 8-Werkbladen.docx</dc:title>
  <dc:subject/>
  <dc:creator>maben</dc:creator>
  <cp:keywords/>
  <cp:lastModifiedBy>Jolijn Bos</cp:lastModifiedBy>
  <cp:revision>5</cp:revision>
  <dcterms:created xsi:type="dcterms:W3CDTF">2019-02-07T17:48:00Z</dcterms:created>
  <dcterms:modified xsi:type="dcterms:W3CDTF">2019-03-27T07:08:00Z</dcterms:modified>
</cp:coreProperties>
</file>