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E01C6" w14:textId="0C9EFFDA" w:rsidR="00D46004" w:rsidRPr="00D46004" w:rsidRDefault="00803C01" w:rsidP="00D46004">
      <w:pPr>
        <w:pStyle w:val="Kop1"/>
      </w:pPr>
      <w:r>
        <w:t>Trede 3</w:t>
      </w:r>
    </w:p>
    <w:tbl>
      <w:tblPr>
        <w:tblW w:w="78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4"/>
        <w:gridCol w:w="5986"/>
      </w:tblGrid>
      <w:tr w:rsidR="001B7CB1" w:rsidRPr="001B7CB1" w14:paraId="1AB0850F" w14:textId="77777777" w:rsidTr="001B7CB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543B20C8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Engels</w:t>
            </w: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br/>
              <w:t>Trede 3. Spreken (03.2a)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7B657BA2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Je geeft een presentatie en je gebruikt simpele woorden en korte zinnen uit een voorbeeld om een omschrijving te geven. (A1.1)</w:t>
            </w:r>
          </w:p>
        </w:tc>
      </w:tr>
      <w:tr w:rsidR="001B7CB1" w:rsidRPr="001B7CB1" w14:paraId="6FCEAD78" w14:textId="77777777" w:rsidTr="001B7CB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00ED49B3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Engels</w:t>
            </w: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br/>
              <w:t>Trede 3. Schrijven (03.3c)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2A3102D0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Je beschrijft iets of iemand, met simpele woorden en korte zinnen uit een voorbeeld. (A1.1)</w:t>
            </w:r>
          </w:p>
        </w:tc>
      </w:tr>
      <w:tr w:rsidR="001B7CB1" w:rsidRPr="001B7CB1" w14:paraId="79D7C58A" w14:textId="77777777" w:rsidTr="001B7CB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66E1D41F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Engels</w:t>
            </w:r>
            <w:r w:rsidRPr="001B7CB1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br/>
              <w:t>Trede 3. Lezen (03.4b)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00938919" w14:textId="77777777" w:rsidR="001B7CB1" w:rsidRPr="001B7CB1" w:rsidRDefault="001B7CB1" w:rsidP="001B7CB1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Je leest eenvoudige praktische informatie, je begrijpt simpele woorden en makkelijke zinnen en je gebruikt de lay-out om te voorspellen waar deze tekst over gaat. (A1.1)</w:t>
            </w:r>
          </w:p>
        </w:tc>
      </w:tr>
      <w:tr w:rsidR="001B7CB1" w:rsidRPr="00D46004" w14:paraId="194223E3" w14:textId="77777777" w:rsidTr="001B7CB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4B105309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 w:rsidRPr="00080C98"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Grammatica</w:t>
            </w:r>
          </w:p>
          <w:p w14:paraId="732BE9A1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6B6A0207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19AAE2A0" w14:textId="4C27AB6F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28E8A0DC" w14:textId="7F6FE219" w:rsidR="00D86C00" w:rsidRDefault="00D86C00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7EABB1E6" w14:textId="1BD4D0AC" w:rsidR="00D86C00" w:rsidRDefault="00D86C00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2C9AA157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Vaardigheden</w:t>
            </w:r>
          </w:p>
          <w:p w14:paraId="13B9FDEC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30F557DB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3A622637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4EF88E0F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Criteria</w:t>
            </w:r>
          </w:p>
          <w:p w14:paraId="20982372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6A175BAD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2A7CA339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1760302B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7A8C22CE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083066B2" w14:textId="77777777" w:rsidR="009B3642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</w:p>
          <w:p w14:paraId="30F0FD61" w14:textId="3816E20E" w:rsidR="009B3642" w:rsidRPr="00970B0A" w:rsidRDefault="009B3642" w:rsidP="00D46004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color w:val="323467"/>
                <w:sz w:val="21"/>
                <w:szCs w:val="21"/>
                <w:lang w:eastAsia="nl-NL"/>
              </w:rPr>
              <w:t>Eindopdracht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75" w:type="dxa"/>
              <w:bottom w:w="120" w:type="dxa"/>
              <w:right w:w="75" w:type="dxa"/>
            </w:tcMar>
          </w:tcPr>
          <w:p w14:paraId="61ABA323" w14:textId="77777777" w:rsidR="00D86C00" w:rsidRDefault="001B7CB1" w:rsidP="00D86C00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1B7CB1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 xml:space="preserve">Je legt uit wat voornaamwoorden zijn en hoe voornaamwoorden worden gebruikt. </w:t>
            </w:r>
          </w:p>
          <w:p w14:paraId="2481A58A" w14:textId="307406A8" w:rsidR="001B7CB1" w:rsidRDefault="00D86C00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D86C00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Leer hoe je de vergrotende</w:t>
            </w:r>
            <w:r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 xml:space="preserve"> en overtreffende trap gebruikt.</w:t>
            </w:r>
          </w:p>
          <w:p w14:paraId="6E303B29" w14:textId="52CFEB47" w:rsidR="00D86C00" w:rsidRDefault="00D86C00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 w:rsidRPr="00D86C00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Je gebruikt een vorm van 'have (</w:t>
            </w:r>
            <w:proofErr w:type="spellStart"/>
            <w:r w:rsidRPr="00D86C00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got</w:t>
            </w:r>
            <w:proofErr w:type="spellEnd"/>
            <w:r w:rsidRPr="00D86C00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)'.</w:t>
            </w:r>
          </w:p>
          <w:p w14:paraId="1AB9778A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</w:p>
          <w:p w14:paraId="3A73BF28" w14:textId="16F1BD91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</w:p>
          <w:p w14:paraId="27628013" w14:textId="2944C653" w:rsidR="001B7CB1" w:rsidRDefault="00803C0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 xml:space="preserve">Je kunt </w:t>
            </w:r>
            <w:r w:rsidR="003F1BD9"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>objecten</w:t>
            </w:r>
            <w:r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  <w:t xml:space="preserve"> /personen beschrijven</w:t>
            </w:r>
          </w:p>
          <w:p w14:paraId="7D06C5C1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</w:p>
          <w:p w14:paraId="53F88262" w14:textId="77777777" w:rsidR="001B7CB1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</w:p>
          <w:p w14:paraId="3459A6E1" w14:textId="48BE71AC" w:rsidR="001B7CB1" w:rsidRDefault="001B7CB1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</w:p>
          <w:p w14:paraId="671135B5" w14:textId="607F9F3E" w:rsidR="003F1BD9" w:rsidRDefault="003F1BD9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Je vertelt over je familie</w:t>
            </w:r>
          </w:p>
          <w:p w14:paraId="1B0D032A" w14:textId="0351298F" w:rsidR="003F1BD9" w:rsidRDefault="003F1BD9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Je noemt namen van verschillende kledingstukken en kleuren</w:t>
            </w:r>
          </w:p>
          <w:p w14:paraId="5BB407D9" w14:textId="5EF8FA48" w:rsidR="003F1BD9" w:rsidRDefault="003F1BD9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Je leest plattegronden en advertenties om info te vinden</w:t>
            </w:r>
          </w:p>
          <w:p w14:paraId="1C72742F" w14:textId="2228EE22" w:rsidR="003F1BD9" w:rsidRDefault="003F1BD9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Je leest en begrijpt praktische informatie</w:t>
            </w:r>
          </w:p>
          <w:p w14:paraId="17444C18" w14:textId="77777777" w:rsidR="003F1BD9" w:rsidRDefault="003F1BD9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</w:p>
          <w:p w14:paraId="38BD2F66" w14:textId="42665E8B" w:rsidR="001B7CB1" w:rsidRDefault="001B7CB1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</w:p>
          <w:p w14:paraId="61397F88" w14:textId="77777777" w:rsidR="00D44BE6" w:rsidRDefault="009B3642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Maak een poster op papier of op</w:t>
            </w:r>
            <w:r w:rsidR="00D44BE6">
              <w:rPr>
                <w:rFonts w:ascii="Arial" w:hAnsi="Arial" w:cs="Arial"/>
                <w:color w:val="323467"/>
                <w:sz w:val="21"/>
                <w:szCs w:val="21"/>
              </w:rPr>
              <w:t xml:space="preserve"> de computer (PREZI) waarin je </w:t>
            </w:r>
            <w:r>
              <w:rPr>
                <w:rFonts w:ascii="Arial" w:hAnsi="Arial" w:cs="Arial"/>
                <w:color w:val="323467"/>
                <w:sz w:val="21"/>
                <w:szCs w:val="21"/>
              </w:rPr>
              <w:t xml:space="preserve"> verschillende personen (bekend of onbekend) voorstelt en beschrijft. </w:t>
            </w:r>
          </w:p>
          <w:p w14:paraId="71CC2649" w14:textId="4CD2E740" w:rsidR="00D44BE6" w:rsidRDefault="00D44BE6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1 persoon ben jezelf.</w:t>
            </w:r>
          </w:p>
          <w:p w14:paraId="51FE64B4" w14:textId="73AEC1EA" w:rsidR="00D44BE6" w:rsidRDefault="00D44BE6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Een ander persoon is een familielid of vriend/vriendin</w:t>
            </w:r>
          </w:p>
          <w:p w14:paraId="12521470" w14:textId="03B858F6" w:rsidR="00D44BE6" w:rsidRDefault="00D44BE6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De laatste is een band, team in ieder geval een groep personen.</w:t>
            </w:r>
            <w:bookmarkStart w:id="0" w:name="_GoBack"/>
            <w:bookmarkEnd w:id="0"/>
          </w:p>
          <w:p w14:paraId="6C45E3B1" w14:textId="75DE7219" w:rsidR="009B3642" w:rsidRDefault="009B3642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 xml:space="preserve">Zie </w:t>
            </w:r>
            <w:proofErr w:type="spellStart"/>
            <w:r>
              <w:rPr>
                <w:rFonts w:ascii="Arial" w:hAnsi="Arial" w:cs="Arial"/>
                <w:color w:val="323467"/>
                <w:sz w:val="21"/>
                <w:szCs w:val="21"/>
              </w:rPr>
              <w:t>Rubric</w:t>
            </w:r>
            <w:proofErr w:type="spellEnd"/>
            <w:r>
              <w:rPr>
                <w:rFonts w:ascii="Arial" w:hAnsi="Arial" w:cs="Arial"/>
                <w:color w:val="323467"/>
                <w:sz w:val="21"/>
                <w:szCs w:val="21"/>
              </w:rPr>
              <w:t xml:space="preserve"> voor regels.</w:t>
            </w:r>
          </w:p>
          <w:p w14:paraId="62ED3C3D" w14:textId="6E8AB731" w:rsidR="006A167D" w:rsidRDefault="006A167D" w:rsidP="00D430E0">
            <w:pPr>
              <w:pStyle w:val="Normaalweb"/>
              <w:shd w:val="clear" w:color="auto" w:fill="FFFFFF"/>
              <w:spacing w:before="0" w:beforeAutospacing="0" w:after="45" w:afterAutospacing="0"/>
              <w:rPr>
                <w:rFonts w:ascii="Arial" w:hAnsi="Arial" w:cs="Arial"/>
                <w:color w:val="323467"/>
                <w:sz w:val="21"/>
                <w:szCs w:val="21"/>
              </w:rPr>
            </w:pPr>
            <w:r>
              <w:rPr>
                <w:rFonts w:ascii="Arial" w:hAnsi="Arial" w:cs="Arial"/>
                <w:color w:val="323467"/>
                <w:sz w:val="21"/>
                <w:szCs w:val="21"/>
              </w:rPr>
              <w:t>Presenteer de poster in het Engels</w:t>
            </w:r>
            <w:r w:rsidR="00D44BE6">
              <w:rPr>
                <w:rFonts w:ascii="Arial" w:hAnsi="Arial" w:cs="Arial"/>
                <w:color w:val="323467"/>
                <w:sz w:val="21"/>
                <w:szCs w:val="21"/>
              </w:rPr>
              <w:t>.</w:t>
            </w:r>
          </w:p>
          <w:p w14:paraId="28354197" w14:textId="07DD6857" w:rsidR="001B7CB1" w:rsidRPr="00D46004" w:rsidRDefault="001B7CB1" w:rsidP="00D46004">
            <w:pPr>
              <w:spacing w:after="0" w:line="240" w:lineRule="auto"/>
              <w:rPr>
                <w:rFonts w:ascii="Arial" w:eastAsia="Times New Roman" w:hAnsi="Arial" w:cs="Times New Roman"/>
                <w:color w:val="323467"/>
                <w:sz w:val="21"/>
                <w:szCs w:val="21"/>
                <w:lang w:eastAsia="nl-NL"/>
              </w:rPr>
            </w:pPr>
          </w:p>
        </w:tc>
      </w:tr>
    </w:tbl>
    <w:p w14:paraId="0FD3A5B9" w14:textId="77777777" w:rsidR="009B3642" w:rsidRDefault="009B364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B3642" w14:paraId="63D4B94B" w14:textId="77777777" w:rsidTr="009B3642">
        <w:tc>
          <w:tcPr>
            <w:tcW w:w="1812" w:type="dxa"/>
          </w:tcPr>
          <w:p w14:paraId="6A8ACA8B" w14:textId="0351C98A" w:rsidR="009B3642" w:rsidRDefault="009B3642">
            <w:r>
              <w:t>De grammatica gebruikt</w:t>
            </w:r>
          </w:p>
        </w:tc>
        <w:tc>
          <w:tcPr>
            <w:tcW w:w="1812" w:type="dxa"/>
          </w:tcPr>
          <w:p w14:paraId="6989198D" w14:textId="090DB2BB" w:rsidR="009B3642" w:rsidRDefault="009B3642">
            <w:r>
              <w:t>De persoon voorstellen</w:t>
            </w:r>
          </w:p>
        </w:tc>
        <w:tc>
          <w:tcPr>
            <w:tcW w:w="1812" w:type="dxa"/>
          </w:tcPr>
          <w:p w14:paraId="4BA61502" w14:textId="7D97B56C" w:rsidR="009B3642" w:rsidRDefault="009B3642">
            <w:r>
              <w:t>De kleding beschrijven</w:t>
            </w:r>
          </w:p>
        </w:tc>
        <w:tc>
          <w:tcPr>
            <w:tcW w:w="1813" w:type="dxa"/>
          </w:tcPr>
          <w:p w14:paraId="3D80BEF3" w14:textId="2C38302F" w:rsidR="009B3642" w:rsidRDefault="009B3642">
            <w:r>
              <w:t xml:space="preserve">De kleur </w:t>
            </w:r>
            <w:proofErr w:type="spellStart"/>
            <w:r>
              <w:t>vd</w:t>
            </w:r>
            <w:proofErr w:type="spellEnd"/>
            <w:r>
              <w:t xml:space="preserve"> Kleding beschrijven</w:t>
            </w:r>
          </w:p>
        </w:tc>
        <w:tc>
          <w:tcPr>
            <w:tcW w:w="1813" w:type="dxa"/>
          </w:tcPr>
          <w:p w14:paraId="0F2A4639" w14:textId="1CBB16DA" w:rsidR="009B3642" w:rsidRDefault="009B3642">
            <w:r>
              <w:t>Creativiteit</w:t>
            </w:r>
          </w:p>
        </w:tc>
      </w:tr>
      <w:tr w:rsidR="009B3642" w14:paraId="315ECDC2" w14:textId="77777777" w:rsidTr="009B3642">
        <w:tc>
          <w:tcPr>
            <w:tcW w:w="1812" w:type="dxa"/>
          </w:tcPr>
          <w:p w14:paraId="72D5621C" w14:textId="77777777" w:rsidR="009B3642" w:rsidRDefault="009B3642"/>
        </w:tc>
        <w:tc>
          <w:tcPr>
            <w:tcW w:w="1812" w:type="dxa"/>
          </w:tcPr>
          <w:p w14:paraId="7F21D3A4" w14:textId="77777777" w:rsidR="009B3642" w:rsidRDefault="009B3642"/>
        </w:tc>
        <w:tc>
          <w:tcPr>
            <w:tcW w:w="1812" w:type="dxa"/>
          </w:tcPr>
          <w:p w14:paraId="4FC12400" w14:textId="77777777" w:rsidR="009B3642" w:rsidRDefault="009B3642"/>
        </w:tc>
        <w:tc>
          <w:tcPr>
            <w:tcW w:w="1813" w:type="dxa"/>
          </w:tcPr>
          <w:p w14:paraId="3F8F03B8" w14:textId="77777777" w:rsidR="009B3642" w:rsidRDefault="009B3642"/>
        </w:tc>
        <w:tc>
          <w:tcPr>
            <w:tcW w:w="1813" w:type="dxa"/>
          </w:tcPr>
          <w:p w14:paraId="6C8E7D03" w14:textId="77777777" w:rsidR="009B3642" w:rsidRDefault="009B3642"/>
        </w:tc>
      </w:tr>
      <w:tr w:rsidR="009B3642" w14:paraId="4ABCE041" w14:textId="77777777" w:rsidTr="009B3642">
        <w:tc>
          <w:tcPr>
            <w:tcW w:w="1812" w:type="dxa"/>
          </w:tcPr>
          <w:p w14:paraId="1D085416" w14:textId="77777777" w:rsidR="009B3642" w:rsidRDefault="009B3642"/>
        </w:tc>
        <w:tc>
          <w:tcPr>
            <w:tcW w:w="1812" w:type="dxa"/>
          </w:tcPr>
          <w:p w14:paraId="638E83D7" w14:textId="77777777" w:rsidR="009B3642" w:rsidRDefault="009B3642"/>
        </w:tc>
        <w:tc>
          <w:tcPr>
            <w:tcW w:w="1812" w:type="dxa"/>
          </w:tcPr>
          <w:p w14:paraId="6D64C39E" w14:textId="77777777" w:rsidR="009B3642" w:rsidRDefault="009B3642"/>
        </w:tc>
        <w:tc>
          <w:tcPr>
            <w:tcW w:w="1813" w:type="dxa"/>
          </w:tcPr>
          <w:p w14:paraId="4DB16F8C" w14:textId="77777777" w:rsidR="009B3642" w:rsidRDefault="009B3642"/>
        </w:tc>
        <w:tc>
          <w:tcPr>
            <w:tcW w:w="1813" w:type="dxa"/>
          </w:tcPr>
          <w:p w14:paraId="2B111E1C" w14:textId="77777777" w:rsidR="009B3642" w:rsidRDefault="009B3642"/>
        </w:tc>
      </w:tr>
      <w:tr w:rsidR="009B3642" w14:paraId="2A47F5AD" w14:textId="77777777" w:rsidTr="009B3642">
        <w:tc>
          <w:tcPr>
            <w:tcW w:w="1812" w:type="dxa"/>
          </w:tcPr>
          <w:p w14:paraId="4AF3ED69" w14:textId="77777777" w:rsidR="009B3642" w:rsidRDefault="009B3642"/>
        </w:tc>
        <w:tc>
          <w:tcPr>
            <w:tcW w:w="1812" w:type="dxa"/>
          </w:tcPr>
          <w:p w14:paraId="0AE7C025" w14:textId="77777777" w:rsidR="009B3642" w:rsidRDefault="009B3642"/>
        </w:tc>
        <w:tc>
          <w:tcPr>
            <w:tcW w:w="1812" w:type="dxa"/>
          </w:tcPr>
          <w:p w14:paraId="77C30D9A" w14:textId="77777777" w:rsidR="009B3642" w:rsidRDefault="009B3642"/>
        </w:tc>
        <w:tc>
          <w:tcPr>
            <w:tcW w:w="1813" w:type="dxa"/>
          </w:tcPr>
          <w:p w14:paraId="10EDB5B3" w14:textId="77777777" w:rsidR="009B3642" w:rsidRDefault="009B3642"/>
        </w:tc>
        <w:tc>
          <w:tcPr>
            <w:tcW w:w="1813" w:type="dxa"/>
          </w:tcPr>
          <w:p w14:paraId="0A60451C" w14:textId="77777777" w:rsidR="009B3642" w:rsidRDefault="009B3642"/>
        </w:tc>
      </w:tr>
      <w:tr w:rsidR="009B3642" w14:paraId="71713C85" w14:textId="77777777" w:rsidTr="009B3642">
        <w:tc>
          <w:tcPr>
            <w:tcW w:w="1812" w:type="dxa"/>
          </w:tcPr>
          <w:p w14:paraId="25A8B1A9" w14:textId="77777777" w:rsidR="009B3642" w:rsidRDefault="009B3642"/>
        </w:tc>
        <w:tc>
          <w:tcPr>
            <w:tcW w:w="1812" w:type="dxa"/>
          </w:tcPr>
          <w:p w14:paraId="53B462A1" w14:textId="77777777" w:rsidR="009B3642" w:rsidRDefault="009B3642"/>
        </w:tc>
        <w:tc>
          <w:tcPr>
            <w:tcW w:w="1812" w:type="dxa"/>
          </w:tcPr>
          <w:p w14:paraId="4A38AA35" w14:textId="77777777" w:rsidR="009B3642" w:rsidRDefault="009B3642"/>
        </w:tc>
        <w:tc>
          <w:tcPr>
            <w:tcW w:w="1813" w:type="dxa"/>
          </w:tcPr>
          <w:p w14:paraId="7AE6866C" w14:textId="77777777" w:rsidR="009B3642" w:rsidRDefault="009B3642"/>
        </w:tc>
        <w:tc>
          <w:tcPr>
            <w:tcW w:w="1813" w:type="dxa"/>
          </w:tcPr>
          <w:p w14:paraId="78BFCEE6" w14:textId="77777777" w:rsidR="009B3642" w:rsidRDefault="009B3642"/>
        </w:tc>
      </w:tr>
    </w:tbl>
    <w:p w14:paraId="4314956A" w14:textId="475B2CD4" w:rsidR="00B44106" w:rsidRDefault="00B44106"/>
    <w:sectPr w:rsidR="00B4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06"/>
    <w:rsid w:val="00080C98"/>
    <w:rsid w:val="001B7CB1"/>
    <w:rsid w:val="003F1BD9"/>
    <w:rsid w:val="006A167D"/>
    <w:rsid w:val="00803C01"/>
    <w:rsid w:val="008D44C9"/>
    <w:rsid w:val="00970B0A"/>
    <w:rsid w:val="009B3642"/>
    <w:rsid w:val="009B72A6"/>
    <w:rsid w:val="00B44106"/>
    <w:rsid w:val="00D430E0"/>
    <w:rsid w:val="00D44BE6"/>
    <w:rsid w:val="00D46004"/>
    <w:rsid w:val="00D8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5CD1"/>
  <w15:chartTrackingRefBased/>
  <w15:docId w15:val="{FC04FE18-0F58-41CC-9376-9FD73D39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460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460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4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D460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460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B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5184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9627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213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891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5044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80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1708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434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8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407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4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600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4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82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4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359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8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2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387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0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252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29506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74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08903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76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82248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2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604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71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90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4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7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379275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39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67016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08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787024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19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60654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05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71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42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00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51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17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B78C603B</Template>
  <TotalTime>51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Stephens</dc:creator>
  <cp:keywords/>
  <dc:description/>
  <cp:lastModifiedBy>Brian Stevens</cp:lastModifiedBy>
  <cp:revision>8</cp:revision>
  <dcterms:created xsi:type="dcterms:W3CDTF">2018-11-14T14:16:00Z</dcterms:created>
  <dcterms:modified xsi:type="dcterms:W3CDTF">2018-11-19T10:13:00Z</dcterms:modified>
</cp:coreProperties>
</file>