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6AF13" w14:textId="71E6A1E6" w:rsidR="00F8413E" w:rsidRPr="009A0B2C" w:rsidRDefault="00A41F84" w:rsidP="00005FBD">
      <w:pPr>
        <w:outlineLvl w:val="0"/>
        <w:rPr>
          <w:rFonts w:ascii="Arial" w:hAnsi="Arial" w:cs="Arial"/>
          <w:b/>
          <w:sz w:val="32"/>
          <w:szCs w:val="32"/>
        </w:rPr>
      </w:pPr>
      <w:r w:rsidRPr="009A0B2C">
        <w:rPr>
          <w:rFonts w:ascii="Arial" w:hAnsi="Arial" w:cs="Arial"/>
          <w:b/>
          <w:sz w:val="32"/>
          <w:szCs w:val="32"/>
        </w:rPr>
        <w:t>Opdracht 1</w:t>
      </w:r>
      <w:r w:rsidR="00785EF8" w:rsidRPr="009A0B2C">
        <w:rPr>
          <w:rFonts w:ascii="Arial" w:hAnsi="Arial" w:cs="Arial"/>
          <w:b/>
          <w:sz w:val="32"/>
          <w:szCs w:val="32"/>
        </w:rPr>
        <w:t xml:space="preserve"> -</w:t>
      </w:r>
      <w:r w:rsidR="00F8413E" w:rsidRPr="009A0B2C">
        <w:rPr>
          <w:rFonts w:ascii="Arial" w:hAnsi="Arial" w:cs="Arial"/>
          <w:b/>
          <w:sz w:val="32"/>
          <w:szCs w:val="32"/>
        </w:rPr>
        <w:t xml:space="preserve"> Maak een tabel</w:t>
      </w:r>
    </w:p>
    <w:p w14:paraId="41DB1261" w14:textId="77777777" w:rsidR="00BC60D6" w:rsidRDefault="00BC60D6" w:rsidP="00AA73B6">
      <w:pPr>
        <w:rPr>
          <w:rFonts w:ascii="Arial" w:hAnsi="Arial" w:cs="Arial"/>
          <w:b/>
          <w:u w:val="single"/>
        </w:rPr>
      </w:pPr>
    </w:p>
    <w:p w14:paraId="524D8397" w14:textId="77777777" w:rsidR="00D20A16" w:rsidRDefault="00D20A16" w:rsidP="00D20A16">
      <w:pPr>
        <w:rPr>
          <w:rFonts w:ascii="Arial" w:hAnsi="Arial" w:cs="Arial"/>
        </w:rPr>
      </w:pPr>
      <w:r>
        <w:rPr>
          <w:rFonts w:ascii="Arial" w:hAnsi="Arial" w:cs="Arial"/>
        </w:rPr>
        <w:t>Je gaat</w:t>
      </w:r>
      <w:r w:rsidR="00F8413E" w:rsidRPr="00BC60D6">
        <w:rPr>
          <w:rFonts w:ascii="Arial" w:hAnsi="Arial" w:cs="Arial"/>
        </w:rPr>
        <w:t xml:space="preserve"> onderstaande tabel in Excel na</w:t>
      </w:r>
      <w:r>
        <w:rPr>
          <w:rFonts w:ascii="Arial" w:hAnsi="Arial" w:cs="Arial"/>
        </w:rPr>
        <w:t>maken</w:t>
      </w:r>
      <w:r w:rsidR="00F8413E" w:rsidRPr="00BC60D6">
        <w:rPr>
          <w:rFonts w:ascii="Arial" w:hAnsi="Arial" w:cs="Arial"/>
        </w:rPr>
        <w:t>.</w:t>
      </w:r>
      <w:r w:rsidRPr="00D20A16">
        <w:rPr>
          <w:rFonts w:ascii="Arial" w:hAnsi="Arial" w:cs="Arial"/>
        </w:rPr>
        <w:t xml:space="preserve"> </w:t>
      </w:r>
    </w:p>
    <w:p w14:paraId="4806853D" w14:textId="183A98EB" w:rsidR="00D20A16" w:rsidRDefault="00D20A16" w:rsidP="00D20A16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744F7">
        <w:rPr>
          <w:rFonts w:ascii="Arial" w:hAnsi="Arial" w:cs="Arial"/>
        </w:rPr>
        <w:t>aarna ga je de</w:t>
      </w:r>
      <w:r>
        <w:rPr>
          <w:rFonts w:ascii="Arial" w:hAnsi="Arial" w:cs="Arial"/>
        </w:rPr>
        <w:t xml:space="preserve"> gegevens sorteren en de tabel opmaken.</w:t>
      </w:r>
    </w:p>
    <w:p w14:paraId="6F87F812" w14:textId="4614FA03" w:rsidR="0036695B" w:rsidRDefault="0036695B" w:rsidP="00D20A16">
      <w:pPr>
        <w:rPr>
          <w:rFonts w:ascii="Arial" w:hAnsi="Arial" w:cs="Arial"/>
        </w:rPr>
      </w:pPr>
    </w:p>
    <w:p w14:paraId="524BF282" w14:textId="77777777" w:rsidR="0036695B" w:rsidRDefault="0036695B" w:rsidP="00D20A16">
      <w:pPr>
        <w:rPr>
          <w:rFonts w:ascii="Arial" w:hAnsi="Arial" w:cs="Arial"/>
        </w:rPr>
      </w:pPr>
    </w:p>
    <w:p w14:paraId="22AAD675" w14:textId="3D20751F" w:rsidR="000718A6" w:rsidRDefault="000718A6" w:rsidP="00AA73B6">
      <w:pPr>
        <w:rPr>
          <w:rFonts w:ascii="Arial" w:hAnsi="Arial" w:cs="Arial"/>
        </w:rPr>
      </w:pPr>
    </w:p>
    <w:p w14:paraId="534756F9" w14:textId="0EF1FE67" w:rsidR="00F8413E" w:rsidRPr="00BC60D6" w:rsidRDefault="000718A6" w:rsidP="00AA73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9FCFE1D" wp14:editId="4A82F313">
            <wp:extent cx="2997200" cy="1498600"/>
            <wp:effectExtent l="0" t="0" r="0" b="0"/>
            <wp:docPr id="18" name="Afbeelding 18" descr="../../../../../../Desktop/Schermafbeelding%202017-12-11%20om%2014.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../../../../../../Desktop/Schermafbeelding%202017-12-11%20om%2014.2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871" b="2599"/>
                    <a:stretch/>
                  </pic:blipFill>
                  <pic:spPr bwMode="auto">
                    <a:xfrm>
                      <a:off x="0" y="0"/>
                      <a:ext cx="3054968" cy="1527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3401E8" w14:textId="77777777" w:rsidR="00F8413E" w:rsidRDefault="00F8413E" w:rsidP="00AA73B6">
      <w:pPr>
        <w:rPr>
          <w:rFonts w:ascii="Arial" w:hAnsi="Arial" w:cs="Arial"/>
        </w:rPr>
      </w:pPr>
    </w:p>
    <w:p w14:paraId="73623E87" w14:textId="77777777" w:rsidR="000718A6" w:rsidRPr="00BC60D6" w:rsidRDefault="000718A6" w:rsidP="00AA73B6">
      <w:pPr>
        <w:rPr>
          <w:rFonts w:ascii="Arial" w:hAnsi="Arial" w:cs="Arial"/>
        </w:rPr>
      </w:pPr>
    </w:p>
    <w:p w14:paraId="3739DDF9" w14:textId="77777777" w:rsidR="00F8413E" w:rsidRPr="00BC60D6" w:rsidRDefault="001700A5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Open Excel, kies een lege werkmap.</w:t>
      </w:r>
    </w:p>
    <w:p w14:paraId="66E2B3BE" w14:textId="54F4B5A5" w:rsidR="00D366AE" w:rsidRPr="00BC60D6" w:rsidRDefault="00D366AE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Je ziet een scherm dat eruit ziet als een vel ruitjespapier.</w:t>
      </w:r>
    </w:p>
    <w:p w14:paraId="22167C55" w14:textId="2835ECF1" w:rsidR="00F8413E" w:rsidRPr="00BC60D6" w:rsidRDefault="00B15FDD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0549F19A" wp14:editId="37CFA54E">
            <wp:extent cx="6124203" cy="1615011"/>
            <wp:effectExtent l="0" t="0" r="0" b="10795"/>
            <wp:docPr id="2" name="Afbeelding 2" descr="/Users/gebruiker/Desktop/Schermafbeelding 2017-12-11 om 12.56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gebruiker/Desktop/Schermafbeelding 2017-12-11 om 12.56.4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148" cy="1617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C8977" w14:textId="45634A47" w:rsidR="00A41F84" w:rsidRPr="00000D09" w:rsidRDefault="00B15FDD" w:rsidP="00005FBD">
      <w:pPr>
        <w:outlineLvl w:val="0"/>
        <w:rPr>
          <w:rFonts w:ascii="Arial" w:hAnsi="Arial" w:cs="Arial"/>
          <w:color w:val="000000" w:themeColor="text1"/>
        </w:rPr>
      </w:pPr>
      <w:r w:rsidRPr="00000D09">
        <w:rPr>
          <w:rFonts w:ascii="Arial" w:hAnsi="Arial" w:cs="Arial"/>
          <w:color w:val="000000" w:themeColor="text1"/>
        </w:rPr>
        <w:t xml:space="preserve">Met de pijltjestoetsen of </w:t>
      </w:r>
      <w:r w:rsidR="00000D09" w:rsidRPr="00000D09">
        <w:rPr>
          <w:rFonts w:ascii="Arial" w:hAnsi="Arial" w:cs="Arial"/>
          <w:color w:val="000000" w:themeColor="text1"/>
        </w:rPr>
        <w:t xml:space="preserve">de tabtoets </w:t>
      </w:r>
      <w:r w:rsidRPr="00000D09">
        <w:rPr>
          <w:rFonts w:ascii="Arial" w:hAnsi="Arial" w:cs="Arial"/>
          <w:color w:val="000000" w:themeColor="text1"/>
        </w:rPr>
        <w:t>spring je van hokje naar hokje</w:t>
      </w:r>
      <w:r w:rsidR="00BC60D6" w:rsidRPr="00000D09">
        <w:rPr>
          <w:rFonts w:ascii="Arial" w:hAnsi="Arial" w:cs="Arial"/>
          <w:color w:val="000000" w:themeColor="text1"/>
        </w:rPr>
        <w:t xml:space="preserve"> (de cellen)</w:t>
      </w:r>
      <w:r w:rsidRPr="00000D09">
        <w:rPr>
          <w:rFonts w:ascii="Arial" w:hAnsi="Arial" w:cs="Arial"/>
          <w:color w:val="000000" w:themeColor="text1"/>
        </w:rPr>
        <w:t>.</w:t>
      </w:r>
    </w:p>
    <w:p w14:paraId="041747CA" w14:textId="77777777" w:rsidR="00B15FDD" w:rsidRDefault="00B15FDD" w:rsidP="00AA73B6">
      <w:pPr>
        <w:rPr>
          <w:rFonts w:ascii="Arial" w:hAnsi="Arial" w:cs="Arial"/>
        </w:rPr>
      </w:pPr>
    </w:p>
    <w:p w14:paraId="72CE0176" w14:textId="77777777" w:rsidR="006744F7" w:rsidRPr="00BC60D6" w:rsidRDefault="006744F7" w:rsidP="00AA73B6">
      <w:pPr>
        <w:rPr>
          <w:rFonts w:ascii="Arial" w:hAnsi="Arial" w:cs="Arial"/>
        </w:rPr>
      </w:pPr>
    </w:p>
    <w:p w14:paraId="37CD51CB" w14:textId="681A6A80" w:rsidR="00B15FDD" w:rsidRPr="009A0B2C" w:rsidRDefault="00B15FDD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Vul de koppen van de tabel</w:t>
      </w:r>
    </w:p>
    <w:p w14:paraId="44C58A97" w14:textId="0583E5CA" w:rsidR="00DD07F5" w:rsidRDefault="00B15FDD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Vul je tabel zodat je spreadsheet eruit ziet zoals hieronder</w:t>
      </w:r>
      <w:r w:rsidR="000718A6">
        <w:rPr>
          <w:rFonts w:ascii="Arial" w:hAnsi="Arial" w:cs="Arial"/>
        </w:rPr>
        <w:t>.</w:t>
      </w:r>
    </w:p>
    <w:p w14:paraId="06A68FE7" w14:textId="416675E4" w:rsidR="00DD07F5" w:rsidRPr="00C71C7B" w:rsidRDefault="00D20A16" w:rsidP="00AA73B6">
      <w:pPr>
        <w:rPr>
          <w:rFonts w:ascii="Arial" w:hAnsi="Arial" w:cs="Arial"/>
          <w:sz w:val="10"/>
          <w:szCs w:val="10"/>
        </w:rPr>
      </w:pPr>
      <w:r w:rsidRPr="00C71C7B">
        <w:rPr>
          <w:rFonts w:ascii="Arial" w:hAnsi="Arial" w:cs="Arial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BB37D" wp14:editId="57200984">
                <wp:simplePos x="0" y="0"/>
                <wp:positionH relativeFrom="column">
                  <wp:posOffset>1</wp:posOffset>
                </wp:positionH>
                <wp:positionV relativeFrom="paragraph">
                  <wp:posOffset>60960</wp:posOffset>
                </wp:positionV>
                <wp:extent cx="2479358" cy="719614"/>
                <wp:effectExtent l="0" t="0" r="1016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358" cy="7196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8AA236A" id="Rechthoek 4" o:spid="_x0000_s1026" style="position:absolute;margin-left:0;margin-top:4.8pt;width:195.25pt;height:5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" fillcolor="white [3201]" stroked="f" strokeweight="1pt"/>
            </w:pict>
          </mc:Fallback>
        </mc:AlternateContent>
      </w:r>
    </w:p>
    <w:p w14:paraId="2A81CF72" w14:textId="73528FE0" w:rsidR="000718A6" w:rsidRPr="00BC60D6" w:rsidRDefault="00B15FDD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3FEE9480" wp14:editId="1755950F">
            <wp:extent cx="5201723" cy="2059622"/>
            <wp:effectExtent l="0" t="0" r="5715" b="0"/>
            <wp:docPr id="3" name="Afbeelding 3" descr="../../../../../../Desktop/Schermafbeelding%202017-12-11%20om%2013.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chermafbeelding%202017-12-11%20om%2013.0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76"/>
                    <a:stretch/>
                  </pic:blipFill>
                  <pic:spPr bwMode="auto">
                    <a:xfrm>
                      <a:off x="0" y="0"/>
                      <a:ext cx="5236978" cy="2073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5D9CAA" w14:textId="4C4FE7EB" w:rsidR="00D20A16" w:rsidRDefault="00D51BFC" w:rsidP="00AA73B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F62711A" w14:textId="58749AE6" w:rsidR="006E47CC" w:rsidRPr="009A0B2C" w:rsidRDefault="00B15FDD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lastRenderedPageBreak/>
        <w:t>Zet lijntjes om je tabel</w:t>
      </w:r>
    </w:p>
    <w:p w14:paraId="75268338" w14:textId="3B8577FE" w:rsidR="006E47CC" w:rsidRPr="00BC60D6" w:rsidRDefault="006E47CC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Selecteer de cellen van je tabel.</w:t>
      </w:r>
    </w:p>
    <w:p w14:paraId="665E3253" w14:textId="4D27C2D0" w:rsidR="000718A6" w:rsidRDefault="006E47CC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Klik in het tabblad ‘Start’ op het icoon </w:t>
      </w:r>
      <w:r w:rsidR="000718A6" w:rsidRPr="00AA73B6">
        <w:rPr>
          <w:rFonts w:ascii="Arial" w:hAnsi="Arial" w:cs="Arial"/>
          <w:b/>
        </w:rPr>
        <w:t>R</w:t>
      </w:r>
      <w:r w:rsidRPr="00AA73B6">
        <w:rPr>
          <w:rFonts w:ascii="Arial" w:hAnsi="Arial" w:cs="Arial"/>
          <w:b/>
        </w:rPr>
        <w:t>anden</w:t>
      </w:r>
      <w:r w:rsidRPr="00BC60D6">
        <w:rPr>
          <w:rFonts w:ascii="Arial" w:hAnsi="Arial" w:cs="Arial"/>
        </w:rPr>
        <w:t xml:space="preserve">. </w:t>
      </w:r>
    </w:p>
    <w:p w14:paraId="3D4FDAB0" w14:textId="7291141E" w:rsidR="006E47CC" w:rsidRPr="00BC60D6" w:rsidRDefault="006E47CC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Kies in de uitklaplijst voor </w:t>
      </w:r>
      <w:r w:rsidR="000718A6" w:rsidRPr="00AA73B6">
        <w:rPr>
          <w:rFonts w:ascii="Arial" w:hAnsi="Arial" w:cs="Arial"/>
          <w:b/>
        </w:rPr>
        <w:t>A</w:t>
      </w:r>
      <w:r w:rsidRPr="00AA73B6">
        <w:rPr>
          <w:rFonts w:ascii="Arial" w:hAnsi="Arial" w:cs="Arial"/>
          <w:b/>
        </w:rPr>
        <w:t>lle randen</w:t>
      </w:r>
      <w:r w:rsidR="00C951F2">
        <w:rPr>
          <w:rFonts w:ascii="Arial" w:hAnsi="Arial" w:cs="Arial"/>
        </w:rPr>
        <w:t>.</w:t>
      </w:r>
    </w:p>
    <w:p w14:paraId="0C9EBA46" w14:textId="77777777" w:rsidR="006E47CC" w:rsidRPr="00BC60D6" w:rsidRDefault="006E47CC" w:rsidP="00AA73B6">
      <w:pPr>
        <w:rPr>
          <w:rFonts w:ascii="Arial" w:hAnsi="Arial" w:cs="Arial"/>
        </w:rPr>
      </w:pPr>
    </w:p>
    <w:p w14:paraId="536EEC56" w14:textId="6D067978" w:rsidR="00B15FDD" w:rsidRPr="00BC60D6" w:rsidRDefault="000718A6" w:rsidP="00AA73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B3A5E46" wp14:editId="260DA8C8">
            <wp:extent cx="3495303" cy="1928377"/>
            <wp:effectExtent l="0" t="0" r="10160" b="2540"/>
            <wp:docPr id="19" name="Afbeelding 19" descr="../../../../../../Desktop/Schermafbeelding%202017-12-11%20om%2014.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../../../../../../Desktop/Schermafbeelding%202017-12-11%20om%2014.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24" cy="194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01557" w14:textId="77777777" w:rsidR="006E47CC" w:rsidRPr="00BC60D6" w:rsidRDefault="006E47CC" w:rsidP="00AA73B6">
      <w:pPr>
        <w:rPr>
          <w:rFonts w:ascii="Arial" w:hAnsi="Arial" w:cs="Arial"/>
        </w:rPr>
      </w:pPr>
    </w:p>
    <w:p w14:paraId="328518ED" w14:textId="74052C68" w:rsidR="00994B0B" w:rsidRPr="00BC60D6" w:rsidRDefault="00994B0B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Als het goed is</w:t>
      </w:r>
      <w:r w:rsidR="00B7436C">
        <w:rPr>
          <w:rFonts w:ascii="Arial" w:hAnsi="Arial" w:cs="Arial"/>
        </w:rPr>
        <w:t>,</w:t>
      </w:r>
      <w:r w:rsidRPr="00BC60D6">
        <w:rPr>
          <w:rFonts w:ascii="Arial" w:hAnsi="Arial" w:cs="Arial"/>
        </w:rPr>
        <w:t xml:space="preserve"> ziet jouw tabel er nu zo uit:</w:t>
      </w:r>
    </w:p>
    <w:p w14:paraId="3719FC03" w14:textId="233CBD39" w:rsidR="00994B0B" w:rsidRPr="00BC60D6" w:rsidRDefault="00994B0B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2A7EC335" wp14:editId="556F5B35">
            <wp:extent cx="2299335" cy="1299402"/>
            <wp:effectExtent l="0" t="0" r="12065" b="0"/>
            <wp:docPr id="6" name="Afbeelding 6" descr="../../../../../../Desktop/Schermafbeelding%202017-12-11%20om%2013.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../Desktop/Schermafbeelding%202017-12-11%20om%2013.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20" cy="132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86EEA" w14:textId="77777777" w:rsidR="00994B0B" w:rsidRDefault="00994B0B" w:rsidP="00AA73B6">
      <w:pPr>
        <w:rPr>
          <w:rFonts w:ascii="Arial" w:hAnsi="Arial" w:cs="Arial"/>
        </w:rPr>
      </w:pPr>
    </w:p>
    <w:p w14:paraId="7029D004" w14:textId="77777777" w:rsidR="00834A44" w:rsidRDefault="00834A44" w:rsidP="00005FBD">
      <w:pPr>
        <w:outlineLvl w:val="0"/>
        <w:rPr>
          <w:rFonts w:ascii="Arial" w:hAnsi="Arial" w:cs="Arial"/>
        </w:rPr>
      </w:pPr>
    </w:p>
    <w:p w14:paraId="0284474D" w14:textId="0F1E241D" w:rsidR="000718A6" w:rsidRPr="009A0B2C" w:rsidRDefault="00994B0B" w:rsidP="00005FBD">
      <w:pPr>
        <w:outlineLvl w:val="0"/>
        <w:rPr>
          <w:rFonts w:ascii="Arial" w:hAnsi="Arial" w:cs="Arial"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Pas de breedte van de kolommen aan</w:t>
      </w:r>
      <w:r w:rsidRPr="009A0B2C">
        <w:rPr>
          <w:rFonts w:ascii="Arial" w:hAnsi="Arial" w:cs="Arial"/>
          <w:u w:val="single"/>
        </w:rPr>
        <w:t xml:space="preserve"> </w:t>
      </w:r>
    </w:p>
    <w:p w14:paraId="034AEE29" w14:textId="6DF3DCAC" w:rsidR="00994B0B" w:rsidRPr="00BC60D6" w:rsidRDefault="00994B0B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Ga op de bovenrand van het werkblad staan, precies </w:t>
      </w:r>
      <w:r w:rsidR="000718A6">
        <w:rPr>
          <w:rFonts w:ascii="Arial" w:hAnsi="Arial" w:cs="Arial"/>
        </w:rPr>
        <w:t xml:space="preserve">op het lijntje achter de kolom </w:t>
      </w:r>
      <w:r w:rsidRPr="00BC60D6">
        <w:rPr>
          <w:rFonts w:ascii="Arial" w:hAnsi="Arial" w:cs="Arial"/>
        </w:rPr>
        <w:t>d</w:t>
      </w:r>
      <w:r w:rsidR="000718A6">
        <w:rPr>
          <w:rFonts w:ascii="Arial" w:hAnsi="Arial" w:cs="Arial"/>
        </w:rPr>
        <w:t>i</w:t>
      </w:r>
      <w:r w:rsidRPr="00BC60D6">
        <w:rPr>
          <w:rFonts w:ascii="Arial" w:hAnsi="Arial" w:cs="Arial"/>
        </w:rPr>
        <w:t xml:space="preserve">e breder moet </w:t>
      </w:r>
      <w:r w:rsidR="00887A09" w:rsidRPr="00BC60D6">
        <w:rPr>
          <w:rFonts w:ascii="Arial" w:hAnsi="Arial" w:cs="Arial"/>
        </w:rPr>
        <w:t>worden</w:t>
      </w:r>
      <w:r w:rsidR="00B7436C">
        <w:rPr>
          <w:rFonts w:ascii="Arial" w:hAnsi="Arial" w:cs="Arial"/>
        </w:rPr>
        <w:t>. Je moet een dubbel pijl</w:t>
      </w:r>
      <w:r w:rsidRPr="00BC60D6">
        <w:rPr>
          <w:rFonts w:ascii="Arial" w:hAnsi="Arial" w:cs="Arial"/>
        </w:rPr>
        <w:t xml:space="preserve"> zien. </w:t>
      </w:r>
    </w:p>
    <w:p w14:paraId="0A6F064C" w14:textId="3D71D4BC" w:rsidR="00887A09" w:rsidRPr="00BC60D6" w:rsidRDefault="00994B0B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Gebruik de </w:t>
      </w:r>
      <w:r w:rsidR="00887A09" w:rsidRPr="00BC60D6">
        <w:rPr>
          <w:rFonts w:ascii="Arial" w:hAnsi="Arial" w:cs="Arial"/>
        </w:rPr>
        <w:t>linkermuisknop</w:t>
      </w:r>
      <w:r w:rsidRPr="00BC60D6">
        <w:rPr>
          <w:rFonts w:ascii="Arial" w:hAnsi="Arial" w:cs="Arial"/>
        </w:rPr>
        <w:t>, houd vast en sleep met de muis naar rechts. Je kolom wordt breder.</w:t>
      </w:r>
    </w:p>
    <w:p w14:paraId="3752A98E" w14:textId="1EDCCDBC" w:rsidR="0004016A" w:rsidRPr="00BC60D6" w:rsidRDefault="0004016A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Je kunt ook de breedte aanpassen door te dubb</w:t>
      </w:r>
      <w:r w:rsidR="00B7436C">
        <w:rPr>
          <w:rFonts w:ascii="Arial" w:hAnsi="Arial" w:cs="Arial"/>
        </w:rPr>
        <w:t>elklikken op het dubbele pijl</w:t>
      </w:r>
      <w:r w:rsidRPr="00BC60D6">
        <w:rPr>
          <w:rFonts w:ascii="Arial" w:hAnsi="Arial" w:cs="Arial"/>
        </w:rPr>
        <w:t>.</w:t>
      </w:r>
      <w:r w:rsidR="00B7436C">
        <w:rPr>
          <w:rFonts w:ascii="Arial" w:hAnsi="Arial" w:cs="Arial"/>
        </w:rPr>
        <w:t xml:space="preserve"> Dan maakt Excel de kolom zo breed als nodig is met de ingevoerde gegevens.</w:t>
      </w:r>
    </w:p>
    <w:p w14:paraId="7402B3FF" w14:textId="60515472" w:rsidR="00994B0B" w:rsidRPr="00BC60D6" w:rsidRDefault="00887A09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1EF5855B" wp14:editId="2BCB1B76">
            <wp:extent cx="4448187" cy="1555443"/>
            <wp:effectExtent l="0" t="0" r="0" b="0"/>
            <wp:docPr id="7" name="Afbeelding 7" descr="../../../../../../Desktop/Schermafbeelding%202017-12-11%20om%2013.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../../../Desktop/Schermafbeelding%202017-12-11%20om%2013.1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12"/>
                    <a:stretch/>
                  </pic:blipFill>
                  <pic:spPr bwMode="auto">
                    <a:xfrm>
                      <a:off x="0" y="0"/>
                      <a:ext cx="4573210" cy="159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2CA631" w14:textId="77777777" w:rsidR="00887A09" w:rsidRPr="00BC60D6" w:rsidRDefault="00887A09" w:rsidP="00AA73B6">
      <w:pPr>
        <w:rPr>
          <w:rFonts w:ascii="Arial" w:hAnsi="Arial" w:cs="Arial"/>
        </w:rPr>
      </w:pPr>
    </w:p>
    <w:p w14:paraId="17F08710" w14:textId="017A3274" w:rsidR="00887A09" w:rsidRPr="00BC60D6" w:rsidRDefault="00887A09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Als het goed is, ziet je tabel eruit zoals hieronder:</w:t>
      </w:r>
    </w:p>
    <w:p w14:paraId="0F95370B" w14:textId="6D250E71" w:rsidR="00F5532D" w:rsidRDefault="00887A09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3FDB8D83" wp14:editId="48E6D4A0">
            <wp:extent cx="3823335" cy="1185499"/>
            <wp:effectExtent l="0" t="0" r="0" b="8890"/>
            <wp:docPr id="8" name="Afbeelding 8" descr="../../../../../../Desktop/Schermafbeelding%202017-12-11%20om%2013.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../../../Desktop/Schermafbeelding%202017-12-11%20om%2013.1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0" r="-1" b="1674"/>
                    <a:stretch/>
                  </pic:blipFill>
                  <pic:spPr bwMode="auto">
                    <a:xfrm>
                      <a:off x="0" y="0"/>
                      <a:ext cx="3943581" cy="122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5532D">
        <w:rPr>
          <w:rFonts w:ascii="Arial" w:hAnsi="Arial" w:cs="Arial"/>
        </w:rPr>
        <w:br w:type="page"/>
      </w:r>
    </w:p>
    <w:p w14:paraId="7489DF53" w14:textId="125C2D5A" w:rsidR="0049206D" w:rsidRPr="009A0B2C" w:rsidRDefault="00D51BFC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lastRenderedPageBreak/>
        <w:t xml:space="preserve">Voer </w:t>
      </w:r>
      <w:r w:rsidR="001931D4" w:rsidRPr="009A0B2C">
        <w:rPr>
          <w:rFonts w:ascii="Arial" w:hAnsi="Arial" w:cs="Arial"/>
          <w:b/>
          <w:bCs/>
          <w:u w:val="single"/>
        </w:rPr>
        <w:t>resultaten</w:t>
      </w:r>
      <w:r w:rsidRPr="009A0B2C">
        <w:rPr>
          <w:rFonts w:ascii="Arial" w:hAnsi="Arial" w:cs="Arial"/>
          <w:b/>
          <w:bCs/>
          <w:u w:val="single"/>
        </w:rPr>
        <w:t xml:space="preserve"> in</w:t>
      </w:r>
    </w:p>
    <w:p w14:paraId="4820554A" w14:textId="77777777" w:rsidR="007F58E9" w:rsidRDefault="0004016A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Je kunt in Excel tekst en cijfers invoeren.</w:t>
      </w:r>
    </w:p>
    <w:p w14:paraId="6B67DA55" w14:textId="19954E3D" w:rsidR="007F58E9" w:rsidRDefault="0004016A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Excel herkent het verschil</w:t>
      </w:r>
      <w:r w:rsidR="007F58E9">
        <w:rPr>
          <w:rFonts w:ascii="Arial" w:hAnsi="Arial" w:cs="Arial"/>
        </w:rPr>
        <w:t>:</w:t>
      </w:r>
      <w:r w:rsidRPr="00BC60D6">
        <w:rPr>
          <w:rFonts w:ascii="Arial" w:hAnsi="Arial" w:cs="Arial"/>
        </w:rPr>
        <w:t xml:space="preserve"> </w:t>
      </w:r>
    </w:p>
    <w:p w14:paraId="29EF83B3" w14:textId="77777777" w:rsidR="007F58E9" w:rsidRDefault="0004016A" w:rsidP="007F58E9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7F58E9">
        <w:rPr>
          <w:rFonts w:ascii="Arial" w:hAnsi="Arial" w:cs="Arial"/>
        </w:rPr>
        <w:t xml:space="preserve">Voer je tekst </w:t>
      </w:r>
      <w:r w:rsidR="000718A6" w:rsidRPr="007F58E9">
        <w:rPr>
          <w:rFonts w:ascii="Arial" w:hAnsi="Arial" w:cs="Arial"/>
        </w:rPr>
        <w:t>in,</w:t>
      </w:r>
      <w:r w:rsidRPr="007F58E9">
        <w:rPr>
          <w:rFonts w:ascii="Arial" w:hAnsi="Arial" w:cs="Arial"/>
        </w:rPr>
        <w:t xml:space="preserve"> komt dit aan de linkerkant van het hokje te staan.</w:t>
      </w:r>
    </w:p>
    <w:p w14:paraId="689FBA87" w14:textId="556C60CA" w:rsidR="0004016A" w:rsidRPr="007F58E9" w:rsidRDefault="0004016A" w:rsidP="007F58E9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7F58E9">
        <w:rPr>
          <w:rFonts w:ascii="Arial" w:hAnsi="Arial" w:cs="Arial"/>
        </w:rPr>
        <w:t xml:space="preserve">Voer je cijfers in, </w:t>
      </w:r>
      <w:r w:rsidR="00AA73B6" w:rsidRPr="007F58E9">
        <w:rPr>
          <w:rFonts w:ascii="Arial" w:hAnsi="Arial" w:cs="Arial"/>
        </w:rPr>
        <w:t xml:space="preserve">komt dit aan de </w:t>
      </w:r>
      <w:r w:rsidRPr="007F58E9">
        <w:rPr>
          <w:rFonts w:ascii="Arial" w:hAnsi="Arial" w:cs="Arial"/>
        </w:rPr>
        <w:t>rechterkant</w:t>
      </w:r>
      <w:r w:rsidR="00AA73B6" w:rsidRPr="007F58E9">
        <w:rPr>
          <w:rFonts w:ascii="Arial" w:hAnsi="Arial" w:cs="Arial"/>
        </w:rPr>
        <w:t xml:space="preserve"> van het hokje te staan</w:t>
      </w:r>
      <w:r w:rsidRPr="007F58E9">
        <w:rPr>
          <w:rFonts w:ascii="Arial" w:hAnsi="Arial" w:cs="Arial"/>
        </w:rPr>
        <w:t>.</w:t>
      </w:r>
    </w:p>
    <w:p w14:paraId="3FAFBD11" w14:textId="77777777" w:rsidR="00AA73B6" w:rsidRPr="00BC60D6" w:rsidRDefault="00AA73B6" w:rsidP="00AA73B6">
      <w:pPr>
        <w:rPr>
          <w:rFonts w:ascii="Arial" w:hAnsi="Arial" w:cs="Arial"/>
        </w:rPr>
      </w:pPr>
    </w:p>
    <w:p w14:paraId="390E12F9" w14:textId="7C84F7D3" w:rsidR="0004016A" w:rsidRPr="009A0B2C" w:rsidRDefault="0004016A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Sorteer de gegevens</w:t>
      </w:r>
    </w:p>
    <w:p w14:paraId="0B599F7E" w14:textId="6574D962" w:rsidR="0004016A" w:rsidRPr="00BC60D6" w:rsidRDefault="0004016A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In Excel kun je gegevens gemakkelijk sorteren, bijvoorbeeld op </w:t>
      </w:r>
      <w:r w:rsidR="00B3112B" w:rsidRPr="00BC60D6">
        <w:rPr>
          <w:rFonts w:ascii="Arial" w:hAnsi="Arial" w:cs="Arial"/>
        </w:rPr>
        <w:t>alfabet</w:t>
      </w:r>
      <w:r w:rsidRPr="00BC60D6">
        <w:rPr>
          <w:rFonts w:ascii="Arial" w:hAnsi="Arial" w:cs="Arial"/>
        </w:rPr>
        <w:t xml:space="preserve"> of getallen van laag naar hoog of juist omgekeerd.</w:t>
      </w:r>
    </w:p>
    <w:p w14:paraId="3434A492" w14:textId="77777777" w:rsidR="007F58E9" w:rsidRDefault="00421B3E" w:rsidP="007F58E9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 w:rsidRPr="007F58E9">
        <w:rPr>
          <w:rFonts w:ascii="Arial" w:hAnsi="Arial" w:cs="Arial"/>
        </w:rPr>
        <w:t>Ga ergens in je tabel staan, het maakt niet uit waar.</w:t>
      </w:r>
      <w:r w:rsidRPr="007F58E9">
        <w:rPr>
          <w:rStyle w:val="apple-converted-space"/>
          <w:rFonts w:ascii="Arial" w:hAnsi="Arial" w:cs="Arial"/>
        </w:rPr>
        <w:t> </w:t>
      </w:r>
      <w:r w:rsidRPr="007F58E9">
        <w:rPr>
          <w:rFonts w:ascii="Arial" w:hAnsi="Arial" w:cs="Arial"/>
        </w:rPr>
        <w:t xml:space="preserve"> </w:t>
      </w:r>
    </w:p>
    <w:p w14:paraId="4EC471C6" w14:textId="629A3B9F" w:rsidR="00B3112B" w:rsidRPr="007F58E9" w:rsidRDefault="00421B3E" w:rsidP="007F58E9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 w:rsidRPr="007F58E9">
        <w:rPr>
          <w:rFonts w:ascii="Arial" w:hAnsi="Arial" w:cs="Arial"/>
        </w:rPr>
        <w:t xml:space="preserve">Klik in het tabblad ‘Start’ op het icoon </w:t>
      </w:r>
      <w:r w:rsidRPr="007F58E9">
        <w:rPr>
          <w:rFonts w:ascii="Arial" w:hAnsi="Arial" w:cs="Arial"/>
          <w:b/>
        </w:rPr>
        <w:t>S</w:t>
      </w:r>
      <w:r w:rsidR="00C951F2" w:rsidRPr="007F58E9">
        <w:rPr>
          <w:rFonts w:ascii="Arial" w:hAnsi="Arial" w:cs="Arial"/>
          <w:b/>
          <w:bCs/>
        </w:rPr>
        <w:t>orteren en filteren</w:t>
      </w:r>
      <w:r w:rsidRPr="007F58E9">
        <w:rPr>
          <w:rFonts w:ascii="Arial" w:hAnsi="Arial" w:cs="Arial"/>
          <w:b/>
          <w:bCs/>
        </w:rPr>
        <w:t xml:space="preserve"> </w:t>
      </w:r>
      <w:r w:rsidRPr="007F58E9">
        <w:rPr>
          <w:rFonts w:ascii="Arial" w:hAnsi="Arial" w:cs="Arial"/>
        </w:rPr>
        <w:t xml:space="preserve">en kies voor </w:t>
      </w:r>
      <w:r w:rsidR="00AA73B6" w:rsidRPr="007F58E9">
        <w:rPr>
          <w:rFonts w:ascii="Arial" w:hAnsi="Arial" w:cs="Arial"/>
          <w:b/>
          <w:bCs/>
        </w:rPr>
        <w:t>A</w:t>
      </w:r>
      <w:r w:rsidRPr="007F58E9">
        <w:rPr>
          <w:rFonts w:ascii="Arial" w:hAnsi="Arial" w:cs="Arial"/>
          <w:b/>
          <w:bCs/>
        </w:rPr>
        <w:t>angepaste sorteervolgorde</w:t>
      </w:r>
      <w:r w:rsidRPr="007F58E9">
        <w:rPr>
          <w:rFonts w:ascii="Arial" w:hAnsi="Arial" w:cs="Arial"/>
        </w:rPr>
        <w:t>.</w:t>
      </w:r>
    </w:p>
    <w:p w14:paraId="690FC326" w14:textId="77777777" w:rsidR="00887A09" w:rsidRPr="00BC60D6" w:rsidRDefault="00887A09" w:rsidP="00AA73B6">
      <w:pPr>
        <w:rPr>
          <w:rFonts w:ascii="Arial" w:hAnsi="Arial" w:cs="Arial"/>
        </w:rPr>
      </w:pPr>
    </w:p>
    <w:p w14:paraId="7140FBD8" w14:textId="5036AF4C" w:rsidR="00887A09" w:rsidRPr="00BC60D6" w:rsidRDefault="00B3112B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32537D54" wp14:editId="0797A0F1">
            <wp:extent cx="2223135" cy="1007771"/>
            <wp:effectExtent l="0" t="0" r="12065" b="8255"/>
            <wp:docPr id="9" name="Afbeelding 9" descr="../../../../../../Desktop/Schermafbeelding%202017-12-11%20om%2013.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../../../../Desktop/Schermafbeelding%202017-12-11%20om%2013.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934" cy="1025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BD51B" w14:textId="2F975D75" w:rsidR="00421B3E" w:rsidRPr="00BC60D6" w:rsidRDefault="00AA73B6" w:rsidP="00AA73B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7BA5F" wp14:editId="78AC3B14">
                <wp:simplePos x="0" y="0"/>
                <wp:positionH relativeFrom="column">
                  <wp:posOffset>3381360</wp:posOffset>
                </wp:positionH>
                <wp:positionV relativeFrom="paragraph">
                  <wp:posOffset>149225</wp:posOffset>
                </wp:positionV>
                <wp:extent cx="569595" cy="230505"/>
                <wp:effectExtent l="50800" t="0" r="40005" b="74295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9595" cy="2305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7F60043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Rechte verbindingslijn met pijl 20" o:spid="_x0000_s1026" type="#_x0000_t32" style="position:absolute;margin-left:266.25pt;margin-top:11.75pt;width:44.85pt;height:18.1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" strokecolor="red" strokeweight="1pt">
                <v:stroke endarrow="block" joinstyle="miter"/>
              </v:shape>
            </w:pict>
          </mc:Fallback>
        </mc:AlternateContent>
      </w:r>
    </w:p>
    <w:p w14:paraId="2027FD55" w14:textId="6ACEBE2C" w:rsidR="00B3112B" w:rsidRPr="00BC60D6" w:rsidRDefault="00B3112B" w:rsidP="00AA73B6">
      <w:pPr>
        <w:rPr>
          <w:rFonts w:ascii="Arial" w:hAnsi="Arial" w:cs="Arial"/>
        </w:rPr>
      </w:pPr>
      <w:r w:rsidRPr="00BC60D6">
        <w:rPr>
          <w:rFonts w:ascii="Arial" w:hAnsi="Arial" w:cs="Arial"/>
          <w:noProof/>
        </w:rPr>
        <w:drawing>
          <wp:inline distT="0" distB="0" distL="0" distR="0" wp14:anchorId="206B71BC" wp14:editId="1775CA8E">
            <wp:extent cx="4447889" cy="1975857"/>
            <wp:effectExtent l="0" t="0" r="0" b="5715"/>
            <wp:docPr id="11" name="Afbeelding 11" descr="../../../../../../Desktop/Schermafbeelding%202017-12-11%20om%2013.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../../../../../../Desktop/Schermafbeelding%202017-12-11%20om%2013.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033" cy="198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FD3DD" w14:textId="77777777" w:rsidR="00421B3E" w:rsidRPr="00421B3E" w:rsidRDefault="00421B3E" w:rsidP="00AA73B6">
      <w:pPr>
        <w:rPr>
          <w:rFonts w:ascii="Arial" w:hAnsi="Arial" w:cs="Arial"/>
        </w:rPr>
      </w:pPr>
    </w:p>
    <w:p w14:paraId="43093977" w14:textId="1BF92C51" w:rsidR="00421B3E" w:rsidRPr="007F58E9" w:rsidRDefault="00421B3E" w:rsidP="007F58E9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 w:rsidRPr="007F58E9">
        <w:rPr>
          <w:rFonts w:ascii="Arial" w:hAnsi="Arial" w:cs="Arial"/>
        </w:rPr>
        <w:t xml:space="preserve">Kies de kolom waar je op wilt sorteren (Kolom A). </w:t>
      </w:r>
    </w:p>
    <w:p w14:paraId="11AF9AB5" w14:textId="4D27F36D" w:rsidR="00421B3E" w:rsidRPr="007F58E9" w:rsidRDefault="00421B3E" w:rsidP="007F58E9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 w:rsidRPr="007F58E9">
        <w:rPr>
          <w:rFonts w:ascii="Arial" w:hAnsi="Arial" w:cs="Arial"/>
        </w:rPr>
        <w:t xml:space="preserve">Zorg dat het vinkje </w:t>
      </w:r>
      <w:r w:rsidR="006477C5" w:rsidRPr="007F58E9">
        <w:rPr>
          <w:rFonts w:ascii="Arial" w:hAnsi="Arial" w:cs="Arial"/>
        </w:rPr>
        <w:t xml:space="preserve">bij </w:t>
      </w:r>
      <w:r w:rsidRPr="007F58E9">
        <w:rPr>
          <w:rFonts w:ascii="Arial" w:hAnsi="Arial" w:cs="Arial"/>
        </w:rPr>
        <w:t>‘De lijst bevat kopteksten’ is aangevinkt. </w:t>
      </w:r>
    </w:p>
    <w:p w14:paraId="18CEC7EE" w14:textId="501C0800" w:rsidR="00421B3E" w:rsidRPr="007F58E9" w:rsidRDefault="00421B3E" w:rsidP="007F58E9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 w:rsidRPr="007F58E9">
        <w:rPr>
          <w:rFonts w:ascii="Arial" w:hAnsi="Arial" w:cs="Arial"/>
        </w:rPr>
        <w:t>Klik op OK. </w:t>
      </w:r>
    </w:p>
    <w:p w14:paraId="74D23B9C" w14:textId="2A727118" w:rsidR="000115F0" w:rsidRPr="00BC60D6" w:rsidRDefault="000115F0" w:rsidP="00AA73B6">
      <w:pPr>
        <w:rPr>
          <w:rFonts w:ascii="Arial" w:hAnsi="Arial" w:cs="Arial"/>
        </w:rPr>
      </w:pPr>
    </w:p>
    <w:p w14:paraId="7AB760C6" w14:textId="6CC89B05" w:rsidR="00B3112B" w:rsidRPr="00BC60D6" w:rsidRDefault="000115F0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In de tabel zijn de namen nu gesorteerd op alfabetische volgorde van A naar Z.</w:t>
      </w:r>
    </w:p>
    <w:p w14:paraId="650F4A1E" w14:textId="22B332B0" w:rsidR="000115F0" w:rsidRPr="00F5532D" w:rsidRDefault="000115F0" w:rsidP="00F5532D">
      <w:pPr>
        <w:pStyle w:val="p2"/>
        <w:rPr>
          <w:rFonts w:ascii="Arial" w:hAnsi="Arial" w:cs="Arial"/>
          <w:sz w:val="24"/>
          <w:szCs w:val="24"/>
        </w:rPr>
      </w:pPr>
      <w:r w:rsidRPr="00BC60D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CFCDC75" wp14:editId="150E8170">
            <wp:extent cx="2695203" cy="1353124"/>
            <wp:effectExtent l="0" t="0" r="0" b="0"/>
            <wp:docPr id="16" name="Afbeelding 16" descr="../../../../../../Desktop/Schermafbeelding%202017-12-11%20om%2014.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../../../../../../Desktop/Schermafbeelding%202017-12-11%20om%2014.0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316" cy="13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3407B" w14:textId="77777777" w:rsidR="00D51BFC" w:rsidRDefault="00D51BFC" w:rsidP="00A8145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69B59FC" w14:textId="729F19B5" w:rsidR="000115F0" w:rsidRPr="009A0B2C" w:rsidRDefault="000115F0" w:rsidP="00005FBD">
      <w:pPr>
        <w:outlineLvl w:val="0"/>
        <w:rPr>
          <w:rFonts w:ascii="Arial" w:hAnsi="Arial" w:cs="Arial"/>
          <w:u w:val="single"/>
        </w:rPr>
      </w:pPr>
      <w:r w:rsidRPr="009A0B2C">
        <w:rPr>
          <w:rFonts w:ascii="Arial" w:hAnsi="Arial" w:cs="Arial"/>
          <w:b/>
          <w:bCs/>
          <w:u w:val="single"/>
        </w:rPr>
        <w:lastRenderedPageBreak/>
        <w:t>Maak je tabel mooier: maak je kopregel opvallender </w:t>
      </w:r>
    </w:p>
    <w:p w14:paraId="60D7E067" w14:textId="1707C69F" w:rsidR="000115F0" w:rsidRPr="000115F0" w:rsidRDefault="000115F0" w:rsidP="00AA73B6">
      <w:pPr>
        <w:rPr>
          <w:rFonts w:ascii="Arial" w:hAnsi="Arial" w:cs="Arial"/>
        </w:rPr>
      </w:pPr>
      <w:r w:rsidRPr="000115F0">
        <w:rPr>
          <w:rFonts w:ascii="Arial" w:hAnsi="Arial" w:cs="Arial"/>
        </w:rPr>
        <w:t>Je kunt op verschillende manieren je tabel mooier maken</w:t>
      </w:r>
      <w:r w:rsidRPr="00BC60D6">
        <w:rPr>
          <w:rFonts w:ascii="Arial" w:hAnsi="Arial" w:cs="Arial"/>
        </w:rPr>
        <w:t>.</w:t>
      </w:r>
    </w:p>
    <w:p w14:paraId="54C8B0AD" w14:textId="5E8A9A92" w:rsidR="000115F0" w:rsidRPr="000115F0" w:rsidRDefault="000115F0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 xml:space="preserve">Je kunt bijvoorbeeld de kop een andere kleur geven, het </w:t>
      </w:r>
      <w:r w:rsidRPr="000115F0">
        <w:rPr>
          <w:rFonts w:ascii="Arial" w:hAnsi="Arial" w:cs="Arial"/>
        </w:rPr>
        <w:t xml:space="preserve">lettertype en </w:t>
      </w:r>
      <w:r w:rsidRPr="00BC60D6">
        <w:rPr>
          <w:rFonts w:ascii="Arial" w:hAnsi="Arial" w:cs="Arial"/>
        </w:rPr>
        <w:t xml:space="preserve">de </w:t>
      </w:r>
      <w:r w:rsidRPr="000115F0">
        <w:rPr>
          <w:rFonts w:ascii="Arial" w:hAnsi="Arial" w:cs="Arial"/>
        </w:rPr>
        <w:t>lettergrootte</w:t>
      </w:r>
      <w:r w:rsidRPr="00BC60D6">
        <w:rPr>
          <w:rFonts w:ascii="Arial" w:hAnsi="Arial" w:cs="Arial"/>
        </w:rPr>
        <w:t> veranderen.</w:t>
      </w:r>
    </w:p>
    <w:p w14:paraId="357B003E" w14:textId="77777777" w:rsidR="000115F0" w:rsidRPr="00BC60D6" w:rsidRDefault="000115F0" w:rsidP="00AA73B6">
      <w:pPr>
        <w:rPr>
          <w:rFonts w:ascii="Arial" w:hAnsi="Arial" w:cs="Arial"/>
        </w:rPr>
      </w:pPr>
    </w:p>
    <w:p w14:paraId="6980C442" w14:textId="05DC8A87" w:rsidR="000115F0" w:rsidRPr="000115F0" w:rsidRDefault="000115F0" w:rsidP="00AA73B6">
      <w:pPr>
        <w:rPr>
          <w:rFonts w:ascii="Arial" w:hAnsi="Arial" w:cs="Arial"/>
        </w:rPr>
      </w:pPr>
      <w:r w:rsidRPr="000115F0">
        <w:rPr>
          <w:rFonts w:ascii="Arial" w:hAnsi="Arial" w:cs="Arial"/>
        </w:rPr>
        <w:t xml:space="preserve">Selecteer </w:t>
      </w:r>
      <w:r w:rsidRPr="00BC60D6">
        <w:rPr>
          <w:rFonts w:ascii="Arial" w:hAnsi="Arial" w:cs="Arial"/>
        </w:rPr>
        <w:t>de cel</w:t>
      </w:r>
      <w:r w:rsidRPr="000115F0">
        <w:rPr>
          <w:rFonts w:ascii="Arial" w:hAnsi="Arial" w:cs="Arial"/>
        </w:rPr>
        <w:t xml:space="preserve"> of </w:t>
      </w:r>
      <w:r w:rsidRPr="00BC60D6">
        <w:rPr>
          <w:rFonts w:ascii="Arial" w:hAnsi="Arial" w:cs="Arial"/>
        </w:rPr>
        <w:t>cellen</w:t>
      </w:r>
      <w:r w:rsidRPr="000115F0">
        <w:rPr>
          <w:rFonts w:ascii="Arial" w:hAnsi="Arial" w:cs="Arial"/>
        </w:rPr>
        <w:t xml:space="preserve"> die je wilt veranderen.</w:t>
      </w:r>
      <w:r w:rsidRPr="00BC60D6">
        <w:rPr>
          <w:rFonts w:ascii="Arial" w:hAnsi="Arial" w:cs="Arial"/>
        </w:rPr>
        <w:t> </w:t>
      </w:r>
    </w:p>
    <w:p w14:paraId="65B3BD6A" w14:textId="5A430F72" w:rsidR="000115F0" w:rsidRDefault="000115F0" w:rsidP="00AA73B6">
      <w:pPr>
        <w:rPr>
          <w:rFonts w:ascii="Arial" w:hAnsi="Arial" w:cs="Arial"/>
        </w:rPr>
      </w:pPr>
      <w:r w:rsidRPr="00BC60D6">
        <w:rPr>
          <w:rFonts w:ascii="Arial" w:hAnsi="Arial" w:cs="Arial"/>
        </w:rPr>
        <w:t>Klik in het tabblad ‘Start’ op het juiste icoon. Dit werkt hetzelfde als in Word.</w:t>
      </w:r>
    </w:p>
    <w:p w14:paraId="59B45EF4" w14:textId="48D1E89A" w:rsidR="000115F0" w:rsidRPr="00BC60D6" w:rsidRDefault="002775EB" w:rsidP="00AA73B6">
      <w:pPr>
        <w:rPr>
          <w:rFonts w:ascii="Arial" w:hAnsi="Arial" w:cs="Arial"/>
        </w:rPr>
      </w:pPr>
      <w:r>
        <w:rPr>
          <w:rFonts w:ascii="Arial" w:hAnsi="Arial" w:cs="Arial"/>
        </w:rPr>
        <w:t>Bijvoorbeeld</w:t>
      </w:r>
    </w:p>
    <w:p w14:paraId="7FEA3C40" w14:textId="0DABF1ED" w:rsidR="00BD1E53" w:rsidRDefault="00F2553D" w:rsidP="00AA73B6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CEFFD4" wp14:editId="63FE09B8">
            <wp:extent cx="1767735" cy="964933"/>
            <wp:effectExtent l="0" t="0" r="10795" b="635"/>
            <wp:docPr id="17" name="Afbeelding 17" descr="../../../../../../Desktop/Schermafbeelding%202017-12-25%20om%2007.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25%20om%2007.0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735" cy="96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664CF" w14:textId="77777777" w:rsidR="002775EB" w:rsidRDefault="002775EB" w:rsidP="007D56A6">
      <w:pPr>
        <w:rPr>
          <w:rFonts w:ascii="Arial" w:hAnsi="Arial" w:cs="Arial"/>
        </w:rPr>
      </w:pPr>
    </w:p>
    <w:p w14:paraId="7550223B" w14:textId="77777777" w:rsidR="002775EB" w:rsidRDefault="002775EB" w:rsidP="007D56A6">
      <w:pPr>
        <w:rPr>
          <w:rFonts w:ascii="Arial" w:hAnsi="Arial" w:cs="Arial"/>
          <w:b/>
          <w:bCs/>
        </w:rPr>
      </w:pPr>
    </w:p>
    <w:p w14:paraId="71FE5EC7" w14:textId="096DC4CA" w:rsidR="00902CED" w:rsidRPr="009A0B2C" w:rsidRDefault="007D56A6" w:rsidP="00005FBD">
      <w:pPr>
        <w:outlineLvl w:val="0"/>
        <w:rPr>
          <w:rFonts w:ascii="Arial" w:hAnsi="Arial" w:cs="Arial"/>
          <w:b/>
          <w:bCs/>
          <w:u w:val="single"/>
        </w:rPr>
      </w:pPr>
      <w:r w:rsidRPr="009A0B2C">
        <w:rPr>
          <w:rFonts w:ascii="Arial" w:hAnsi="Arial" w:cs="Arial"/>
          <w:b/>
          <w:bCs/>
          <w:u w:val="single"/>
        </w:rPr>
        <w:t>Pas de naam van je werkblad aan</w:t>
      </w:r>
    </w:p>
    <w:p w14:paraId="77C0584A" w14:textId="77777777" w:rsidR="00D51BFC" w:rsidRDefault="00D51BFC" w:rsidP="00D51BFC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Verander onderaan je scherm de naam van het werkblad van ‘Blad1’ in ‘Opdracht 1’.</w:t>
      </w:r>
    </w:p>
    <w:p w14:paraId="387392B8" w14:textId="15BD8752" w:rsidR="002775EB" w:rsidRDefault="003319DE" w:rsidP="00D20A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 behulp van de </w:t>
      </w:r>
      <w:r w:rsidR="00D51BFC" w:rsidRPr="00D51BFC">
        <w:rPr>
          <w:rFonts w:ascii="Arial" w:hAnsi="Arial" w:cs="Arial"/>
        </w:rPr>
        <w:t>rechtermuisknop</w:t>
      </w:r>
      <w:r w:rsidR="00D51BFC">
        <w:rPr>
          <w:rFonts w:ascii="Arial" w:hAnsi="Arial" w:cs="Arial"/>
        </w:rPr>
        <w:t xml:space="preserve"> op het werkblad ‘Blad1’ (onderaan je scherm), verschijnt het menu:</w:t>
      </w:r>
    </w:p>
    <w:p w14:paraId="44D06A52" w14:textId="14305DA6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037838B2" wp14:editId="56682A72">
            <wp:simplePos x="0" y="0"/>
            <wp:positionH relativeFrom="column">
              <wp:posOffset>17145</wp:posOffset>
            </wp:positionH>
            <wp:positionV relativeFrom="paragraph">
              <wp:posOffset>67945</wp:posOffset>
            </wp:positionV>
            <wp:extent cx="2497455" cy="1760220"/>
            <wp:effectExtent l="0" t="0" r="0" b="0"/>
            <wp:wrapTight wrapText="bothSides">
              <wp:wrapPolygon edited="0">
                <wp:start x="0" y="0"/>
                <wp:lineTo x="0" y="21195"/>
                <wp:lineTo x="21309" y="21195"/>
                <wp:lineTo x="21309" y="0"/>
                <wp:lineTo x="0" y="0"/>
              </wp:wrapPolygon>
            </wp:wrapTight>
            <wp:docPr id="1" name="Afbeelding 1" descr="../../../../../../Desktop/Schermafbeelding%202017-12-11%20om%2015.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11%20om%2015.4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B399B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0D2DB5AB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4686FCD7" w14:textId="5D00588F" w:rsidR="00902CED" w:rsidRDefault="00D20A16" w:rsidP="00AA73B6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V</w:t>
      </w:r>
      <w:r w:rsidR="00D51BFC">
        <w:rPr>
          <w:rFonts w:ascii="Arial" w:hAnsi="Arial" w:cs="Arial"/>
          <w:sz w:val="24"/>
          <w:szCs w:val="24"/>
        </w:rPr>
        <w:t>erander de na</w:t>
      </w:r>
      <w:r w:rsidR="002775EB">
        <w:rPr>
          <w:rFonts w:ascii="Arial" w:hAnsi="Arial" w:cs="Arial"/>
          <w:sz w:val="24"/>
          <w:szCs w:val="24"/>
        </w:rPr>
        <w:t>am van ‘Blad1’ in ‘Opdracht 1’.</w:t>
      </w:r>
    </w:p>
    <w:p w14:paraId="320FAB8B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1E34B00A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6652407A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7C808825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69F3EEFF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4E249AB5" w14:textId="77777777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6D4FE512" w14:textId="4095BA01" w:rsidR="002775EB" w:rsidRDefault="002775EB" w:rsidP="00AA73B6">
      <w:pPr>
        <w:pStyle w:val="p2"/>
        <w:rPr>
          <w:rFonts w:ascii="Arial" w:hAnsi="Arial" w:cs="Arial"/>
          <w:sz w:val="24"/>
          <w:szCs w:val="24"/>
        </w:rPr>
      </w:pPr>
    </w:p>
    <w:p w14:paraId="2D13E325" w14:textId="4B0D889C" w:rsidR="002775EB" w:rsidRDefault="00D20A16" w:rsidP="00AA73B6">
      <w:pPr>
        <w:pStyle w:val="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0A046B3E" wp14:editId="3E03C9B3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141095" cy="879475"/>
            <wp:effectExtent l="0" t="0" r="1905" b="9525"/>
            <wp:wrapSquare wrapText="bothSides"/>
            <wp:docPr id="5" name="Afbeelding 5" descr="../../../../../../Desktop/Schermafbeelding%202017-12-11%20om%2015.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Schermafbeelding%202017-12-11%20om%2015.4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F08F0" w14:textId="2F27CF8C" w:rsidR="007D56A6" w:rsidRPr="00BC60D6" w:rsidRDefault="007D56A6" w:rsidP="00AA73B6">
      <w:pPr>
        <w:pStyle w:val="p2"/>
        <w:rPr>
          <w:rFonts w:ascii="Arial" w:hAnsi="Arial" w:cs="Arial"/>
          <w:sz w:val="24"/>
          <w:szCs w:val="24"/>
        </w:rPr>
      </w:pPr>
    </w:p>
    <w:p w14:paraId="4E53912E" w14:textId="77777777" w:rsidR="000115F0" w:rsidRDefault="000115F0" w:rsidP="00AA73B6">
      <w:pPr>
        <w:rPr>
          <w:rFonts w:ascii="Arial" w:hAnsi="Arial" w:cs="Arial"/>
        </w:rPr>
      </w:pPr>
    </w:p>
    <w:p w14:paraId="68C4558F" w14:textId="77777777" w:rsidR="00D20A16" w:rsidRDefault="00D20A16" w:rsidP="00AA73B6">
      <w:pPr>
        <w:rPr>
          <w:rFonts w:ascii="Arial" w:hAnsi="Arial" w:cs="Arial"/>
        </w:rPr>
      </w:pPr>
    </w:p>
    <w:p w14:paraId="4F134543" w14:textId="77777777" w:rsidR="00D20A16" w:rsidRDefault="00D20A16" w:rsidP="00AA73B6">
      <w:pPr>
        <w:rPr>
          <w:rFonts w:ascii="Arial" w:hAnsi="Arial" w:cs="Arial"/>
        </w:rPr>
      </w:pPr>
    </w:p>
    <w:p w14:paraId="313DE559" w14:textId="77777777" w:rsidR="00D20A16" w:rsidRDefault="00D20A16" w:rsidP="00AA73B6">
      <w:pPr>
        <w:rPr>
          <w:rFonts w:ascii="Arial" w:hAnsi="Arial" w:cs="Arial"/>
        </w:rPr>
      </w:pPr>
    </w:p>
    <w:p w14:paraId="3BD08A60" w14:textId="0F2B5CB7" w:rsidR="003319DE" w:rsidRDefault="00F5532D" w:rsidP="00AA73B6">
      <w:pPr>
        <w:rPr>
          <w:rFonts w:ascii="Arial" w:hAnsi="Arial" w:cs="Arial"/>
        </w:rPr>
      </w:pPr>
      <w:r>
        <w:rPr>
          <w:rFonts w:ascii="Arial" w:hAnsi="Arial" w:cs="Arial"/>
        </w:rPr>
        <w:t>Ditzelfde kun je ook bereiken door te dubbelklikken op de tekst ‘Blad1’. Nu kun je de tekst veranderen in ‘Opdracht 1’.</w:t>
      </w:r>
      <w:r w:rsidR="007F58E9">
        <w:rPr>
          <w:rFonts w:ascii="Arial" w:hAnsi="Arial" w:cs="Arial"/>
        </w:rPr>
        <w:br/>
      </w:r>
    </w:p>
    <w:p w14:paraId="5BFDC6A1" w14:textId="4A594949" w:rsidR="0049261F" w:rsidRDefault="0049261F" w:rsidP="00AA73B6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Opslaan</w:t>
      </w:r>
      <w:r w:rsidRPr="009749C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b</w:t>
      </w:r>
      <w:r w:rsidRPr="009749C5">
        <w:rPr>
          <w:rFonts w:ascii="Arial" w:hAnsi="Arial" w:cs="Arial"/>
          <w:b/>
          <w:u w:val="single"/>
        </w:rPr>
        <w:t>estand</w:t>
      </w:r>
      <w:r w:rsidRPr="000115F0">
        <w:rPr>
          <w:rFonts w:ascii="Arial" w:hAnsi="Arial" w:cs="Arial"/>
        </w:rPr>
        <w:t xml:space="preserve"> </w:t>
      </w:r>
    </w:p>
    <w:p w14:paraId="70D32212" w14:textId="31BA076C" w:rsidR="000115F0" w:rsidRPr="000115F0" w:rsidRDefault="000115F0" w:rsidP="00AA73B6">
      <w:pPr>
        <w:rPr>
          <w:rFonts w:ascii="Arial" w:hAnsi="Arial" w:cs="Arial"/>
        </w:rPr>
      </w:pPr>
      <w:r w:rsidRPr="000115F0">
        <w:rPr>
          <w:rFonts w:ascii="Arial" w:hAnsi="Arial" w:cs="Arial"/>
        </w:rPr>
        <w:t xml:space="preserve">Kies links bovenin voor </w:t>
      </w:r>
      <w:r w:rsidR="00B63B9D" w:rsidRPr="00BC60D6">
        <w:rPr>
          <w:rFonts w:ascii="Arial" w:hAnsi="Arial" w:cs="Arial"/>
        </w:rPr>
        <w:t>‘B</w:t>
      </w:r>
      <w:r w:rsidRPr="000115F0">
        <w:rPr>
          <w:rFonts w:ascii="Arial" w:hAnsi="Arial" w:cs="Arial"/>
        </w:rPr>
        <w:t>estand’</w:t>
      </w:r>
      <w:r w:rsidRPr="00BC60D6">
        <w:rPr>
          <w:rFonts w:ascii="Arial" w:hAnsi="Arial" w:cs="Arial"/>
        </w:rPr>
        <w:t xml:space="preserve">, </w:t>
      </w:r>
      <w:r w:rsidR="00B63B9D" w:rsidRPr="00BC60D6">
        <w:rPr>
          <w:rFonts w:ascii="Arial" w:hAnsi="Arial" w:cs="Arial"/>
        </w:rPr>
        <w:t>‘O</w:t>
      </w:r>
      <w:r w:rsidRPr="000115F0">
        <w:rPr>
          <w:rFonts w:ascii="Arial" w:hAnsi="Arial" w:cs="Arial"/>
        </w:rPr>
        <w:t>pslaan als’</w:t>
      </w:r>
      <w:r w:rsidR="00F5532D">
        <w:rPr>
          <w:rFonts w:ascii="Arial" w:hAnsi="Arial" w:cs="Arial"/>
        </w:rPr>
        <w:t>.</w:t>
      </w:r>
    </w:p>
    <w:p w14:paraId="15B602F7" w14:textId="2151DA99" w:rsidR="000115F0" w:rsidRPr="00503ED6" w:rsidRDefault="000115F0" w:rsidP="00AA73B6">
      <w:pPr>
        <w:rPr>
          <w:rFonts w:ascii="Arial" w:hAnsi="Arial" w:cs="Arial"/>
        </w:rPr>
      </w:pPr>
      <w:r w:rsidRPr="00503ED6">
        <w:rPr>
          <w:rFonts w:ascii="Arial" w:hAnsi="Arial" w:cs="Arial"/>
        </w:rPr>
        <w:t xml:space="preserve">Geef het </w:t>
      </w:r>
      <w:r w:rsidR="0049261F" w:rsidRPr="00503ED6">
        <w:rPr>
          <w:rFonts w:ascii="Arial" w:hAnsi="Arial" w:cs="Arial"/>
        </w:rPr>
        <w:t>Excel-</w:t>
      </w:r>
      <w:r w:rsidRPr="00503ED6">
        <w:rPr>
          <w:rFonts w:ascii="Arial" w:hAnsi="Arial" w:cs="Arial"/>
        </w:rPr>
        <w:t xml:space="preserve">bestand </w:t>
      </w:r>
      <w:r w:rsidR="007F58E9">
        <w:rPr>
          <w:rFonts w:ascii="Arial" w:hAnsi="Arial" w:cs="Arial"/>
        </w:rPr>
        <w:t>de naam Opdracht 1.1 en sla deze op.</w:t>
      </w:r>
      <w:bookmarkStart w:id="0" w:name="_GoBack"/>
      <w:bookmarkEnd w:id="0"/>
    </w:p>
    <w:p w14:paraId="67DFBBD5" w14:textId="77777777" w:rsidR="000115F0" w:rsidRPr="00BC60D6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BC60D6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640A"/>
    <w:multiLevelType w:val="hybridMultilevel"/>
    <w:tmpl w:val="5B6C8F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733C5"/>
    <w:multiLevelType w:val="hybridMultilevel"/>
    <w:tmpl w:val="8C983C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2F08"/>
    <w:multiLevelType w:val="hybridMultilevel"/>
    <w:tmpl w:val="0AA6CD9A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D3766"/>
    <w:multiLevelType w:val="hybridMultilevel"/>
    <w:tmpl w:val="214C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0465B"/>
    <w:multiLevelType w:val="hybridMultilevel"/>
    <w:tmpl w:val="C57831B8"/>
    <w:lvl w:ilvl="0" w:tplc="7F92660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E78C9"/>
    <w:multiLevelType w:val="hybridMultilevel"/>
    <w:tmpl w:val="287213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84"/>
    <w:rsid w:val="00000D09"/>
    <w:rsid w:val="00005FBD"/>
    <w:rsid w:val="000115F0"/>
    <w:rsid w:val="0004016A"/>
    <w:rsid w:val="000718A6"/>
    <w:rsid w:val="000A4BFF"/>
    <w:rsid w:val="001607CD"/>
    <w:rsid w:val="001700A5"/>
    <w:rsid w:val="00182FD2"/>
    <w:rsid w:val="001931D4"/>
    <w:rsid w:val="0024041A"/>
    <w:rsid w:val="002538D1"/>
    <w:rsid w:val="002775EB"/>
    <w:rsid w:val="002E767A"/>
    <w:rsid w:val="003319DE"/>
    <w:rsid w:val="0036695B"/>
    <w:rsid w:val="003B4824"/>
    <w:rsid w:val="003C2981"/>
    <w:rsid w:val="00421B3E"/>
    <w:rsid w:val="00485272"/>
    <w:rsid w:val="0049206D"/>
    <w:rsid w:val="0049261F"/>
    <w:rsid w:val="00503ED6"/>
    <w:rsid w:val="005741DD"/>
    <w:rsid w:val="006477C5"/>
    <w:rsid w:val="00671863"/>
    <w:rsid w:val="006744F7"/>
    <w:rsid w:val="00693ED2"/>
    <w:rsid w:val="0069760F"/>
    <w:rsid w:val="006C1192"/>
    <w:rsid w:val="006E47CC"/>
    <w:rsid w:val="0072115B"/>
    <w:rsid w:val="00785EF8"/>
    <w:rsid w:val="007D56A6"/>
    <w:rsid w:val="007F58E9"/>
    <w:rsid w:val="00802A27"/>
    <w:rsid w:val="00834A44"/>
    <w:rsid w:val="00844CE6"/>
    <w:rsid w:val="00887A09"/>
    <w:rsid w:val="00902CED"/>
    <w:rsid w:val="0098237F"/>
    <w:rsid w:val="00994B0B"/>
    <w:rsid w:val="009A0B2C"/>
    <w:rsid w:val="00A12A54"/>
    <w:rsid w:val="00A24F6F"/>
    <w:rsid w:val="00A41F84"/>
    <w:rsid w:val="00A800A2"/>
    <w:rsid w:val="00A81453"/>
    <w:rsid w:val="00AA73B6"/>
    <w:rsid w:val="00B15FDD"/>
    <w:rsid w:val="00B3112B"/>
    <w:rsid w:val="00B63B9D"/>
    <w:rsid w:val="00B7436C"/>
    <w:rsid w:val="00BC60D6"/>
    <w:rsid w:val="00BD1E53"/>
    <w:rsid w:val="00C229A8"/>
    <w:rsid w:val="00C3272C"/>
    <w:rsid w:val="00C355DE"/>
    <w:rsid w:val="00C71C7B"/>
    <w:rsid w:val="00C951F2"/>
    <w:rsid w:val="00D20A16"/>
    <w:rsid w:val="00D366AE"/>
    <w:rsid w:val="00D51BFC"/>
    <w:rsid w:val="00D85177"/>
    <w:rsid w:val="00DD07F5"/>
    <w:rsid w:val="00E07D6A"/>
    <w:rsid w:val="00E71542"/>
    <w:rsid w:val="00EA497C"/>
    <w:rsid w:val="00ED0B7F"/>
    <w:rsid w:val="00F21164"/>
    <w:rsid w:val="00F2553D"/>
    <w:rsid w:val="00F36D7B"/>
    <w:rsid w:val="00F5532D"/>
    <w:rsid w:val="00F8413E"/>
    <w:rsid w:val="00F90827"/>
    <w:rsid w:val="00FE11BD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C7E652C8.dotm</Template>
  <TotalTime>0</TotalTime>
  <Pages>4</Pages>
  <Words>422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Opdracht 1 - Maak een tabel</vt:lpstr>
      <vt:lpstr>Met de pijltjestoetsen of de tabtoets spring je van hokje naar hokje (de cellen)</vt:lpstr>
      <vt:lpstr>Vul de koppen van de tabel</vt:lpstr>
      <vt:lpstr>Zet lijntjes om je tabel</vt:lpstr>
      <vt:lpstr/>
      <vt:lpstr>Pas de breedte van de kolommen aan </vt:lpstr>
      <vt:lpstr>Voer resultaten in</vt:lpstr>
      <vt:lpstr>Sorteer de gegevens</vt:lpstr>
      <vt:lpstr>Filter de gegevens</vt:lpstr>
      <vt:lpstr>Bij de kopkoppen komen keuzelijsten /</vt:lpstr>
      <vt:lpstr>Mogelijkheden bij getallen →</vt:lpstr>
      <vt:lpstr>Verwijder het filter </vt:lpstr>
      <vt:lpstr>Maak je tabel mooier: maak je kopregel opvallender </vt:lpstr>
      <vt:lpstr>Pas de naam van je werkblad aan</vt:lpstr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</cp:lastModifiedBy>
  <cp:revision>2</cp:revision>
  <dcterms:created xsi:type="dcterms:W3CDTF">2018-12-20T11:26:00Z</dcterms:created>
  <dcterms:modified xsi:type="dcterms:W3CDTF">2018-12-20T11:26:00Z</dcterms:modified>
</cp:coreProperties>
</file>