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E3691" w14:textId="340B22D6" w:rsidR="009559FB" w:rsidRPr="009559FB" w:rsidRDefault="000F6EAB" w:rsidP="00264B1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Verdieping</w:t>
      </w:r>
      <w:r w:rsidR="00115E5F">
        <w:rPr>
          <w:rFonts w:ascii="Arial" w:hAnsi="Arial" w:cs="Arial"/>
          <w:b/>
          <w:sz w:val="32"/>
          <w:szCs w:val="32"/>
        </w:rPr>
        <w:t xml:space="preserve"> 1</w:t>
      </w:r>
      <w:r>
        <w:rPr>
          <w:rFonts w:ascii="Arial" w:hAnsi="Arial" w:cs="Arial"/>
          <w:b/>
          <w:sz w:val="32"/>
          <w:szCs w:val="32"/>
        </w:rPr>
        <w:t xml:space="preserve"> en 2</w:t>
      </w:r>
      <w:bookmarkStart w:id="0" w:name="_GoBack"/>
      <w:bookmarkEnd w:id="0"/>
    </w:p>
    <w:p w14:paraId="01971F7C" w14:textId="77777777" w:rsidR="009559FB" w:rsidRDefault="009559F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E4C352" w14:textId="0781FFE4" w:rsidR="0096758E" w:rsidRDefault="0096758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Open Excel-bestand </w:t>
      </w:r>
      <w:r w:rsidR="001A167C">
        <w:rPr>
          <w:rFonts w:ascii="Arial" w:hAnsi="Arial" w:cs="Arial"/>
          <w:sz w:val="24"/>
          <w:szCs w:val="24"/>
        </w:rPr>
        <w:t>‘</w:t>
      </w:r>
      <w:r w:rsidR="00D307C6">
        <w:rPr>
          <w:rFonts w:ascii="Arial" w:hAnsi="Arial" w:cs="Arial"/>
          <w:color w:val="000000" w:themeColor="text1"/>
          <w:sz w:val="24"/>
          <w:szCs w:val="24"/>
        </w:rPr>
        <w:t>Verdieping 1 en 2</w:t>
      </w:r>
      <w:r>
        <w:rPr>
          <w:rFonts w:ascii="Arial" w:hAnsi="Arial" w:cs="Arial"/>
          <w:sz w:val="24"/>
          <w:szCs w:val="24"/>
        </w:rPr>
        <w:t>.</w:t>
      </w:r>
    </w:p>
    <w:p w14:paraId="0C7379AF" w14:textId="4095B661" w:rsidR="0096758E" w:rsidRDefault="0096758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tabel zie je </w:t>
      </w:r>
      <w:r w:rsidR="00C3077E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="00D80B85">
        <w:rPr>
          <w:rFonts w:ascii="Arial" w:hAnsi="Arial" w:cs="Arial"/>
          <w:sz w:val="24"/>
          <w:szCs w:val="24"/>
        </w:rPr>
        <w:t>fietsverkopen</w:t>
      </w:r>
      <w:r>
        <w:rPr>
          <w:rFonts w:ascii="Arial" w:hAnsi="Arial" w:cs="Arial"/>
          <w:sz w:val="24"/>
          <w:szCs w:val="24"/>
        </w:rPr>
        <w:t xml:space="preserve"> in de maanden </w:t>
      </w:r>
      <w:r w:rsidR="00D80B85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 en </w:t>
      </w:r>
      <w:r w:rsidR="00D80B85">
        <w:rPr>
          <w:rFonts w:ascii="Arial" w:hAnsi="Arial" w:cs="Arial"/>
          <w:sz w:val="24"/>
          <w:szCs w:val="24"/>
        </w:rPr>
        <w:t>juli</w:t>
      </w:r>
      <w:r>
        <w:rPr>
          <w:rFonts w:ascii="Arial" w:hAnsi="Arial" w:cs="Arial"/>
          <w:sz w:val="24"/>
          <w:szCs w:val="24"/>
        </w:rPr>
        <w:t>.</w:t>
      </w:r>
    </w:p>
    <w:p w14:paraId="6509D22C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8286C6" w14:textId="77777777" w:rsidR="00C3077E" w:rsidRDefault="00C3077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9E77BC" w14:textId="679D257C" w:rsidR="009749C5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749C5">
        <w:rPr>
          <w:rFonts w:ascii="Arial" w:hAnsi="Arial" w:cs="Arial"/>
          <w:b/>
          <w:sz w:val="24"/>
          <w:szCs w:val="24"/>
          <w:u w:val="single"/>
        </w:rPr>
        <w:t>Invoeren gegevens</w:t>
      </w:r>
    </w:p>
    <w:p w14:paraId="5D8F542C" w14:textId="0F59451B" w:rsidR="000556D6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tabel aan </w:t>
      </w:r>
      <w:r w:rsidR="000556D6">
        <w:rPr>
          <w:rFonts w:ascii="Arial" w:hAnsi="Arial" w:cs="Arial"/>
          <w:sz w:val="24"/>
          <w:szCs w:val="24"/>
        </w:rPr>
        <w:t>zodat de tabel e</w:t>
      </w:r>
      <w:r w:rsidR="00FC07CF">
        <w:rPr>
          <w:rFonts w:ascii="Arial" w:hAnsi="Arial" w:cs="Arial"/>
          <w:sz w:val="24"/>
          <w:szCs w:val="24"/>
        </w:rPr>
        <w:t>ruit komt te zien als hieronder.</w:t>
      </w:r>
      <w:r w:rsidR="00D80B85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29241196" wp14:editId="7C5F0766">
            <wp:extent cx="5741035" cy="1446530"/>
            <wp:effectExtent l="0" t="0" r="0" b="1270"/>
            <wp:docPr id="9" name="Afbeelding 9" descr="../../../../../../Desktop/Schermafbeelding%202017-12-29%20om%2016.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../../../Desktop/Schermafbeelding%202017-12-29%20om%2016.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2F5BC" w14:textId="2FF4CE8C" w:rsidR="009559FB" w:rsidRDefault="009559F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DD7BE6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8A37FB" w14:textId="6B87B7D6" w:rsidR="00834A69" w:rsidRPr="00834A69" w:rsidRDefault="00834A69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34A69">
        <w:rPr>
          <w:rFonts w:ascii="Arial" w:hAnsi="Arial" w:cs="Arial"/>
          <w:b/>
          <w:sz w:val="24"/>
          <w:szCs w:val="24"/>
          <w:u w:val="single"/>
        </w:rPr>
        <w:t>Rekenen met formules</w:t>
      </w:r>
    </w:p>
    <w:p w14:paraId="7269056E" w14:textId="7576F9DE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 in kolom D het </w:t>
      </w:r>
      <w:r w:rsidRPr="001A167C">
        <w:rPr>
          <w:rFonts w:ascii="Arial" w:hAnsi="Arial" w:cs="Arial"/>
          <w:b/>
          <w:sz w:val="24"/>
          <w:szCs w:val="24"/>
        </w:rPr>
        <w:t>totaal aantal</w:t>
      </w:r>
      <w:r>
        <w:rPr>
          <w:rFonts w:ascii="Arial" w:hAnsi="Arial" w:cs="Arial"/>
          <w:sz w:val="24"/>
          <w:szCs w:val="24"/>
        </w:rPr>
        <w:t xml:space="preserve"> verkopen van een </w:t>
      </w:r>
      <w:r w:rsidR="00C3077E">
        <w:rPr>
          <w:rFonts w:ascii="Arial" w:hAnsi="Arial" w:cs="Arial"/>
          <w:sz w:val="24"/>
          <w:szCs w:val="24"/>
        </w:rPr>
        <w:t>bepaalde fiets</w:t>
      </w:r>
      <w:r>
        <w:rPr>
          <w:rFonts w:ascii="Arial" w:hAnsi="Arial" w:cs="Arial"/>
          <w:sz w:val="24"/>
          <w:szCs w:val="24"/>
        </w:rPr>
        <w:t xml:space="preserve"> in de maanden </w:t>
      </w:r>
      <w:r w:rsidR="00D80B85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 en </w:t>
      </w:r>
      <w:r w:rsidR="00D80B85">
        <w:rPr>
          <w:rFonts w:ascii="Arial" w:hAnsi="Arial" w:cs="Arial"/>
          <w:sz w:val="24"/>
          <w:szCs w:val="24"/>
        </w:rPr>
        <w:t>juli</w:t>
      </w:r>
      <w:r>
        <w:rPr>
          <w:rFonts w:ascii="Arial" w:hAnsi="Arial" w:cs="Arial"/>
          <w:sz w:val="24"/>
          <w:szCs w:val="24"/>
        </w:rPr>
        <w:t>.</w:t>
      </w:r>
      <w:r w:rsidR="009749C5" w:rsidRPr="009749C5">
        <w:rPr>
          <w:rFonts w:ascii="Arial" w:hAnsi="Arial" w:cs="Arial"/>
          <w:sz w:val="24"/>
          <w:szCs w:val="24"/>
        </w:rPr>
        <w:t xml:space="preserve"> </w:t>
      </w:r>
      <w:r w:rsidR="009749C5" w:rsidRPr="009559FB">
        <w:rPr>
          <w:rFonts w:ascii="Arial" w:hAnsi="Arial" w:cs="Arial"/>
          <w:sz w:val="24"/>
          <w:szCs w:val="24"/>
        </w:rPr>
        <w:t xml:space="preserve">Gebruik hiervoor een </w:t>
      </w:r>
      <w:r w:rsidR="009749C5" w:rsidRPr="009559FB">
        <w:rPr>
          <w:rFonts w:ascii="Arial" w:hAnsi="Arial" w:cs="Arial"/>
          <w:b/>
          <w:sz w:val="24"/>
          <w:szCs w:val="24"/>
        </w:rPr>
        <w:t>formule</w:t>
      </w:r>
      <w:r w:rsidR="00C3077E" w:rsidRPr="00264B1E">
        <w:rPr>
          <w:rFonts w:ascii="Arial" w:hAnsi="Arial" w:cs="Arial"/>
          <w:sz w:val="24"/>
          <w:szCs w:val="24"/>
        </w:rPr>
        <w:t>.</w:t>
      </w:r>
    </w:p>
    <w:p w14:paraId="1EB3A067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082E7A" w14:textId="6FE9D9DA" w:rsidR="009749C5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in kolom F</w:t>
      </w:r>
      <w:r w:rsidRPr="009B16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</w:t>
      </w:r>
      <w:r w:rsidR="00EE316C" w:rsidRPr="001A167C">
        <w:rPr>
          <w:rFonts w:ascii="Arial" w:hAnsi="Arial" w:cs="Arial"/>
          <w:b/>
          <w:sz w:val="24"/>
          <w:szCs w:val="24"/>
        </w:rPr>
        <w:t>totaal prijs</w:t>
      </w:r>
      <w:r w:rsidR="00EE316C">
        <w:rPr>
          <w:rFonts w:ascii="Arial" w:hAnsi="Arial" w:cs="Arial"/>
          <w:sz w:val="24"/>
          <w:szCs w:val="24"/>
        </w:rPr>
        <w:t xml:space="preserve"> van een bepaalde fiets</w:t>
      </w:r>
      <w:r>
        <w:rPr>
          <w:rFonts w:ascii="Arial" w:hAnsi="Arial" w:cs="Arial"/>
          <w:sz w:val="24"/>
          <w:szCs w:val="24"/>
        </w:rPr>
        <w:t xml:space="preserve"> in de maanden </w:t>
      </w:r>
      <w:r w:rsidR="00D80B85">
        <w:rPr>
          <w:rFonts w:ascii="Arial" w:hAnsi="Arial" w:cs="Arial"/>
          <w:sz w:val="24"/>
          <w:szCs w:val="24"/>
        </w:rPr>
        <w:t xml:space="preserve">juni en juli </w:t>
      </w:r>
      <w:r>
        <w:rPr>
          <w:rFonts w:ascii="Arial" w:hAnsi="Arial" w:cs="Arial"/>
          <w:sz w:val="24"/>
          <w:szCs w:val="24"/>
        </w:rPr>
        <w:t>(</w:t>
      </w:r>
      <w:r w:rsidR="00EE316C">
        <w:rPr>
          <w:rFonts w:ascii="Arial" w:hAnsi="Arial" w:cs="Arial"/>
          <w:sz w:val="24"/>
          <w:szCs w:val="24"/>
        </w:rPr>
        <w:t>totaal prijs</w:t>
      </w:r>
      <w:r>
        <w:rPr>
          <w:rFonts w:ascii="Arial" w:hAnsi="Arial" w:cs="Arial"/>
          <w:sz w:val="24"/>
          <w:szCs w:val="24"/>
        </w:rPr>
        <w:t xml:space="preserve"> = aantal x prijs).</w:t>
      </w:r>
      <w:r w:rsidR="009749C5">
        <w:rPr>
          <w:rFonts w:ascii="Arial" w:hAnsi="Arial" w:cs="Arial"/>
          <w:sz w:val="24"/>
          <w:szCs w:val="24"/>
        </w:rPr>
        <w:t xml:space="preserve"> </w:t>
      </w:r>
      <w:r w:rsidR="009749C5" w:rsidRPr="009559FB">
        <w:rPr>
          <w:rFonts w:ascii="Arial" w:hAnsi="Arial" w:cs="Arial"/>
          <w:sz w:val="24"/>
          <w:szCs w:val="24"/>
        </w:rPr>
        <w:t xml:space="preserve">Gebruik hiervoor een </w:t>
      </w:r>
      <w:r w:rsidR="009749C5" w:rsidRPr="009559FB">
        <w:rPr>
          <w:rFonts w:ascii="Arial" w:hAnsi="Arial" w:cs="Arial"/>
          <w:b/>
          <w:sz w:val="24"/>
          <w:szCs w:val="24"/>
        </w:rPr>
        <w:t>formule</w:t>
      </w:r>
      <w:r w:rsidR="009749C5" w:rsidRPr="00264B1E">
        <w:rPr>
          <w:rFonts w:ascii="Arial" w:hAnsi="Arial" w:cs="Arial"/>
          <w:sz w:val="24"/>
          <w:szCs w:val="24"/>
        </w:rPr>
        <w:t>.</w:t>
      </w:r>
    </w:p>
    <w:p w14:paraId="3E730520" w14:textId="498AA00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83C877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0235D4" w14:textId="25330A6E" w:rsidR="009749C5" w:rsidRPr="009559FB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59FB">
        <w:rPr>
          <w:rFonts w:ascii="Arial" w:hAnsi="Arial" w:cs="Arial"/>
          <w:b/>
          <w:sz w:val="24"/>
          <w:szCs w:val="24"/>
          <w:u w:val="single"/>
        </w:rPr>
        <w:t xml:space="preserve">Opmaken </w:t>
      </w:r>
      <w:r>
        <w:rPr>
          <w:rFonts w:ascii="Arial" w:hAnsi="Arial" w:cs="Arial"/>
          <w:b/>
          <w:sz w:val="24"/>
          <w:szCs w:val="24"/>
          <w:u w:val="single"/>
        </w:rPr>
        <w:t>tabel</w:t>
      </w:r>
    </w:p>
    <w:p w14:paraId="64D7F116" w14:textId="6F740224" w:rsidR="009749C5" w:rsidRPr="009559FB" w:rsidRDefault="00777C14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de tabel</w:t>
      </w:r>
      <w:r w:rsidR="009749C5" w:rsidRPr="009559FB">
        <w:rPr>
          <w:rFonts w:ascii="Arial" w:hAnsi="Arial" w:cs="Arial"/>
          <w:sz w:val="24"/>
          <w:szCs w:val="24"/>
        </w:rPr>
        <w:t xml:space="preserve"> netjes op. Denk aan de breedte van de kolommen, een kleurtje voor je kolomkoppen en het gebruik van randen.</w:t>
      </w:r>
    </w:p>
    <w:p w14:paraId="34FC0499" w14:textId="01402184" w:rsidR="00EC082C" w:rsidRDefault="00EC082C" w:rsidP="00264B1E">
      <w:pPr>
        <w:pStyle w:val="Lijstalinea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9559FB">
        <w:rPr>
          <w:rFonts w:ascii="Arial" w:hAnsi="Arial" w:cs="Arial"/>
          <w:sz w:val="24"/>
          <w:szCs w:val="24"/>
        </w:rPr>
        <w:t>Het result</w:t>
      </w:r>
      <w:r w:rsidR="00FC07CF">
        <w:rPr>
          <w:rFonts w:ascii="Arial" w:hAnsi="Arial" w:cs="Arial"/>
          <w:sz w:val="24"/>
          <w:szCs w:val="24"/>
        </w:rPr>
        <w:t>aat moet er ongeveer zo uitzien</w:t>
      </w:r>
      <w:r w:rsidR="00867BA5">
        <w:rPr>
          <w:rFonts w:ascii="Arial" w:hAnsi="Arial" w:cs="Arial"/>
          <w:sz w:val="24"/>
          <w:szCs w:val="24"/>
        </w:rPr>
        <w:t>.</w:t>
      </w:r>
      <w:r w:rsidR="00060ABE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27689BAA" wp14:editId="4CC59660">
            <wp:extent cx="5636895" cy="1470025"/>
            <wp:effectExtent l="0" t="0" r="1905" b="3175"/>
            <wp:docPr id="13" name="Afbeelding 13" descr="../../../../../../Desktop/Schermafbeelding%202017-12-29%20om%2016.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../../../../Desktop/Schermafbeelding%202017-12-29%20om%2016.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89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D90FC" w14:textId="11E3D87D" w:rsidR="009749C5" w:rsidRDefault="009749C5" w:rsidP="00264B1E">
      <w:pPr>
        <w:spacing w:after="0" w:line="240" w:lineRule="auto"/>
      </w:pPr>
    </w:p>
    <w:p w14:paraId="057F2DFF" w14:textId="23C0D5B3" w:rsidR="00834A69" w:rsidRPr="009559FB" w:rsidRDefault="00834A69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59FB">
        <w:rPr>
          <w:rFonts w:ascii="Arial" w:hAnsi="Arial" w:cs="Arial"/>
          <w:b/>
          <w:sz w:val="24"/>
          <w:szCs w:val="24"/>
          <w:u w:val="single"/>
        </w:rPr>
        <w:t xml:space="preserve">Sorteren </w:t>
      </w:r>
    </w:p>
    <w:p w14:paraId="5522CCE7" w14:textId="0ABEAAF2" w:rsidR="00834A69" w:rsidRPr="009559FB" w:rsidRDefault="00834A69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Sorteer </w:t>
      </w:r>
      <w:r w:rsidR="001A167C">
        <w:rPr>
          <w:rFonts w:ascii="Arial" w:hAnsi="Arial" w:cs="Arial"/>
          <w:sz w:val="24"/>
          <w:szCs w:val="24"/>
        </w:rPr>
        <w:t xml:space="preserve">de merken van </w:t>
      </w:r>
      <w:r w:rsidR="00165B6A">
        <w:rPr>
          <w:rFonts w:ascii="Arial" w:hAnsi="Arial" w:cs="Arial"/>
          <w:sz w:val="24"/>
          <w:szCs w:val="24"/>
        </w:rPr>
        <w:t>de</w:t>
      </w:r>
      <w:r w:rsidR="001A167C">
        <w:rPr>
          <w:rFonts w:ascii="Arial" w:hAnsi="Arial" w:cs="Arial"/>
          <w:sz w:val="24"/>
          <w:szCs w:val="24"/>
        </w:rPr>
        <w:t xml:space="preserve"> fietsen</w:t>
      </w:r>
      <w:r>
        <w:rPr>
          <w:rFonts w:ascii="Arial" w:hAnsi="Arial" w:cs="Arial"/>
          <w:sz w:val="24"/>
          <w:szCs w:val="24"/>
        </w:rPr>
        <w:t xml:space="preserve"> (kolom A) in alfabetische volgorde.</w:t>
      </w:r>
    </w:p>
    <w:p w14:paraId="6444D2E3" w14:textId="77777777" w:rsidR="00834A69" w:rsidRDefault="00834A69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60D87D" w14:textId="77777777" w:rsidR="009749C5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</w:t>
      </w:r>
      <w:r w:rsidRPr="009749C5">
        <w:rPr>
          <w:rFonts w:ascii="Arial" w:hAnsi="Arial" w:cs="Arial"/>
          <w:b/>
          <w:sz w:val="24"/>
          <w:szCs w:val="24"/>
          <w:u w:val="single"/>
        </w:rPr>
        <w:t xml:space="preserve">pslaan </w:t>
      </w:r>
      <w:r>
        <w:rPr>
          <w:rFonts w:ascii="Arial" w:hAnsi="Arial" w:cs="Arial"/>
          <w:b/>
          <w:sz w:val="24"/>
          <w:szCs w:val="24"/>
          <w:u w:val="single"/>
        </w:rPr>
        <w:t>b</w:t>
      </w:r>
      <w:r w:rsidRPr="009749C5">
        <w:rPr>
          <w:rFonts w:ascii="Arial" w:hAnsi="Arial" w:cs="Arial"/>
          <w:b/>
          <w:sz w:val="24"/>
          <w:szCs w:val="24"/>
          <w:u w:val="single"/>
        </w:rPr>
        <w:t>estand</w:t>
      </w:r>
    </w:p>
    <w:p w14:paraId="135E27ED" w14:textId="0BC57CE6" w:rsidR="009749C5" w:rsidRPr="001A167C" w:rsidRDefault="00834A69" w:rsidP="00264B1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A167C">
        <w:rPr>
          <w:rFonts w:ascii="Arial" w:hAnsi="Arial" w:cs="Arial"/>
          <w:color w:val="000000" w:themeColor="text1"/>
          <w:sz w:val="24"/>
          <w:szCs w:val="24"/>
        </w:rPr>
        <w:t xml:space="preserve">Sla het </w:t>
      </w:r>
      <w:r w:rsidR="009749C5" w:rsidRPr="001A167C">
        <w:rPr>
          <w:rFonts w:ascii="Arial" w:hAnsi="Arial" w:cs="Arial"/>
          <w:color w:val="000000" w:themeColor="text1"/>
          <w:sz w:val="24"/>
          <w:szCs w:val="24"/>
        </w:rPr>
        <w:t xml:space="preserve">bestand op </w:t>
      </w:r>
      <w:r w:rsidR="00053D9C">
        <w:rPr>
          <w:rFonts w:ascii="Arial" w:hAnsi="Arial" w:cs="Arial"/>
          <w:color w:val="000000" w:themeColor="text1"/>
          <w:sz w:val="24"/>
          <w:szCs w:val="24"/>
        </w:rPr>
        <w:t>als “</w:t>
      </w:r>
      <w:r w:rsidR="000F6EAB">
        <w:rPr>
          <w:rFonts w:ascii="Arial" w:hAnsi="Arial" w:cs="Arial"/>
          <w:color w:val="000000" w:themeColor="text1"/>
          <w:sz w:val="24"/>
          <w:szCs w:val="24"/>
        </w:rPr>
        <w:t xml:space="preserve">Verdieping </w:t>
      </w:r>
      <w:r w:rsidR="00053D9C">
        <w:rPr>
          <w:rFonts w:ascii="Arial" w:hAnsi="Arial" w:cs="Arial"/>
          <w:color w:val="000000" w:themeColor="text1"/>
          <w:sz w:val="24"/>
          <w:szCs w:val="24"/>
        </w:rPr>
        <w:t>1</w:t>
      </w:r>
      <w:r w:rsidR="000F6EAB">
        <w:rPr>
          <w:rFonts w:ascii="Arial" w:hAnsi="Arial" w:cs="Arial"/>
          <w:color w:val="000000" w:themeColor="text1"/>
          <w:sz w:val="24"/>
          <w:szCs w:val="24"/>
        </w:rPr>
        <w:t xml:space="preserve"> en 2</w:t>
      </w:r>
      <w:r w:rsidR="00053D9C">
        <w:rPr>
          <w:rFonts w:ascii="Arial" w:hAnsi="Arial" w:cs="Arial"/>
          <w:color w:val="000000" w:themeColor="text1"/>
          <w:sz w:val="24"/>
          <w:szCs w:val="24"/>
        </w:rPr>
        <w:t>”</w:t>
      </w:r>
    </w:p>
    <w:p w14:paraId="4A4CA4F3" w14:textId="77777777" w:rsidR="009749C5" w:rsidRPr="009559FB" w:rsidRDefault="009749C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749C5" w:rsidRPr="009559FB" w:rsidSect="00CA1373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2619AC"/>
    <w:multiLevelType w:val="hybridMultilevel"/>
    <w:tmpl w:val="170EE47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42B62"/>
    <w:multiLevelType w:val="hybridMultilevel"/>
    <w:tmpl w:val="F6EC64FC"/>
    <w:lvl w:ilvl="0" w:tplc="21840E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D07E8"/>
    <w:multiLevelType w:val="hybridMultilevel"/>
    <w:tmpl w:val="F154EE1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2C"/>
    <w:rsid w:val="00014FE3"/>
    <w:rsid w:val="00053D9C"/>
    <w:rsid w:val="000556D6"/>
    <w:rsid w:val="00060ABE"/>
    <w:rsid w:val="000F6EAB"/>
    <w:rsid w:val="00115E5F"/>
    <w:rsid w:val="00165B6A"/>
    <w:rsid w:val="001A167C"/>
    <w:rsid w:val="002477E5"/>
    <w:rsid w:val="00264B1E"/>
    <w:rsid w:val="002702A9"/>
    <w:rsid w:val="002E767A"/>
    <w:rsid w:val="0051517A"/>
    <w:rsid w:val="005B0A7D"/>
    <w:rsid w:val="0065499A"/>
    <w:rsid w:val="00671863"/>
    <w:rsid w:val="00693ED2"/>
    <w:rsid w:val="006B69D3"/>
    <w:rsid w:val="00777C14"/>
    <w:rsid w:val="007E647C"/>
    <w:rsid w:val="00834A69"/>
    <w:rsid w:val="00867BA5"/>
    <w:rsid w:val="009559FB"/>
    <w:rsid w:val="0096758E"/>
    <w:rsid w:val="009749C5"/>
    <w:rsid w:val="009B167F"/>
    <w:rsid w:val="00A12A54"/>
    <w:rsid w:val="00A24F6F"/>
    <w:rsid w:val="00B61BB3"/>
    <w:rsid w:val="00C3077E"/>
    <w:rsid w:val="00C82F4E"/>
    <w:rsid w:val="00CA1373"/>
    <w:rsid w:val="00D307C6"/>
    <w:rsid w:val="00D44B70"/>
    <w:rsid w:val="00D53327"/>
    <w:rsid w:val="00D80B85"/>
    <w:rsid w:val="00D84E79"/>
    <w:rsid w:val="00EC082C"/>
    <w:rsid w:val="00EE316C"/>
    <w:rsid w:val="00F90827"/>
    <w:rsid w:val="00FC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CAA2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C082C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082C"/>
    <w:pPr>
      <w:ind w:left="720"/>
      <w:contextualSpacing/>
    </w:pPr>
  </w:style>
  <w:style w:type="paragraph" w:customStyle="1" w:styleId="Default">
    <w:name w:val="Default"/>
    <w:rsid w:val="00EC082C"/>
    <w:pPr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paragraph" w:styleId="Normaalweb">
    <w:name w:val="Normal (Web)"/>
    <w:basedOn w:val="Standaard"/>
    <w:uiPriority w:val="99"/>
    <w:unhideWhenUsed/>
    <w:rsid w:val="005151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6FADF691.dotm</Template>
  <TotalTime>0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</cp:lastModifiedBy>
  <cp:revision>3</cp:revision>
  <dcterms:created xsi:type="dcterms:W3CDTF">2018-12-20T13:54:00Z</dcterms:created>
  <dcterms:modified xsi:type="dcterms:W3CDTF">2018-12-20T13:54:00Z</dcterms:modified>
</cp:coreProperties>
</file>