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C83" w:rsidRPr="000C5F58" w:rsidRDefault="00835C83" w:rsidP="000C5F58">
      <w:pPr>
        <w:ind w:left="2112" w:firstLine="720"/>
        <w:rPr>
          <w:rFonts w:ascii="Candara" w:hAnsi="Candara"/>
          <w:b/>
          <w:sz w:val="44"/>
          <w:szCs w:val="44"/>
        </w:rPr>
      </w:pPr>
      <w:r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left:0;text-align:left;margin-left:0;margin-top:-63.05pt;width:180pt;height:846pt;z-index:251658752;visibility:visible;mso-position-horizontal:left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" fillcolor="#d9d9d9" strokecolor="silver">
            <v:textbox style="mso-next-textbox:#Text Box 13">
              <w:txbxContent>
                <w:p w:rsidR="00835C83" w:rsidRDefault="00835C83" w:rsidP="00393BA4">
                  <w:pPr>
                    <w:jc w:val="center"/>
                    <w:rPr>
                      <w:rFonts w:ascii="Candara" w:hAnsi="Candara"/>
                      <w:b/>
                      <w:sz w:val="52"/>
                      <w:szCs w:val="52"/>
                    </w:rPr>
                  </w:pPr>
                </w:p>
                <w:p w:rsidR="00835C83" w:rsidRDefault="00835C83" w:rsidP="00393BA4">
                  <w:pPr>
                    <w:jc w:val="center"/>
                    <w:rPr>
                      <w:noProof/>
                      <w:lang w:val="en-US"/>
                    </w:rPr>
                  </w:pPr>
                </w:p>
                <w:p w:rsidR="00835C83" w:rsidRDefault="00835C83" w:rsidP="00393BA4">
                  <w:pPr>
                    <w:jc w:val="center"/>
                    <w:rPr>
                      <w:noProof/>
                      <w:lang w:val="en-US"/>
                    </w:rPr>
                  </w:pPr>
                </w:p>
                <w:p w:rsidR="00835C83" w:rsidRDefault="00835C83" w:rsidP="00393BA4">
                  <w:pPr>
                    <w:jc w:val="center"/>
                  </w:pPr>
                </w:p>
                <w:p w:rsidR="00835C83" w:rsidRDefault="00835C83" w:rsidP="00393BA4">
                  <w:pPr>
                    <w:pBdr>
                      <w:bottom w:val="single" w:sz="12" w:space="1" w:color="auto"/>
                    </w:pBdr>
                    <w:rPr>
                      <w:rFonts w:ascii="Candara" w:hAnsi="Candara"/>
                      <w:b/>
                      <w:sz w:val="28"/>
                      <w:szCs w:val="28"/>
                    </w:rPr>
                  </w:pPr>
                  <w:r w:rsidRPr="0083255F">
                    <w:rPr>
                      <w:rFonts w:ascii="Candara" w:hAnsi="Candara"/>
                      <w:b/>
                      <w:sz w:val="28"/>
                      <w:szCs w:val="28"/>
                    </w:rPr>
                    <w:t xml:space="preserve">Personalia </w:t>
                  </w:r>
                </w:p>
                <w:p w:rsidR="00835C83" w:rsidRPr="00C97E36" w:rsidRDefault="00835C83" w:rsidP="00393BA4">
                  <w:r w:rsidRPr="00F5604A">
                    <w:rPr>
                      <w:noProof/>
                      <w:lang w:eastAsia="nl-NL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1" o:spid="_x0000_i1033" type="#_x0000_t75" alt="account, customer, information, personal, profile, user icon" style="width:24pt;height:24pt;visibility:visible">
                        <v:imagedata r:id="rId5" o:title=""/>
                      </v:shape>
                    </w:pict>
                  </w:r>
                  <w:r>
                    <w:tab/>
                  </w:r>
                  <w:r w:rsidRPr="00C97E36">
                    <w:t xml:space="preserve"> </w:t>
                  </w:r>
                </w:p>
                <w:p w:rsidR="00835C83" w:rsidRDefault="00835C83" w:rsidP="00393BA4">
                  <w:pPr>
                    <w:ind w:left="705" w:hanging="705"/>
                  </w:pPr>
                  <w:r w:rsidRPr="00F5604A">
                    <w:rPr>
                      <w:noProof/>
                      <w:lang w:eastAsia="nl-NL"/>
                    </w:rPr>
                    <w:pict>
                      <v:shape id="Picture 10" o:spid="_x0000_i1034" type="#_x0000_t75" alt="begin, default, home, house, main, menu icon" style="width:24pt;height:24pt;visibility:visible">
                        <v:imagedata r:id="rId6" o:title=""/>
                      </v:shape>
                    </w:pict>
                  </w:r>
                  <w:r>
                    <w:tab/>
                    <w:t xml:space="preserve"> </w:t>
                  </w:r>
                </w:p>
                <w:p w:rsidR="00835C83" w:rsidRPr="00C97E36" w:rsidRDefault="00835C83" w:rsidP="00393BA4">
                  <w:r w:rsidRPr="00F5604A">
                    <w:rPr>
                      <w:noProof/>
                      <w:lang w:eastAsia="nl-NL"/>
                    </w:rPr>
                    <w:pict>
                      <v:shape id="Picture 9" o:spid="_x0000_i1035" type="#_x0000_t75" alt="call, communication, contact, phone, service, support icon" style="width:24pt;height:24pt;visibility:visible">
                        <v:imagedata r:id="rId7" o:title=""/>
                      </v:shape>
                    </w:pict>
                  </w:r>
                  <w:r>
                    <w:tab/>
                  </w:r>
                </w:p>
                <w:p w:rsidR="00835C83" w:rsidRDefault="00835C83" w:rsidP="00393BA4">
                  <w:r w:rsidRPr="00F5604A">
                    <w:rPr>
                      <w:noProof/>
                      <w:lang w:eastAsia="nl-NL"/>
                    </w:rPr>
                    <w:pict>
                      <v:shape id="Picture 8" o:spid="_x0000_i1036" type="#_x0000_t75" alt="email, inbox, letter, mail, message, sms icon" style="width:24pt;height:24pt;visibility:visible">
                        <v:imagedata r:id="rId8" o:title=""/>
                      </v:shape>
                    </w:pict>
                  </w:r>
                  <w:r>
                    <w:tab/>
                  </w:r>
                </w:p>
                <w:p w:rsidR="00835C83" w:rsidRDefault="00835C83" w:rsidP="00393BA4">
                  <w:r w:rsidRPr="00F5604A">
                    <w:rPr>
                      <w:noProof/>
                      <w:lang w:eastAsia="nl-NL"/>
                    </w:rPr>
                    <w:pict>
                      <v:shape id="Picture 7" o:spid="_x0000_i1037" type="#_x0000_t75" alt="annual, appointment, calendar, day, month, todo icon" style="width:24pt;height:24pt;visibility:visible">
                        <v:imagedata r:id="rId9" o:title=""/>
                      </v:shape>
                    </w:pict>
                  </w:r>
                  <w:r>
                    <w:tab/>
                    <w:t>Geboortedatum:</w:t>
                  </w:r>
                </w:p>
                <w:p w:rsidR="00835C83" w:rsidRDefault="00835C83" w:rsidP="00393BA4">
                  <w:r w:rsidRPr="00F5604A">
                    <w:rPr>
                      <w:noProof/>
                      <w:lang w:eastAsia="nl-NL"/>
                    </w:rPr>
                    <w:pict>
                      <v:shape id="Picture 6" o:spid="_x0000_i1038" type="#_x0000_t75" alt="checkin, gps, location, map, navigation, pin icon" style="width:24pt;height:24pt;visibility:visible">
                        <v:imagedata r:id="rId10" o:title=""/>
                      </v:shape>
                    </w:pict>
                  </w:r>
                  <w:r>
                    <w:tab/>
                    <w:t xml:space="preserve">Geboorteplaats: </w:t>
                  </w:r>
                </w:p>
                <w:p w:rsidR="00835C83" w:rsidRDefault="00835C83" w:rsidP="00393BA4">
                  <w:r w:rsidRPr="0069740F">
                    <w:rPr>
                      <w:rFonts w:ascii="Segoe UI Symbol" w:hAnsi="Segoe UI Symbol" w:cs="Segoe UI Symbol"/>
                      <w:sz w:val="56"/>
                      <w:szCs w:val="96"/>
                    </w:rPr>
                    <w:t>♂</w:t>
                  </w:r>
                  <w:r>
                    <w:tab/>
                    <w:t xml:space="preserve">Geslacht: </w:t>
                  </w:r>
                </w:p>
                <w:p w:rsidR="00835C83" w:rsidRDefault="00835C83" w:rsidP="00393BA4">
                  <w:r w:rsidRPr="00F5604A">
                    <w:rPr>
                      <w:noProof/>
                      <w:lang w:eastAsia="nl-NL"/>
                    </w:rPr>
                    <w:pict>
                      <v:shape id="Picture 4" o:spid="_x0000_i1039" type="#_x0000_t75" alt="editor, flag, marker, notification, pin icon" style="width:24pt;height:24pt;visibility:visible">
                        <v:imagedata r:id="rId11" o:title=""/>
                      </v:shape>
                    </w:pict>
                  </w:r>
                  <w:r>
                    <w:tab/>
                    <w:t xml:space="preserve">Nationaliteit: </w:t>
                  </w:r>
                </w:p>
                <w:p w:rsidR="00835C83" w:rsidRDefault="00835C83" w:rsidP="00393BA4">
                  <w:r w:rsidRPr="00F5604A">
                    <w:rPr>
                      <w:noProof/>
                      <w:lang w:eastAsia="nl-NL"/>
                    </w:rPr>
                    <w:pict>
                      <v:shape id="Picture 3" o:spid="_x0000_i1040" type="#_x0000_t75" alt="toilets icon" style="width:24pt;height:21.75pt;visibility:visible">
                        <v:imagedata r:id="rId12" o:title=""/>
                      </v:shape>
                    </w:pict>
                  </w:r>
                  <w:r>
                    <w:tab/>
                    <w:t xml:space="preserve">Burgerlijke staat: </w:t>
                  </w:r>
                </w:p>
                <w:p w:rsidR="00835C83" w:rsidRDefault="00835C83" w:rsidP="00393BA4"/>
                <w:p w:rsidR="00835C83" w:rsidRDefault="00835C83" w:rsidP="00393BA4"/>
                <w:p w:rsidR="00835C83" w:rsidRDefault="00835C83" w:rsidP="00393BA4">
                  <w:pPr>
                    <w:pBdr>
                      <w:bottom w:val="single" w:sz="12" w:space="1" w:color="auto"/>
                    </w:pBdr>
                    <w:rPr>
                      <w:rFonts w:ascii="Candara" w:hAnsi="Candara"/>
                      <w:b/>
                      <w:sz w:val="28"/>
                      <w:szCs w:val="28"/>
                    </w:rPr>
                  </w:pPr>
                  <w:r>
                    <w:rPr>
                      <w:rFonts w:ascii="Candara" w:hAnsi="Candara"/>
                      <w:b/>
                      <w:sz w:val="28"/>
                      <w:szCs w:val="28"/>
                    </w:rPr>
                    <w:t xml:space="preserve">Hobby’s  en  Interesses </w:t>
                  </w:r>
                </w:p>
                <w:p w:rsidR="00835C83" w:rsidRDefault="00835C83" w:rsidP="00393BA4">
                  <w:pPr>
                    <w:pBdr>
                      <w:bottom w:val="single" w:sz="12" w:space="1" w:color="auto"/>
                    </w:pBdr>
                    <w:rPr>
                      <w:sz w:val="24"/>
                      <w:szCs w:val="24"/>
                    </w:rPr>
                  </w:pPr>
                </w:p>
                <w:p w:rsidR="00835C83" w:rsidRDefault="00835C83" w:rsidP="00393BA4">
                  <w:pPr>
                    <w:pBdr>
                      <w:bottom w:val="single" w:sz="12" w:space="1" w:color="auto"/>
                    </w:pBdr>
                    <w:rPr>
                      <w:sz w:val="24"/>
                      <w:szCs w:val="24"/>
                    </w:rPr>
                  </w:pPr>
                </w:p>
                <w:p w:rsidR="00835C83" w:rsidRDefault="00835C83" w:rsidP="00393BA4">
                  <w:pPr>
                    <w:pBdr>
                      <w:bottom w:val="single" w:sz="12" w:space="1" w:color="auto"/>
                    </w:pBdr>
                    <w:rPr>
                      <w:rFonts w:ascii="Candara" w:hAnsi="Candara"/>
                      <w:b/>
                      <w:sz w:val="28"/>
                      <w:szCs w:val="28"/>
                    </w:rPr>
                  </w:pPr>
                  <w:r>
                    <w:rPr>
                      <w:rFonts w:ascii="Candara" w:hAnsi="Candara"/>
                      <w:b/>
                      <w:sz w:val="28"/>
                      <w:szCs w:val="28"/>
                    </w:rPr>
                    <w:t>Talen</w:t>
                  </w:r>
                </w:p>
                <w:p w:rsidR="00835C83" w:rsidRDefault="00835C83" w:rsidP="00393BA4">
                  <w:pPr>
                    <w:pBdr>
                      <w:bottom w:val="single" w:sz="12" w:space="1" w:color="auto"/>
                    </w:pBdr>
                    <w:rPr>
                      <w:rFonts w:ascii="Candara" w:hAnsi="Candara"/>
                      <w:b/>
                      <w:sz w:val="28"/>
                      <w:szCs w:val="28"/>
                    </w:rPr>
                  </w:pPr>
                </w:p>
                <w:p w:rsidR="00835C83" w:rsidRDefault="00835C83" w:rsidP="00393BA4">
                  <w:pPr>
                    <w:pBdr>
                      <w:bottom w:val="single" w:sz="12" w:space="1" w:color="auto"/>
                    </w:pBdr>
                    <w:rPr>
                      <w:rFonts w:ascii="Candara" w:hAnsi="Candara"/>
                      <w:b/>
                      <w:sz w:val="28"/>
                      <w:szCs w:val="28"/>
                    </w:rPr>
                  </w:pPr>
                </w:p>
                <w:p w:rsidR="00835C83" w:rsidRPr="00E95217" w:rsidRDefault="00835C83" w:rsidP="00393BA4">
                  <w:pPr>
                    <w:pBdr>
                      <w:bottom w:val="single" w:sz="12" w:space="1" w:color="auto"/>
                    </w:pBdr>
                    <w:rPr>
                      <w:rFonts w:ascii="Candara" w:hAnsi="Candara"/>
                      <w:b/>
                      <w:sz w:val="28"/>
                      <w:szCs w:val="28"/>
                    </w:rPr>
                  </w:pPr>
                  <w:r>
                    <w:rPr>
                      <w:rFonts w:ascii="Candara" w:hAnsi="Candara"/>
                      <w:b/>
                      <w:sz w:val="28"/>
                      <w:szCs w:val="28"/>
                    </w:rPr>
                    <w:t>Vaardigheden</w:t>
                  </w:r>
                </w:p>
                <w:p w:rsidR="00835C83" w:rsidRPr="00E95217" w:rsidRDefault="00835C83" w:rsidP="00393BA4">
                  <w:pPr>
                    <w:rPr>
                      <w:sz w:val="24"/>
                      <w:szCs w:val="24"/>
                      <w:lang w:val="en-US"/>
                    </w:rPr>
                  </w:pPr>
                </w:p>
              </w:txbxContent>
            </v:textbox>
            <w10:wrap anchorx="page"/>
          </v:shape>
        </w:pict>
      </w:r>
      <w:r w:rsidRPr="000C5F58">
        <w:rPr>
          <w:b/>
          <w:noProof/>
          <w:sz w:val="44"/>
          <w:szCs w:val="44"/>
          <w:lang w:eastAsia="nl-NL"/>
        </w:rPr>
        <w:t>NAAM</w:t>
      </w:r>
    </w:p>
    <w:p w:rsidR="00835C83" w:rsidRDefault="00835C83" w:rsidP="00654D64">
      <w:pPr>
        <w:pStyle w:val="Geenafstand1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ind w:left="1992" w:firstLine="708"/>
        <w:rPr>
          <w:rFonts w:ascii="Candara" w:hAnsi="Candara"/>
          <w:b/>
          <w:sz w:val="24"/>
          <w:szCs w:val="24"/>
        </w:rPr>
      </w:pPr>
      <w:r>
        <w:rPr>
          <w:noProof/>
          <w:lang w:eastAsia="nl-NL"/>
        </w:rPr>
        <w:pict>
          <v:rect id="Rectangle 2" o:spid="_x0000_s1027" style="position:absolute;left:0;text-align:left;margin-left:135pt;margin-top:9pt;width:369pt;height:27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" fillcolor="#d8d8d8">
            <v:textbox>
              <w:txbxContent>
                <w:p w:rsidR="00835C83" w:rsidRPr="00572EB0" w:rsidRDefault="00835C83" w:rsidP="00654D64">
                  <w:pPr>
                    <w:pStyle w:val="Geenafstand1"/>
                    <w:jc w:val="both"/>
                    <w:rPr>
                      <w:rFonts w:ascii="Candara" w:hAnsi="Candara"/>
                      <w:b/>
                      <w:sz w:val="24"/>
                      <w:szCs w:val="24"/>
                    </w:rPr>
                  </w:pPr>
                  <w:r w:rsidRPr="00246A51">
                    <w:rPr>
                      <w:rFonts w:ascii="Candara" w:hAnsi="Candara"/>
                      <w:b/>
                      <w:sz w:val="24"/>
                      <w:szCs w:val="24"/>
                    </w:rPr>
                    <w:t>Onderwijservaring</w:t>
                  </w:r>
                </w:p>
                <w:p w:rsidR="00835C83" w:rsidRDefault="00835C83" w:rsidP="00654D64"/>
              </w:txbxContent>
            </v:textbox>
          </v:rect>
        </w:pict>
      </w:r>
    </w:p>
    <w:p w:rsidR="00835C83" w:rsidRDefault="00835C83" w:rsidP="00654D64">
      <w:pPr>
        <w:pStyle w:val="Geenafstand1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rFonts w:ascii="Candara" w:hAnsi="Candara"/>
        </w:rPr>
      </w:pPr>
    </w:p>
    <w:p w:rsidR="00835C83" w:rsidRDefault="00835C83" w:rsidP="00654D64">
      <w:pPr>
        <w:pStyle w:val="Geenafstand1"/>
        <w:ind w:left="2700"/>
        <w:rPr>
          <w:rFonts w:ascii="Candara" w:hAnsi="Candara"/>
          <w:b/>
        </w:rPr>
      </w:pPr>
    </w:p>
    <w:p w:rsidR="00835C83" w:rsidRDefault="00835C83" w:rsidP="00654D64">
      <w:pPr>
        <w:pStyle w:val="Geenafstand1"/>
        <w:rPr>
          <w:rFonts w:ascii="Candara" w:hAnsi="Candara"/>
        </w:rPr>
      </w:pP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</w:p>
    <w:p w:rsidR="00835C83" w:rsidRDefault="00835C83" w:rsidP="00654D64">
      <w:pPr>
        <w:pStyle w:val="Geenafstand1"/>
        <w:rPr>
          <w:rFonts w:ascii="Candara" w:hAnsi="Candara"/>
        </w:rPr>
      </w:pPr>
    </w:p>
    <w:p w:rsidR="00835C83" w:rsidRDefault="00835C83" w:rsidP="00654D64">
      <w:pPr>
        <w:pStyle w:val="Geenafstand1"/>
        <w:rPr>
          <w:rFonts w:ascii="Candara" w:hAnsi="Candara"/>
        </w:rPr>
      </w:pPr>
    </w:p>
    <w:p w:rsidR="00835C83" w:rsidRDefault="00835C83" w:rsidP="00654D64">
      <w:pPr>
        <w:pStyle w:val="Geenafstand1"/>
        <w:rPr>
          <w:rFonts w:ascii="Candara" w:hAnsi="Candara"/>
        </w:rPr>
      </w:pPr>
    </w:p>
    <w:p w:rsidR="00835C83" w:rsidRDefault="00835C83" w:rsidP="00654D64">
      <w:pPr>
        <w:pStyle w:val="Geenafstand1"/>
        <w:rPr>
          <w:rFonts w:ascii="Candara" w:hAnsi="Candara"/>
        </w:rPr>
      </w:pPr>
    </w:p>
    <w:p w:rsidR="00835C83" w:rsidRPr="00C31CEA" w:rsidRDefault="00835C83" w:rsidP="00654D64">
      <w:pPr>
        <w:pStyle w:val="Geenafstand1"/>
        <w:rPr>
          <w:rFonts w:ascii="Candara" w:hAnsi="Candara"/>
        </w:rPr>
      </w:pPr>
    </w:p>
    <w:p w:rsidR="00835C83" w:rsidRDefault="00835C83" w:rsidP="00654D64">
      <w:pPr>
        <w:pStyle w:val="Geenafstand1"/>
        <w:rPr>
          <w:rFonts w:ascii="Candara" w:hAnsi="Candara"/>
          <w:b/>
        </w:rPr>
      </w:pPr>
      <w:r>
        <w:rPr>
          <w:noProof/>
          <w:lang w:eastAsia="nl-NL"/>
        </w:rPr>
        <w:pict>
          <v:rect id="Rectangle 1" o:spid="_x0000_s1028" style="position:absolute;margin-left:135pt;margin-top:1.75pt;width:369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" fillcolor="#d8d8d8">
            <v:textbox>
              <w:txbxContent>
                <w:p w:rsidR="00835C83" w:rsidRPr="00246A51" w:rsidRDefault="00835C83" w:rsidP="00654D64">
                  <w:pPr>
                    <w:rPr>
                      <w:rFonts w:ascii="Candara" w:hAnsi="Candara"/>
                      <w:b/>
                      <w:sz w:val="24"/>
                      <w:szCs w:val="24"/>
                    </w:rPr>
                  </w:pPr>
                  <w:r w:rsidRPr="00246A51">
                    <w:rPr>
                      <w:rFonts w:ascii="Candara" w:hAnsi="Candara"/>
                      <w:b/>
                      <w:sz w:val="24"/>
                      <w:szCs w:val="24"/>
                    </w:rPr>
                    <w:t>Werkervaring</w:t>
                  </w:r>
                </w:p>
                <w:p w:rsidR="00835C83" w:rsidRDefault="00835C83" w:rsidP="00654D64"/>
              </w:txbxContent>
            </v:textbox>
          </v:rect>
        </w:pict>
      </w:r>
    </w:p>
    <w:p w:rsidR="00835C83" w:rsidRDefault="00835C83" w:rsidP="00654D64">
      <w:pPr>
        <w:pStyle w:val="Geenafstand1"/>
        <w:rPr>
          <w:b/>
          <w:sz w:val="24"/>
          <w:szCs w:val="24"/>
        </w:rPr>
      </w:pPr>
    </w:p>
    <w:p w:rsidR="00835C83" w:rsidRDefault="00835C83" w:rsidP="00654D64">
      <w:pPr>
        <w:pStyle w:val="Geenafstand1"/>
        <w:ind w:left="1992" w:firstLine="708"/>
        <w:rPr>
          <w:b/>
          <w:sz w:val="24"/>
          <w:szCs w:val="24"/>
        </w:rPr>
      </w:pPr>
    </w:p>
    <w:p w:rsidR="00835C83" w:rsidRDefault="00835C83" w:rsidP="00654D64">
      <w:pPr>
        <w:pStyle w:val="Geenafstand1"/>
        <w:ind w:left="1992" w:firstLine="708"/>
        <w:rPr>
          <w:b/>
          <w:sz w:val="24"/>
          <w:szCs w:val="24"/>
        </w:rPr>
      </w:pPr>
    </w:p>
    <w:p w:rsidR="00835C83" w:rsidRPr="008B1346" w:rsidRDefault="00835C83" w:rsidP="008B1346">
      <w:pPr>
        <w:pStyle w:val="Geenafstand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35C83" w:rsidRDefault="00835C83" w:rsidP="00654D64">
      <w:pPr>
        <w:pStyle w:val="Geenafstand1"/>
        <w:ind w:left="1992" w:firstLine="708"/>
        <w:rPr>
          <w:b/>
          <w:sz w:val="24"/>
          <w:szCs w:val="24"/>
        </w:rPr>
      </w:pPr>
    </w:p>
    <w:p w:rsidR="00835C83" w:rsidRDefault="00835C83" w:rsidP="00654D64">
      <w:pPr>
        <w:pStyle w:val="Geenafstand1"/>
        <w:ind w:left="1992" w:firstLine="708"/>
        <w:rPr>
          <w:b/>
          <w:sz w:val="24"/>
          <w:szCs w:val="24"/>
        </w:rPr>
      </w:pPr>
    </w:p>
    <w:p w:rsidR="00835C83" w:rsidRDefault="00835C83" w:rsidP="00D71806">
      <w:pPr>
        <w:ind w:left="2124" w:firstLine="708"/>
        <w:rPr>
          <w:rFonts w:ascii="Arial" w:hAnsi="Arial" w:cs="Arial"/>
          <w:b/>
        </w:rPr>
      </w:pPr>
    </w:p>
    <w:p w:rsidR="00835C83" w:rsidRDefault="00835C83" w:rsidP="00C8380B">
      <w:pPr>
        <w:ind w:left="2112" w:firstLine="720"/>
        <w:rPr>
          <w:rFonts w:ascii="Arial" w:hAnsi="Arial" w:cs="Arial"/>
          <w:b/>
        </w:rPr>
      </w:pPr>
    </w:p>
    <w:p w:rsidR="00835C83" w:rsidRDefault="00835C83" w:rsidP="00C8380B">
      <w:pPr>
        <w:ind w:left="2112" w:firstLine="720"/>
        <w:rPr>
          <w:rFonts w:ascii="Arial" w:hAnsi="Arial" w:cs="Arial"/>
          <w:b/>
        </w:rPr>
      </w:pPr>
    </w:p>
    <w:p w:rsidR="00835C83" w:rsidRDefault="00835C83"/>
    <w:sectPr w:rsidR="00835C83" w:rsidSect="009823CB">
      <w:pgSz w:w="11906" w:h="16838"/>
      <w:pgMar w:top="1258" w:right="26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069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4190131"/>
    <w:multiLevelType w:val="hybridMultilevel"/>
    <w:tmpl w:val="A73A060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0F643F"/>
    <w:multiLevelType w:val="hybridMultilevel"/>
    <w:tmpl w:val="46B86D3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4D64"/>
    <w:rsid w:val="00002F80"/>
    <w:rsid w:val="000609C5"/>
    <w:rsid w:val="000C5F58"/>
    <w:rsid w:val="00162449"/>
    <w:rsid w:val="001E3037"/>
    <w:rsid w:val="00246A51"/>
    <w:rsid w:val="00393BA4"/>
    <w:rsid w:val="003D0364"/>
    <w:rsid w:val="003F6B60"/>
    <w:rsid w:val="00447750"/>
    <w:rsid w:val="004C123B"/>
    <w:rsid w:val="00511FA8"/>
    <w:rsid w:val="00572EB0"/>
    <w:rsid w:val="0058166C"/>
    <w:rsid w:val="005B3DBA"/>
    <w:rsid w:val="005D5D99"/>
    <w:rsid w:val="00654D64"/>
    <w:rsid w:val="0069279C"/>
    <w:rsid w:val="0069740F"/>
    <w:rsid w:val="006E72BF"/>
    <w:rsid w:val="0079564F"/>
    <w:rsid w:val="00796A7D"/>
    <w:rsid w:val="00825D1D"/>
    <w:rsid w:val="0083255F"/>
    <w:rsid w:val="00835C83"/>
    <w:rsid w:val="00883169"/>
    <w:rsid w:val="008B1346"/>
    <w:rsid w:val="008D457D"/>
    <w:rsid w:val="009576EE"/>
    <w:rsid w:val="009823CB"/>
    <w:rsid w:val="009F3981"/>
    <w:rsid w:val="00A341AA"/>
    <w:rsid w:val="00B076E6"/>
    <w:rsid w:val="00B72477"/>
    <w:rsid w:val="00C31CEA"/>
    <w:rsid w:val="00C8380B"/>
    <w:rsid w:val="00C97E36"/>
    <w:rsid w:val="00CA6548"/>
    <w:rsid w:val="00D71806"/>
    <w:rsid w:val="00D7750F"/>
    <w:rsid w:val="00E21158"/>
    <w:rsid w:val="00E53867"/>
    <w:rsid w:val="00E73C41"/>
    <w:rsid w:val="00E752B5"/>
    <w:rsid w:val="00E95217"/>
    <w:rsid w:val="00F56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D6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eenafstand1">
    <w:name w:val="Geen afstand1"/>
    <w:uiPriority w:val="99"/>
    <w:rsid w:val="00654D64"/>
    <w:rPr>
      <w:lang w:eastAsia="en-US"/>
    </w:rPr>
  </w:style>
  <w:style w:type="paragraph" w:styleId="Footer">
    <w:name w:val="footer"/>
    <w:basedOn w:val="Normal"/>
    <w:link w:val="FooterChar"/>
    <w:uiPriority w:val="99"/>
    <w:semiHidden/>
    <w:rsid w:val="00654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54D64"/>
    <w:rPr>
      <w:rFonts w:ascii="Calibri" w:eastAsia="Times New Roman" w:hAnsi="Calibri" w:cs="Times New Roman"/>
      <w:lang w:val="nl-NL"/>
    </w:rPr>
  </w:style>
  <w:style w:type="paragraph" w:styleId="ListParagraph">
    <w:name w:val="List Paragraph"/>
    <w:basedOn w:val="Normal"/>
    <w:uiPriority w:val="99"/>
    <w:qFormat/>
    <w:rsid w:val="00E95217"/>
    <w:pPr>
      <w:ind w:left="720"/>
      <w:contextualSpacing/>
    </w:pPr>
  </w:style>
  <w:style w:type="paragraph" w:styleId="NoSpacing">
    <w:name w:val="No Spacing"/>
    <w:uiPriority w:val="99"/>
    <w:qFormat/>
    <w:rsid w:val="00E752B5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72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2477"/>
    <w:rPr>
      <w:rFonts w:ascii="Tahoma" w:eastAsia="Times New Roman" w:hAnsi="Tahoma" w:cs="Tahoma"/>
      <w:sz w:val="16"/>
      <w:szCs w:val="16"/>
      <w:lang w:val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</Words>
  <Characters>30</Characters>
  <Application>Microsoft Office Outlook</Application>
  <DocSecurity>0</DocSecurity>
  <Lines>0</Lines>
  <Paragraphs>0</Paragraphs>
  <ScaleCrop>false</ScaleCrop>
  <Company>Unattended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</dc:title>
  <dc:subject/>
  <dc:creator>Sita</dc:creator>
  <cp:keywords/>
  <dc:description/>
  <cp:lastModifiedBy>Janis</cp:lastModifiedBy>
  <cp:revision>2</cp:revision>
  <dcterms:created xsi:type="dcterms:W3CDTF">2019-02-10T12:43:00Z</dcterms:created>
  <dcterms:modified xsi:type="dcterms:W3CDTF">2019-02-10T12:43:00Z</dcterms:modified>
</cp:coreProperties>
</file>