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AEB5" w14:textId="202D5B7A" w:rsidR="00643FD0" w:rsidRDefault="23497897">
      <w:r>
        <w:t>Aantekeningen H2 Ecologie</w:t>
      </w:r>
    </w:p>
    <w:p w14:paraId="10FDB67E" w14:textId="362761BA" w:rsidR="23497897" w:rsidRDefault="23497897" w:rsidP="23497897">
      <w:r>
        <w:t>BS 1: Eten en gegeten worden</w:t>
      </w:r>
    </w:p>
    <w:p w14:paraId="2FB02505" w14:textId="39E99740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Voedselketen </w:t>
      </w:r>
      <w:r w:rsidRPr="23497897">
        <w:t>= Een reeks soorten, waarbij elke soort wordt gegeten door de volgende soort.</w:t>
      </w:r>
    </w:p>
    <w:p w14:paraId="3B174C38" w14:textId="765BA65D" w:rsidR="23497897" w:rsidRDefault="23497897" w:rsidP="23497897">
      <w:pPr>
        <w:rPr>
          <w:lang w:val="en-US"/>
        </w:rPr>
      </w:pPr>
      <w:proofErr w:type="spellStart"/>
      <w:r w:rsidRPr="23497897">
        <w:rPr>
          <w:b/>
          <w:bCs/>
        </w:rPr>
        <w:t>Voedselweb</w:t>
      </w:r>
      <w:proofErr w:type="spellEnd"/>
      <w:r w:rsidRPr="23497897">
        <w:rPr>
          <w:b/>
          <w:bCs/>
        </w:rPr>
        <w:t xml:space="preserve"> </w:t>
      </w:r>
      <w:r w:rsidRPr="23497897">
        <w:t>= Meerdere voedselketens die door elkaar heen lopen.</w:t>
      </w:r>
    </w:p>
    <w:p w14:paraId="43D4930A" w14:textId="6A1259FC" w:rsidR="23497897" w:rsidRDefault="23497897" w:rsidP="23497897">
      <w:r w:rsidRPr="23497897">
        <w:t>De  --&gt;  in een voedselketen betekent wordt gegeten door.</w:t>
      </w:r>
    </w:p>
    <w:p w14:paraId="0C637233" w14:textId="4A333359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Producenten </w:t>
      </w:r>
      <w:r w:rsidRPr="23497897">
        <w:t>= Planten, halen anorganische stoffen (CO2 en water) uit hun omgeving. Maken door fotosynthese glucose &amp; zuurstof.  Eerste schakel. Glucose is een belangrijke organische stof</w:t>
      </w:r>
    </w:p>
    <w:p w14:paraId="35C052F4" w14:textId="7B279218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Consumenten </w:t>
      </w:r>
      <w:r w:rsidRPr="23497897">
        <w:t>= Dieren, Schimmels en Bacteriën. Hebben geen bladgroenkorrels dus geen fotosynthese. Kunnen zelf geen organische stoffen maken. Moeten dit via voedsel binnen krijgen.</w:t>
      </w:r>
    </w:p>
    <w:p w14:paraId="68459110" w14:textId="414C9C44" w:rsidR="23497897" w:rsidRDefault="23497897" w:rsidP="23497897">
      <w:r w:rsidRPr="23497897">
        <w:t>Tweede en “volgende” schakels</w:t>
      </w:r>
    </w:p>
    <w:p w14:paraId="41F51E80" w14:textId="6AA01DB1" w:rsidR="23497897" w:rsidRDefault="23497897" w:rsidP="23497897">
      <w:proofErr w:type="spellStart"/>
      <w:r w:rsidRPr="23497897">
        <w:rPr>
          <w:b/>
          <w:bCs/>
        </w:rPr>
        <w:t>Reducenten</w:t>
      </w:r>
      <w:proofErr w:type="spellEnd"/>
      <w:r w:rsidRPr="23497897">
        <w:rPr>
          <w:b/>
          <w:bCs/>
        </w:rPr>
        <w:t xml:space="preserve"> </w:t>
      </w:r>
      <w:r w:rsidRPr="23497897">
        <w:t>= Bacteriën en Schimmels. Breken organische stoffen af en zetten dit om in anorganische stoffen. (mineralen bijv.) Planten nemen dit weer op uit de grond.</w:t>
      </w:r>
    </w:p>
    <w:p w14:paraId="378EADB6" w14:textId="1C7DE740" w:rsidR="23497897" w:rsidRDefault="23497897" w:rsidP="23497897"/>
    <w:p w14:paraId="7CFE09ED" w14:textId="56608EBE" w:rsidR="23497897" w:rsidRDefault="23497897" w:rsidP="23497897">
      <w:r w:rsidRPr="23497897">
        <w:t>BS 2: Piramide</w:t>
      </w:r>
    </w:p>
    <w:p w14:paraId="7DEA1A5E" w14:textId="62702765" w:rsidR="23497897" w:rsidRDefault="23497897" w:rsidP="23497897">
      <w:pPr>
        <w:rPr>
          <w:lang w:val="en-US"/>
        </w:rPr>
      </w:pPr>
      <w:proofErr w:type="spellStart"/>
      <w:r w:rsidRPr="23497897">
        <w:rPr>
          <w:b/>
          <w:bCs/>
          <w:lang w:val="en-US"/>
        </w:rPr>
        <w:t>Piramiden</w:t>
      </w:r>
      <w:proofErr w:type="spellEnd"/>
      <w:r w:rsidRPr="23497897">
        <w:rPr>
          <w:b/>
          <w:bCs/>
          <w:lang w:val="en-US"/>
        </w:rPr>
        <w:t xml:space="preserve"> van </w:t>
      </w:r>
      <w:proofErr w:type="spellStart"/>
      <w:r w:rsidRPr="23497897">
        <w:rPr>
          <w:b/>
          <w:bCs/>
          <w:lang w:val="en-US"/>
        </w:rPr>
        <w:t>aantallen</w:t>
      </w:r>
      <w:proofErr w:type="spellEnd"/>
      <w:r w:rsidRPr="23497897">
        <w:rPr>
          <w:lang w:val="en-US"/>
        </w:rPr>
        <w:t xml:space="preserve"> = </w:t>
      </w:r>
      <w:proofErr w:type="spellStart"/>
      <w:r w:rsidRPr="23497897">
        <w:rPr>
          <w:lang w:val="en-US"/>
        </w:rPr>
        <w:t>laat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zien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hoeveel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individuen</w:t>
      </w:r>
      <w:proofErr w:type="spellEnd"/>
      <w:r w:rsidRPr="23497897">
        <w:rPr>
          <w:lang w:val="en-US"/>
        </w:rPr>
        <w:t xml:space="preserve"> in </w:t>
      </w:r>
      <w:proofErr w:type="spellStart"/>
      <w:r w:rsidRPr="23497897">
        <w:rPr>
          <w:lang w:val="en-US"/>
        </w:rPr>
        <w:t>elke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schakel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voorkomen</w:t>
      </w:r>
      <w:proofErr w:type="spellEnd"/>
      <w:r w:rsidRPr="23497897">
        <w:rPr>
          <w:lang w:val="en-US"/>
        </w:rPr>
        <w:t>.</w:t>
      </w:r>
    </w:p>
    <w:p w14:paraId="728A6C9F" w14:textId="1491E0DF" w:rsidR="23497897" w:rsidRDefault="23497897" w:rsidP="23497897">
      <w:pPr>
        <w:rPr>
          <w:lang w:val="en-US"/>
        </w:rPr>
      </w:pPr>
      <w:proofErr w:type="spellStart"/>
      <w:r w:rsidRPr="23497897">
        <w:rPr>
          <w:b/>
          <w:bCs/>
          <w:lang w:val="en-US"/>
        </w:rPr>
        <w:t>Piramide</w:t>
      </w:r>
      <w:proofErr w:type="spellEnd"/>
      <w:r w:rsidRPr="23497897">
        <w:rPr>
          <w:b/>
          <w:bCs/>
          <w:lang w:val="en-US"/>
        </w:rPr>
        <w:t xml:space="preserve"> van </w:t>
      </w:r>
      <w:proofErr w:type="spellStart"/>
      <w:r w:rsidRPr="23497897">
        <w:rPr>
          <w:b/>
          <w:bCs/>
          <w:lang w:val="en-US"/>
        </w:rPr>
        <w:t>biomassa</w:t>
      </w:r>
      <w:proofErr w:type="spellEnd"/>
      <w:r w:rsidRPr="23497897">
        <w:rPr>
          <w:lang w:val="en-US"/>
        </w:rPr>
        <w:t xml:space="preserve"> = </w:t>
      </w:r>
      <w:proofErr w:type="spellStart"/>
      <w:r w:rsidRPr="23497897">
        <w:rPr>
          <w:lang w:val="en-US"/>
        </w:rPr>
        <w:t>Laat</w:t>
      </w:r>
      <w:proofErr w:type="spellEnd"/>
      <w:r w:rsidRPr="23497897">
        <w:rPr>
          <w:lang w:val="en-US"/>
        </w:rPr>
        <w:t xml:space="preserve"> van </w:t>
      </w:r>
      <w:proofErr w:type="spellStart"/>
      <w:r w:rsidRPr="23497897">
        <w:rPr>
          <w:lang w:val="en-US"/>
        </w:rPr>
        <w:t>elke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schakel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zien</w:t>
      </w:r>
      <w:proofErr w:type="spellEnd"/>
      <w:r w:rsidRPr="23497897">
        <w:rPr>
          <w:lang w:val="en-US"/>
        </w:rPr>
        <w:t xml:space="preserve"> wat de </w:t>
      </w:r>
      <w:proofErr w:type="spellStart"/>
      <w:r w:rsidRPr="23497897">
        <w:rPr>
          <w:lang w:val="en-US"/>
        </w:rPr>
        <w:t>biomassa</w:t>
      </w:r>
      <w:proofErr w:type="spellEnd"/>
      <w:r w:rsidRPr="23497897">
        <w:rPr>
          <w:lang w:val="en-US"/>
        </w:rPr>
        <w:t xml:space="preserve"> is.</w:t>
      </w:r>
    </w:p>
    <w:p w14:paraId="2FDB9094" w14:textId="24D70E23" w:rsidR="23497897" w:rsidRDefault="23497897" w:rsidP="23497897">
      <w:proofErr w:type="spellStart"/>
      <w:r w:rsidRPr="23497897">
        <w:rPr>
          <w:b/>
          <w:bCs/>
          <w:lang w:val="en-US"/>
        </w:rPr>
        <w:t>Biomassa</w:t>
      </w:r>
      <w:proofErr w:type="spellEnd"/>
      <w:r w:rsidRPr="23497897">
        <w:rPr>
          <w:b/>
          <w:bCs/>
          <w:lang w:val="en-US"/>
        </w:rPr>
        <w:t xml:space="preserve"> </w:t>
      </w:r>
      <w:r w:rsidRPr="23497897">
        <w:rPr>
          <w:lang w:val="en-US"/>
        </w:rPr>
        <w:t xml:space="preserve">= Het </w:t>
      </w:r>
      <w:proofErr w:type="spellStart"/>
      <w:r w:rsidRPr="23497897">
        <w:rPr>
          <w:lang w:val="en-US"/>
        </w:rPr>
        <w:t>totale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gewicht</w:t>
      </w:r>
      <w:proofErr w:type="spellEnd"/>
      <w:r w:rsidRPr="23497897">
        <w:rPr>
          <w:lang w:val="en-US"/>
        </w:rPr>
        <w:t xml:space="preserve"> van </w:t>
      </w:r>
      <w:proofErr w:type="spellStart"/>
      <w:r w:rsidRPr="23497897">
        <w:rPr>
          <w:lang w:val="en-US"/>
        </w:rPr>
        <w:t>alle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organische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stoffen</w:t>
      </w:r>
      <w:proofErr w:type="spellEnd"/>
      <w:r w:rsidRPr="23497897">
        <w:rPr>
          <w:lang w:val="en-US"/>
        </w:rPr>
        <w:t xml:space="preserve"> in </w:t>
      </w:r>
      <w:proofErr w:type="spellStart"/>
      <w:r w:rsidRPr="23497897">
        <w:rPr>
          <w:lang w:val="en-US"/>
        </w:rPr>
        <w:t>een</w:t>
      </w:r>
      <w:proofErr w:type="spellEnd"/>
      <w:r w:rsidRPr="23497897">
        <w:rPr>
          <w:lang w:val="en-US"/>
        </w:rPr>
        <w:t xml:space="preserve"> </w:t>
      </w:r>
      <w:proofErr w:type="spellStart"/>
      <w:r w:rsidRPr="23497897">
        <w:rPr>
          <w:lang w:val="en-US"/>
        </w:rPr>
        <w:t>organisme</w:t>
      </w:r>
      <w:proofErr w:type="spellEnd"/>
    </w:p>
    <w:p w14:paraId="6B887871" w14:textId="3313CC91" w:rsidR="23497897" w:rsidRDefault="23497897" w:rsidP="23497897"/>
    <w:p w14:paraId="76476343" w14:textId="3927A469" w:rsidR="23497897" w:rsidRDefault="23497897" w:rsidP="23497897">
      <w:r>
        <w:t>BS 3: Koolstofkringloop</w:t>
      </w:r>
    </w:p>
    <w:p w14:paraId="0A87E0ED" w14:textId="745E3B8D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Kringloop </w:t>
      </w:r>
      <w:r w:rsidRPr="23497897">
        <w:t>= Stoffen worden steeds opnieuw gebruikt.</w:t>
      </w:r>
    </w:p>
    <w:p w14:paraId="01866110" w14:textId="0AF1C356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Koolstofkringloop </w:t>
      </w:r>
      <w:r w:rsidRPr="23497897">
        <w:t xml:space="preserve">= Koolstof stroomt via planten, naar consumenten, naar </w:t>
      </w:r>
      <w:proofErr w:type="spellStart"/>
      <w:r w:rsidRPr="23497897">
        <w:t>reducenten</w:t>
      </w:r>
      <w:proofErr w:type="spellEnd"/>
      <w:r w:rsidRPr="23497897">
        <w:t xml:space="preserve">, door het ecosysteem heen. </w:t>
      </w:r>
    </w:p>
    <w:p w14:paraId="049D3702" w14:textId="5C744B52" w:rsidR="23497897" w:rsidRDefault="23497897" w:rsidP="23497897">
      <w:pPr>
        <w:rPr>
          <w:b/>
          <w:bCs/>
          <w:lang w:val="en-US"/>
        </w:rPr>
      </w:pPr>
      <w:r w:rsidRPr="23497897">
        <w:rPr>
          <w:i/>
          <w:iCs/>
        </w:rPr>
        <w:t>Producenten</w:t>
      </w:r>
      <w:r w:rsidRPr="23497897">
        <w:t xml:space="preserve">: Koolstofdioxide naar koolstof (in glucose)          </w:t>
      </w:r>
      <w:r w:rsidRPr="23497897">
        <w:rPr>
          <w:b/>
          <w:bCs/>
        </w:rPr>
        <w:t>fotosynthese</w:t>
      </w:r>
    </w:p>
    <w:p w14:paraId="59ED3BFD" w14:textId="3D185DE3" w:rsidR="23497897" w:rsidRDefault="23497897" w:rsidP="23497897">
      <w:pPr>
        <w:rPr>
          <w:b/>
          <w:bCs/>
          <w:lang w:val="en-US"/>
        </w:rPr>
      </w:pPr>
      <w:r w:rsidRPr="23497897">
        <w:rPr>
          <w:i/>
          <w:iCs/>
        </w:rPr>
        <w:t>Consumenten</w:t>
      </w:r>
      <w:r w:rsidRPr="23497897">
        <w:t xml:space="preserve">: Koolstof (in glucose) naar koolstofdioxide         </w:t>
      </w:r>
      <w:r w:rsidRPr="23497897">
        <w:rPr>
          <w:b/>
          <w:bCs/>
        </w:rPr>
        <w:t>verbranding</w:t>
      </w:r>
    </w:p>
    <w:p w14:paraId="188625ED" w14:textId="40BB10FC" w:rsidR="23497897" w:rsidRDefault="23497897" w:rsidP="23497897">
      <w:pPr>
        <w:rPr>
          <w:b/>
          <w:bCs/>
        </w:rPr>
      </w:pPr>
      <w:proofErr w:type="spellStart"/>
      <w:r w:rsidRPr="23497897">
        <w:rPr>
          <w:i/>
          <w:iCs/>
        </w:rPr>
        <w:t>Reducenten</w:t>
      </w:r>
      <w:proofErr w:type="spellEnd"/>
      <w:r w:rsidRPr="23497897">
        <w:t xml:space="preserve">: Koolstof (in glucose) naar koolstofdioxide            </w:t>
      </w:r>
      <w:r w:rsidRPr="23497897">
        <w:rPr>
          <w:b/>
          <w:bCs/>
        </w:rPr>
        <w:t>verbranding</w:t>
      </w:r>
    </w:p>
    <w:p w14:paraId="5D847EDC" w14:textId="264AFE7D" w:rsidR="23497897" w:rsidRDefault="23497897" w:rsidP="23497897"/>
    <w:p w14:paraId="2BB93048" w14:textId="34DA9D31" w:rsidR="23497897" w:rsidRDefault="23497897" w:rsidP="23497897">
      <w:r>
        <w:t>BS 4: Populaties</w:t>
      </w:r>
    </w:p>
    <w:p w14:paraId="0A2834A4" w14:textId="0FD85D42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Milieu  </w:t>
      </w:r>
      <w:r w:rsidRPr="23497897">
        <w:t>= Omgeving waarin organisme leven</w:t>
      </w:r>
    </w:p>
    <w:p w14:paraId="73D4A217" w14:textId="2F5C59B6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Ecologie </w:t>
      </w:r>
      <w:r w:rsidRPr="23497897">
        <w:t>= Het bestuderen van de relaties tussen organismen &amp; hun omgeving</w:t>
      </w:r>
    </w:p>
    <w:p w14:paraId="1E4B79D6" w14:textId="29AF8B53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Biotische factoren </w:t>
      </w:r>
      <w:r w:rsidRPr="23497897">
        <w:t>= Invloeden op een organisme, die afkomstig zijn van andere organisme (roofdieren, soortgenoten, voedsel)</w:t>
      </w:r>
    </w:p>
    <w:p w14:paraId="21946FDF" w14:textId="749CE08D" w:rsidR="23497897" w:rsidRDefault="23497897" w:rsidP="23497897">
      <w:r w:rsidRPr="23497897">
        <w:rPr>
          <w:b/>
          <w:bCs/>
        </w:rPr>
        <w:t xml:space="preserve">Abiotische factoren </w:t>
      </w:r>
      <w:r w:rsidRPr="23497897">
        <w:t xml:space="preserve">= Invloeden op een organisme, die afkomstig zijn van de niet levende natuur. (Zon, regen, temperatuur, </w:t>
      </w:r>
      <w:proofErr w:type="spellStart"/>
      <w:r w:rsidRPr="23497897">
        <w:t>etc</w:t>
      </w:r>
      <w:proofErr w:type="spellEnd"/>
      <w:r w:rsidRPr="23497897">
        <w:t>).</w:t>
      </w:r>
    </w:p>
    <w:p w14:paraId="48CFA60F" w14:textId="10F42346" w:rsidR="23497897" w:rsidRDefault="23497897" w:rsidP="23497897"/>
    <w:p w14:paraId="55E80B81" w14:textId="4690726B" w:rsidR="23497897" w:rsidRDefault="23497897" w:rsidP="23497897"/>
    <w:p w14:paraId="31A661FE" w14:textId="6F852AFF" w:rsidR="23497897" w:rsidRDefault="23497897" w:rsidP="23497897">
      <w:r w:rsidRPr="23497897">
        <w:rPr>
          <w:b/>
          <w:bCs/>
        </w:rPr>
        <w:t xml:space="preserve">Individu </w:t>
      </w:r>
      <w:r w:rsidRPr="23497897">
        <w:t xml:space="preserve">= Enkel organisme </w:t>
      </w:r>
    </w:p>
    <w:p w14:paraId="1122FB62" w14:textId="75BF6466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Populatie </w:t>
      </w:r>
      <w:r w:rsidRPr="23497897">
        <w:t>= Groep individuen van dezelfde soort, in een bepaald gebied, die onderling (met elkaar) voortplanten</w:t>
      </w:r>
    </w:p>
    <w:p w14:paraId="1F049B8F" w14:textId="7E46E4A2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Levensgemeenschap </w:t>
      </w:r>
      <w:r w:rsidRPr="23497897">
        <w:t>= Alle populaties in een bepaald leefgebied</w:t>
      </w:r>
    </w:p>
    <w:p w14:paraId="72A23E6B" w14:textId="72740933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Ecosysteem </w:t>
      </w:r>
      <w:r w:rsidRPr="23497897">
        <w:t xml:space="preserve">= De biotoop en </w:t>
      </w:r>
      <w:proofErr w:type="spellStart"/>
      <w:r w:rsidRPr="23497897">
        <w:t>levengsemeenschap</w:t>
      </w:r>
      <w:proofErr w:type="spellEnd"/>
      <w:r w:rsidRPr="23497897">
        <w:t xml:space="preserve"> samen.</w:t>
      </w:r>
    </w:p>
    <w:p w14:paraId="626251F2" w14:textId="75EE5C8E" w:rsidR="23497897" w:rsidRDefault="23497897" w:rsidP="23497897">
      <w:r w:rsidRPr="23497897">
        <w:rPr>
          <w:b/>
          <w:bCs/>
        </w:rPr>
        <w:t xml:space="preserve">Biotoop </w:t>
      </w:r>
      <w:r w:rsidRPr="23497897">
        <w:t xml:space="preserve">= Alle abiotische factoren </w:t>
      </w:r>
    </w:p>
    <w:p w14:paraId="42BDDC0E" w14:textId="74F97C87" w:rsidR="23497897" w:rsidRDefault="23497897" w:rsidP="23497897"/>
    <w:p w14:paraId="0627D7F8" w14:textId="4A259FDE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Biologisch evenwicht </w:t>
      </w:r>
      <w:r w:rsidRPr="23497897">
        <w:t xml:space="preserve">= Het schommelen van de hoeveelheid individuen binnen een populatie. </w:t>
      </w:r>
    </w:p>
    <w:p w14:paraId="2BEBEDC5" w14:textId="2E3A32C4" w:rsidR="23497897" w:rsidRDefault="23497897" w:rsidP="23497897">
      <w:pPr>
        <w:rPr>
          <w:lang w:val="en-US"/>
        </w:rPr>
      </w:pPr>
      <w:r w:rsidRPr="23497897">
        <w:t>De grootte is afhankelijk van biotische en abiotische factoren</w:t>
      </w:r>
    </w:p>
    <w:p w14:paraId="126305C9" w14:textId="2B4251F4" w:rsidR="23497897" w:rsidRDefault="23497897" w:rsidP="23497897"/>
    <w:p w14:paraId="46B20D85" w14:textId="09BEDBBA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Optimumkromme </w:t>
      </w:r>
      <w:r w:rsidRPr="23497897">
        <w:t xml:space="preserve">= Geeft aan hoe organisme omgaan met schommelingen van abiotische factoren. </w:t>
      </w:r>
    </w:p>
    <w:p w14:paraId="7B84D2D0" w14:textId="5B46E58C" w:rsidR="23497897" w:rsidRDefault="23497897" w:rsidP="23497897">
      <w:pPr>
        <w:rPr>
          <w:lang w:val="en-US"/>
        </w:rPr>
      </w:pPr>
      <w:proofErr w:type="spellStart"/>
      <w:r w:rsidRPr="23497897">
        <w:rPr>
          <w:b/>
          <w:bCs/>
        </w:rPr>
        <w:t>Minimun</w:t>
      </w:r>
      <w:proofErr w:type="spellEnd"/>
      <w:r w:rsidRPr="23497897">
        <w:rPr>
          <w:b/>
          <w:bCs/>
        </w:rPr>
        <w:t xml:space="preserve"> </w:t>
      </w:r>
      <w:r w:rsidRPr="23497897">
        <w:t>= Wat is de minimale factor (temperatuur etc.) om de kunnen leven</w:t>
      </w:r>
    </w:p>
    <w:p w14:paraId="386E4964" w14:textId="7F32712C" w:rsidR="23497897" w:rsidRDefault="23497897" w:rsidP="23497897">
      <w:pPr>
        <w:rPr>
          <w:lang w:val="en-US"/>
        </w:rPr>
      </w:pPr>
      <w:proofErr w:type="spellStart"/>
      <w:r w:rsidRPr="23497897">
        <w:rPr>
          <w:b/>
          <w:bCs/>
        </w:rPr>
        <w:t>Maximun</w:t>
      </w:r>
      <w:proofErr w:type="spellEnd"/>
      <w:r w:rsidRPr="23497897">
        <w:rPr>
          <w:b/>
          <w:bCs/>
        </w:rPr>
        <w:t xml:space="preserve"> </w:t>
      </w:r>
      <w:r w:rsidRPr="23497897">
        <w:t>= Wat is de maximale factor om te kunnen leven</w:t>
      </w:r>
    </w:p>
    <w:p w14:paraId="00DAF255" w14:textId="26026FC1" w:rsidR="23497897" w:rsidRDefault="23497897" w:rsidP="23497897">
      <w:pPr>
        <w:rPr>
          <w:lang w:val="en-US"/>
        </w:rPr>
      </w:pPr>
      <w:r w:rsidRPr="23497897">
        <w:rPr>
          <w:b/>
          <w:bCs/>
        </w:rPr>
        <w:t xml:space="preserve">Optimum </w:t>
      </w:r>
      <w:r w:rsidRPr="23497897">
        <w:t>= Meest gunstige factor om te leven</w:t>
      </w:r>
    </w:p>
    <w:p w14:paraId="45155739" w14:textId="516A21E2" w:rsidR="23497897" w:rsidRDefault="23497897" w:rsidP="23497897">
      <w:r w:rsidRPr="23497897">
        <w:rPr>
          <w:b/>
          <w:bCs/>
        </w:rPr>
        <w:t xml:space="preserve">Tolerantiegebied </w:t>
      </w:r>
      <w:r w:rsidRPr="23497897">
        <w:t xml:space="preserve">= Het gebied tussen het </w:t>
      </w:r>
      <w:proofErr w:type="spellStart"/>
      <w:r w:rsidRPr="23497897">
        <w:t>mininum</w:t>
      </w:r>
      <w:proofErr w:type="spellEnd"/>
      <w:r w:rsidRPr="23497897">
        <w:t xml:space="preserve"> &amp; maximum</w:t>
      </w:r>
    </w:p>
    <w:p w14:paraId="6FA2C5B9" w14:textId="5EE07CF5" w:rsidR="0088022A" w:rsidRDefault="0088022A" w:rsidP="23497897"/>
    <w:p w14:paraId="6526BA4A" w14:textId="741A85AC" w:rsidR="0088022A" w:rsidRDefault="0088022A" w:rsidP="23497897">
      <w:r>
        <w:t>BS 5: Aanpassingen dieren</w:t>
      </w:r>
    </w:p>
    <w:p w14:paraId="38871D02" w14:textId="6B7332C5" w:rsidR="0088022A" w:rsidRDefault="0088022A" w:rsidP="23497897">
      <w:r>
        <w:t>Waterdieren</w:t>
      </w:r>
    </w:p>
    <w:p w14:paraId="6251A092" w14:textId="77777777" w:rsidR="0088022A" w:rsidRPr="0088022A" w:rsidRDefault="0088022A" w:rsidP="0088022A">
      <w:pPr>
        <w:numPr>
          <w:ilvl w:val="0"/>
          <w:numId w:val="6"/>
        </w:numPr>
      </w:pPr>
      <w:r w:rsidRPr="0088022A">
        <w:t>Gestroomlijnd lichaam = zorgt ervoor dat er weinig weerstand is met het water (kost minder energie)</w:t>
      </w:r>
    </w:p>
    <w:p w14:paraId="7089F626" w14:textId="77777777" w:rsidR="0088022A" w:rsidRPr="0088022A" w:rsidRDefault="0088022A" w:rsidP="0088022A">
      <w:pPr>
        <w:numPr>
          <w:ilvl w:val="0"/>
          <w:numId w:val="6"/>
        </w:numPr>
      </w:pPr>
      <w:r w:rsidRPr="0088022A">
        <w:t xml:space="preserve">Schutkleuren = donkere buik, lichtere rug. </w:t>
      </w:r>
    </w:p>
    <w:p w14:paraId="77B50C55" w14:textId="77777777" w:rsidR="0088022A" w:rsidRPr="0088022A" w:rsidRDefault="0088022A" w:rsidP="0088022A">
      <w:pPr>
        <w:numPr>
          <w:ilvl w:val="0"/>
          <w:numId w:val="6"/>
        </w:numPr>
      </w:pPr>
      <w:r w:rsidRPr="0088022A">
        <w:t>Huid = Vissen hebben schubben met slijm (glad)</w:t>
      </w:r>
    </w:p>
    <w:p w14:paraId="3D6FAC06" w14:textId="6E4E1E41" w:rsidR="0088022A" w:rsidRDefault="0088022A" w:rsidP="23497897"/>
    <w:p w14:paraId="45EB9CEC" w14:textId="2A3B25E3" w:rsidR="0088022A" w:rsidRDefault="0088022A" w:rsidP="23497897">
      <w:r>
        <w:t>Landzoogdieren</w:t>
      </w:r>
    </w:p>
    <w:p w14:paraId="60C70952" w14:textId="77777777" w:rsidR="0088022A" w:rsidRPr="0088022A" w:rsidRDefault="0088022A" w:rsidP="0088022A">
      <w:pPr>
        <w:numPr>
          <w:ilvl w:val="0"/>
          <w:numId w:val="7"/>
        </w:numPr>
      </w:pPr>
      <w:r w:rsidRPr="0088022A">
        <w:t>Zoolgangers, Teengangers, Hoefgangers = Aangepast aan de hardheid van de ondergrond</w:t>
      </w:r>
    </w:p>
    <w:p w14:paraId="4EBD8746" w14:textId="77777777" w:rsidR="0088022A" w:rsidRPr="0088022A" w:rsidRDefault="0088022A" w:rsidP="0088022A">
      <w:pPr>
        <w:numPr>
          <w:ilvl w:val="0"/>
          <w:numId w:val="7"/>
        </w:numPr>
      </w:pPr>
      <w:r w:rsidRPr="0088022A">
        <w:t>Warm/Koud = Dikke vacht / Dunne vacht</w:t>
      </w:r>
    </w:p>
    <w:p w14:paraId="3A29381D" w14:textId="673D31AD" w:rsidR="0088022A" w:rsidRDefault="0088022A" w:rsidP="23497897"/>
    <w:p w14:paraId="31A7970F" w14:textId="46C3A6F0" w:rsidR="0088022A" w:rsidRDefault="0088022A" w:rsidP="23497897">
      <w:r>
        <w:t>Vogels</w:t>
      </w:r>
    </w:p>
    <w:p w14:paraId="26851502" w14:textId="77777777" w:rsidR="0088022A" w:rsidRPr="0088022A" w:rsidRDefault="0088022A" w:rsidP="0088022A">
      <w:pPr>
        <w:numPr>
          <w:ilvl w:val="0"/>
          <w:numId w:val="8"/>
        </w:numPr>
      </w:pPr>
      <w:r w:rsidRPr="0088022A">
        <w:rPr>
          <w:b/>
          <w:bCs/>
        </w:rPr>
        <w:t>Steltlopers</w:t>
      </w:r>
      <w:r w:rsidRPr="0088022A">
        <w:t xml:space="preserve"> = Lange poter, lange tenen, soms vliezen. Zoeken voedsel in ondiep water, met priemsnavel</w:t>
      </w:r>
    </w:p>
    <w:p w14:paraId="5A83C312" w14:textId="77777777" w:rsidR="0088022A" w:rsidRPr="0088022A" w:rsidRDefault="0088022A" w:rsidP="0088022A">
      <w:r w:rsidRPr="0088022A">
        <w:lastRenderedPageBreak/>
        <w:t>Priemsnavel = Lange dunne snavel</w:t>
      </w:r>
    </w:p>
    <w:p w14:paraId="0BDF5F1C" w14:textId="77777777" w:rsidR="0088022A" w:rsidRPr="0088022A" w:rsidRDefault="0088022A" w:rsidP="0088022A">
      <w:pPr>
        <w:numPr>
          <w:ilvl w:val="0"/>
          <w:numId w:val="9"/>
        </w:numPr>
      </w:pPr>
      <w:r w:rsidRPr="0088022A">
        <w:rPr>
          <w:b/>
          <w:bCs/>
        </w:rPr>
        <w:t>Roofvogels</w:t>
      </w:r>
      <w:r w:rsidRPr="0088022A">
        <w:t xml:space="preserve"> = Hebben klauwen, om prooi te vangen</w:t>
      </w:r>
    </w:p>
    <w:p w14:paraId="13507949" w14:textId="77777777" w:rsidR="0088022A" w:rsidRPr="0088022A" w:rsidRDefault="0088022A" w:rsidP="0088022A">
      <w:r w:rsidRPr="0088022A">
        <w:t>Haaksnavel = krom en gebogen scherpe punt</w:t>
      </w:r>
    </w:p>
    <w:p w14:paraId="11499D45" w14:textId="77777777" w:rsidR="0088022A" w:rsidRPr="0088022A" w:rsidRDefault="0088022A" w:rsidP="0088022A">
      <w:pPr>
        <w:numPr>
          <w:ilvl w:val="0"/>
          <w:numId w:val="10"/>
        </w:numPr>
      </w:pPr>
      <w:r w:rsidRPr="0088022A">
        <w:rPr>
          <w:b/>
          <w:bCs/>
        </w:rPr>
        <w:t>Zangvogels</w:t>
      </w:r>
      <w:r w:rsidRPr="0088022A">
        <w:t xml:space="preserve"> = 3 tenen naar voren, 1 teen naar achter. Eten insecten en zaden.</w:t>
      </w:r>
    </w:p>
    <w:p w14:paraId="502318F0" w14:textId="77777777" w:rsidR="0088022A" w:rsidRPr="0088022A" w:rsidRDefault="0088022A" w:rsidP="0088022A">
      <w:r w:rsidRPr="0088022A">
        <w:t xml:space="preserve">Kegelsnavel </w:t>
      </w:r>
      <w:r w:rsidRPr="0088022A">
        <w:sym w:font="Wingdings" w:char="F0E0"/>
      </w:r>
      <w:r w:rsidRPr="0088022A">
        <w:t xml:space="preserve"> zaden, korte snavel veel kracht</w:t>
      </w:r>
    </w:p>
    <w:p w14:paraId="6D8083DB" w14:textId="77777777" w:rsidR="0088022A" w:rsidRPr="0088022A" w:rsidRDefault="0088022A" w:rsidP="0088022A">
      <w:r w:rsidRPr="0088022A">
        <w:t xml:space="preserve">Pincetsnavel </w:t>
      </w:r>
      <w:r w:rsidRPr="0088022A">
        <w:sym w:font="Wingdings" w:char="F0E0"/>
      </w:r>
      <w:r w:rsidRPr="0088022A">
        <w:t xml:space="preserve"> Insecten, recht spits &amp; smal    </w:t>
      </w:r>
    </w:p>
    <w:p w14:paraId="764F4C23" w14:textId="77777777" w:rsidR="0088022A" w:rsidRPr="0088022A" w:rsidRDefault="0088022A" w:rsidP="0088022A">
      <w:pPr>
        <w:numPr>
          <w:ilvl w:val="0"/>
          <w:numId w:val="11"/>
        </w:numPr>
      </w:pPr>
      <w:r w:rsidRPr="0088022A">
        <w:rPr>
          <w:b/>
          <w:bCs/>
        </w:rPr>
        <w:t>Watervogels</w:t>
      </w:r>
      <w:r w:rsidRPr="0088022A">
        <w:t xml:space="preserve"> = veren zijn waterafstotend, 1 teen wijst naar achter. Vaak zwemvliezen</w:t>
      </w:r>
    </w:p>
    <w:p w14:paraId="5B28C3FD" w14:textId="77777777" w:rsidR="0088022A" w:rsidRPr="0088022A" w:rsidRDefault="0088022A" w:rsidP="0088022A">
      <w:r w:rsidRPr="0088022A">
        <w:t>Zeefsnavel = Brede bek om voedsel uit het water te zeven</w:t>
      </w:r>
    </w:p>
    <w:p w14:paraId="7000948C" w14:textId="01CDDC4D" w:rsidR="23497897" w:rsidRDefault="23497897" w:rsidP="23497897"/>
    <w:p w14:paraId="5189191D" w14:textId="46253DC2" w:rsidR="0088022A" w:rsidRDefault="0088022A" w:rsidP="23497897">
      <w:r>
        <w:t>BS 6: Aanpassingen bij planten</w:t>
      </w:r>
    </w:p>
    <w:p w14:paraId="1DBF141F" w14:textId="36AF2F21" w:rsidR="0088022A" w:rsidRPr="0088022A" w:rsidRDefault="0088022A" w:rsidP="23497897">
      <w:pPr>
        <w:rPr>
          <w:u w:val="single"/>
        </w:rPr>
      </w:pPr>
      <w:r w:rsidRPr="0088022A">
        <w:rPr>
          <w:u w:val="single"/>
        </w:rPr>
        <w:t>Droge omgeving</w:t>
      </w:r>
    </w:p>
    <w:p w14:paraId="6FBA3A20" w14:textId="77777777" w:rsidR="0088022A" w:rsidRPr="0088022A" w:rsidRDefault="0088022A" w:rsidP="0088022A">
      <w:pPr>
        <w:numPr>
          <w:ilvl w:val="0"/>
          <w:numId w:val="12"/>
        </w:numPr>
      </w:pPr>
      <w:r w:rsidRPr="0088022A">
        <w:t>Droge omgeving = vocht proberen vast te houden</w:t>
      </w:r>
    </w:p>
    <w:p w14:paraId="5654CED7" w14:textId="77777777" w:rsidR="0088022A" w:rsidRPr="0088022A" w:rsidRDefault="0088022A" w:rsidP="0088022A">
      <w:pPr>
        <w:numPr>
          <w:ilvl w:val="0"/>
          <w:numId w:val="13"/>
        </w:numPr>
      </w:pPr>
      <w:r w:rsidRPr="0088022A">
        <w:t>Kleine bladeren / behaarde bladeren</w:t>
      </w:r>
    </w:p>
    <w:p w14:paraId="0E8FF9A2" w14:textId="77777777" w:rsidR="0088022A" w:rsidRPr="0088022A" w:rsidRDefault="0088022A" w:rsidP="0088022A">
      <w:pPr>
        <w:numPr>
          <w:ilvl w:val="0"/>
          <w:numId w:val="13"/>
        </w:numPr>
      </w:pPr>
      <w:r w:rsidRPr="0088022A">
        <w:t>Dik waslaagje</w:t>
      </w:r>
    </w:p>
    <w:p w14:paraId="44686211" w14:textId="54307354" w:rsidR="0088022A" w:rsidRDefault="0088022A" w:rsidP="0088022A">
      <w:pPr>
        <w:numPr>
          <w:ilvl w:val="0"/>
          <w:numId w:val="13"/>
        </w:numPr>
      </w:pPr>
      <w:r w:rsidRPr="0088022A">
        <w:t>Weinig huidmondjes / verzonken huidmondjes</w:t>
      </w:r>
    </w:p>
    <w:p w14:paraId="61C54C1C" w14:textId="6905ABE8" w:rsidR="0088022A" w:rsidRDefault="0088022A" w:rsidP="0088022A"/>
    <w:p w14:paraId="19A0C60A" w14:textId="3688456A" w:rsidR="0088022A" w:rsidRDefault="0088022A" w:rsidP="0088022A">
      <w:r>
        <w:t>Vochtige omgeving</w:t>
      </w:r>
    </w:p>
    <w:p w14:paraId="01F982BD" w14:textId="77777777" w:rsidR="0088022A" w:rsidRPr="0088022A" w:rsidRDefault="0088022A" w:rsidP="0088022A">
      <w:pPr>
        <w:numPr>
          <w:ilvl w:val="0"/>
          <w:numId w:val="14"/>
        </w:numPr>
      </w:pPr>
      <w:r w:rsidRPr="0088022A">
        <w:t>Veel vocht = zelf weinig vocht vasthouden</w:t>
      </w:r>
    </w:p>
    <w:p w14:paraId="5C193545" w14:textId="77777777" w:rsidR="0088022A" w:rsidRPr="0088022A" w:rsidRDefault="0088022A" w:rsidP="0088022A">
      <w:pPr>
        <w:numPr>
          <w:ilvl w:val="0"/>
          <w:numId w:val="15"/>
        </w:numPr>
      </w:pPr>
      <w:r w:rsidRPr="0088022A">
        <w:t>Veel huidmondjes  (soms aan de bovenkant van het blad)</w:t>
      </w:r>
    </w:p>
    <w:p w14:paraId="4E1D8324" w14:textId="77777777" w:rsidR="0088022A" w:rsidRPr="0088022A" w:rsidRDefault="0088022A" w:rsidP="0088022A">
      <w:pPr>
        <w:numPr>
          <w:ilvl w:val="0"/>
          <w:numId w:val="15"/>
        </w:numPr>
      </w:pPr>
      <w:r w:rsidRPr="0088022A">
        <w:t>Grote, kale bladeren</w:t>
      </w:r>
    </w:p>
    <w:p w14:paraId="5D3CDC36" w14:textId="77777777" w:rsidR="0088022A" w:rsidRPr="0088022A" w:rsidRDefault="0088022A" w:rsidP="0088022A">
      <w:pPr>
        <w:numPr>
          <w:ilvl w:val="0"/>
          <w:numId w:val="15"/>
        </w:numPr>
      </w:pPr>
      <w:r w:rsidRPr="0088022A">
        <w:t>Dunne waslaag</w:t>
      </w:r>
    </w:p>
    <w:p w14:paraId="24DBB440" w14:textId="31810001" w:rsidR="0088022A" w:rsidRDefault="0088022A" w:rsidP="0088022A"/>
    <w:p w14:paraId="3CE9E59A" w14:textId="3D1329F7" w:rsidR="0088022A" w:rsidRDefault="0088022A" w:rsidP="0088022A">
      <w:r>
        <w:t>Aanpassingen aan het licht</w:t>
      </w:r>
    </w:p>
    <w:p w14:paraId="3436803A" w14:textId="77777777" w:rsidR="0088022A" w:rsidRPr="0088022A" w:rsidRDefault="0088022A" w:rsidP="0088022A">
      <w:pPr>
        <w:numPr>
          <w:ilvl w:val="0"/>
          <w:numId w:val="16"/>
        </w:numPr>
      </w:pPr>
      <w:r w:rsidRPr="0088022A">
        <w:rPr>
          <w:b/>
        </w:rPr>
        <w:t>Zonplanten</w:t>
      </w:r>
      <w:r w:rsidRPr="0088022A">
        <w:t xml:space="preserve"> = hebben veel licht nodig (open veld)</w:t>
      </w:r>
    </w:p>
    <w:p w14:paraId="29E20F8E" w14:textId="77777777" w:rsidR="0088022A" w:rsidRPr="0088022A" w:rsidRDefault="0088022A" w:rsidP="0088022A">
      <w:pPr>
        <w:numPr>
          <w:ilvl w:val="0"/>
          <w:numId w:val="16"/>
        </w:numPr>
      </w:pPr>
      <w:r w:rsidRPr="0088022A">
        <w:rPr>
          <w:b/>
        </w:rPr>
        <w:t>Schaduwplanten</w:t>
      </w:r>
      <w:r w:rsidRPr="0088022A">
        <w:t xml:space="preserve"> = weinig licht. (bij bossen onder de bodem) Voorjaarsbloeiers, omdat ze vroeg in het voorjaar bloeien. Vaak grote dunne </w:t>
      </w:r>
      <w:proofErr w:type="spellStart"/>
      <w:r w:rsidRPr="0088022A">
        <w:t>donkergoene</w:t>
      </w:r>
      <w:proofErr w:type="spellEnd"/>
      <w:r w:rsidRPr="0088022A">
        <w:t xml:space="preserve"> bladeren (veel bladgroenkorrels)</w:t>
      </w:r>
    </w:p>
    <w:p w14:paraId="607B964C" w14:textId="77777777" w:rsidR="0088022A" w:rsidRPr="0088022A" w:rsidRDefault="0088022A" w:rsidP="0088022A">
      <w:pPr>
        <w:numPr>
          <w:ilvl w:val="0"/>
          <w:numId w:val="16"/>
        </w:numPr>
      </w:pPr>
      <w:r w:rsidRPr="0088022A">
        <w:rPr>
          <w:b/>
        </w:rPr>
        <w:t>Klimplanten</w:t>
      </w:r>
      <w:r w:rsidRPr="0088022A">
        <w:t xml:space="preserve"> = Groeien snel, naar het licht toe. (Hebben </w:t>
      </w:r>
      <w:r w:rsidRPr="0088022A">
        <w:rPr>
          <w:i/>
          <w:iCs/>
        </w:rPr>
        <w:t>hechtwortels</w:t>
      </w:r>
      <w:r w:rsidRPr="0088022A">
        <w:t xml:space="preserve"> of </w:t>
      </w:r>
      <w:r w:rsidRPr="0088022A">
        <w:rPr>
          <w:i/>
          <w:iCs/>
        </w:rPr>
        <w:t>ranken</w:t>
      </w:r>
      <w:r w:rsidRPr="0088022A">
        <w:t xml:space="preserve"> om vast te blijven zitten)</w:t>
      </w:r>
    </w:p>
    <w:p w14:paraId="0041C80A" w14:textId="77777777" w:rsidR="0088022A" w:rsidRPr="0088022A" w:rsidRDefault="0088022A" w:rsidP="0088022A">
      <w:pPr>
        <w:numPr>
          <w:ilvl w:val="0"/>
          <w:numId w:val="16"/>
        </w:numPr>
      </w:pPr>
      <w:r w:rsidRPr="0088022A">
        <w:rPr>
          <w:b/>
        </w:rPr>
        <w:t>Wortelrozet</w:t>
      </w:r>
      <w:r w:rsidRPr="0088022A">
        <w:t xml:space="preserve"> = een kring van bladeren, die vlak boven de wortels, aan de plant vast zitten.</w:t>
      </w:r>
    </w:p>
    <w:p w14:paraId="233DC319" w14:textId="77777777" w:rsidR="0088022A" w:rsidRPr="0088022A" w:rsidRDefault="0088022A" w:rsidP="0088022A">
      <w:bookmarkStart w:id="0" w:name="_GoBack"/>
      <w:bookmarkEnd w:id="0"/>
    </w:p>
    <w:p w14:paraId="79AFDA8E" w14:textId="77777777" w:rsidR="0088022A" w:rsidRDefault="0088022A" w:rsidP="23497897"/>
    <w:sectPr w:rsidR="008802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302F"/>
    <w:multiLevelType w:val="hybridMultilevel"/>
    <w:tmpl w:val="773CCEB4"/>
    <w:lvl w:ilvl="0" w:tplc="5A3AF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D037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A48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EBB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AD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6A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6A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65A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4A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C00"/>
    <w:multiLevelType w:val="hybridMultilevel"/>
    <w:tmpl w:val="CCCC371E"/>
    <w:lvl w:ilvl="0" w:tplc="C3F8B5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602E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02E7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0F0F7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0FCDD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CCAB69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BC629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F12DC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382828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F3C58"/>
    <w:multiLevelType w:val="hybridMultilevel"/>
    <w:tmpl w:val="68C492C4"/>
    <w:lvl w:ilvl="0" w:tplc="D72E8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2EE6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E69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06C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A7F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78B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28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C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9EC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038AE"/>
    <w:multiLevelType w:val="hybridMultilevel"/>
    <w:tmpl w:val="48E62CB8"/>
    <w:lvl w:ilvl="0" w:tplc="0AF262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28CF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844E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6E2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4B667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16C2B3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34AEB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6F8E8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EB674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F99730B"/>
    <w:multiLevelType w:val="hybridMultilevel"/>
    <w:tmpl w:val="63262FAA"/>
    <w:lvl w:ilvl="0" w:tplc="FBA45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A063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7C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A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27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2C3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6EF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CA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C34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478"/>
    <w:multiLevelType w:val="hybridMultilevel"/>
    <w:tmpl w:val="67EE9554"/>
    <w:lvl w:ilvl="0" w:tplc="517C5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06E83F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E64539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7DE90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66CE1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FC8890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F9A67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2E8B4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B5E5A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41F0F"/>
    <w:multiLevelType w:val="hybridMultilevel"/>
    <w:tmpl w:val="906873B2"/>
    <w:lvl w:ilvl="0" w:tplc="046ABD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170BDE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CE67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CA8BD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5C69E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76CFE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008F7E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C627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6E33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88C2A47"/>
    <w:multiLevelType w:val="hybridMultilevel"/>
    <w:tmpl w:val="4F12B816"/>
    <w:lvl w:ilvl="0" w:tplc="D5EE9F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B220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C062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746109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BC4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5691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8602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18D5E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0A681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74E758A"/>
    <w:multiLevelType w:val="hybridMultilevel"/>
    <w:tmpl w:val="DAD26996"/>
    <w:lvl w:ilvl="0" w:tplc="3F228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42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C6B0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D89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85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64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4B1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B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BC5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9005F"/>
    <w:multiLevelType w:val="hybridMultilevel"/>
    <w:tmpl w:val="D84EE954"/>
    <w:lvl w:ilvl="0" w:tplc="DC681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EF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8EC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66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EEF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927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2A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01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8CA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A5BDE"/>
    <w:multiLevelType w:val="hybridMultilevel"/>
    <w:tmpl w:val="43068A92"/>
    <w:lvl w:ilvl="0" w:tplc="79B811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3205C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6855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FB018F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BE86F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801C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CC85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28465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54E22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64B70E32"/>
    <w:multiLevelType w:val="hybridMultilevel"/>
    <w:tmpl w:val="6826050E"/>
    <w:lvl w:ilvl="0" w:tplc="4B16F2F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78048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7C7C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02078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E2579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7E450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503A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446FC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22B2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8C109BB"/>
    <w:multiLevelType w:val="hybridMultilevel"/>
    <w:tmpl w:val="FECA5114"/>
    <w:lvl w:ilvl="0" w:tplc="D4D819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B4F1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E6D8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C63E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4E9E4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867B4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AC843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DE896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4866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794F0F0E"/>
    <w:multiLevelType w:val="hybridMultilevel"/>
    <w:tmpl w:val="824E6CF8"/>
    <w:lvl w:ilvl="0" w:tplc="FD08D5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9A60C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6E04D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F290F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C234F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B085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BC761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2E96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24063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BE1328F"/>
    <w:multiLevelType w:val="hybridMultilevel"/>
    <w:tmpl w:val="BA42FBEC"/>
    <w:lvl w:ilvl="0" w:tplc="32A0847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623DD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344DB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C404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45032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70465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CA873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04C08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A22FE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7CF34FE7"/>
    <w:multiLevelType w:val="hybridMultilevel"/>
    <w:tmpl w:val="3B32645E"/>
    <w:lvl w:ilvl="0" w:tplc="E3969AF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00E87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5E11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7A24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0DA79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D9E26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F0D0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16F4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ABE5E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7"/>
  </w:num>
  <w:num w:numId="8">
    <w:abstractNumId w:val="14"/>
  </w:num>
  <w:num w:numId="9">
    <w:abstractNumId w:val="15"/>
  </w:num>
  <w:num w:numId="10">
    <w:abstractNumId w:val="1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5BBA10"/>
    <w:rsid w:val="00643FD0"/>
    <w:rsid w:val="0088022A"/>
    <w:rsid w:val="23497897"/>
    <w:rsid w:val="2C5BB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BA10"/>
  <w15:chartTrackingRefBased/>
  <w15:docId w15:val="{F8B44154-E82B-4AF0-95DB-79FB8E62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93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84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21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7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7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37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52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2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7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1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82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313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1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6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17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87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7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8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6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E72103A6</Template>
  <TotalTime>0</TotalTime>
  <Pages>3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Warnaar, Marnies</dc:creator>
  <cp:keywords/>
  <dc:description/>
  <cp:lastModifiedBy>Warnaar, Marnies</cp:lastModifiedBy>
  <cp:revision>2</cp:revision>
  <dcterms:created xsi:type="dcterms:W3CDTF">2018-11-13T07:29:00Z</dcterms:created>
  <dcterms:modified xsi:type="dcterms:W3CDTF">2018-11-13T07:29:00Z</dcterms:modified>
</cp:coreProperties>
</file>