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CB" w:rsidRDefault="00985ECB" w:rsidP="000B205C">
      <w:pPr>
        <w:pStyle w:val="Lijstalinea"/>
        <w:ind w:left="0"/>
        <w:rPr>
          <w:b/>
        </w:rPr>
      </w:pPr>
      <w:bookmarkStart w:id="0" w:name="_GoBack"/>
      <w:bookmarkEnd w:id="0"/>
      <w:r>
        <w:rPr>
          <w:b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514475" cy="1514475"/>
            <wp:effectExtent l="0" t="0" r="9525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rgycolle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ECB" w:rsidRDefault="00985ECB" w:rsidP="000B205C">
      <w:pPr>
        <w:pStyle w:val="Lijstalinea"/>
        <w:ind w:left="0"/>
        <w:rPr>
          <w:b/>
        </w:rPr>
      </w:pPr>
    </w:p>
    <w:p w:rsidR="00985ECB" w:rsidRDefault="00985ECB" w:rsidP="000B205C">
      <w:pPr>
        <w:pStyle w:val="Lijstalinea"/>
        <w:ind w:left="0"/>
        <w:rPr>
          <w:b/>
        </w:rPr>
      </w:pPr>
    </w:p>
    <w:p w:rsidR="00985ECB" w:rsidRDefault="00985ECB" w:rsidP="000B205C">
      <w:pPr>
        <w:pStyle w:val="Lijstalinea"/>
        <w:ind w:left="0"/>
        <w:rPr>
          <w:b/>
        </w:rPr>
      </w:pPr>
    </w:p>
    <w:p w:rsidR="000B205C" w:rsidRPr="000B205C" w:rsidRDefault="000B205C" w:rsidP="000B205C">
      <w:pPr>
        <w:pStyle w:val="Lijstalinea"/>
        <w:ind w:left="0"/>
        <w:rPr>
          <w:b/>
        </w:rPr>
      </w:pPr>
      <w:r w:rsidRPr="000B205C">
        <w:rPr>
          <w:b/>
        </w:rPr>
        <w:t>Stappenplan: het maken van een presentatie en deze vervolgens online plaatsen</w:t>
      </w:r>
    </w:p>
    <w:p w:rsidR="000B205C" w:rsidRDefault="000B205C" w:rsidP="000B205C">
      <w:pPr>
        <w:pStyle w:val="Lijstalinea"/>
        <w:ind w:left="0"/>
      </w:pPr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</w:p>
    <w:p w:rsidR="00985ECB" w:rsidRDefault="00985ECB" w:rsidP="000B205C">
      <w:pPr>
        <w:pStyle w:val="Lijstalinea"/>
        <w:ind w:left="0"/>
        <w:rPr>
          <w:sz w:val="24"/>
          <w:szCs w:val="24"/>
        </w:rPr>
      </w:pPr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 w:rsidRPr="00985ECB">
        <w:rPr>
          <w:b/>
          <w:sz w:val="24"/>
          <w:szCs w:val="24"/>
        </w:rPr>
        <w:t>Stap 1:</w:t>
      </w:r>
      <w:r w:rsidRPr="009328D2">
        <w:rPr>
          <w:sz w:val="24"/>
          <w:szCs w:val="24"/>
        </w:rPr>
        <w:t xml:space="preserve"> studenten maken een presentatie bijvoorbeeld in Powerpoint of Prezi.</w:t>
      </w:r>
      <w:r>
        <w:rPr>
          <w:sz w:val="24"/>
          <w:szCs w:val="24"/>
        </w:rPr>
        <w:t xml:space="preserve"> (</w:t>
      </w:r>
      <w:hyperlink r:id="rId6" w:history="1">
        <w:r w:rsidRPr="000B205C">
          <w:rPr>
            <w:rStyle w:val="Hyperlink"/>
            <w:sz w:val="24"/>
            <w:szCs w:val="24"/>
          </w:rPr>
          <w:t>handleiding prezi)</w:t>
        </w:r>
      </w:hyperlink>
    </w:p>
    <w:p w:rsidR="000B205C" w:rsidRPr="00985ECB" w:rsidRDefault="000B205C" w:rsidP="000B205C">
      <w:pPr>
        <w:pStyle w:val="Lijstalinea"/>
        <w:ind w:left="0"/>
        <w:rPr>
          <w:b/>
          <w:sz w:val="24"/>
          <w:szCs w:val="24"/>
        </w:rPr>
      </w:pPr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 w:rsidRPr="00985ECB">
        <w:rPr>
          <w:b/>
          <w:sz w:val="24"/>
          <w:szCs w:val="24"/>
        </w:rPr>
        <w:t>Stap 2:</w:t>
      </w:r>
      <w:r>
        <w:rPr>
          <w:sz w:val="24"/>
          <w:szCs w:val="24"/>
        </w:rPr>
        <w:t xml:space="preserve"> met behulp van het programma </w:t>
      </w:r>
      <w:hyperlink r:id="rId7" w:history="1">
        <w:r w:rsidRPr="000B205C">
          <w:rPr>
            <w:rStyle w:val="Hyperlink"/>
            <w:sz w:val="24"/>
            <w:szCs w:val="24"/>
          </w:rPr>
          <w:t>screencast-o-matic</w:t>
        </w:r>
      </w:hyperlink>
      <w:r>
        <w:rPr>
          <w:sz w:val="24"/>
          <w:szCs w:val="24"/>
        </w:rPr>
        <w:t xml:space="preserve"> wordt de presentatie ingesproken. Iedere student heeft bij het maken en inspreken van de presentatie een rol</w:t>
      </w:r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 w:rsidRPr="00985ECB">
        <w:rPr>
          <w:b/>
          <w:sz w:val="24"/>
          <w:szCs w:val="24"/>
        </w:rPr>
        <w:t>Stap 3:</w:t>
      </w:r>
      <w:r>
        <w:rPr>
          <w:sz w:val="24"/>
          <w:szCs w:val="24"/>
        </w:rPr>
        <w:t xml:space="preserve"> de ingesproken presentatie wordt op Youtube geplaatst. </w:t>
      </w:r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>
        <w:rPr>
          <w:sz w:val="24"/>
          <w:szCs w:val="24"/>
        </w:rPr>
        <w:t xml:space="preserve">Maak hiervoor eerst een </w:t>
      </w:r>
      <w:hyperlink r:id="rId8" w:anchor=".VKELKc_7A" w:history="1">
        <w:r w:rsidRPr="000B205C">
          <w:rPr>
            <w:rStyle w:val="Hyperlink"/>
            <w:sz w:val="24"/>
            <w:szCs w:val="24"/>
          </w:rPr>
          <w:t>inlog op YouTube</w:t>
        </w:r>
      </w:hyperlink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>
        <w:rPr>
          <w:sz w:val="24"/>
          <w:szCs w:val="24"/>
        </w:rPr>
        <w:t xml:space="preserve">En </w:t>
      </w:r>
      <w:hyperlink r:id="rId9" w:history="1">
        <w:r w:rsidRPr="000B205C">
          <w:rPr>
            <w:rStyle w:val="Hyperlink"/>
            <w:sz w:val="24"/>
            <w:szCs w:val="24"/>
          </w:rPr>
          <w:t xml:space="preserve">upload het gemaakte filmpje </w:t>
        </w:r>
      </w:hyperlink>
    </w:p>
    <w:p w:rsidR="000B205C" w:rsidRDefault="000B205C" w:rsidP="000B205C">
      <w:pPr>
        <w:pStyle w:val="Lijstalinea"/>
        <w:ind w:left="0"/>
        <w:rPr>
          <w:sz w:val="24"/>
          <w:szCs w:val="24"/>
        </w:rPr>
      </w:pPr>
      <w:r>
        <w:rPr>
          <w:sz w:val="24"/>
          <w:szCs w:val="24"/>
        </w:rPr>
        <w:t>Geef het filmpje de juiste rechten (dit kan openbaar, of verborgen (dan alleen zichtbaar als je de link hebt)</w:t>
      </w:r>
    </w:p>
    <w:p w:rsidR="00BD33ED" w:rsidRDefault="00BD33ED"/>
    <w:sectPr w:rsidR="00BD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5C"/>
    <w:rsid w:val="000B205C"/>
    <w:rsid w:val="00985ECB"/>
    <w:rsid w:val="00BD33ED"/>
    <w:rsid w:val="00F2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205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B205C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B205C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85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5E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205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B205C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B205C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85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5E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ttingsocial.nl/kennisbank/hoe-maak-ik-een-youtube-account-aa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meo.com/10992890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-hVaJuTYKss&amp;feature=youtu.b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upport.google.com/youtube/answer/57407?hl=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C450200D</Template>
  <TotalTime>0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Burger,H.C.</cp:lastModifiedBy>
  <cp:revision>2</cp:revision>
  <dcterms:created xsi:type="dcterms:W3CDTF">2015-10-14T18:18:00Z</dcterms:created>
  <dcterms:modified xsi:type="dcterms:W3CDTF">2015-10-14T18:18:00Z</dcterms:modified>
</cp:coreProperties>
</file>