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51A" w:rsidRDefault="00FB0228">
      <w:r>
        <w:t>Opdracht 1.</w:t>
      </w:r>
    </w:p>
    <w:p w:rsidR="00FB0228" w:rsidRDefault="00FB0228">
      <w:r>
        <w:t>Noteer de persoonsvorm in de tegenwoordige tijd.</w:t>
      </w:r>
    </w:p>
    <w:p w:rsidR="00FB0228" w:rsidRDefault="00FB0228">
      <w:pPr>
        <w:rPr>
          <w:color w:val="2E74B5" w:themeColor="accent1" w:themeShade="BF"/>
        </w:rPr>
      </w:pPr>
      <w:r w:rsidRPr="00FB0228">
        <w:rPr>
          <w:color w:val="2E74B5" w:themeColor="accent1" w:themeShade="BF"/>
        </w:rPr>
        <w:t>Voorbeeld: vertellen</w:t>
      </w:r>
      <w:r w:rsidRPr="00FB0228">
        <w:rPr>
          <w:color w:val="2E74B5" w:themeColor="accent1" w:themeShade="BF"/>
        </w:rPr>
        <w:tab/>
      </w:r>
      <w:r w:rsidRPr="00FB0228">
        <w:rPr>
          <w:color w:val="2E74B5" w:themeColor="accent1" w:themeShade="BF"/>
        </w:rPr>
        <w:tab/>
        <w:t xml:space="preserve">De zwemmeester </w:t>
      </w:r>
      <w:r w:rsidRPr="00704BFA">
        <w:rPr>
          <w:i/>
          <w:color w:val="2E74B5" w:themeColor="accent1" w:themeShade="BF"/>
        </w:rPr>
        <w:t>vertelt</w:t>
      </w:r>
      <w:r w:rsidRPr="00FB0228">
        <w:rPr>
          <w:color w:val="2E74B5" w:themeColor="accent1" w:themeShade="BF"/>
        </w:rPr>
        <w:t xml:space="preserve"> wat de kinderen moeten doen. </w:t>
      </w:r>
    </w:p>
    <w:p w:rsidR="00FB0228" w:rsidRDefault="00FB0228" w:rsidP="00FB0228">
      <w:r>
        <w:t>1.ontbreken</w:t>
      </w:r>
      <w:r>
        <w:tab/>
        <w:t>In dit rapport ………………..de conclusie.</w:t>
      </w:r>
    </w:p>
    <w:p w:rsidR="00FB0228" w:rsidRDefault="00FB0228" w:rsidP="00FB0228">
      <w:r>
        <w:t>2.subsidiëren</w:t>
      </w:r>
      <w:r>
        <w:tab/>
        <w:t>De gemeente …………….het nieuwe project.</w:t>
      </w:r>
    </w:p>
    <w:p w:rsidR="00FB0228" w:rsidRDefault="00FB0228" w:rsidP="00FB0228">
      <w:r>
        <w:t>3.verhuizen</w:t>
      </w:r>
      <w:r>
        <w:tab/>
      </w:r>
      <w:proofErr w:type="spellStart"/>
      <w:r>
        <w:t>Alano</w:t>
      </w:r>
      <w:proofErr w:type="spellEnd"/>
      <w:r>
        <w:t xml:space="preserve"> ……………….de spullen naar zijn nieuwe werkplek.</w:t>
      </w:r>
      <w:bookmarkStart w:id="0" w:name="_GoBack"/>
      <w:bookmarkEnd w:id="0"/>
    </w:p>
    <w:p w:rsidR="00FB0228" w:rsidRDefault="00FB0228" w:rsidP="00FB0228">
      <w:r>
        <w:t>4.verwijzen</w:t>
      </w:r>
      <w:r>
        <w:tab/>
        <w:t>…………………..je huisarts je naar de specialist?</w:t>
      </w:r>
    </w:p>
    <w:p w:rsidR="00FB0228" w:rsidRDefault="00FB0228" w:rsidP="00FB0228">
      <w:r>
        <w:t>5.vinden</w:t>
      </w:r>
      <w:r>
        <w:tab/>
        <w:t>Ferdi……………jouw redenering erg duidelijk.</w:t>
      </w:r>
    </w:p>
    <w:p w:rsidR="00FB0228" w:rsidRDefault="00FB0228" w:rsidP="00FB0228">
      <w:r>
        <w:t>6.besteden</w:t>
      </w:r>
      <w:r>
        <w:tab/>
        <w:t>Edward ………….veel aandacht aan de lay-out van de nieuwsbrief.</w:t>
      </w:r>
    </w:p>
    <w:p w:rsidR="00FB0228" w:rsidRDefault="00FB0228" w:rsidP="00FB0228"/>
    <w:p w:rsidR="00FB0228" w:rsidRDefault="00FB0228" w:rsidP="00FB0228">
      <w:r>
        <w:t>Opdracht 2.</w:t>
      </w:r>
    </w:p>
    <w:p w:rsidR="00FB0228" w:rsidRDefault="00FB0228" w:rsidP="00FB0228">
      <w:r>
        <w:t xml:space="preserve">Verbeter </w:t>
      </w:r>
      <w:proofErr w:type="spellStart"/>
      <w:r>
        <w:t>Bastaans</w:t>
      </w:r>
      <w:proofErr w:type="spellEnd"/>
      <w:r>
        <w:t xml:space="preserve"> e-mail. </w:t>
      </w:r>
      <w:r w:rsidR="00E474D8">
        <w:t>Schrijf</w:t>
      </w:r>
      <w:r>
        <w:t xml:space="preserve"> de fout gespelde persoonsvorm</w:t>
      </w:r>
      <w:r w:rsidR="00E474D8">
        <w:t xml:space="preserve"> over in kolom A, en schrijf de verbeterde persoonsvorm in kolom B.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382"/>
        <w:gridCol w:w="2126"/>
        <w:gridCol w:w="1554"/>
      </w:tblGrid>
      <w:tr w:rsidR="00E474D8" w:rsidTr="00E474D8">
        <w:trPr>
          <w:trHeight w:val="122"/>
        </w:trPr>
        <w:tc>
          <w:tcPr>
            <w:tcW w:w="5382" w:type="dxa"/>
          </w:tcPr>
          <w:p w:rsidR="00E474D8" w:rsidRDefault="00E474D8" w:rsidP="00FB0228"/>
        </w:tc>
        <w:tc>
          <w:tcPr>
            <w:tcW w:w="2126" w:type="dxa"/>
          </w:tcPr>
          <w:p w:rsidR="00E474D8" w:rsidRDefault="00E474D8" w:rsidP="00E474D8">
            <w:r>
              <w:t xml:space="preserve">          A</w:t>
            </w:r>
          </w:p>
        </w:tc>
        <w:tc>
          <w:tcPr>
            <w:tcW w:w="1554" w:type="dxa"/>
          </w:tcPr>
          <w:p w:rsidR="00E474D8" w:rsidRDefault="00E474D8" w:rsidP="00FB0228">
            <w:r>
              <w:t xml:space="preserve">         B</w:t>
            </w:r>
          </w:p>
        </w:tc>
      </w:tr>
      <w:tr w:rsidR="00E474D8" w:rsidTr="00E474D8">
        <w:tc>
          <w:tcPr>
            <w:tcW w:w="5382" w:type="dxa"/>
          </w:tcPr>
          <w:p w:rsidR="00E474D8" w:rsidRDefault="00E474D8" w:rsidP="00FB0228">
            <w:r>
              <w:t>Beste Esmee,</w:t>
            </w:r>
          </w:p>
        </w:tc>
        <w:tc>
          <w:tcPr>
            <w:tcW w:w="2126" w:type="dxa"/>
          </w:tcPr>
          <w:p w:rsidR="00E474D8" w:rsidRDefault="00E474D8" w:rsidP="00FB0228"/>
        </w:tc>
        <w:tc>
          <w:tcPr>
            <w:tcW w:w="1554" w:type="dxa"/>
          </w:tcPr>
          <w:p w:rsidR="00E474D8" w:rsidRDefault="00E474D8" w:rsidP="00FB0228"/>
        </w:tc>
      </w:tr>
      <w:tr w:rsidR="00E474D8" w:rsidTr="00E474D8">
        <w:tc>
          <w:tcPr>
            <w:tcW w:w="5382" w:type="dxa"/>
          </w:tcPr>
          <w:p w:rsidR="00E474D8" w:rsidRDefault="00E474D8" w:rsidP="00FB0228">
            <w:r>
              <w:t>Waarom beantwoordt jij mijn mails nooit?</w:t>
            </w:r>
          </w:p>
        </w:tc>
        <w:tc>
          <w:tcPr>
            <w:tcW w:w="2126" w:type="dxa"/>
          </w:tcPr>
          <w:p w:rsidR="00E474D8" w:rsidRDefault="00E474D8" w:rsidP="00FB0228"/>
        </w:tc>
        <w:tc>
          <w:tcPr>
            <w:tcW w:w="1554" w:type="dxa"/>
          </w:tcPr>
          <w:p w:rsidR="00E474D8" w:rsidRDefault="00E474D8" w:rsidP="00FB0228"/>
        </w:tc>
      </w:tr>
      <w:tr w:rsidR="00E474D8" w:rsidTr="00E474D8">
        <w:tc>
          <w:tcPr>
            <w:tcW w:w="5382" w:type="dxa"/>
          </w:tcPr>
          <w:p w:rsidR="00E474D8" w:rsidRDefault="00E474D8" w:rsidP="00FB0228">
            <w:r>
              <w:t xml:space="preserve">Ik weed dat jij het druk hebt, maar ik </w:t>
            </w:r>
            <w:proofErr w:type="spellStart"/>
            <w:r>
              <w:t>vint</w:t>
            </w:r>
            <w:proofErr w:type="spellEnd"/>
            <w:r>
              <w:t xml:space="preserve"> het erg vervelend als ik steeds op je antwoord moet wachten</w:t>
            </w:r>
            <w:r w:rsidR="00704BFA">
              <w:t>.</w:t>
            </w:r>
          </w:p>
        </w:tc>
        <w:tc>
          <w:tcPr>
            <w:tcW w:w="2126" w:type="dxa"/>
          </w:tcPr>
          <w:p w:rsidR="00E474D8" w:rsidRDefault="00E474D8" w:rsidP="00FB0228"/>
        </w:tc>
        <w:tc>
          <w:tcPr>
            <w:tcW w:w="1554" w:type="dxa"/>
          </w:tcPr>
          <w:p w:rsidR="00E474D8" w:rsidRDefault="00E474D8" w:rsidP="00FB0228"/>
        </w:tc>
      </w:tr>
      <w:tr w:rsidR="00E474D8" w:rsidTr="00E474D8">
        <w:tc>
          <w:tcPr>
            <w:tcW w:w="5382" w:type="dxa"/>
          </w:tcPr>
          <w:p w:rsidR="00E474D8" w:rsidRDefault="00E474D8" w:rsidP="00FB0228">
            <w:r>
              <w:t>Het lijkt wel of je mijn mails onbelangrijk vind.</w:t>
            </w:r>
          </w:p>
        </w:tc>
        <w:tc>
          <w:tcPr>
            <w:tcW w:w="2126" w:type="dxa"/>
          </w:tcPr>
          <w:p w:rsidR="00E474D8" w:rsidRDefault="00E474D8" w:rsidP="00FB0228"/>
        </w:tc>
        <w:tc>
          <w:tcPr>
            <w:tcW w:w="1554" w:type="dxa"/>
          </w:tcPr>
          <w:p w:rsidR="00E474D8" w:rsidRDefault="00E474D8" w:rsidP="00FB0228"/>
        </w:tc>
      </w:tr>
      <w:tr w:rsidR="00E474D8" w:rsidTr="00E474D8">
        <w:tc>
          <w:tcPr>
            <w:tcW w:w="5382" w:type="dxa"/>
          </w:tcPr>
          <w:p w:rsidR="00E474D8" w:rsidRDefault="00E474D8" w:rsidP="00FB0228">
            <w:r>
              <w:t xml:space="preserve">Ik wordt hier niet vrolijk van, want ook ik </w:t>
            </w:r>
            <w:proofErr w:type="spellStart"/>
            <w:r>
              <w:t>hep</w:t>
            </w:r>
            <w:proofErr w:type="spellEnd"/>
            <w:r>
              <w:t xml:space="preserve"> het druk. </w:t>
            </w:r>
          </w:p>
        </w:tc>
        <w:tc>
          <w:tcPr>
            <w:tcW w:w="2126" w:type="dxa"/>
          </w:tcPr>
          <w:p w:rsidR="00E474D8" w:rsidRDefault="00E474D8" w:rsidP="00FB0228"/>
        </w:tc>
        <w:tc>
          <w:tcPr>
            <w:tcW w:w="1554" w:type="dxa"/>
          </w:tcPr>
          <w:p w:rsidR="00E474D8" w:rsidRDefault="00E474D8" w:rsidP="00FB0228"/>
        </w:tc>
      </w:tr>
      <w:tr w:rsidR="00E474D8" w:rsidTr="00E474D8">
        <w:tc>
          <w:tcPr>
            <w:tcW w:w="5382" w:type="dxa"/>
          </w:tcPr>
          <w:p w:rsidR="00E474D8" w:rsidRDefault="00E474D8" w:rsidP="00FB0228">
            <w:r>
              <w:t>Ik kom volgende week even bij langs. Hopelijk vindt jij het goed.</w:t>
            </w:r>
          </w:p>
        </w:tc>
        <w:tc>
          <w:tcPr>
            <w:tcW w:w="2126" w:type="dxa"/>
          </w:tcPr>
          <w:p w:rsidR="00E474D8" w:rsidRDefault="00E474D8" w:rsidP="00FB0228"/>
        </w:tc>
        <w:tc>
          <w:tcPr>
            <w:tcW w:w="1554" w:type="dxa"/>
          </w:tcPr>
          <w:p w:rsidR="00E474D8" w:rsidRDefault="00E474D8" w:rsidP="00FB0228"/>
        </w:tc>
      </w:tr>
      <w:tr w:rsidR="00E474D8" w:rsidTr="00E474D8">
        <w:tc>
          <w:tcPr>
            <w:tcW w:w="5382" w:type="dxa"/>
          </w:tcPr>
          <w:p w:rsidR="00E474D8" w:rsidRDefault="00E474D8" w:rsidP="00FB0228">
            <w:r>
              <w:t xml:space="preserve">Hoor graag zo snel mogelijk van je, Bastiaan. </w:t>
            </w:r>
          </w:p>
        </w:tc>
        <w:tc>
          <w:tcPr>
            <w:tcW w:w="2126" w:type="dxa"/>
          </w:tcPr>
          <w:p w:rsidR="00E474D8" w:rsidRDefault="00E474D8" w:rsidP="00FB0228"/>
        </w:tc>
        <w:tc>
          <w:tcPr>
            <w:tcW w:w="1554" w:type="dxa"/>
          </w:tcPr>
          <w:p w:rsidR="00E474D8" w:rsidRDefault="00E474D8" w:rsidP="00FB0228"/>
        </w:tc>
      </w:tr>
    </w:tbl>
    <w:p w:rsidR="00E474D8" w:rsidRPr="00FB0228" w:rsidRDefault="00E474D8" w:rsidP="00FB0228"/>
    <w:p w:rsidR="00FB0228" w:rsidRDefault="00FB0228"/>
    <w:p w:rsidR="00FB0228" w:rsidRDefault="00FB0228"/>
    <w:sectPr w:rsidR="00FB02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5402E6"/>
    <w:multiLevelType w:val="hybridMultilevel"/>
    <w:tmpl w:val="EAE881E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E931AA"/>
    <w:multiLevelType w:val="hybridMultilevel"/>
    <w:tmpl w:val="0FC8D31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228"/>
    <w:rsid w:val="0064351A"/>
    <w:rsid w:val="00704BFA"/>
    <w:rsid w:val="00996A54"/>
    <w:rsid w:val="00E474D8"/>
    <w:rsid w:val="00EE7773"/>
    <w:rsid w:val="00FB0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2D380"/>
  <w15:chartTrackingRefBased/>
  <w15:docId w15:val="{BB6A55EE-5156-4DC5-A7E6-2A98A4386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B0228"/>
    <w:pPr>
      <w:ind w:left="720"/>
      <w:contextualSpacing/>
    </w:pPr>
  </w:style>
  <w:style w:type="table" w:styleId="Tabelraster">
    <w:name w:val="Table Grid"/>
    <w:basedOn w:val="Standaardtabel"/>
    <w:uiPriority w:val="39"/>
    <w:rsid w:val="00E47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3696CFBF.dotm</Template>
  <TotalTime>22</TotalTime>
  <Pages>1</Pages>
  <Words>161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Hanzehogeschool Groningen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Noija S, Saar</dc:creator>
  <cp:keywords/>
  <dc:description/>
  <cp:lastModifiedBy>Noija S, Saar</cp:lastModifiedBy>
  <cp:revision>3</cp:revision>
  <dcterms:created xsi:type="dcterms:W3CDTF">2018-10-07T11:13:00Z</dcterms:created>
  <dcterms:modified xsi:type="dcterms:W3CDTF">2018-10-07T11:38:00Z</dcterms:modified>
</cp:coreProperties>
</file>