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1A" w:rsidRPr="008D2E8E" w:rsidRDefault="002402C2">
      <w:pPr>
        <w:rPr>
          <w:b/>
        </w:rPr>
      </w:pPr>
      <w:r w:rsidRPr="008D2E8E">
        <w:rPr>
          <w:b/>
        </w:rPr>
        <w:t xml:space="preserve">Opdracht 1 </w:t>
      </w:r>
    </w:p>
    <w:p w:rsidR="002402C2" w:rsidRPr="008D2E8E" w:rsidRDefault="002402C2">
      <w:pPr>
        <w:rPr>
          <w:b/>
        </w:rPr>
      </w:pPr>
      <w:r w:rsidRPr="008D2E8E">
        <w:rPr>
          <w:b/>
        </w:rPr>
        <w:t>Noteer de persoonsvorm in de verleden tijd.</w:t>
      </w:r>
      <w:bookmarkStart w:id="0" w:name="_GoBack"/>
      <w:bookmarkEnd w:id="0"/>
    </w:p>
    <w:p w:rsidR="002402C2" w:rsidRDefault="002402C2">
      <w:pPr>
        <w:rPr>
          <w:color w:val="0070C0"/>
        </w:rPr>
      </w:pPr>
      <w:r w:rsidRPr="002402C2">
        <w:rPr>
          <w:color w:val="0070C0"/>
        </w:rPr>
        <w:t xml:space="preserve">Voorbeeld: </w:t>
      </w:r>
      <w:r w:rsidRPr="002402C2">
        <w:rPr>
          <w:i/>
          <w:color w:val="0070C0"/>
        </w:rPr>
        <w:t>blazen</w:t>
      </w:r>
      <w:r w:rsidRPr="002402C2">
        <w:rPr>
          <w:color w:val="0070C0"/>
        </w:rPr>
        <w:tab/>
        <w:t xml:space="preserve">Met zijn bladblazer </w:t>
      </w:r>
      <w:r w:rsidRPr="002402C2">
        <w:rPr>
          <w:i/>
          <w:color w:val="0070C0"/>
        </w:rPr>
        <w:t>blies</w:t>
      </w:r>
      <w:r w:rsidRPr="002402C2">
        <w:rPr>
          <w:color w:val="0070C0"/>
        </w:rPr>
        <w:t xml:space="preserve"> de tuinman alle bladeren op een stapel.</w:t>
      </w:r>
    </w:p>
    <w:p w:rsidR="002402C2" w:rsidRDefault="002402C2" w:rsidP="002402C2">
      <w:r>
        <w:t>1.braden</w:t>
      </w:r>
      <w:r>
        <w:tab/>
        <w:t>De leerling-kok …………..het vlees aan beide kanten goudbruin.</w:t>
      </w:r>
    </w:p>
    <w:p w:rsidR="002402C2" w:rsidRDefault="002402C2" w:rsidP="002402C2">
      <w:r>
        <w:t>2.reizen</w:t>
      </w:r>
      <w:r>
        <w:tab/>
        <w:t>Theo en Maaike ……………..vorig jaar naar Indonesië.</w:t>
      </w:r>
    </w:p>
    <w:p w:rsidR="002402C2" w:rsidRDefault="00651AF6" w:rsidP="002402C2">
      <w:r>
        <w:t>3.sauzen</w:t>
      </w:r>
      <w:r>
        <w:tab/>
        <w:t>De schilder…………het plafond in de woonkamer.</w:t>
      </w:r>
    </w:p>
    <w:p w:rsidR="00651AF6" w:rsidRDefault="00651AF6" w:rsidP="002402C2">
      <w:r>
        <w:t>4.juichen</w:t>
      </w:r>
      <w:r>
        <w:tab/>
        <w:t>De fans…………..toen Bruno Mars op het podium…………..</w:t>
      </w:r>
    </w:p>
    <w:p w:rsidR="00651AF6" w:rsidRDefault="00651AF6" w:rsidP="002402C2">
      <w:r>
        <w:t xml:space="preserve">   Komen</w:t>
      </w:r>
    </w:p>
    <w:p w:rsidR="00651AF6" w:rsidRDefault="00651AF6" w:rsidP="002402C2">
      <w:r>
        <w:t>5.</w:t>
      </w:r>
      <w:r w:rsidR="008D2E8E">
        <w:t>ingrijpen</w:t>
      </w:r>
      <w:r w:rsidR="008D2E8E">
        <w:tab/>
        <w:t>De teammanager……………..toen hij zag dat Rob een collega………………</w:t>
      </w:r>
    </w:p>
    <w:p w:rsidR="008D2E8E" w:rsidRDefault="008D2E8E" w:rsidP="002402C2">
      <w:r>
        <w:t xml:space="preserve">   pesten</w:t>
      </w:r>
    </w:p>
    <w:p w:rsidR="008D2E8E" w:rsidRDefault="008D2E8E" w:rsidP="002402C2">
      <w:r>
        <w:t>6.planten</w:t>
      </w:r>
      <w:r>
        <w:tab/>
        <w:t>De hovenier………….een grote boom en…………….vervolgens de tuin.</w:t>
      </w:r>
    </w:p>
    <w:p w:rsidR="008D2E8E" w:rsidRDefault="008D2E8E" w:rsidP="002402C2">
      <w:r>
        <w:t xml:space="preserve">   Wieden</w:t>
      </w:r>
    </w:p>
    <w:p w:rsidR="008D2E8E" w:rsidRPr="002402C2" w:rsidRDefault="008D2E8E" w:rsidP="002402C2">
      <w:r>
        <w:t>7. aansturen</w:t>
      </w:r>
      <w:r>
        <w:tab/>
        <w:t xml:space="preserve">Maria…………….de leerlingen………….tijdens hun stageplek. </w:t>
      </w:r>
    </w:p>
    <w:sectPr w:rsidR="008D2E8E" w:rsidRPr="00240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D1E27"/>
    <w:multiLevelType w:val="hybridMultilevel"/>
    <w:tmpl w:val="B90ED2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C2"/>
    <w:rsid w:val="002402C2"/>
    <w:rsid w:val="0064351A"/>
    <w:rsid w:val="00651AF6"/>
    <w:rsid w:val="008D2E8E"/>
    <w:rsid w:val="0099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29C3"/>
  <w15:chartTrackingRefBased/>
  <w15:docId w15:val="{328D7C57-BF18-48F0-B262-23A85F8B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0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30A69BBB.dotm</Template>
  <TotalTime>28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Hanzehogeschool Groningen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Noija S, Saar</dc:creator>
  <cp:keywords/>
  <dc:description/>
  <cp:lastModifiedBy>Noija S, Saar</cp:lastModifiedBy>
  <cp:revision>2</cp:revision>
  <dcterms:created xsi:type="dcterms:W3CDTF">2018-10-07T11:40:00Z</dcterms:created>
  <dcterms:modified xsi:type="dcterms:W3CDTF">2018-10-07T12:08:00Z</dcterms:modified>
</cp:coreProperties>
</file>