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51A" w:rsidRPr="001A29FE" w:rsidRDefault="007506B1">
      <w:pPr>
        <w:rPr>
          <w:b/>
        </w:rPr>
      </w:pPr>
      <w:r w:rsidRPr="001A29FE">
        <w:rPr>
          <w:b/>
        </w:rPr>
        <w:t>Antwoordblad Opdracht</w:t>
      </w:r>
      <w:r w:rsidR="00ED6D51" w:rsidRPr="001A29FE">
        <w:rPr>
          <w:b/>
        </w:rPr>
        <w:t xml:space="preserve"> 1. PV in de verleden tijd.</w:t>
      </w:r>
      <w:bookmarkStart w:id="0" w:name="_GoBack"/>
      <w:bookmarkEnd w:id="0"/>
    </w:p>
    <w:p w:rsidR="00191189" w:rsidRDefault="00191189">
      <w:r>
        <w:t>1.braadde</w:t>
      </w:r>
      <w:r>
        <w:tab/>
      </w:r>
      <w:r>
        <w:tab/>
      </w:r>
      <w:r>
        <w:tab/>
        <w:t xml:space="preserve"> 5. Greep in, pestte</w:t>
      </w:r>
    </w:p>
    <w:p w:rsidR="00191189" w:rsidRDefault="00191189">
      <w:r>
        <w:t>2.reisden</w:t>
      </w:r>
      <w:r>
        <w:tab/>
      </w:r>
      <w:r>
        <w:tab/>
      </w:r>
      <w:r>
        <w:tab/>
        <w:t>6. Plantte, wiedde</w:t>
      </w:r>
    </w:p>
    <w:p w:rsidR="00191189" w:rsidRDefault="00191189">
      <w:r>
        <w:t>3.sausde</w:t>
      </w:r>
      <w:r>
        <w:tab/>
      </w:r>
      <w:r>
        <w:tab/>
      </w:r>
      <w:r>
        <w:tab/>
        <w:t>7.stuurde aan</w:t>
      </w:r>
    </w:p>
    <w:p w:rsidR="00191189" w:rsidRDefault="00191189">
      <w:r>
        <w:t>4.juichten, kwam</w:t>
      </w:r>
    </w:p>
    <w:p w:rsidR="00ED6D51" w:rsidRDefault="00ED6D51"/>
    <w:sectPr w:rsidR="00ED6D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51"/>
    <w:rsid w:val="00191189"/>
    <w:rsid w:val="001A29FE"/>
    <w:rsid w:val="0064351A"/>
    <w:rsid w:val="007506B1"/>
    <w:rsid w:val="00996A54"/>
    <w:rsid w:val="00ED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5E098"/>
  <w15:chartTrackingRefBased/>
  <w15:docId w15:val="{AE83EC82-C56C-416D-A12D-EC0EE67FC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30A69BBB.dotm</Template>
  <TotalTime>4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Hanzehogeschool Groningen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Noija S, Saar</dc:creator>
  <cp:keywords/>
  <dc:description/>
  <cp:lastModifiedBy>Noija S, Saar</cp:lastModifiedBy>
  <cp:revision>5</cp:revision>
  <dcterms:created xsi:type="dcterms:W3CDTF">2018-10-07T12:09:00Z</dcterms:created>
  <dcterms:modified xsi:type="dcterms:W3CDTF">2018-10-07T12:13:00Z</dcterms:modified>
</cp:coreProperties>
</file>