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51A" w:rsidRPr="00B22ED0" w:rsidRDefault="00B22ED0">
      <w:pPr>
        <w:rPr>
          <w:b/>
        </w:rPr>
      </w:pPr>
      <w:r w:rsidRPr="00B22ED0">
        <w:rPr>
          <w:b/>
        </w:rPr>
        <w:t>Antwoordblad Oefening persoonsvorm in de tegenwoordige tijd.</w:t>
      </w:r>
    </w:p>
    <w:p w:rsidR="00B22ED0" w:rsidRPr="00B22ED0" w:rsidRDefault="00B22ED0">
      <w:pPr>
        <w:rPr>
          <w:b/>
        </w:rPr>
      </w:pPr>
      <w:r w:rsidRPr="00B22ED0">
        <w:rPr>
          <w:b/>
        </w:rPr>
        <w:t>Opdracht 1</w:t>
      </w:r>
    </w:p>
    <w:p w:rsidR="00B22ED0" w:rsidRDefault="00B22ED0">
      <w:r>
        <w:t>1.ontbreekt</w:t>
      </w:r>
      <w:r>
        <w:tab/>
      </w:r>
      <w:r>
        <w:tab/>
        <w:t>4. verwijst</w:t>
      </w:r>
    </w:p>
    <w:p w:rsidR="00B22ED0" w:rsidRDefault="00B22ED0">
      <w:r>
        <w:t>2.subsidieert</w:t>
      </w:r>
      <w:r>
        <w:tab/>
      </w:r>
      <w:r>
        <w:tab/>
        <w:t>5. vindt</w:t>
      </w:r>
    </w:p>
    <w:p w:rsidR="00B22ED0" w:rsidRDefault="00B22ED0">
      <w:r>
        <w:t>3.verhuist</w:t>
      </w:r>
      <w:r>
        <w:tab/>
      </w:r>
      <w:r>
        <w:tab/>
        <w:t>6. Besteedt</w:t>
      </w:r>
    </w:p>
    <w:p w:rsidR="00B22ED0" w:rsidRPr="00B22ED0" w:rsidRDefault="00B22ED0">
      <w:pPr>
        <w:rPr>
          <w:b/>
        </w:rPr>
      </w:pPr>
      <w:r w:rsidRPr="00B22ED0">
        <w:rPr>
          <w:b/>
        </w:rPr>
        <w:t>Opdracht 2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1984"/>
      </w:tblGrid>
      <w:tr w:rsidR="00B22ED0" w:rsidTr="00B22ED0">
        <w:tc>
          <w:tcPr>
            <w:tcW w:w="1980" w:type="dxa"/>
          </w:tcPr>
          <w:p w:rsidR="00B22ED0" w:rsidRDefault="00B22ED0">
            <w:r>
              <w:t xml:space="preserve"> A</w:t>
            </w:r>
          </w:p>
        </w:tc>
        <w:tc>
          <w:tcPr>
            <w:tcW w:w="1984" w:type="dxa"/>
          </w:tcPr>
          <w:p w:rsidR="00B22ED0" w:rsidRDefault="00B22ED0">
            <w:r>
              <w:t xml:space="preserve"> B</w:t>
            </w:r>
          </w:p>
        </w:tc>
      </w:tr>
      <w:tr w:rsidR="00B22ED0" w:rsidTr="00B22ED0">
        <w:tc>
          <w:tcPr>
            <w:tcW w:w="1980" w:type="dxa"/>
          </w:tcPr>
          <w:p w:rsidR="00B22ED0" w:rsidRDefault="00B22ED0">
            <w:r>
              <w:t>Beantwoordt</w:t>
            </w:r>
          </w:p>
        </w:tc>
        <w:tc>
          <w:tcPr>
            <w:tcW w:w="1984" w:type="dxa"/>
          </w:tcPr>
          <w:p w:rsidR="00B22ED0" w:rsidRDefault="00B22ED0">
            <w:r>
              <w:t>beantwoord</w:t>
            </w:r>
          </w:p>
        </w:tc>
      </w:tr>
      <w:tr w:rsidR="00B22ED0" w:rsidTr="00B22ED0">
        <w:tc>
          <w:tcPr>
            <w:tcW w:w="1980" w:type="dxa"/>
          </w:tcPr>
          <w:p w:rsidR="00B22ED0" w:rsidRDefault="00B22ED0">
            <w:r>
              <w:t>Weed</w:t>
            </w:r>
          </w:p>
          <w:p w:rsidR="00B22ED0" w:rsidRDefault="00B22ED0">
            <w:proofErr w:type="spellStart"/>
            <w:r>
              <w:t>vint</w:t>
            </w:r>
            <w:proofErr w:type="spellEnd"/>
          </w:p>
        </w:tc>
        <w:tc>
          <w:tcPr>
            <w:tcW w:w="1984" w:type="dxa"/>
          </w:tcPr>
          <w:p w:rsidR="00B22ED0" w:rsidRDefault="00B22ED0">
            <w:r>
              <w:t>Weet</w:t>
            </w:r>
          </w:p>
          <w:p w:rsidR="00B22ED0" w:rsidRDefault="00B22ED0">
            <w:r>
              <w:t>vind</w:t>
            </w:r>
          </w:p>
        </w:tc>
      </w:tr>
      <w:tr w:rsidR="00B22ED0" w:rsidTr="00B22ED0">
        <w:tc>
          <w:tcPr>
            <w:tcW w:w="1980" w:type="dxa"/>
          </w:tcPr>
          <w:p w:rsidR="00B22ED0" w:rsidRDefault="00B22ED0">
            <w:r>
              <w:t>Vind</w:t>
            </w:r>
          </w:p>
        </w:tc>
        <w:tc>
          <w:tcPr>
            <w:tcW w:w="1984" w:type="dxa"/>
          </w:tcPr>
          <w:p w:rsidR="00B22ED0" w:rsidRDefault="00B22ED0">
            <w:r>
              <w:t>vindt</w:t>
            </w:r>
          </w:p>
        </w:tc>
      </w:tr>
      <w:tr w:rsidR="00B22ED0" w:rsidTr="00B22ED0">
        <w:tc>
          <w:tcPr>
            <w:tcW w:w="1980" w:type="dxa"/>
          </w:tcPr>
          <w:p w:rsidR="00B22ED0" w:rsidRDefault="00B22ED0">
            <w:r>
              <w:t>Wordt</w:t>
            </w:r>
          </w:p>
          <w:p w:rsidR="00B22ED0" w:rsidRDefault="00B22ED0">
            <w:proofErr w:type="spellStart"/>
            <w:r>
              <w:t>hep</w:t>
            </w:r>
            <w:proofErr w:type="spellEnd"/>
          </w:p>
        </w:tc>
        <w:tc>
          <w:tcPr>
            <w:tcW w:w="1984" w:type="dxa"/>
          </w:tcPr>
          <w:p w:rsidR="00B22ED0" w:rsidRDefault="00B22ED0">
            <w:r>
              <w:t>Word</w:t>
            </w:r>
          </w:p>
          <w:p w:rsidR="00B22ED0" w:rsidRDefault="00B22ED0">
            <w:r>
              <w:t>heb</w:t>
            </w:r>
          </w:p>
        </w:tc>
      </w:tr>
      <w:tr w:rsidR="00B22ED0" w:rsidTr="00B22ED0">
        <w:tc>
          <w:tcPr>
            <w:tcW w:w="1980" w:type="dxa"/>
          </w:tcPr>
          <w:p w:rsidR="00B22ED0" w:rsidRDefault="00B22ED0">
            <w:r>
              <w:t>Vindt</w:t>
            </w:r>
          </w:p>
        </w:tc>
        <w:tc>
          <w:tcPr>
            <w:tcW w:w="1984" w:type="dxa"/>
          </w:tcPr>
          <w:p w:rsidR="00B22ED0" w:rsidRDefault="00B22ED0">
            <w:r>
              <w:t>vind</w:t>
            </w:r>
          </w:p>
        </w:tc>
      </w:tr>
    </w:tbl>
    <w:p w:rsidR="00B22ED0" w:rsidRDefault="00B22ED0">
      <w:r>
        <w:t xml:space="preserve"> </w:t>
      </w:r>
    </w:p>
    <w:sectPr w:rsidR="00B22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ED0"/>
    <w:rsid w:val="0064351A"/>
    <w:rsid w:val="00996A54"/>
    <w:rsid w:val="00B2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B2343"/>
  <w15:chartTrackingRefBased/>
  <w15:docId w15:val="{1462A8E0-7415-48F5-B2A0-E3B99E523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22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3696CFBF.dotm</Template>
  <TotalTime>4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Hanzehogeschool Groningen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Noija S, Saar</dc:creator>
  <cp:keywords/>
  <dc:description/>
  <cp:lastModifiedBy>Noija S, Saar</cp:lastModifiedBy>
  <cp:revision>1</cp:revision>
  <dcterms:created xsi:type="dcterms:W3CDTF">2018-10-07T11:32:00Z</dcterms:created>
  <dcterms:modified xsi:type="dcterms:W3CDTF">2018-10-07T11:39:00Z</dcterms:modified>
</cp:coreProperties>
</file>