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0E" w:rsidRPr="00824278" w:rsidRDefault="001F20B8">
      <w:pPr>
        <w:rPr>
          <w:sz w:val="20"/>
        </w:rPr>
      </w:pPr>
    </w:p>
    <w:p w:rsidR="00177F5B" w:rsidRPr="00824278" w:rsidRDefault="00177F5B">
      <w:pPr>
        <w:rPr>
          <w:b/>
          <w:sz w:val="24"/>
        </w:rPr>
      </w:pPr>
      <w:r w:rsidRPr="00824278">
        <w:rPr>
          <w:b/>
          <w:sz w:val="24"/>
        </w:rPr>
        <w:t>Opdracht 360˚ feedback opdracht</w:t>
      </w:r>
    </w:p>
    <w:p w:rsidR="00177F5B" w:rsidRPr="00824278" w:rsidRDefault="00177F5B">
      <w:pPr>
        <w:rPr>
          <w:sz w:val="20"/>
        </w:rPr>
      </w:pPr>
    </w:p>
    <w:p w:rsidR="00177F5B" w:rsidRPr="00824278" w:rsidRDefault="00177F5B">
      <w:pPr>
        <w:rPr>
          <w:sz w:val="20"/>
        </w:rPr>
      </w:pPr>
      <w:r w:rsidRPr="00824278">
        <w:rPr>
          <w:sz w:val="20"/>
        </w:rPr>
        <w:t>Je hebt vanuit je stage een samenvatting gemaakt van je 360˚ feedbackformulieren die collega’s over jou hebben ingevuld.</w:t>
      </w:r>
      <w:r w:rsidR="00824278">
        <w:rPr>
          <w:sz w:val="20"/>
        </w:rPr>
        <w:br/>
      </w:r>
    </w:p>
    <w:p w:rsidR="00177F5B" w:rsidRPr="00824278" w:rsidRDefault="00177F5B">
      <w:pPr>
        <w:rPr>
          <w:b/>
          <w:sz w:val="20"/>
        </w:rPr>
      </w:pPr>
      <w:r w:rsidRPr="00824278">
        <w:rPr>
          <w:b/>
          <w:sz w:val="20"/>
        </w:rPr>
        <w:t xml:space="preserve">Deze bestaan uit de volgende </w:t>
      </w:r>
      <w:r w:rsidR="001F20B8">
        <w:rPr>
          <w:b/>
          <w:sz w:val="20"/>
        </w:rPr>
        <w:t xml:space="preserve">6 </w:t>
      </w:r>
      <w:r w:rsidRPr="00824278">
        <w:rPr>
          <w:b/>
          <w:sz w:val="20"/>
        </w:rPr>
        <w:t>onderwerpen:</w:t>
      </w:r>
    </w:p>
    <w:p w:rsidR="00177F5B" w:rsidRPr="00824278" w:rsidRDefault="00177F5B">
      <w:pPr>
        <w:rPr>
          <w:sz w:val="20"/>
        </w:rPr>
      </w:pPr>
      <w:r w:rsidRPr="00824278">
        <w:rPr>
          <w:sz w:val="20"/>
        </w:rPr>
        <w:t>Samenwerken, Verantwoordelijk handelen, Assertief reageren, Reflecteren op eigen handelen, Omgaan met feedback, Invoelend en sociaal handelen.</w:t>
      </w:r>
    </w:p>
    <w:p w:rsidR="00177F5B" w:rsidRPr="00824278" w:rsidRDefault="00177F5B">
      <w:pPr>
        <w:rPr>
          <w:sz w:val="20"/>
        </w:rPr>
      </w:pPr>
    </w:p>
    <w:p w:rsidR="00177F5B" w:rsidRPr="00771226" w:rsidRDefault="00177F5B">
      <w:pPr>
        <w:rPr>
          <w:b/>
          <w:sz w:val="20"/>
          <w:szCs w:val="20"/>
        </w:rPr>
      </w:pPr>
      <w:r w:rsidRPr="00771226">
        <w:rPr>
          <w:b/>
          <w:sz w:val="20"/>
          <w:szCs w:val="20"/>
        </w:rPr>
        <w:t>Beantwoord de</w:t>
      </w:r>
      <w:r w:rsidR="00824278" w:rsidRPr="00771226">
        <w:rPr>
          <w:b/>
          <w:sz w:val="20"/>
          <w:szCs w:val="20"/>
        </w:rPr>
        <w:t xml:space="preserve"> volgende vragen </w:t>
      </w:r>
      <w:r w:rsidR="00824278" w:rsidRPr="001F20B8">
        <w:rPr>
          <w:b/>
          <w:sz w:val="20"/>
          <w:szCs w:val="20"/>
          <w:u w:val="single"/>
        </w:rPr>
        <w:t>per onderwerp</w:t>
      </w:r>
      <w:r w:rsidR="00771226" w:rsidRPr="00771226">
        <w:rPr>
          <w:b/>
          <w:sz w:val="20"/>
          <w:szCs w:val="20"/>
        </w:rPr>
        <w:t xml:space="preserve"> </w:t>
      </w:r>
      <w:proofErr w:type="spellStart"/>
      <w:r w:rsidR="00771226" w:rsidRPr="00771226">
        <w:rPr>
          <w:b/>
          <w:sz w:val="20"/>
          <w:szCs w:val="20"/>
        </w:rPr>
        <w:t>a.d.h.v</w:t>
      </w:r>
      <w:proofErr w:type="spellEnd"/>
      <w:r w:rsidR="00771226" w:rsidRPr="00771226">
        <w:rPr>
          <w:b/>
          <w:sz w:val="20"/>
          <w:szCs w:val="20"/>
        </w:rPr>
        <w:t xml:space="preserve"> 360˚ feedback samenvatting</w:t>
      </w:r>
      <w:r w:rsidR="00824278" w:rsidRPr="00771226">
        <w:rPr>
          <w:b/>
          <w:sz w:val="20"/>
          <w:szCs w:val="20"/>
        </w:rPr>
        <w:t>:</w:t>
      </w:r>
    </w:p>
    <w:p w:rsidR="00177F5B" w:rsidRPr="00824278" w:rsidRDefault="00177F5B" w:rsidP="00177F5B">
      <w:pPr>
        <w:pStyle w:val="Lijstalinea"/>
        <w:numPr>
          <w:ilvl w:val="0"/>
          <w:numId w:val="1"/>
        </w:numPr>
        <w:rPr>
          <w:sz w:val="20"/>
        </w:rPr>
      </w:pPr>
    </w:p>
    <w:p w:rsidR="00177F5B" w:rsidRPr="00824278" w:rsidRDefault="00177F5B" w:rsidP="00177F5B">
      <w:pPr>
        <w:pStyle w:val="Lijstalinea"/>
        <w:numPr>
          <w:ilvl w:val="0"/>
          <w:numId w:val="2"/>
        </w:numPr>
        <w:rPr>
          <w:sz w:val="20"/>
        </w:rPr>
      </w:pPr>
      <w:r w:rsidRPr="00824278">
        <w:rPr>
          <w:sz w:val="20"/>
        </w:rPr>
        <w:t xml:space="preserve">Wat vind je hierbij belangrijk als werkbegeleider? </w:t>
      </w:r>
    </w:p>
    <w:p w:rsidR="00177F5B" w:rsidRPr="00824278" w:rsidRDefault="00177F5B" w:rsidP="00177F5B">
      <w:pPr>
        <w:pStyle w:val="Lijstalinea"/>
        <w:numPr>
          <w:ilvl w:val="0"/>
          <w:numId w:val="2"/>
        </w:numPr>
        <w:rPr>
          <w:sz w:val="20"/>
        </w:rPr>
      </w:pPr>
      <w:r w:rsidRPr="00824278">
        <w:rPr>
          <w:sz w:val="20"/>
        </w:rPr>
        <w:t xml:space="preserve">Waarom vind je dit belangrijk? </w:t>
      </w:r>
      <w:r w:rsidR="00824278">
        <w:rPr>
          <w:sz w:val="20"/>
        </w:rPr>
        <w:t xml:space="preserve">Leg uit. </w:t>
      </w:r>
    </w:p>
    <w:p w:rsidR="00177F5B" w:rsidRPr="00824278" w:rsidRDefault="00177F5B" w:rsidP="00177F5B">
      <w:pPr>
        <w:pStyle w:val="Lijstalinea"/>
        <w:numPr>
          <w:ilvl w:val="0"/>
          <w:numId w:val="2"/>
        </w:numPr>
        <w:rPr>
          <w:sz w:val="20"/>
        </w:rPr>
      </w:pPr>
      <w:r w:rsidRPr="00824278">
        <w:rPr>
          <w:sz w:val="20"/>
        </w:rPr>
        <w:t xml:space="preserve">Geef in </w:t>
      </w:r>
      <w:r w:rsidR="00824278">
        <w:rPr>
          <w:sz w:val="20"/>
        </w:rPr>
        <w:t xml:space="preserve">een </w:t>
      </w:r>
      <w:r w:rsidRPr="00824278">
        <w:rPr>
          <w:sz w:val="20"/>
        </w:rPr>
        <w:t>voorbeeld hoe je hiermee te maken kunt krijgen in je werk (als werkbegeleider).</w:t>
      </w:r>
    </w:p>
    <w:p w:rsidR="00177F5B" w:rsidRPr="00824278" w:rsidRDefault="00177F5B" w:rsidP="00177F5B">
      <w:pPr>
        <w:pStyle w:val="Lijstalinea"/>
        <w:rPr>
          <w:sz w:val="20"/>
        </w:rPr>
      </w:pPr>
    </w:p>
    <w:p w:rsidR="00177F5B" w:rsidRPr="00824278" w:rsidRDefault="00177F5B" w:rsidP="00177F5B">
      <w:pPr>
        <w:pStyle w:val="Lijstalinea"/>
        <w:numPr>
          <w:ilvl w:val="0"/>
          <w:numId w:val="1"/>
        </w:numPr>
        <w:rPr>
          <w:sz w:val="20"/>
        </w:rPr>
      </w:pPr>
    </w:p>
    <w:p w:rsidR="00177F5B" w:rsidRPr="00824278" w:rsidRDefault="00177F5B" w:rsidP="00177F5B">
      <w:pPr>
        <w:pStyle w:val="Lijstalinea"/>
        <w:numPr>
          <w:ilvl w:val="0"/>
          <w:numId w:val="3"/>
        </w:numPr>
        <w:rPr>
          <w:sz w:val="20"/>
        </w:rPr>
      </w:pPr>
      <w:r w:rsidRPr="00824278">
        <w:rPr>
          <w:sz w:val="20"/>
        </w:rPr>
        <w:t xml:space="preserve">Wat kun je al goed? </w:t>
      </w:r>
    </w:p>
    <w:p w:rsidR="00177F5B" w:rsidRPr="001F20B8" w:rsidRDefault="001F20B8" w:rsidP="001F20B8">
      <w:pPr>
        <w:pStyle w:val="Lijstalinea"/>
        <w:numPr>
          <w:ilvl w:val="0"/>
          <w:numId w:val="3"/>
        </w:numPr>
        <w:rPr>
          <w:sz w:val="20"/>
        </w:rPr>
      </w:pPr>
      <w:r>
        <w:rPr>
          <w:sz w:val="20"/>
        </w:rPr>
        <w:t>Waaruit blijkt dat? Geef 1</w:t>
      </w:r>
      <w:r w:rsidR="00177F5B" w:rsidRPr="00824278">
        <w:rPr>
          <w:sz w:val="20"/>
        </w:rPr>
        <w:t xml:space="preserve"> praktijkvoorbeeld</w:t>
      </w:r>
      <w:r>
        <w:rPr>
          <w:sz w:val="20"/>
        </w:rPr>
        <w:t>.</w:t>
      </w:r>
    </w:p>
    <w:p w:rsidR="00177F5B" w:rsidRDefault="00177F5B" w:rsidP="001F20B8">
      <w:pPr>
        <w:pStyle w:val="Lijstalinea"/>
        <w:numPr>
          <w:ilvl w:val="0"/>
          <w:numId w:val="4"/>
        </w:numPr>
        <w:rPr>
          <w:sz w:val="20"/>
        </w:rPr>
      </w:pPr>
      <w:r w:rsidRPr="00824278">
        <w:rPr>
          <w:sz w:val="20"/>
        </w:rPr>
        <w:t xml:space="preserve">Wat wil je nog verder ontwikkelen, om een goede werkbegeleider te worden? </w:t>
      </w:r>
      <w:r w:rsidR="00824278">
        <w:rPr>
          <w:sz w:val="20"/>
        </w:rPr>
        <w:t>N</w:t>
      </w:r>
      <w:r w:rsidRPr="00824278">
        <w:rPr>
          <w:sz w:val="20"/>
        </w:rPr>
        <w:t xml:space="preserve">oem </w:t>
      </w:r>
      <w:r w:rsidR="001F20B8">
        <w:rPr>
          <w:sz w:val="20"/>
        </w:rPr>
        <w:t>1 doel.</w:t>
      </w:r>
    </w:p>
    <w:p w:rsidR="001F20B8" w:rsidRDefault="001F20B8" w:rsidP="001F20B8">
      <w:pPr>
        <w:rPr>
          <w:sz w:val="20"/>
        </w:rPr>
      </w:pPr>
    </w:p>
    <w:p w:rsidR="001F20B8" w:rsidRPr="001F20B8" w:rsidRDefault="001F20B8" w:rsidP="001F20B8">
      <w:pPr>
        <w:jc w:val="center"/>
        <w:rPr>
          <w:i/>
          <w:sz w:val="20"/>
        </w:rPr>
      </w:pPr>
      <w:r w:rsidRPr="001F20B8">
        <w:rPr>
          <w:i/>
          <w:sz w:val="20"/>
        </w:rPr>
        <w:t>Je beantwoord deze vragen dus 6x, bij elk onderwerp apart!</w:t>
      </w:r>
      <w:bookmarkStart w:id="0" w:name="_GoBack"/>
      <w:bookmarkEnd w:id="0"/>
    </w:p>
    <w:sectPr w:rsidR="001F20B8" w:rsidRPr="001F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A3FFA"/>
    <w:multiLevelType w:val="hybridMultilevel"/>
    <w:tmpl w:val="2656398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0524A"/>
    <w:multiLevelType w:val="hybridMultilevel"/>
    <w:tmpl w:val="8CEE138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403AA"/>
    <w:multiLevelType w:val="hybridMultilevel"/>
    <w:tmpl w:val="801C47F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27E0E"/>
    <w:multiLevelType w:val="hybridMultilevel"/>
    <w:tmpl w:val="D7D6AE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F5B"/>
    <w:rsid w:val="00175250"/>
    <w:rsid w:val="00177F5B"/>
    <w:rsid w:val="001F20B8"/>
    <w:rsid w:val="006645EE"/>
    <w:rsid w:val="00771226"/>
    <w:rsid w:val="00824278"/>
    <w:rsid w:val="00AC563F"/>
    <w:rsid w:val="00DB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09CC"/>
  <w15:chartTrackingRefBased/>
  <w15:docId w15:val="{58BE06AD-A317-42C5-9A09-45742414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7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EEC3E7C8</Template>
  <TotalTime>21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Kolkman, L.</dc:creator>
  <cp:keywords/>
  <dc:description/>
  <cp:lastModifiedBy>Kolkman, L.</cp:lastModifiedBy>
  <cp:revision>5</cp:revision>
  <dcterms:created xsi:type="dcterms:W3CDTF">2017-10-03T10:51:00Z</dcterms:created>
  <dcterms:modified xsi:type="dcterms:W3CDTF">2018-09-12T08:05:00Z</dcterms:modified>
</cp:coreProperties>
</file>