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7A4E0A25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994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574AD7" w14:paraId="7F7EACA5" w14:textId="77777777" w:rsidTr="00871776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68B3EF18" w14:textId="77777777" w:rsidR="0018127A" w:rsidRPr="00FE65BE" w:rsidRDefault="00C05BD4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59E8621B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43087F59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380A557F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871776" w:rsidRPr="00A85B6F" w14:paraId="13E5078E" w14:textId="77777777" w:rsidTr="00871776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39B22908" w14:textId="701328E6" w:rsidR="00871776" w:rsidRDefault="002265CA" w:rsidP="00871776">
                  <w:r>
                    <w:t>Opdrachten/ doelen periode 2</w:t>
                  </w:r>
                </w:p>
                <w:p w14:paraId="13DBB1BF" w14:textId="6E3EB06B" w:rsidR="00574AD7" w:rsidRDefault="00574AD7" w:rsidP="00871776"/>
                <w:p w14:paraId="467C3E89" w14:textId="77777777" w:rsidR="00574AD7" w:rsidRDefault="00574AD7" w:rsidP="00574AD7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4772">
                    <w:rPr>
                      <w:lang w:val="en-GB"/>
                    </w:rPr>
                    <w:instrText xml:space="preserve"> FORMCHECKBOX </w:instrText>
                  </w:r>
                  <w:r w:rsidR="00C05BD4">
                    <w:fldChar w:fldCharType="separate"/>
                  </w:r>
                  <w:r w:rsidRPr="002029BD">
                    <w:fldChar w:fldCharType="end"/>
                  </w:r>
                  <w:r w:rsidRPr="003F4772">
                    <w:rPr>
                      <w:lang w:val="en-GB"/>
                    </w:rPr>
                    <w:t xml:space="preserve"> </w:t>
                  </w:r>
                  <w:r>
                    <w:rPr>
                      <w:lang w:val="de-DE"/>
                    </w:rPr>
                    <w:t>Eindproduct Start your own business</w:t>
                  </w:r>
                </w:p>
                <w:p w14:paraId="2777DFD1" w14:textId="77777777" w:rsidR="00574AD7" w:rsidRDefault="00574AD7" w:rsidP="00574AD7">
                  <w:pPr>
                    <w:rPr>
                      <w:lang w:val="de-DE"/>
                    </w:rPr>
                  </w:pPr>
                  <w:r>
                    <w:rPr>
                      <w:lang w:val="de-DE"/>
                    </w:rPr>
                    <w:t>( LD 10/11/12)</w:t>
                  </w:r>
                </w:p>
                <w:p w14:paraId="3CD22ACB" w14:textId="77777777" w:rsidR="00574AD7" w:rsidRDefault="00574AD7" w:rsidP="00574AD7">
                  <w:pPr>
                    <w:pStyle w:val="Lijstalinea"/>
                    <w:numPr>
                      <w:ilvl w:val="0"/>
                      <w:numId w:val="15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Presentatie pitch ( LD 10/12)</w:t>
                  </w:r>
                </w:p>
                <w:p w14:paraId="65C08DBA" w14:textId="77777777" w:rsidR="00574AD7" w:rsidRPr="00DC73B7" w:rsidRDefault="00574AD7" w:rsidP="00574AD7">
                  <w:pPr>
                    <w:pStyle w:val="Lijstalinea"/>
                    <w:numPr>
                      <w:ilvl w:val="0"/>
                      <w:numId w:val="15"/>
                    </w:numPr>
                  </w:pPr>
                  <w:r w:rsidRPr="00DC73B7">
                    <w:t>Logo ( LD 11) in combinatie met K&amp;O</w:t>
                  </w:r>
                </w:p>
                <w:p w14:paraId="270A0C90" w14:textId="77777777" w:rsidR="00574AD7" w:rsidRDefault="00574AD7" w:rsidP="00574AD7">
                  <w:pPr>
                    <w:pStyle w:val="Lijstalinea"/>
                    <w:numPr>
                      <w:ilvl w:val="0"/>
                      <w:numId w:val="15"/>
                    </w:numPr>
                  </w:pPr>
                  <w:r w:rsidRPr="00DC73B7">
                    <w:t>Slogan ( LD 11) in combinatie met K&amp;O</w:t>
                  </w:r>
                </w:p>
                <w:p w14:paraId="4790AAAE" w14:textId="77777777" w:rsidR="00574AD7" w:rsidRPr="00DC73B7" w:rsidRDefault="00574AD7" w:rsidP="00574AD7">
                  <w:pPr>
                    <w:pStyle w:val="Lijstalinea"/>
                  </w:pPr>
                </w:p>
                <w:p w14:paraId="73AE6AEB" w14:textId="77777777" w:rsidR="007512D5" w:rsidRDefault="007512D5" w:rsidP="007512D5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C05BD4">
                    <w:fldChar w:fldCharType="separate"/>
                  </w:r>
                  <w:r w:rsidRPr="002029BD">
                    <w:fldChar w:fldCharType="end"/>
                  </w:r>
                  <w:r>
                    <w:t xml:space="preserve"> Opdrachten Slim leren ( opgegeven werk)</w:t>
                  </w:r>
                </w:p>
                <w:p w14:paraId="0548A44C" w14:textId="77777777" w:rsidR="007512D5" w:rsidRDefault="007512D5" w:rsidP="007512D5"/>
                <w:p w14:paraId="4ED3B2E1" w14:textId="0B51CCF0" w:rsidR="007512D5" w:rsidRDefault="007512D5" w:rsidP="007512D5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C05BD4">
                    <w:fldChar w:fldCharType="separate"/>
                  </w:r>
                  <w:r w:rsidRPr="002029BD">
                    <w:fldChar w:fldCharType="end"/>
                  </w:r>
                  <w:r>
                    <w:t xml:space="preserve"> vaardigheden opdrachten</w:t>
                  </w:r>
                </w:p>
                <w:p w14:paraId="54105409" w14:textId="1174AEA5" w:rsidR="007512D5" w:rsidRDefault="007512D5" w:rsidP="007512D5"/>
                <w:p w14:paraId="7ACAFFDB" w14:textId="1CF287C6" w:rsidR="007512D5" w:rsidRDefault="007512D5" w:rsidP="007512D5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C05BD4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t>Voortgangsdoelen English Premium( Holmwood’s)</w:t>
                  </w:r>
                </w:p>
                <w:p w14:paraId="1F4F6BD5" w14:textId="44E886FF" w:rsidR="007512D5" w:rsidRDefault="007512D5" w:rsidP="007512D5"/>
                <w:p w14:paraId="278FBC74" w14:textId="503D837C" w:rsidR="007512D5" w:rsidRDefault="007512D5" w:rsidP="007512D5"/>
                <w:p w14:paraId="6AE27172" w14:textId="77777777" w:rsidR="007512D5" w:rsidRDefault="007512D5" w:rsidP="007512D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Kijk goed en luister goed naar de manier waarop je docent graag wil dat je alles inlevert. </w:t>
                  </w:r>
                </w:p>
                <w:p w14:paraId="0C2702C6" w14:textId="77777777" w:rsidR="007512D5" w:rsidRPr="00FE65BE" w:rsidRDefault="007512D5" w:rsidP="007512D5">
                  <w:pPr>
                    <w:rPr>
                      <w:sz w:val="18"/>
                      <w:szCs w:val="18"/>
                    </w:rPr>
                  </w:pPr>
                </w:p>
                <w:p w14:paraId="4FA2302F" w14:textId="77777777" w:rsidR="007512D5" w:rsidRPr="00A0217B" w:rsidRDefault="007512D5" w:rsidP="007512D5">
                  <w:r w:rsidRPr="00A0217B">
                    <w:t xml:space="preserve">DIGITAAL INLEVEREN KAN </w:t>
                  </w:r>
                  <w:r w:rsidRPr="00A0217B">
                    <w:rPr>
                      <w:b/>
                      <w:bCs/>
                      <w:highlight w:val="yellow"/>
                    </w:rPr>
                    <w:t>ALLEEN</w:t>
                  </w:r>
                  <w:r w:rsidRPr="00A0217B">
                    <w:t xml:space="preserve"> VIA SOM</w:t>
                  </w:r>
                  <w:r>
                    <w:t xml:space="preserve"> </w:t>
                  </w:r>
                </w:p>
                <w:p w14:paraId="1C1F5524" w14:textId="77777777" w:rsidR="007512D5" w:rsidRPr="00A0217B" w:rsidRDefault="007512D5" w:rsidP="007512D5"/>
                <w:p w14:paraId="7912064A" w14:textId="77777777" w:rsidR="007512D5" w:rsidRDefault="007512D5" w:rsidP="007512D5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DUS GEEN MAILS…………..</w:t>
                  </w:r>
                </w:p>
                <w:p w14:paraId="62EA019D" w14:textId="77777777" w:rsidR="007512D5" w:rsidRPr="00523385" w:rsidRDefault="007512D5" w:rsidP="007512D5"/>
                <w:p w14:paraId="58C6817F" w14:textId="77777777" w:rsidR="007512D5" w:rsidRDefault="007512D5" w:rsidP="007512D5"/>
                <w:p w14:paraId="445CAD75" w14:textId="77777777" w:rsidR="007512D5" w:rsidRDefault="007512D5" w:rsidP="007512D5"/>
                <w:p w14:paraId="7602F65F" w14:textId="77777777" w:rsidR="00574AD7" w:rsidRDefault="00574AD7" w:rsidP="00871776"/>
                <w:p w14:paraId="02DCF1C0" w14:textId="77777777" w:rsidR="00871776" w:rsidRDefault="00871776" w:rsidP="00871776"/>
                <w:p w14:paraId="7509CC06" w14:textId="77777777" w:rsidR="00871776" w:rsidRPr="00300032" w:rsidRDefault="00871776" w:rsidP="00574AD7"/>
              </w:tc>
            </w:tr>
          </w:tbl>
          <w:p w14:paraId="545F9259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15DA7582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717E5046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48FB896B" wp14:editId="74D39B58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78DABB3D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74FB7820" wp14:editId="6E3C58E3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8185E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C2AE0A6" wp14:editId="215241E3">
            <wp:simplePos x="0" y="0"/>
            <wp:positionH relativeFrom="column">
              <wp:posOffset>154940</wp:posOffset>
            </wp:positionH>
            <wp:positionV relativeFrom="paragraph">
              <wp:posOffset>-8703945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6FD85AE5" wp14:editId="5A2400FF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9FBE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57DC1282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D033" w14:textId="77777777" w:rsidR="003D2067" w:rsidRDefault="003D206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9444A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F00A" w14:textId="77777777" w:rsidR="003D2067" w:rsidRDefault="003D206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70F94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488397FA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8E7C" w14:textId="77777777" w:rsidR="003D2067" w:rsidRDefault="003D206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5BB9" w14:textId="77777777" w:rsidR="003D2067" w:rsidRDefault="003D206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666CAFD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6FF6494C" w14:textId="77777777" w:rsidR="00A85B6F" w:rsidRDefault="003D2067" w:rsidP="00986AAF">
              <w:pPr>
                <w:pStyle w:val="Kop1"/>
              </w:pPr>
              <w:r>
                <w:rPr>
                  <w:b/>
                </w:rPr>
                <w:t>checklist</w:t>
              </w:r>
            </w:p>
          </w:tc>
        </w:sdtContent>
      </w:sdt>
    </w:tr>
    <w:tr w:rsidR="00142F58" w14:paraId="783D2792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408638C8" w14:textId="77777777" w:rsidR="00142F58" w:rsidRDefault="00142F58" w:rsidP="00142F58"/>
      </w:tc>
    </w:tr>
  </w:tbl>
  <w:p w14:paraId="5D2400DA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6A4"/>
    <w:multiLevelType w:val="hybridMultilevel"/>
    <w:tmpl w:val="90E8A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19"/>
    <w:rsid w:val="00135C2C"/>
    <w:rsid w:val="00142F58"/>
    <w:rsid w:val="00153ED4"/>
    <w:rsid w:val="0018127A"/>
    <w:rsid w:val="00184664"/>
    <w:rsid w:val="001A0E93"/>
    <w:rsid w:val="001D42BE"/>
    <w:rsid w:val="001F60D3"/>
    <w:rsid w:val="002265CA"/>
    <w:rsid w:val="0027115C"/>
    <w:rsid w:val="00293B83"/>
    <w:rsid w:val="003350C2"/>
    <w:rsid w:val="00362C4A"/>
    <w:rsid w:val="00390414"/>
    <w:rsid w:val="003A4541"/>
    <w:rsid w:val="003B215A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74AD7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512D5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71776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05BD4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4DB2F9E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2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</dc:creator>
  <cp:keywords/>
  <dc:description/>
  <cp:lastModifiedBy>Wolfs N</cp:lastModifiedBy>
  <cp:revision>4</cp:revision>
  <cp:lastPrinted>2016-06-29T01:32:00Z</cp:lastPrinted>
  <dcterms:created xsi:type="dcterms:W3CDTF">2021-02-07T16:39:00Z</dcterms:created>
  <dcterms:modified xsi:type="dcterms:W3CDTF">2022-02-16T10:17:00Z</dcterms:modified>
</cp:coreProperties>
</file>