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11A04C3B" w14:textId="77777777" w:rsidTr="006F57E0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A85B6F" w14:paraId="227E4E47" w14:textId="77777777" w:rsidTr="004E5B5F">
              <w:trPr>
                <w:trHeight w:hRule="exact" w:val="1494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14:paraId="549469F3" w14:textId="77777777" w:rsidR="0018127A" w:rsidRPr="00986AAF" w:rsidRDefault="00CB43A6" w:rsidP="0018127A">
                  <w:pPr>
                    <w:pStyle w:val="Kop2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350C2">
                        <w:rPr>
                          <w:b/>
                        </w:rPr>
                        <w:t xml:space="preserve"> Engels </w:t>
                      </w:r>
                      <w:r w:rsidR="00E615FE">
                        <w:rPr>
                          <w:b/>
                        </w:rPr>
                        <w:t>Opdracht</w:t>
                      </w:r>
                    </w:sdtContent>
                  </w:sdt>
                </w:p>
                <w:p w14:paraId="5CB170E8" w14:textId="77777777" w:rsidR="0018127A" w:rsidRPr="0018127A" w:rsidRDefault="0018127A" w:rsidP="0018127A"/>
                <w:p w14:paraId="1E45681F" w14:textId="77777777" w:rsidR="0018127A" w:rsidRDefault="0018127A" w:rsidP="0018127A"/>
                <w:p w14:paraId="67B8400E" w14:textId="77777777" w:rsidR="00184664" w:rsidRPr="0018127A" w:rsidRDefault="0018127A" w:rsidP="0018127A">
                  <w:pPr>
                    <w:tabs>
                      <w:tab w:val="left" w:pos="1020"/>
                    </w:tabs>
                  </w:pPr>
                  <w:r>
                    <w:tab/>
                  </w:r>
                </w:p>
              </w:tc>
            </w:tr>
            <w:tr w:rsidR="00184664" w:rsidRPr="00A85B6F" w14:paraId="770A9D08" w14:textId="77777777" w:rsidTr="004E5B5F">
              <w:trPr>
                <w:trHeight w:val="9508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14:paraId="628DB090" w14:textId="77777777" w:rsidR="004670DD" w:rsidRDefault="004670DD" w:rsidP="0018127A">
                  <w:pPr>
                    <w:pStyle w:val="Datum"/>
                  </w:pPr>
                </w:p>
                <w:p w14:paraId="70BB7C0C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OPDRACHT</w:t>
                  </w:r>
                </w:p>
                <w:p w14:paraId="6392BC3D" w14:textId="1870E459" w:rsidR="0018127A" w:rsidRDefault="003C641C" w:rsidP="003C641C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Maak een groep van 4</w:t>
                  </w:r>
                  <w:r w:rsidR="00CB43A6">
                    <w:t>/ 5</w:t>
                  </w:r>
                </w:p>
                <w:p w14:paraId="0F4C4EF3" w14:textId="77777777" w:rsidR="003C641C" w:rsidRDefault="003C641C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Kies een grammatica onderdeel van vorig jaar</w:t>
                  </w:r>
                </w:p>
                <w:p w14:paraId="7D7D6B22" w14:textId="77777777" w:rsidR="0018127A" w:rsidRDefault="003C641C" w:rsidP="00C0401B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Het is de bedoeling dat je dit grammatica onderdeel kan uitleggen aan anderen</w:t>
                  </w:r>
                </w:p>
                <w:p w14:paraId="14275B10" w14:textId="63C32A8D" w:rsidR="003C641C" w:rsidRDefault="00CB43A6" w:rsidP="00CB43A6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 xml:space="preserve">Je gaat een grammatica instructie filmpje maken. </w:t>
                  </w:r>
                  <w:r w:rsidR="003C641C">
                    <w:t>Op welke manier je dit gaat doen, mag je zelf met je groep bepalen maar check wel even met je docent</w:t>
                  </w:r>
                  <w:r>
                    <w:t>.</w:t>
                  </w:r>
                </w:p>
                <w:p w14:paraId="44DD1EEC" w14:textId="77777777" w:rsidR="0018127A" w:rsidRDefault="0018127A" w:rsidP="0018127A"/>
                <w:p w14:paraId="71F820B8" w14:textId="77777777" w:rsidR="0018127A" w:rsidRDefault="0018127A" w:rsidP="0018127A"/>
                <w:p w14:paraId="570C1CA4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14:paraId="06B3ABB4" w14:textId="77777777" w:rsidR="0018127A" w:rsidRDefault="00C0401B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Herhaling van grammatica vorig jaar</w:t>
                  </w:r>
                </w:p>
                <w:p w14:paraId="35CECFFD" w14:textId="77777777" w:rsidR="00E615FE" w:rsidRDefault="00C0401B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Extra o</w:t>
                  </w:r>
                  <w:r w:rsidR="00E615FE">
                    <w:t xml:space="preserve">efenen </w:t>
                  </w:r>
                </w:p>
                <w:p w14:paraId="5A0DEE35" w14:textId="77777777" w:rsidR="00E615FE" w:rsidRDefault="003C641C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Oefenen vaardigheid p</w:t>
                  </w:r>
                  <w:r w:rsidR="00E615FE">
                    <w:t>resenteren</w:t>
                  </w:r>
                  <w:r w:rsidR="004E5B5F">
                    <w:t xml:space="preserve">, </w:t>
                  </w:r>
                  <w:r>
                    <w:t>uitleg geven aan anderen</w:t>
                  </w:r>
                  <w:r w:rsidR="004E5B5F">
                    <w:t>, samenwerken</w:t>
                  </w:r>
                </w:p>
                <w:p w14:paraId="6378442A" w14:textId="77777777" w:rsidR="00986AAF" w:rsidRDefault="00986AAF" w:rsidP="00E615FE">
                  <w:pPr>
                    <w:ind w:left="360"/>
                  </w:pPr>
                </w:p>
                <w:p w14:paraId="17DBE217" w14:textId="77777777" w:rsidR="0018127A" w:rsidRPr="00986AAF" w:rsidRDefault="00C0401B" w:rsidP="00986AAF">
                  <w:pPr>
                    <w:rPr>
                      <w:b/>
                    </w:rPr>
                  </w:pPr>
                  <w:r>
                    <w:rPr>
                      <w:b/>
                    </w:rPr>
                    <w:t>BVB</w:t>
                  </w:r>
                </w:p>
                <w:p w14:paraId="697D563C" w14:textId="0B684C0F" w:rsidR="00986AAF" w:rsidRDefault="00CB43A6" w:rsidP="00986AAF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>Kijk in som wanneer het af moet zijn of vraag het kan je docent</w:t>
                  </w:r>
                </w:p>
                <w:p w14:paraId="08621963" w14:textId="77777777" w:rsidR="003C641C" w:rsidRDefault="003C641C" w:rsidP="003C641C"/>
                <w:p w14:paraId="3674996C" w14:textId="77777777" w:rsidR="003C641C" w:rsidRDefault="003C641C" w:rsidP="003C641C">
                  <w:r>
                    <w:t>Keuze grammatica onderdelen:</w:t>
                  </w:r>
                </w:p>
                <w:p w14:paraId="322E8F63" w14:textId="77777777" w:rsidR="003C641C" w:rsidRPr="004E5B5F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lang w:val="en-GB"/>
                    </w:rPr>
                  </w:pPr>
                  <w:proofErr w:type="spellStart"/>
                  <w:r w:rsidRPr="004E5B5F">
                    <w:rPr>
                      <w:lang w:val="en-GB"/>
                    </w:rPr>
                    <w:t>Lidwoorden</w:t>
                  </w:r>
                  <w:proofErr w:type="spellEnd"/>
                  <w:r w:rsidRPr="004E5B5F">
                    <w:rPr>
                      <w:lang w:val="en-GB"/>
                    </w:rPr>
                    <w:t xml:space="preserve"> a/ an &amp; This / that/ these/those</w:t>
                  </w:r>
                </w:p>
                <w:p w14:paraId="3F3FA9EC" w14:textId="77777777" w:rsidR="004E5B5F" w:rsidRPr="004E5B5F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lang w:val="en-GB"/>
                    </w:rPr>
                  </w:pPr>
                  <w:r w:rsidRPr="004E5B5F">
                    <w:rPr>
                      <w:lang w:val="en-GB"/>
                    </w:rPr>
                    <w:t xml:space="preserve">much </w:t>
                  </w:r>
                  <w:proofErr w:type="spellStart"/>
                  <w:r w:rsidRPr="004E5B5F">
                    <w:rPr>
                      <w:lang w:val="en-GB"/>
                    </w:rPr>
                    <w:t>en</w:t>
                  </w:r>
                  <w:proofErr w:type="spellEnd"/>
                  <w:r w:rsidRPr="004E5B5F">
                    <w:rPr>
                      <w:lang w:val="en-GB"/>
                    </w:rPr>
                    <w:t xml:space="preserve"> many</w:t>
                  </w:r>
                  <w:r>
                    <w:rPr>
                      <w:lang w:val="en-GB"/>
                    </w:rPr>
                    <w:t xml:space="preserve">/ some </w:t>
                  </w:r>
                  <w:proofErr w:type="spellStart"/>
                  <w:r>
                    <w:rPr>
                      <w:lang w:val="en-GB"/>
                    </w:rPr>
                    <w:t>en</w:t>
                  </w:r>
                  <w:proofErr w:type="spellEnd"/>
                  <w:r>
                    <w:rPr>
                      <w:lang w:val="en-GB"/>
                    </w:rPr>
                    <w:t xml:space="preserve"> any</w:t>
                  </w:r>
                </w:p>
                <w:p w14:paraId="08669E3A" w14:textId="77777777" w:rsidR="004E5B5F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 xml:space="preserve">Present </w:t>
                  </w:r>
                  <w:proofErr w:type="spellStart"/>
                  <w:r>
                    <w:t>simple</w:t>
                  </w:r>
                  <w:proofErr w:type="spellEnd"/>
                </w:p>
                <w:p w14:paraId="63D0C23A" w14:textId="77777777" w:rsidR="004E5B5F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 xml:space="preserve">Present </w:t>
                  </w:r>
                  <w:proofErr w:type="spellStart"/>
                  <w:r>
                    <w:t>continuous</w:t>
                  </w:r>
                  <w:proofErr w:type="spellEnd"/>
                </w:p>
                <w:p w14:paraId="5AB81CE3" w14:textId="77777777" w:rsidR="004E5B5F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 xml:space="preserve">Persoonlijke </w:t>
                  </w:r>
                  <w:proofErr w:type="spellStart"/>
                  <w:r>
                    <w:t>vnw</w:t>
                  </w:r>
                  <w:proofErr w:type="spellEnd"/>
                  <w:r>
                    <w:t xml:space="preserve">/ bezittelijke </w:t>
                  </w:r>
                  <w:proofErr w:type="spellStart"/>
                  <w:r>
                    <w:t>vnw</w:t>
                  </w:r>
                  <w:proofErr w:type="spellEnd"/>
                </w:p>
                <w:p w14:paraId="643906EE" w14:textId="77777777" w:rsidR="004E5B5F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>Meervoud</w:t>
                  </w:r>
                </w:p>
                <w:p w14:paraId="7ACBC9D3" w14:textId="77777777" w:rsidR="004E5B5F" w:rsidRPr="0018127A" w:rsidRDefault="004E5B5F" w:rsidP="003C641C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>Vergelijkingen met er/</w:t>
                  </w:r>
                  <w:proofErr w:type="spellStart"/>
                  <w:r>
                    <w:t>est</w:t>
                  </w:r>
                  <w:proofErr w:type="spellEnd"/>
                </w:p>
              </w:tc>
            </w:tr>
          </w:tbl>
          <w:p w14:paraId="6D3745FF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1EC8E460" w14:textId="77777777" w:rsidTr="006F57E0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14:paraId="7C853ED8" w14:textId="77777777"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3B3A9D63" wp14:editId="52B4B2CF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EDECC0" w14:textId="77777777" w:rsidR="006337E6" w:rsidRPr="00A85B6F" w:rsidRDefault="00C0401B" w:rsidP="00CC7AD0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93C92DA" wp14:editId="23DAA55D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2987040</wp:posOffset>
                  </wp:positionV>
                  <wp:extent cx="2143125" cy="2143125"/>
                  <wp:effectExtent l="0" t="0" r="9525" b="9525"/>
                  <wp:wrapNone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sOLEI80QK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606B77B" wp14:editId="1AB9A33B">
                  <wp:simplePos x="0" y="0"/>
                  <wp:positionH relativeFrom="column">
                    <wp:posOffset>516890</wp:posOffset>
                  </wp:positionH>
                  <wp:positionV relativeFrom="paragraph">
                    <wp:posOffset>332740</wp:posOffset>
                  </wp:positionV>
                  <wp:extent cx="1847850" cy="2466975"/>
                  <wp:effectExtent l="0" t="0" r="0" b="9525"/>
                  <wp:wrapNone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s2N7W2YNO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46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D993C0A" w14:textId="77777777" w:rsidR="00B56F21" w:rsidRDefault="00E612D3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EB7D517" wp14:editId="4D76B835">
            <wp:simplePos x="0" y="0"/>
            <wp:positionH relativeFrom="margin">
              <wp:posOffset>5227955</wp:posOffset>
            </wp:positionH>
            <wp:positionV relativeFrom="paragraph">
              <wp:posOffset>-8651875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2"/>
      <w:headerReference w:type="first" r:id="rId13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CAB64" w14:textId="77777777" w:rsidR="00751DFB" w:rsidRDefault="00751DFB" w:rsidP="008B2920">
      <w:pPr>
        <w:spacing w:after="0" w:line="240" w:lineRule="auto"/>
      </w:pPr>
      <w:r>
        <w:separator/>
      </w:r>
    </w:p>
  </w:endnote>
  <w:endnote w:type="continuationSeparator" w:id="0">
    <w:p w14:paraId="03F7CFA2" w14:textId="77777777" w:rsidR="00751DFB" w:rsidRDefault="00751DFB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5C3FB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3350C2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2EA96" w14:textId="77777777" w:rsidR="00751DFB" w:rsidRDefault="00751DFB" w:rsidP="008B2920">
      <w:pPr>
        <w:spacing w:after="0" w:line="240" w:lineRule="auto"/>
      </w:pPr>
      <w:r>
        <w:separator/>
      </w:r>
    </w:p>
  </w:footnote>
  <w:footnote w:type="continuationSeparator" w:id="0">
    <w:p w14:paraId="684E5701" w14:textId="77777777" w:rsidR="00751DFB" w:rsidRDefault="00751DFB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08BBCA55" w14:textId="77777777" w:rsidTr="00142F5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bottom w:val="single" w:sz="12" w:space="0" w:color="FFD556" w:themeColor="accent1"/>
              </w:tcBorders>
            </w:tcPr>
            <w:p w14:paraId="0FD20FFB" w14:textId="77777777" w:rsidR="00A85B6F" w:rsidRDefault="00E612D3" w:rsidP="00C227BE">
              <w:pPr>
                <w:pStyle w:val="Kop1"/>
                <w:jc w:val="left"/>
              </w:pPr>
              <w:r>
                <w:rPr>
                  <w:b/>
                </w:rPr>
                <w:t>Practise makes perfect</w:t>
              </w:r>
            </w:p>
          </w:tc>
        </w:sdtContent>
      </w:sdt>
    </w:tr>
    <w:tr w:rsidR="00142F58" w14:paraId="6F46C1D5" w14:textId="77777777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274DD08F" w14:textId="77777777" w:rsidR="00142F58" w:rsidRDefault="00142F58" w:rsidP="00142F58"/>
      </w:tc>
    </w:tr>
  </w:tbl>
  <w:p w14:paraId="0886F7F3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D5AA1"/>
    <w:multiLevelType w:val="hybridMultilevel"/>
    <w:tmpl w:val="9C645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2C"/>
    <w:rsid w:val="00142F58"/>
    <w:rsid w:val="00153ED4"/>
    <w:rsid w:val="0018127A"/>
    <w:rsid w:val="00184664"/>
    <w:rsid w:val="001A0E93"/>
    <w:rsid w:val="001F60D3"/>
    <w:rsid w:val="0020447B"/>
    <w:rsid w:val="002419A3"/>
    <w:rsid w:val="0027115C"/>
    <w:rsid w:val="00286106"/>
    <w:rsid w:val="00293B83"/>
    <w:rsid w:val="003350C2"/>
    <w:rsid w:val="00362C4A"/>
    <w:rsid w:val="00390414"/>
    <w:rsid w:val="003B5B09"/>
    <w:rsid w:val="003C641C"/>
    <w:rsid w:val="003E1711"/>
    <w:rsid w:val="0045425A"/>
    <w:rsid w:val="00454631"/>
    <w:rsid w:val="00463A38"/>
    <w:rsid w:val="004670DD"/>
    <w:rsid w:val="0048346B"/>
    <w:rsid w:val="004E4CA5"/>
    <w:rsid w:val="004E5B5F"/>
    <w:rsid w:val="00502D70"/>
    <w:rsid w:val="00510920"/>
    <w:rsid w:val="005B0E81"/>
    <w:rsid w:val="00630D36"/>
    <w:rsid w:val="006337E6"/>
    <w:rsid w:val="006547FC"/>
    <w:rsid w:val="006A3CE7"/>
    <w:rsid w:val="006C6DEF"/>
    <w:rsid w:val="006F1734"/>
    <w:rsid w:val="006F57E0"/>
    <w:rsid w:val="00751DFB"/>
    <w:rsid w:val="00781D13"/>
    <w:rsid w:val="00783C41"/>
    <w:rsid w:val="00787503"/>
    <w:rsid w:val="007A2646"/>
    <w:rsid w:val="007E7032"/>
    <w:rsid w:val="00833359"/>
    <w:rsid w:val="0085071E"/>
    <w:rsid w:val="00853CE2"/>
    <w:rsid w:val="00860491"/>
    <w:rsid w:val="00887A77"/>
    <w:rsid w:val="008B2920"/>
    <w:rsid w:val="008B2DF7"/>
    <w:rsid w:val="009039F1"/>
    <w:rsid w:val="009244EC"/>
    <w:rsid w:val="0092618B"/>
    <w:rsid w:val="00986AAF"/>
    <w:rsid w:val="009A73C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178"/>
    <w:rsid w:val="00B67DB0"/>
    <w:rsid w:val="00BD5EFB"/>
    <w:rsid w:val="00C0401B"/>
    <w:rsid w:val="00C227BE"/>
    <w:rsid w:val="00C35EFB"/>
    <w:rsid w:val="00C73037"/>
    <w:rsid w:val="00CB43A6"/>
    <w:rsid w:val="00CD207A"/>
    <w:rsid w:val="00CD7978"/>
    <w:rsid w:val="00D2689C"/>
    <w:rsid w:val="00DC3F21"/>
    <w:rsid w:val="00DF6A6F"/>
    <w:rsid w:val="00E20402"/>
    <w:rsid w:val="00E612D3"/>
    <w:rsid w:val="00E615FE"/>
    <w:rsid w:val="00E7158F"/>
    <w:rsid w:val="00E928A3"/>
    <w:rsid w:val="00EE5D95"/>
    <w:rsid w:val="00F3122B"/>
    <w:rsid w:val="00F67FBA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C70F32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052204"/>
    <w:rsid w:val="0039211C"/>
    <w:rsid w:val="005C3A2D"/>
    <w:rsid w:val="00660B4C"/>
    <w:rsid w:val="00D2631F"/>
    <w:rsid w:val="00DB4249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Engels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Practise makes perfect</dc:creator>
  <cp:keywords/>
  <dc:description/>
  <cp:lastModifiedBy>Wolfs N</cp:lastModifiedBy>
  <cp:revision>2</cp:revision>
  <cp:lastPrinted>2016-06-29T01:32:00Z</cp:lastPrinted>
  <dcterms:created xsi:type="dcterms:W3CDTF">2021-09-09T18:03:00Z</dcterms:created>
  <dcterms:modified xsi:type="dcterms:W3CDTF">2021-09-09T18:03:00Z</dcterms:modified>
</cp:coreProperties>
</file>