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DD2" w:rsidRDefault="00AF2DD2" w:rsidP="00AF2DD2">
      <w:r>
        <w:rPr>
          <w:noProof/>
          <w:lang w:eastAsia="nl-NL"/>
        </w:rPr>
        <w:drawing>
          <wp:inline distT="0" distB="0" distL="0" distR="0">
            <wp:extent cx="5760720" cy="488251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CCB953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82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DD2" w:rsidRPr="00AF2DD2" w:rsidRDefault="00AF2DD2" w:rsidP="00AF2DD2"/>
    <w:p w:rsidR="00AF2DD2" w:rsidRPr="00AF2DD2" w:rsidRDefault="00AF2DD2" w:rsidP="00AF2DD2"/>
    <w:p w:rsidR="00AF2DD2" w:rsidRDefault="00AF2DD2" w:rsidP="00AF2DD2"/>
    <w:p w:rsidR="00AF2DD2" w:rsidRDefault="00AF2DD2">
      <w:r>
        <w:br w:type="page"/>
      </w:r>
    </w:p>
    <w:p w:rsidR="001B5526" w:rsidRPr="00AF2DD2" w:rsidRDefault="00AF2DD2" w:rsidP="00AF2DD2">
      <w:pPr>
        <w:ind w:firstLine="708"/>
      </w:pPr>
      <w:bookmarkStart w:id="0" w:name="_GoBack"/>
      <w:r>
        <w:rPr>
          <w:noProof/>
          <w:lang w:eastAsia="nl-NL"/>
        </w:rPr>
        <w:lastRenderedPageBreak/>
        <w:drawing>
          <wp:inline distT="0" distB="0" distL="0" distR="0">
            <wp:extent cx="5760720" cy="5118100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CCCA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1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5526" w:rsidRPr="00AF2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DD2"/>
    <w:rsid w:val="001B5526"/>
    <w:rsid w:val="00AF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83DBE-C81C-4BA9-BB4C-4BD8BA71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tmp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EDE64449</Template>
  <TotalTime>2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Regien Mendel - ten Napel</cp:lastModifiedBy>
  <cp:revision>1</cp:revision>
  <dcterms:created xsi:type="dcterms:W3CDTF">2018-03-28T09:44:00Z</dcterms:created>
  <dcterms:modified xsi:type="dcterms:W3CDTF">2018-03-28T09:46:00Z</dcterms:modified>
</cp:coreProperties>
</file>