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B09" w:rsidRPr="006A20A6" w:rsidRDefault="00D77CA4" w:rsidP="00155B0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Opdracht spotprenten</w:t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>
        <w:rPr>
          <w:rFonts w:ascii="Arial" w:hAnsi="Arial" w:cs="Arial"/>
          <w:b/>
          <w:sz w:val="32"/>
          <w:szCs w:val="32"/>
        </w:rPr>
        <w:tab/>
      </w:r>
      <w:r w:rsidR="0013019B" w:rsidRPr="0013019B">
        <w:rPr>
          <w:rFonts w:ascii="Arial" w:hAnsi="Arial" w:cs="Arial"/>
          <w:b/>
          <w:sz w:val="22"/>
          <w:szCs w:val="32"/>
        </w:rPr>
        <w:t>Mavo 3 (IR)</w:t>
      </w:r>
    </w:p>
    <w:p w:rsidR="00155B09" w:rsidRDefault="00155B09" w:rsidP="00155B09">
      <w:pPr>
        <w:rPr>
          <w:rFonts w:ascii="Arial" w:hAnsi="Arial" w:cs="Arial"/>
        </w:rPr>
      </w:pPr>
    </w:p>
    <w:p w:rsidR="00D77CA4" w:rsidRPr="006A20A6" w:rsidRDefault="00D77CA4" w:rsidP="00155B09">
      <w:pPr>
        <w:rPr>
          <w:rFonts w:ascii="Arial" w:hAnsi="Arial" w:cs="Arial"/>
        </w:rPr>
      </w:pPr>
      <w:r>
        <w:rPr>
          <w:rFonts w:ascii="Arial" w:hAnsi="Arial" w:cs="Arial"/>
        </w:rPr>
        <w:t>Gebruik spotprent 1 en maak de volgenden vragen.</w:t>
      </w:r>
    </w:p>
    <w:p w:rsidR="00D77CA4" w:rsidRDefault="00D77CA4" w:rsidP="00155B09">
      <w:pPr>
        <w:rPr>
          <w:rFonts w:ascii="Arial" w:hAnsi="Arial" w:cs="Arial"/>
          <w:b/>
        </w:rPr>
      </w:pPr>
    </w:p>
    <w:p w:rsidR="00D77CA4" w:rsidRDefault="00D77CA4" w:rsidP="00155B09">
      <w:pPr>
        <w:rPr>
          <w:rFonts w:ascii="Arial" w:hAnsi="Arial" w:cs="Arial"/>
          <w:b/>
        </w:rPr>
      </w:pPr>
    </w:p>
    <w:p w:rsidR="00155B09" w:rsidRPr="006A20A6" w:rsidRDefault="00155B09" w:rsidP="00155B09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1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Personen en voorwerpen herkennen</w:t>
      </w: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A: Beschrijf in eigen woorden wat er te zien is op de spotprent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B: Welke personen zie je? En wat of wie stellen ze voor?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C: </w:t>
      </w:r>
      <w:r w:rsidR="004F2940">
        <w:rPr>
          <w:rFonts w:ascii="Arial" w:hAnsi="Arial" w:cs="Arial"/>
          <w:i/>
        </w:rPr>
        <w:t>Zijn er voorwerpen/gebouwen/overige dingen te zien?</w:t>
      </w:r>
      <w:r w:rsidRPr="006A20A6">
        <w:rPr>
          <w:rFonts w:ascii="Arial" w:hAnsi="Arial" w:cs="Arial"/>
          <w:i/>
        </w:rPr>
        <w:t xml:space="preserve"> </w:t>
      </w:r>
      <w:r w:rsidR="004F2940">
        <w:rPr>
          <w:rFonts w:ascii="Arial" w:hAnsi="Arial" w:cs="Arial"/>
          <w:i/>
        </w:rPr>
        <w:t>E</w:t>
      </w:r>
      <w:r w:rsidRPr="006A20A6">
        <w:rPr>
          <w:rFonts w:ascii="Arial" w:hAnsi="Arial" w:cs="Arial"/>
          <w:i/>
        </w:rPr>
        <w:t>n wat stellen ze voor?</w:t>
      </w:r>
    </w:p>
    <w:p w:rsidR="00155B09" w:rsidRPr="006A20A6" w:rsidRDefault="00155B09" w:rsidP="00155B09">
      <w:pPr>
        <w:rPr>
          <w:rFonts w:ascii="Arial" w:hAnsi="Arial" w:cs="Arial"/>
          <w:i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D: Wat gebeurt er op de spotprent en wie doet wat?</w:t>
      </w:r>
    </w:p>
    <w:p w:rsidR="00155B09" w:rsidRDefault="00155B09" w:rsidP="00155B09">
      <w:pPr>
        <w:rPr>
          <w:rFonts w:ascii="Arial" w:hAnsi="Arial" w:cs="Arial"/>
        </w:rPr>
      </w:pPr>
    </w:p>
    <w:p w:rsidR="004F2940" w:rsidRPr="006A20A6" w:rsidRDefault="004F2940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2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Het onderwerp</w:t>
      </w: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E: Op welke gebeurtenis of situatie uit de geschiedenis heeft de spotprent betrekking? </w:t>
      </w:r>
    </w:p>
    <w:p w:rsidR="00155B09" w:rsidRDefault="00155B09" w:rsidP="00155B09">
      <w:pPr>
        <w:rPr>
          <w:rFonts w:ascii="Arial" w:hAnsi="Arial" w:cs="Arial"/>
        </w:rPr>
      </w:pPr>
    </w:p>
    <w:p w:rsidR="00D77CA4" w:rsidRPr="006A20A6" w:rsidRDefault="00D77CA4" w:rsidP="00155B09">
      <w:pPr>
        <w:rPr>
          <w:rFonts w:ascii="Arial" w:hAnsi="Arial" w:cs="Arial"/>
        </w:rPr>
      </w:pPr>
    </w:p>
    <w:p w:rsidR="00155B09" w:rsidRPr="00D77CA4" w:rsidRDefault="00155B09" w:rsidP="00155B09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3: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De menig/boodschap van de tekenaar</w:t>
      </w: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F: Zijn personen/dieren overdreven positief of juist negatief afgebeeld?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G: Zijn voorwerpen overdreven positief of juist negatief afgebeeld? 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H: Zijn de titel en/of het onderschrift neutraal, spottend, grappig, kritisch of juist complimenteus?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155B09" w:rsidRPr="006A20A6" w:rsidRDefault="00155B09" w:rsidP="00155B09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I: Is er ook extra informatie bekend over de tekenaar/ui</w:t>
      </w:r>
      <w:r w:rsidR="0013019B">
        <w:rPr>
          <w:rFonts w:ascii="Arial" w:hAnsi="Arial" w:cs="Arial"/>
          <w:i/>
        </w:rPr>
        <w:t>t</w:t>
      </w:r>
      <w:r w:rsidRPr="006A20A6">
        <w:rPr>
          <w:rFonts w:ascii="Arial" w:hAnsi="Arial" w:cs="Arial"/>
          <w:i/>
        </w:rPr>
        <w:t xml:space="preserve">gever van de prent? </w:t>
      </w:r>
    </w:p>
    <w:p w:rsidR="00155B09" w:rsidRPr="006A20A6" w:rsidRDefault="00155B09" w:rsidP="00155B09">
      <w:pPr>
        <w:rPr>
          <w:rFonts w:ascii="Arial" w:hAnsi="Arial" w:cs="Arial"/>
          <w:i/>
        </w:rPr>
      </w:pPr>
    </w:p>
    <w:p w:rsidR="00155B09" w:rsidRPr="00D77CA4" w:rsidRDefault="00155B09" w:rsidP="00155B09">
      <w:pPr>
        <w:rPr>
          <w:rFonts w:ascii="Arial" w:hAnsi="Arial" w:cs="Arial"/>
          <w:b/>
          <w:u w:val="single"/>
        </w:rPr>
      </w:pPr>
      <w:r w:rsidRPr="00D77CA4">
        <w:rPr>
          <w:rFonts w:ascii="Arial" w:hAnsi="Arial" w:cs="Arial"/>
          <w:b/>
          <w:i/>
          <w:u w:val="single"/>
        </w:rPr>
        <w:t xml:space="preserve">J: Conclusie: Wat </w:t>
      </w:r>
      <w:r w:rsidR="00D77CA4" w:rsidRPr="00D77CA4">
        <w:rPr>
          <w:rFonts w:ascii="Arial" w:hAnsi="Arial" w:cs="Arial"/>
          <w:b/>
          <w:i/>
          <w:u w:val="single"/>
        </w:rPr>
        <w:t>is de boodschap die deze tekenaar met de spotprent wil overbrengen?</w:t>
      </w:r>
    </w:p>
    <w:p w:rsidR="00155B09" w:rsidRPr="006A20A6" w:rsidRDefault="00155B09" w:rsidP="00155B09">
      <w:pPr>
        <w:rPr>
          <w:rFonts w:ascii="Arial" w:hAnsi="Arial" w:cs="Arial"/>
        </w:rPr>
      </w:pPr>
    </w:p>
    <w:p w:rsidR="00D77CA4" w:rsidRDefault="00D77CA4">
      <w:pPr>
        <w:spacing w:line="276" w:lineRule="auto"/>
      </w:pPr>
      <w:r>
        <w:br w:type="page"/>
      </w:r>
    </w:p>
    <w:p w:rsidR="00D77CA4" w:rsidRPr="006A20A6" w:rsidRDefault="00D77CA4" w:rsidP="00D77CA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Gebruik spotprent 2</w:t>
      </w:r>
      <w:r>
        <w:rPr>
          <w:rFonts w:ascii="Arial" w:hAnsi="Arial" w:cs="Arial"/>
        </w:rPr>
        <w:t xml:space="preserve"> en maak de volgenden vragen.</w:t>
      </w:r>
    </w:p>
    <w:p w:rsidR="00D77CA4" w:rsidRDefault="00D77CA4" w:rsidP="00D77CA4">
      <w:pPr>
        <w:rPr>
          <w:rFonts w:ascii="Arial" w:hAnsi="Arial" w:cs="Arial"/>
          <w:b/>
        </w:rPr>
      </w:pPr>
    </w:p>
    <w:p w:rsidR="00D77CA4" w:rsidRDefault="00D77CA4" w:rsidP="00D77CA4">
      <w:pPr>
        <w:rPr>
          <w:rFonts w:ascii="Arial" w:hAnsi="Arial" w:cs="Arial"/>
          <w:b/>
        </w:rPr>
      </w:pPr>
    </w:p>
    <w:p w:rsidR="00D77CA4" w:rsidRPr="006A20A6" w:rsidRDefault="00D77CA4" w:rsidP="00D77CA4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1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Personen en voorwerpen herkennen</w:t>
      </w: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A: Beschrijf in eigen woorden wat er te zien is op de spotprent</w:t>
      </w: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B: Welke personen zie je? En wat of wie stellen ze voor?</w:t>
      </w: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C: </w:t>
      </w:r>
      <w:r>
        <w:rPr>
          <w:rFonts w:ascii="Arial" w:hAnsi="Arial" w:cs="Arial"/>
          <w:i/>
        </w:rPr>
        <w:t>Zijn er voorwerpen/gebouwen/overige dingen te zien?</w:t>
      </w:r>
      <w:r w:rsidRPr="006A20A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E</w:t>
      </w:r>
      <w:r w:rsidRPr="006A20A6">
        <w:rPr>
          <w:rFonts w:ascii="Arial" w:hAnsi="Arial" w:cs="Arial"/>
          <w:i/>
        </w:rPr>
        <w:t>n wat stellen ze voor?</w:t>
      </w:r>
    </w:p>
    <w:p w:rsidR="00D77CA4" w:rsidRPr="006A20A6" w:rsidRDefault="00D77CA4" w:rsidP="00D77CA4">
      <w:pPr>
        <w:rPr>
          <w:rFonts w:ascii="Arial" w:hAnsi="Arial" w:cs="Arial"/>
          <w:i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D: Wat gebeurt er op de spotprent en wie doet wat?</w:t>
      </w:r>
    </w:p>
    <w:p w:rsidR="00D77CA4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2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Het onderwerp</w:t>
      </w: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E: Op welke gebeurtenis of situatie uit de geschiedenis heeft de spotprent betrekking? </w:t>
      </w:r>
    </w:p>
    <w:p w:rsidR="00D77CA4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D77CA4" w:rsidRDefault="00D77CA4" w:rsidP="00D77CA4">
      <w:pPr>
        <w:rPr>
          <w:rFonts w:ascii="Arial" w:hAnsi="Arial" w:cs="Arial"/>
          <w:b/>
        </w:rPr>
      </w:pPr>
      <w:r w:rsidRPr="006A20A6">
        <w:rPr>
          <w:rFonts w:ascii="Arial" w:hAnsi="Arial" w:cs="Arial"/>
          <w:b/>
        </w:rPr>
        <w:t>Stap 3:</w:t>
      </w:r>
      <w:r w:rsidRPr="006A20A6">
        <w:rPr>
          <w:rFonts w:ascii="Arial" w:hAnsi="Arial" w:cs="Arial"/>
          <w:b/>
        </w:rPr>
        <w:tab/>
      </w:r>
      <w:r w:rsidRPr="006A20A6">
        <w:rPr>
          <w:rFonts w:ascii="Arial" w:hAnsi="Arial" w:cs="Arial"/>
          <w:b/>
        </w:rPr>
        <w:tab/>
        <w:t>De menig/boodschap van de tekenaar</w:t>
      </w: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F: Zijn personen/dieren overdreven positief of juist negatief afgebeeld?</w:t>
      </w: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 xml:space="preserve">G: Zijn voorwerpen overdreven positief of juist negatief afgebeeld? </w:t>
      </w: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H: Zijn de titel en/of het onderschrift neutraal, spottend, grappig, kritisch of juist complimenteus?</w:t>
      </w:r>
    </w:p>
    <w:p w:rsidR="00D77CA4" w:rsidRPr="006A20A6" w:rsidRDefault="00D77CA4" w:rsidP="00D77CA4">
      <w:pPr>
        <w:rPr>
          <w:rFonts w:ascii="Arial" w:hAnsi="Arial" w:cs="Arial"/>
        </w:rPr>
      </w:pPr>
    </w:p>
    <w:p w:rsidR="00D77CA4" w:rsidRPr="006A20A6" w:rsidRDefault="00D77CA4" w:rsidP="00D77CA4">
      <w:pPr>
        <w:rPr>
          <w:rFonts w:ascii="Arial" w:hAnsi="Arial" w:cs="Arial"/>
          <w:i/>
        </w:rPr>
      </w:pPr>
      <w:r w:rsidRPr="006A20A6">
        <w:rPr>
          <w:rFonts w:ascii="Arial" w:hAnsi="Arial" w:cs="Arial"/>
          <w:i/>
        </w:rPr>
        <w:t>I: Is er ook extra informatie bekend over de tekenaar/ui</w:t>
      </w:r>
      <w:r>
        <w:rPr>
          <w:rFonts w:ascii="Arial" w:hAnsi="Arial" w:cs="Arial"/>
          <w:i/>
        </w:rPr>
        <w:t>t</w:t>
      </w:r>
      <w:r w:rsidRPr="006A20A6">
        <w:rPr>
          <w:rFonts w:ascii="Arial" w:hAnsi="Arial" w:cs="Arial"/>
          <w:i/>
        </w:rPr>
        <w:t xml:space="preserve">gever van de prent? </w:t>
      </w:r>
    </w:p>
    <w:p w:rsidR="00D77CA4" w:rsidRPr="006A20A6" w:rsidRDefault="00D77CA4" w:rsidP="00D77CA4">
      <w:pPr>
        <w:rPr>
          <w:rFonts w:ascii="Arial" w:hAnsi="Arial" w:cs="Arial"/>
          <w:i/>
        </w:rPr>
      </w:pPr>
    </w:p>
    <w:p w:rsidR="00D77CA4" w:rsidRPr="00D77CA4" w:rsidRDefault="00D77CA4" w:rsidP="00D77CA4">
      <w:pPr>
        <w:rPr>
          <w:rFonts w:ascii="Arial" w:hAnsi="Arial" w:cs="Arial"/>
          <w:b/>
          <w:u w:val="single"/>
        </w:rPr>
      </w:pPr>
      <w:r w:rsidRPr="00D77CA4">
        <w:rPr>
          <w:rFonts w:ascii="Arial" w:hAnsi="Arial" w:cs="Arial"/>
          <w:b/>
          <w:i/>
          <w:u w:val="single"/>
        </w:rPr>
        <w:t>J: Conclusie: Wat is de boodschap die deze tekenaar met de spotprent wil overbrengen?</w:t>
      </w:r>
    </w:p>
    <w:p w:rsidR="00DE2588" w:rsidRDefault="00DE2588">
      <w:bookmarkStart w:id="0" w:name="_GoBack"/>
      <w:bookmarkEnd w:id="0"/>
    </w:p>
    <w:sectPr w:rsidR="00DE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9B" w:rsidRDefault="0013019B" w:rsidP="0013019B">
      <w:r>
        <w:separator/>
      </w:r>
    </w:p>
  </w:endnote>
  <w:endnote w:type="continuationSeparator" w:id="0">
    <w:p w:rsidR="0013019B" w:rsidRDefault="0013019B" w:rsidP="0013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9B" w:rsidRDefault="0013019B" w:rsidP="0013019B">
      <w:r>
        <w:separator/>
      </w:r>
    </w:p>
  </w:footnote>
  <w:footnote w:type="continuationSeparator" w:id="0">
    <w:p w:rsidR="0013019B" w:rsidRDefault="0013019B" w:rsidP="00130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09"/>
    <w:rsid w:val="0013019B"/>
    <w:rsid w:val="00155B09"/>
    <w:rsid w:val="004F2940"/>
    <w:rsid w:val="00623A8E"/>
    <w:rsid w:val="00A27611"/>
    <w:rsid w:val="00CB044D"/>
    <w:rsid w:val="00D65090"/>
    <w:rsid w:val="00D77CA4"/>
    <w:rsid w:val="00DE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5B0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301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3019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301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3019B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5B0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301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3019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301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3019B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A207FC2F</Template>
  <TotalTime>0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Smetsers</dc:creator>
  <cp:lastModifiedBy>Jenny Smetsers</cp:lastModifiedBy>
  <cp:revision>3</cp:revision>
  <dcterms:created xsi:type="dcterms:W3CDTF">2018-08-04T10:07:00Z</dcterms:created>
  <dcterms:modified xsi:type="dcterms:W3CDTF">2018-08-04T10:14:00Z</dcterms:modified>
</cp:coreProperties>
</file>