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41"/>
        <w:gridCol w:w="1576"/>
        <w:gridCol w:w="1681"/>
        <w:gridCol w:w="1723"/>
        <w:gridCol w:w="1641"/>
        <w:gridCol w:w="1699"/>
        <w:gridCol w:w="1759"/>
      </w:tblGrid>
      <w:tr w:rsidR="00111EB0" w:rsidRPr="004F5597" w:rsidTr="00595E9C"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  <w:i/>
              </w:rPr>
            </w:pPr>
            <w:r w:rsidRPr="004F5597">
              <w:rPr>
                <w:rFonts w:ascii="Arial" w:hAnsi="Arial" w:cs="Arial"/>
                <w:i/>
              </w:rPr>
              <w:t>Wie staken er?</w:t>
            </w:r>
          </w:p>
        </w:tc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  <w:i/>
              </w:rPr>
            </w:pPr>
            <w:r w:rsidRPr="004F5597">
              <w:rPr>
                <w:rFonts w:ascii="Arial" w:hAnsi="Arial" w:cs="Arial"/>
                <w:i/>
              </w:rPr>
              <w:t>Wat willen zij met de staking bereiken?</w:t>
            </w: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  <w:i/>
              </w:rPr>
            </w:pPr>
            <w:r w:rsidRPr="004F5597">
              <w:rPr>
                <w:rFonts w:ascii="Arial" w:hAnsi="Arial" w:cs="Arial"/>
                <w:i/>
              </w:rPr>
              <w:t>Zijn er vakbonden bij betrokken? Zo ja, welke?</w:t>
            </w: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  <w:i/>
              </w:rPr>
            </w:pPr>
            <w:r w:rsidRPr="004F5597">
              <w:rPr>
                <w:rFonts w:ascii="Arial" w:hAnsi="Arial" w:cs="Arial"/>
                <w:i/>
              </w:rPr>
              <w:t>Krijgen de stakers betaald?</w:t>
            </w:r>
          </w:p>
        </w:tc>
        <w:tc>
          <w:tcPr>
            <w:tcW w:w="2021" w:type="dxa"/>
          </w:tcPr>
          <w:p w:rsidR="00595E9C" w:rsidRPr="004F5597" w:rsidRDefault="00595E9C" w:rsidP="00111EB0">
            <w:pPr>
              <w:rPr>
                <w:rFonts w:ascii="Arial" w:hAnsi="Arial" w:cs="Arial"/>
                <w:i/>
              </w:rPr>
            </w:pPr>
            <w:r w:rsidRPr="004F5597">
              <w:rPr>
                <w:rFonts w:ascii="Arial" w:hAnsi="Arial" w:cs="Arial"/>
                <w:i/>
              </w:rPr>
              <w:t xml:space="preserve">Heeft de staking </w:t>
            </w:r>
            <w:r w:rsidR="00111EB0" w:rsidRPr="004F5597">
              <w:rPr>
                <w:rFonts w:ascii="Arial" w:hAnsi="Arial" w:cs="Arial"/>
                <w:i/>
              </w:rPr>
              <w:t>voor gevolgen?</w:t>
            </w: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  <w:i/>
              </w:rPr>
            </w:pPr>
            <w:r w:rsidRPr="004F5597">
              <w:rPr>
                <w:rFonts w:ascii="Arial" w:hAnsi="Arial" w:cs="Arial"/>
                <w:i/>
              </w:rPr>
              <w:t>Wat hebben de werknemers met de staking bereikt?</w:t>
            </w:r>
          </w:p>
        </w:tc>
      </w:tr>
      <w:tr w:rsidR="00111EB0" w:rsidRPr="004F5597" w:rsidTr="00595E9C"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  <w:b/>
              </w:rPr>
            </w:pPr>
            <w:r w:rsidRPr="004F5597">
              <w:rPr>
                <w:rFonts w:ascii="Arial" w:hAnsi="Arial" w:cs="Arial"/>
                <w:b/>
              </w:rPr>
              <w:t>Staking textielarbeiders in Tilburg (1917)</w:t>
            </w:r>
          </w:p>
          <w:p w:rsidR="003215D6" w:rsidRPr="004F5597" w:rsidRDefault="003215D6">
            <w:pPr>
              <w:rPr>
                <w:rFonts w:ascii="Arial" w:hAnsi="Arial" w:cs="Arial"/>
              </w:rPr>
            </w:pPr>
          </w:p>
          <w:p w:rsidR="00B439BF" w:rsidRPr="004F5597" w:rsidRDefault="004F5597">
            <w:pPr>
              <w:rPr>
                <w:rFonts w:ascii="Arial" w:hAnsi="Arial" w:cs="Arial"/>
              </w:rPr>
            </w:pPr>
            <w:hyperlink r:id="rId5" w:history="1">
              <w:r w:rsidR="00B439BF" w:rsidRPr="004F5597">
                <w:rPr>
                  <w:rStyle w:val="Hyperlink"/>
                  <w:rFonts w:ascii="Arial" w:hAnsi="Arial" w:cs="Arial"/>
                </w:rPr>
                <w:t>https://www.bd.nl/tilburg/de-staking-van-1917-textielarbeiders-in-verzet-tegen-hun-bazen~a59db7cb/</w:t>
              </w:r>
            </w:hyperlink>
          </w:p>
          <w:p w:rsidR="00B439BF" w:rsidRPr="004F5597" w:rsidRDefault="00B439BF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</w:tr>
      <w:tr w:rsidR="00111EB0" w:rsidRPr="004F5597" w:rsidTr="00595E9C">
        <w:tc>
          <w:tcPr>
            <w:tcW w:w="2020" w:type="dxa"/>
          </w:tcPr>
          <w:p w:rsidR="00595E9C" w:rsidRPr="004F5597" w:rsidRDefault="00B439BF">
            <w:pPr>
              <w:rPr>
                <w:rFonts w:ascii="Arial" w:hAnsi="Arial" w:cs="Arial"/>
                <w:b/>
              </w:rPr>
            </w:pPr>
            <w:r w:rsidRPr="004F5597">
              <w:rPr>
                <w:rFonts w:ascii="Arial" w:hAnsi="Arial" w:cs="Arial"/>
                <w:b/>
              </w:rPr>
              <w:t xml:space="preserve">Spoorwegstakingen </w:t>
            </w:r>
            <w:r w:rsidR="003215D6" w:rsidRPr="004F5597">
              <w:rPr>
                <w:rFonts w:ascii="Arial" w:hAnsi="Arial" w:cs="Arial"/>
                <w:b/>
              </w:rPr>
              <w:t>(</w:t>
            </w:r>
            <w:r w:rsidRPr="004F5597">
              <w:rPr>
                <w:rFonts w:ascii="Arial" w:hAnsi="Arial" w:cs="Arial"/>
                <w:b/>
              </w:rPr>
              <w:t>1903</w:t>
            </w:r>
            <w:r w:rsidR="003215D6" w:rsidRPr="004F5597">
              <w:rPr>
                <w:rFonts w:ascii="Arial" w:hAnsi="Arial" w:cs="Arial"/>
                <w:b/>
              </w:rPr>
              <w:t>)</w:t>
            </w:r>
          </w:p>
          <w:p w:rsidR="003215D6" w:rsidRPr="004F5597" w:rsidRDefault="003215D6">
            <w:pPr>
              <w:rPr>
                <w:rFonts w:ascii="Arial" w:hAnsi="Arial" w:cs="Arial"/>
              </w:rPr>
            </w:pPr>
          </w:p>
          <w:p w:rsidR="00B439BF" w:rsidRPr="004F5597" w:rsidRDefault="004F5597">
            <w:pPr>
              <w:rPr>
                <w:rFonts w:ascii="Arial" w:hAnsi="Arial" w:cs="Arial"/>
              </w:rPr>
            </w:pPr>
            <w:hyperlink r:id="rId6" w:history="1">
              <w:r w:rsidR="00B439BF" w:rsidRPr="004F5597">
                <w:rPr>
                  <w:rStyle w:val="Hyperlink"/>
                  <w:rFonts w:ascii="Arial" w:hAnsi="Arial" w:cs="Arial"/>
                </w:rPr>
                <w:t>https://historiek.net/spoorwegstakingen-1903-worgwetten/75745/</w:t>
              </w:r>
            </w:hyperlink>
          </w:p>
          <w:p w:rsidR="00B439BF" w:rsidRPr="004F5597" w:rsidRDefault="00B439BF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595E9C" w:rsidRPr="004F5597" w:rsidRDefault="00595E9C" w:rsidP="00D2230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</w:tr>
      <w:tr w:rsidR="00111EB0" w:rsidRPr="004F5597" w:rsidTr="00595E9C">
        <w:tc>
          <w:tcPr>
            <w:tcW w:w="2020" w:type="dxa"/>
          </w:tcPr>
          <w:p w:rsidR="00595E9C" w:rsidRPr="004F5597" w:rsidRDefault="00111EB0">
            <w:pPr>
              <w:rPr>
                <w:rFonts w:ascii="Arial" w:hAnsi="Arial" w:cs="Arial"/>
                <w:b/>
              </w:rPr>
            </w:pPr>
            <w:r w:rsidRPr="004F5597">
              <w:rPr>
                <w:rFonts w:ascii="Arial" w:hAnsi="Arial" w:cs="Arial"/>
                <w:b/>
              </w:rPr>
              <w:t xml:space="preserve">Staking Ryanair </w:t>
            </w:r>
            <w:r w:rsidR="003215D6" w:rsidRPr="004F5597">
              <w:rPr>
                <w:rFonts w:ascii="Arial" w:hAnsi="Arial" w:cs="Arial"/>
                <w:b/>
              </w:rPr>
              <w:t>(</w:t>
            </w:r>
            <w:r w:rsidRPr="004F5597">
              <w:rPr>
                <w:rFonts w:ascii="Arial" w:hAnsi="Arial" w:cs="Arial"/>
                <w:b/>
              </w:rPr>
              <w:t>2018</w:t>
            </w:r>
            <w:r w:rsidR="003215D6" w:rsidRPr="004F5597">
              <w:rPr>
                <w:rFonts w:ascii="Arial" w:hAnsi="Arial" w:cs="Arial"/>
                <w:b/>
              </w:rPr>
              <w:t>)</w:t>
            </w:r>
          </w:p>
          <w:p w:rsidR="003215D6" w:rsidRPr="004F5597" w:rsidRDefault="003215D6">
            <w:pPr>
              <w:rPr>
                <w:rFonts w:ascii="Arial" w:hAnsi="Arial" w:cs="Arial"/>
              </w:rPr>
            </w:pPr>
          </w:p>
          <w:p w:rsidR="00111EB0" w:rsidRPr="004F5597" w:rsidRDefault="004F5597">
            <w:pPr>
              <w:rPr>
                <w:rFonts w:ascii="Arial" w:hAnsi="Arial" w:cs="Arial"/>
              </w:rPr>
            </w:pPr>
            <w:hyperlink r:id="rId7" w:history="1">
              <w:r w:rsidR="00111EB0" w:rsidRPr="004F5597">
                <w:rPr>
                  <w:rStyle w:val="Hyperlink"/>
                  <w:rFonts w:ascii="Arial" w:hAnsi="Arial" w:cs="Arial"/>
                </w:rPr>
                <w:t>https://www.nrc.nl/nieuws/2018/08/09/zeker-400-vluchten-ryanair-geschrapt-door-stakingen-a1612586</w:t>
              </w:r>
            </w:hyperlink>
          </w:p>
          <w:p w:rsidR="00111EB0" w:rsidRPr="004F5597" w:rsidRDefault="00111EB0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595E9C" w:rsidRPr="004F5597" w:rsidRDefault="00595E9C">
            <w:pPr>
              <w:rPr>
                <w:rFonts w:ascii="Arial" w:hAnsi="Arial" w:cs="Arial"/>
              </w:rPr>
            </w:pPr>
          </w:p>
        </w:tc>
      </w:tr>
      <w:tr w:rsidR="00111EB0" w:rsidRPr="004F5597" w:rsidTr="00595E9C">
        <w:tc>
          <w:tcPr>
            <w:tcW w:w="2020" w:type="dxa"/>
          </w:tcPr>
          <w:p w:rsidR="00111EB0" w:rsidRPr="004F5597" w:rsidRDefault="007B6EFC">
            <w:pPr>
              <w:rPr>
                <w:rFonts w:ascii="Arial" w:hAnsi="Arial" w:cs="Arial"/>
                <w:b/>
              </w:rPr>
            </w:pPr>
            <w:r w:rsidRPr="004F5597">
              <w:rPr>
                <w:rFonts w:ascii="Arial" w:hAnsi="Arial" w:cs="Arial"/>
                <w:b/>
              </w:rPr>
              <w:t xml:space="preserve">Staking basisonderwijs </w:t>
            </w:r>
            <w:r w:rsidR="003215D6" w:rsidRPr="004F5597">
              <w:rPr>
                <w:rFonts w:ascii="Arial" w:hAnsi="Arial" w:cs="Arial"/>
                <w:b/>
              </w:rPr>
              <w:t>(</w:t>
            </w:r>
            <w:r w:rsidRPr="004F5597">
              <w:rPr>
                <w:rFonts w:ascii="Arial" w:hAnsi="Arial" w:cs="Arial"/>
                <w:b/>
              </w:rPr>
              <w:t>2018</w:t>
            </w:r>
            <w:r w:rsidR="003215D6" w:rsidRPr="004F5597">
              <w:rPr>
                <w:rFonts w:ascii="Arial" w:hAnsi="Arial" w:cs="Arial"/>
                <w:b/>
              </w:rPr>
              <w:t>)</w:t>
            </w:r>
          </w:p>
          <w:p w:rsidR="003215D6" w:rsidRPr="004F5597" w:rsidRDefault="003215D6">
            <w:pPr>
              <w:rPr>
                <w:rFonts w:ascii="Arial" w:hAnsi="Arial" w:cs="Arial"/>
              </w:rPr>
            </w:pPr>
          </w:p>
          <w:p w:rsidR="007B6EFC" w:rsidRPr="004F5597" w:rsidRDefault="004F5597">
            <w:pPr>
              <w:rPr>
                <w:rFonts w:ascii="Arial" w:hAnsi="Arial" w:cs="Arial"/>
              </w:rPr>
            </w:pPr>
            <w:hyperlink r:id="rId8" w:history="1">
              <w:r w:rsidR="007B6EFC" w:rsidRPr="004F5597">
                <w:rPr>
                  <w:rStyle w:val="Hyperlink"/>
                  <w:rFonts w:ascii="Arial" w:hAnsi="Arial" w:cs="Arial"/>
                </w:rPr>
                <w:t>https://www.aob.nl/nieuws/een-actiejaar-in-vogelvlucht/</w:t>
              </w:r>
            </w:hyperlink>
          </w:p>
          <w:p w:rsidR="007B6EFC" w:rsidRPr="004F5597" w:rsidRDefault="007B6EFC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111EB0" w:rsidRPr="004F5597" w:rsidRDefault="00111EB0">
            <w:pPr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:rsidR="00111EB0" w:rsidRPr="004F5597" w:rsidRDefault="00111EB0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111EB0" w:rsidRPr="004F5597" w:rsidRDefault="00111EB0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111EB0" w:rsidRPr="004F5597" w:rsidRDefault="00111EB0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111EB0" w:rsidRPr="004F5597" w:rsidRDefault="00111EB0">
            <w:pPr>
              <w:rPr>
                <w:rFonts w:ascii="Arial" w:hAnsi="Arial" w:cs="Arial"/>
              </w:rPr>
            </w:pPr>
          </w:p>
        </w:tc>
        <w:tc>
          <w:tcPr>
            <w:tcW w:w="2021" w:type="dxa"/>
          </w:tcPr>
          <w:p w:rsidR="00111EB0" w:rsidRPr="004F5597" w:rsidRDefault="00111EB0">
            <w:pPr>
              <w:rPr>
                <w:rFonts w:ascii="Arial" w:hAnsi="Arial" w:cs="Arial"/>
              </w:rPr>
            </w:pPr>
          </w:p>
        </w:tc>
      </w:tr>
    </w:tbl>
    <w:p w:rsidR="004F5597" w:rsidRPr="004F5597" w:rsidRDefault="004F5597">
      <w:pPr>
        <w:rPr>
          <w:rFonts w:ascii="Arial" w:hAnsi="Arial" w:cs="Arial"/>
        </w:rPr>
      </w:pPr>
    </w:p>
    <w:p w:rsidR="004F5597" w:rsidRPr="004F5597" w:rsidRDefault="004F5597">
      <w:pPr>
        <w:rPr>
          <w:rFonts w:ascii="Arial" w:hAnsi="Arial" w:cs="Arial"/>
          <w:b/>
        </w:rPr>
      </w:pPr>
      <w:r w:rsidRPr="004F5597">
        <w:rPr>
          <w:rFonts w:ascii="Arial" w:hAnsi="Arial" w:cs="Arial"/>
          <w:b/>
        </w:rPr>
        <w:t>Vraag 1:</w:t>
      </w:r>
    </w:p>
    <w:p w:rsidR="004F5597" w:rsidRPr="004F5597" w:rsidRDefault="004F5597">
      <w:pPr>
        <w:rPr>
          <w:rFonts w:ascii="Arial" w:hAnsi="Arial" w:cs="Arial"/>
        </w:rPr>
      </w:pPr>
      <w:r w:rsidRPr="004F5597">
        <w:rPr>
          <w:rFonts w:ascii="Arial" w:hAnsi="Arial" w:cs="Arial"/>
        </w:rPr>
        <w:t>Welke overeenkomsten zie je tussen de stakingen uit het begin van de 20</w:t>
      </w:r>
      <w:r w:rsidRPr="004F5597">
        <w:rPr>
          <w:rFonts w:ascii="Arial" w:hAnsi="Arial" w:cs="Arial"/>
          <w:vertAlign w:val="superscript"/>
        </w:rPr>
        <w:t>ste</w:t>
      </w:r>
      <w:r w:rsidRPr="004F5597">
        <w:rPr>
          <w:rFonts w:ascii="Arial" w:hAnsi="Arial" w:cs="Arial"/>
        </w:rPr>
        <w:t xml:space="preserve"> eeuw en de stakingen van het afgelopen jaar? (Kijk naar de vraag waarom mensen staken, wat ze bereiken, enz.)</w:t>
      </w:r>
    </w:p>
    <w:p w:rsidR="004F5597" w:rsidRPr="004F5597" w:rsidRDefault="004F5597">
      <w:pPr>
        <w:rPr>
          <w:rFonts w:ascii="Arial" w:hAnsi="Arial" w:cs="Arial"/>
        </w:rPr>
      </w:pPr>
    </w:p>
    <w:p w:rsidR="004F5597" w:rsidRPr="004F5597" w:rsidRDefault="004F5597">
      <w:pPr>
        <w:rPr>
          <w:rFonts w:ascii="Arial" w:hAnsi="Arial" w:cs="Arial"/>
        </w:rPr>
      </w:pPr>
      <w:r w:rsidRPr="004F5597">
        <w:rPr>
          <w:rFonts w:ascii="Arial" w:hAnsi="Arial" w:cs="Arial"/>
          <w:b/>
        </w:rPr>
        <w:t>Vraag 2:</w:t>
      </w:r>
      <w:r w:rsidRPr="004F5597">
        <w:rPr>
          <w:rFonts w:ascii="Arial" w:hAnsi="Arial" w:cs="Arial"/>
        </w:rPr>
        <w:t xml:space="preserve"> </w:t>
      </w:r>
      <w:r w:rsidRPr="004F5597">
        <w:rPr>
          <w:rFonts w:ascii="Arial" w:hAnsi="Arial" w:cs="Arial"/>
        </w:rPr>
        <w:br/>
        <w:t>Wat gaat er nu anders da</w:t>
      </w:r>
      <w:bookmarkStart w:id="0" w:name="_GoBack"/>
      <w:bookmarkEnd w:id="0"/>
      <w:r w:rsidRPr="004F5597">
        <w:rPr>
          <w:rFonts w:ascii="Arial" w:hAnsi="Arial" w:cs="Arial"/>
        </w:rPr>
        <w:t>n ruim 100 jaar geleden?</w:t>
      </w:r>
    </w:p>
    <w:sectPr w:rsidR="004F5597" w:rsidRPr="004F5597" w:rsidSect="00595E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C"/>
    <w:rsid w:val="00111EB0"/>
    <w:rsid w:val="003215D6"/>
    <w:rsid w:val="004F5597"/>
    <w:rsid w:val="0056417A"/>
    <w:rsid w:val="00595E9C"/>
    <w:rsid w:val="007B6EFC"/>
    <w:rsid w:val="00A27611"/>
    <w:rsid w:val="00B439BF"/>
    <w:rsid w:val="00D2230B"/>
    <w:rsid w:val="00DE2588"/>
    <w:rsid w:val="00F25D12"/>
    <w:rsid w:val="00FD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7611"/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5E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439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7611"/>
    <w:rPr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5E9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B439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ob.nl/nieuws/een-actiejaar-in-vogelvluch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rc.nl/nieuws/2018/08/09/zeker-400-vluchten-ryanair-geschrapt-door-stakingen-a161258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historiek.net/spoorwegstakingen-1903-worgwetten/75745/" TargetMode="External"/><Relationship Id="rId5" Type="http://schemas.openxmlformats.org/officeDocument/2006/relationships/hyperlink" Target="https://www.bd.nl/tilburg/de-staking-van-1917-textielarbeiders-in-verzet-tegen-hun-bazen~a59db7cb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74B8CACC</Template>
  <TotalTime>0</TotalTime>
  <Pages>1</Pages>
  <Words>203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Smetsers</dc:creator>
  <cp:lastModifiedBy>Jenny Smetsers</cp:lastModifiedBy>
  <cp:revision>3</cp:revision>
  <dcterms:created xsi:type="dcterms:W3CDTF">2018-08-09T18:18:00Z</dcterms:created>
  <dcterms:modified xsi:type="dcterms:W3CDTF">2018-08-09T18:27:00Z</dcterms:modified>
</cp:coreProperties>
</file>