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9D60D2">
      <w:r>
        <w:t>Evaluatie leerdoelen:</w:t>
      </w:r>
    </w:p>
    <w:p w:rsidR="009D60D2" w:rsidRDefault="009D60D2">
      <w:r>
        <w:t>Je hebt 5 persoonlijke leerdoelen opgesteld. In dit formulier geeft je aan welke leerdoelen je hebt gewerkt en wat je vorderingen zijn.</w:t>
      </w:r>
    </w:p>
    <w:p w:rsidR="009D60D2" w:rsidRDefault="009D60D2"/>
    <w:p w:rsidR="009D60D2" w:rsidRPr="00DF5497" w:rsidRDefault="009D60D2">
      <w:pPr>
        <w:rPr>
          <w:b/>
        </w:rPr>
      </w:pPr>
      <w:r w:rsidRPr="00DF5497">
        <w:rPr>
          <w:b/>
        </w:rPr>
        <w:t>Leerdoel 1</w:t>
      </w:r>
    </w:p>
    <w:p w:rsidR="00DF5497" w:rsidRDefault="009D60D2">
      <w:r w:rsidRPr="00DF5497">
        <w:rPr>
          <w:b/>
        </w:rPr>
        <w:t>Korte beschrijving van het leerdoel:</w:t>
      </w:r>
      <w:r w:rsidR="00DF5497">
        <w:br/>
      </w:r>
      <w:sdt>
        <w:sdtPr>
          <w:id w:val="-1178730319"/>
          <w:placeholder>
            <w:docPart w:val="70BF14C73D164245952441EDFD5BB511"/>
          </w:placeholder>
          <w:showingPlcHdr/>
        </w:sdtPr>
        <w:sdtEndPr/>
        <w:sdtContent>
          <w:r w:rsidR="00DF5497"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9D60D2">
      <w:r w:rsidRPr="00DF5497">
        <w:rPr>
          <w:b/>
        </w:rPr>
        <w:t>Heb je aan dit leerdoel gewerkt?</w:t>
      </w:r>
      <w:r w:rsidR="00DF5497">
        <w:br/>
      </w:r>
      <w:sdt>
        <w:sdtPr>
          <w:id w:val="-1199933636"/>
          <w:placeholder>
            <w:docPart w:val="27E4F7D6835046ADB1913C6EFDBBFE93"/>
          </w:placeholder>
          <w:showingPlcHdr/>
        </w:sdtPr>
        <w:sdtEndPr/>
        <w:sdtContent>
          <w:r w:rsidR="00DF5497">
            <w:rPr>
              <w:rStyle w:val="Tekstvantijdelijkeaanduiding"/>
            </w:rPr>
            <w:t>Vul in : Ja of nee</w:t>
          </w:r>
          <w:r w:rsidR="00DF5497" w:rsidRPr="0048246E">
            <w:rPr>
              <w:rStyle w:val="Tekstvantijdelijkeaanduiding"/>
            </w:rPr>
            <w:t>.</w:t>
          </w:r>
        </w:sdtContent>
      </w:sdt>
    </w:p>
    <w:p w:rsidR="00DF5497" w:rsidRDefault="00DF5497"/>
    <w:p w:rsidR="00DF5497" w:rsidRDefault="009D60D2">
      <w:r>
        <w:t>Als je aan het leerdoel hebt kunnen werken beantwoord je de volgende vragen:</w:t>
      </w:r>
    </w:p>
    <w:p w:rsidR="00DF5497" w:rsidRDefault="009D60D2">
      <w:r w:rsidRPr="00DF5497">
        <w:rPr>
          <w:b/>
        </w:rPr>
        <w:t>Wat heb je gedaan om aan het leerdoel te kunnen werken?</w:t>
      </w:r>
      <w:r w:rsidR="00DF5497">
        <w:br/>
      </w:r>
      <w:sdt>
        <w:sdtPr>
          <w:id w:val="-2122757795"/>
          <w:placeholder>
            <w:docPart w:val="E87253299EF343AFB0A6F692E67A75C6"/>
          </w:placeholder>
          <w:showingPlcHdr/>
        </w:sdtPr>
        <w:sdtEndPr/>
        <w:sdtContent>
          <w:r w:rsidR="00DF5497" w:rsidRPr="0048246E">
            <w:rPr>
              <w:rStyle w:val="Tekstvantijdelijkeaanduiding"/>
            </w:rPr>
            <w:t>Klik of tik om tekst in te voeren.</w:t>
          </w:r>
        </w:sdtContent>
      </w:sdt>
    </w:p>
    <w:p w:rsidR="009D60D2" w:rsidRDefault="009D60D2">
      <w:r w:rsidRPr="00DF5497">
        <w:rPr>
          <w:b/>
        </w:rPr>
        <w:t>Welke adviezen en hulp heb je gekregen op je leerbedrijf?</w:t>
      </w:r>
      <w:r w:rsidR="00DF5497">
        <w:br/>
      </w:r>
      <w:sdt>
        <w:sdtPr>
          <w:id w:val="-813723128"/>
          <w:placeholder>
            <w:docPart w:val="6A714F899EF245D6973E7BD727FE5F6A"/>
          </w:placeholder>
          <w:showingPlcHdr/>
        </w:sdtPr>
        <w:sdtEndPr/>
        <w:sdtContent>
          <w:r w:rsidR="00DF5497" w:rsidRPr="0048246E">
            <w:rPr>
              <w:rStyle w:val="Tekstvantijdelijkeaanduiding"/>
            </w:rPr>
            <w:t>Klik of tik om tekst in te voeren.</w:t>
          </w:r>
        </w:sdtContent>
      </w:sdt>
    </w:p>
    <w:p w:rsidR="009D60D2" w:rsidRDefault="009D60D2">
      <w:r w:rsidRPr="00DF5497">
        <w:rPr>
          <w:b/>
        </w:rPr>
        <w:lastRenderedPageBreak/>
        <w:t>Welke verbeteringen zie je nadat je aan het leerdoel hebt gewerkt? Noem ook een voorbeeld.</w:t>
      </w:r>
      <w:r w:rsidR="00DF5497">
        <w:br/>
      </w:r>
      <w:sdt>
        <w:sdtPr>
          <w:id w:val="-1739848642"/>
          <w:placeholder>
            <w:docPart w:val="F073D71D19F64718ADA133B5403862B5"/>
          </w:placeholder>
          <w:showingPlcHdr/>
        </w:sdtPr>
        <w:sdtEndPr/>
        <w:sdtContent>
          <w:r w:rsidR="00DF5497" w:rsidRPr="0048246E">
            <w:rPr>
              <w:rStyle w:val="Tekstvantijdelijkeaanduiding"/>
            </w:rPr>
            <w:t>Klik of tik om tekst in te voeren.</w:t>
          </w:r>
        </w:sdtContent>
      </w:sdt>
    </w:p>
    <w:p w:rsidR="009D60D2" w:rsidRDefault="009D60D2">
      <w:r w:rsidRPr="00DF5497">
        <w:rPr>
          <w:b/>
        </w:rPr>
        <w:t xml:space="preserve">Leg waarom je dit leerdoel meeneemt naar de volgende periode of leg uit waarom je het niet </w:t>
      </w:r>
      <w:r w:rsidR="00DF5497" w:rsidRPr="00DF5497">
        <w:rPr>
          <w:b/>
        </w:rPr>
        <w:t>meeneemt naar de volgende periode</w:t>
      </w:r>
      <w:r w:rsidR="00DF5497">
        <w:t xml:space="preserve">. </w:t>
      </w:r>
      <w:r w:rsidR="00DF5497">
        <w:br/>
      </w:r>
      <w:sdt>
        <w:sdtPr>
          <w:id w:val="35088384"/>
          <w:placeholder>
            <w:docPart w:val="054FA9186A4A48528785838192C13309"/>
          </w:placeholder>
          <w:showingPlcHdr/>
        </w:sdtPr>
        <w:sdtEndPr/>
        <w:sdtContent>
          <w:r w:rsidR="00DF5497" w:rsidRPr="0048246E">
            <w:rPr>
              <w:rStyle w:val="Tekstvantijdelijkeaanduiding"/>
            </w:rPr>
            <w:t>Klik of tik om tekst in te voeren.</w:t>
          </w:r>
        </w:sdtContent>
      </w:sdt>
    </w:p>
    <w:p w:rsidR="009D60D2" w:rsidRDefault="009D60D2"/>
    <w:p w:rsidR="00DF5497" w:rsidRPr="00DF5497" w:rsidRDefault="00DF5497" w:rsidP="00DF5497">
      <w:pPr>
        <w:rPr>
          <w:b/>
        </w:rPr>
      </w:pPr>
      <w:r>
        <w:rPr>
          <w:b/>
        </w:rPr>
        <w:t>Leerdoel 2</w:t>
      </w:r>
    </w:p>
    <w:p w:rsidR="00DF5497" w:rsidRDefault="00DF5497" w:rsidP="00DF5497">
      <w:r w:rsidRPr="00DF5497">
        <w:rPr>
          <w:b/>
        </w:rPr>
        <w:t>Korte beschrijving van het leerdoel:</w:t>
      </w:r>
      <w:r>
        <w:br/>
      </w:r>
      <w:sdt>
        <w:sdtPr>
          <w:id w:val="-1428413883"/>
          <w:placeholder>
            <w:docPart w:val="B89F635CE7574BEF8E015D207981669F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>
      <w:r w:rsidRPr="00DF5497">
        <w:rPr>
          <w:b/>
        </w:rPr>
        <w:t>Heb je aan dit leerdoel gewerkt?</w:t>
      </w:r>
      <w:r>
        <w:br/>
      </w:r>
      <w:sdt>
        <w:sdtPr>
          <w:id w:val="-251437399"/>
          <w:placeholder>
            <w:docPart w:val="B89F635CE7574BEF8E015D207981669F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/>
    <w:p w:rsidR="00DF5497" w:rsidRDefault="00DF5497" w:rsidP="00DF5497">
      <w:r>
        <w:t>Als je aan het leerdoel hebt kunnen werken</w:t>
      </w:r>
      <w:r w:rsidR="00751E9F">
        <w:t>,</w:t>
      </w:r>
      <w:r>
        <w:t xml:space="preserve"> beantwoord je de volgende vragen:</w:t>
      </w:r>
    </w:p>
    <w:p w:rsidR="00DF5497" w:rsidRDefault="00DF5497" w:rsidP="00DF5497">
      <w:r w:rsidRPr="00DF5497">
        <w:rPr>
          <w:b/>
        </w:rPr>
        <w:t>Wat heb je gedaan om aan het leerdoel te kunnen werken?</w:t>
      </w:r>
      <w:r>
        <w:br/>
      </w:r>
      <w:sdt>
        <w:sdtPr>
          <w:id w:val="-773551107"/>
          <w:placeholder>
            <w:docPart w:val="B89F635CE7574BEF8E015D207981669F"/>
          </w:placeholder>
          <w:showingPlcHdr/>
        </w:sdtPr>
        <w:sdtEndPr/>
        <w:sdtContent>
          <w:bookmarkStart w:id="0" w:name="_GoBack"/>
          <w:r w:rsidRPr="0048246E">
            <w:rPr>
              <w:rStyle w:val="Tekstvantijdelijkeaanduiding"/>
            </w:rPr>
            <w:t>Klik of tik om tekst in te voeren.</w:t>
          </w:r>
          <w:bookmarkEnd w:id="0"/>
        </w:sdtContent>
      </w:sdt>
    </w:p>
    <w:p w:rsidR="00DF5497" w:rsidRDefault="00DF5497" w:rsidP="00DF5497">
      <w:r w:rsidRPr="00DF5497">
        <w:rPr>
          <w:b/>
        </w:rPr>
        <w:lastRenderedPageBreak/>
        <w:t>Welke adviezen en hulp heb je gekregen op je leerbedrijf?</w:t>
      </w:r>
      <w:r>
        <w:br/>
      </w:r>
      <w:sdt>
        <w:sdtPr>
          <w:id w:val="-954789487"/>
          <w:placeholder>
            <w:docPart w:val="B89F635CE7574BEF8E015D207981669F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>
      <w:r w:rsidRPr="00DF5497">
        <w:rPr>
          <w:b/>
        </w:rPr>
        <w:t>Welke verbeteringen zie je nadat je aan het leerdoel hebt gewerkt? Noem ook een voorbeeld.</w:t>
      </w:r>
      <w:r>
        <w:br/>
      </w:r>
      <w:sdt>
        <w:sdtPr>
          <w:id w:val="923767240"/>
          <w:placeholder>
            <w:docPart w:val="B89F635CE7574BEF8E015D207981669F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>
      <w:r w:rsidRPr="00DF5497">
        <w:rPr>
          <w:b/>
        </w:rPr>
        <w:t>Leg waarom je dit leerdoel meeneemt naar de volgende periode of leg uit waarom je het niet meeneemt naar de volgende periode</w:t>
      </w:r>
      <w:r>
        <w:t xml:space="preserve">. </w:t>
      </w:r>
      <w:r>
        <w:br/>
      </w:r>
      <w:sdt>
        <w:sdtPr>
          <w:id w:val="92755816"/>
          <w:placeholder>
            <w:docPart w:val="B89F635CE7574BEF8E015D207981669F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9D60D2" w:rsidRDefault="009D60D2"/>
    <w:p w:rsidR="00DF5497" w:rsidRPr="00DF5497" w:rsidRDefault="00DF5497" w:rsidP="00DF5497">
      <w:pPr>
        <w:rPr>
          <w:b/>
        </w:rPr>
      </w:pPr>
      <w:r>
        <w:rPr>
          <w:b/>
        </w:rPr>
        <w:t>Leerdoel 3</w:t>
      </w:r>
    </w:p>
    <w:p w:rsidR="00DF5497" w:rsidRPr="00DF5497" w:rsidRDefault="00DF5497" w:rsidP="00DF5497">
      <w:r w:rsidRPr="00DF5497">
        <w:rPr>
          <w:b/>
        </w:rPr>
        <w:t>Korte beschrijving van het leerdoel:</w:t>
      </w:r>
      <w:r w:rsidRPr="00DF5497">
        <w:br/>
      </w:r>
      <w:sdt>
        <w:sdtPr>
          <w:id w:val="-70589759"/>
          <w:placeholder>
            <w:docPart w:val="4AE7743466B24816A244C04DCF6E28E0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>
      <w:r w:rsidRPr="00DF5497">
        <w:rPr>
          <w:b/>
        </w:rPr>
        <w:t>Heb je aan dit leerdoel gewerkt?</w:t>
      </w:r>
      <w:r w:rsidRPr="00DF5497">
        <w:br/>
      </w:r>
      <w:sdt>
        <w:sdtPr>
          <w:id w:val="1748535829"/>
          <w:placeholder>
            <w:docPart w:val="4AE7743466B24816A244C04DCF6E28E0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/>
    <w:p w:rsidR="00DF5497" w:rsidRPr="00DF5497" w:rsidRDefault="00DF5497" w:rsidP="00DF5497">
      <w:r w:rsidRPr="00DF5497">
        <w:t>Als je aan het leerdoel hebt kunnen werken beantwoord je de volgende vragen:</w:t>
      </w:r>
    </w:p>
    <w:p w:rsidR="00DF5497" w:rsidRPr="00DF5497" w:rsidRDefault="00DF5497" w:rsidP="00DF5497">
      <w:r w:rsidRPr="00DF5497">
        <w:rPr>
          <w:b/>
        </w:rPr>
        <w:lastRenderedPageBreak/>
        <w:t>Wat heb je gedaan om aan het leerdoel te kunnen werken?</w:t>
      </w:r>
      <w:r w:rsidRPr="00DF5497">
        <w:br/>
      </w:r>
      <w:sdt>
        <w:sdtPr>
          <w:id w:val="-1473977804"/>
          <w:placeholder>
            <w:docPart w:val="4AE7743466B24816A244C04DCF6E28E0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>
      <w:r w:rsidRPr="00DF5497">
        <w:rPr>
          <w:b/>
        </w:rPr>
        <w:t>Welke adviezen en hulp heb je gekregen op je leerbedrijf?</w:t>
      </w:r>
      <w:r w:rsidRPr="00DF5497">
        <w:br/>
      </w:r>
      <w:sdt>
        <w:sdtPr>
          <w:id w:val="1423994496"/>
          <w:placeholder>
            <w:docPart w:val="4AE7743466B24816A244C04DCF6E28E0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>
      <w:r w:rsidRPr="00DF5497">
        <w:rPr>
          <w:b/>
        </w:rPr>
        <w:t>Welke verbeteringen zie je nadat je aan het leerdoel hebt gewerkt? Noem ook een voorbeeld.</w:t>
      </w:r>
      <w:r w:rsidRPr="00DF5497">
        <w:br/>
      </w:r>
      <w:sdt>
        <w:sdtPr>
          <w:id w:val="1907033671"/>
          <w:placeholder>
            <w:docPart w:val="4AE7743466B24816A244C04DCF6E28E0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>
      <w:r w:rsidRPr="00DF5497">
        <w:rPr>
          <w:b/>
        </w:rPr>
        <w:t>Leg waarom je dit leerdoel meeneemt naar de volgende periode of leg uit waarom je het niet meeneemt naar de volgende periode</w:t>
      </w:r>
      <w:r w:rsidRPr="00DF5497">
        <w:t xml:space="preserve">. </w:t>
      </w:r>
      <w:r w:rsidRPr="00DF5497">
        <w:br/>
      </w:r>
      <w:sdt>
        <w:sdtPr>
          <w:id w:val="709228864"/>
          <w:placeholder>
            <w:docPart w:val="4AE7743466B24816A244C04DCF6E28E0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Default="00DF5497"/>
    <w:p w:rsidR="00DF5497" w:rsidRPr="00DF5497" w:rsidRDefault="00DF5497" w:rsidP="00DF5497">
      <w:pPr>
        <w:rPr>
          <w:b/>
        </w:rPr>
      </w:pPr>
      <w:r>
        <w:rPr>
          <w:b/>
        </w:rPr>
        <w:t>Leerdoel 4</w:t>
      </w:r>
    </w:p>
    <w:p w:rsidR="00DF5497" w:rsidRDefault="00DF5497" w:rsidP="00DF5497">
      <w:r w:rsidRPr="00DF5497">
        <w:rPr>
          <w:b/>
        </w:rPr>
        <w:t>Korte beschrijving van het leerdoel:</w:t>
      </w:r>
      <w:r>
        <w:br/>
      </w:r>
      <w:sdt>
        <w:sdtPr>
          <w:id w:val="627596017"/>
          <w:placeholder>
            <w:docPart w:val="A7A0DC1C72E14FD18ABB860B5C8E07E5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>
      <w:r w:rsidRPr="00DF5497">
        <w:rPr>
          <w:b/>
        </w:rPr>
        <w:t>Heb je aan dit leerdoel gewerkt?</w:t>
      </w:r>
      <w:r>
        <w:br/>
      </w:r>
      <w:sdt>
        <w:sdtPr>
          <w:id w:val="627897236"/>
          <w:placeholder>
            <w:docPart w:val="A7A0DC1C72E14FD18ABB860B5C8E07E5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/>
    <w:p w:rsidR="00DF5497" w:rsidRDefault="00DF5497" w:rsidP="00DF5497">
      <w:r>
        <w:lastRenderedPageBreak/>
        <w:t>Als je aan het leerdoel hebt kunnen werken beantwoord je de volgende vragen:</w:t>
      </w:r>
    </w:p>
    <w:p w:rsidR="00DF5497" w:rsidRDefault="00DF5497" w:rsidP="00DF5497">
      <w:r w:rsidRPr="00DF5497">
        <w:rPr>
          <w:b/>
        </w:rPr>
        <w:t>Wat heb je gedaan om aan het leerdoel te kunnen werken?</w:t>
      </w:r>
      <w:r>
        <w:br/>
      </w:r>
      <w:sdt>
        <w:sdtPr>
          <w:id w:val="-694609515"/>
          <w:placeholder>
            <w:docPart w:val="A7A0DC1C72E14FD18ABB860B5C8E07E5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>
      <w:r w:rsidRPr="00DF5497">
        <w:rPr>
          <w:b/>
        </w:rPr>
        <w:t>Welke adviezen en hulp heb je gekregen op je leerbedrijf?</w:t>
      </w:r>
      <w:r>
        <w:br/>
      </w:r>
      <w:sdt>
        <w:sdtPr>
          <w:id w:val="-1337533496"/>
          <w:placeholder>
            <w:docPart w:val="A7A0DC1C72E14FD18ABB860B5C8E07E5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>
      <w:r w:rsidRPr="00DF5497">
        <w:rPr>
          <w:b/>
        </w:rPr>
        <w:t>Welke verbeteringen zie je nadat je aan het leerdoel hebt gewerkt? Noem ook een voorbeeld.</w:t>
      </w:r>
      <w:r>
        <w:br/>
      </w:r>
      <w:sdt>
        <w:sdtPr>
          <w:id w:val="-353658343"/>
          <w:placeholder>
            <w:docPart w:val="A7A0DC1C72E14FD18ABB860B5C8E07E5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 w:rsidP="00DF5497">
      <w:r w:rsidRPr="00DF5497">
        <w:rPr>
          <w:b/>
        </w:rPr>
        <w:t>Leg waarom je dit leerdoel meeneemt naar de volgende periode of leg uit waarom je het niet meeneemt naar de volgende periode</w:t>
      </w:r>
      <w:r>
        <w:t xml:space="preserve">. </w:t>
      </w:r>
      <w:r>
        <w:br/>
      </w:r>
      <w:sdt>
        <w:sdtPr>
          <w:id w:val="598303929"/>
          <w:placeholder>
            <w:docPart w:val="A7A0DC1C72E14FD18ABB860B5C8E07E5"/>
          </w:placeholder>
          <w:showingPlcHdr/>
        </w:sdtPr>
        <w:sdtEndPr/>
        <w:sdtContent>
          <w:r w:rsidRPr="0048246E">
            <w:rPr>
              <w:rStyle w:val="Tekstvantijdelijkeaanduiding"/>
            </w:rPr>
            <w:t>Klik of tik om tekst in te voeren.</w:t>
          </w:r>
        </w:sdtContent>
      </w:sdt>
    </w:p>
    <w:p w:rsidR="00DF5497" w:rsidRDefault="00DF5497"/>
    <w:p w:rsidR="00DF5497" w:rsidRPr="00DF5497" w:rsidRDefault="00DF5497" w:rsidP="00DF5497">
      <w:pPr>
        <w:rPr>
          <w:b/>
        </w:rPr>
      </w:pPr>
      <w:r>
        <w:rPr>
          <w:b/>
        </w:rPr>
        <w:t>Leerdoel 5</w:t>
      </w:r>
    </w:p>
    <w:p w:rsidR="00DF5497" w:rsidRPr="00DF5497" w:rsidRDefault="00DF5497" w:rsidP="00DF5497">
      <w:r w:rsidRPr="00DF5497">
        <w:rPr>
          <w:b/>
        </w:rPr>
        <w:t>Korte beschrijving van het leerdoel:</w:t>
      </w:r>
      <w:r w:rsidRPr="00DF5497">
        <w:br/>
      </w:r>
      <w:sdt>
        <w:sdtPr>
          <w:id w:val="1858842309"/>
          <w:placeholder>
            <w:docPart w:val="BEC184AFC4924572A31C856EC8332C8F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>
      <w:r w:rsidRPr="00DF5497">
        <w:rPr>
          <w:b/>
        </w:rPr>
        <w:t>Heb je aan dit leerdoel gewerkt?</w:t>
      </w:r>
      <w:r w:rsidRPr="00DF5497">
        <w:br/>
      </w:r>
      <w:sdt>
        <w:sdtPr>
          <w:id w:val="534307188"/>
          <w:placeholder>
            <w:docPart w:val="BEC184AFC4924572A31C856EC8332C8F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/>
    <w:p w:rsidR="00DF5497" w:rsidRPr="00DF5497" w:rsidRDefault="00DF5497" w:rsidP="00DF5497">
      <w:r w:rsidRPr="00DF5497">
        <w:t>Als je aan het leerdoel hebt kunnen werken beantwoord je de volgende vragen:</w:t>
      </w:r>
    </w:p>
    <w:p w:rsidR="00DF5497" w:rsidRPr="00DF5497" w:rsidRDefault="00DF5497" w:rsidP="00DF5497">
      <w:r w:rsidRPr="00DF5497">
        <w:rPr>
          <w:b/>
        </w:rPr>
        <w:t>Wat heb je gedaan om aan het leerdoel te kunnen werken?</w:t>
      </w:r>
      <w:r w:rsidRPr="00DF5497">
        <w:br/>
      </w:r>
      <w:sdt>
        <w:sdtPr>
          <w:id w:val="-2034410399"/>
          <w:placeholder>
            <w:docPart w:val="BEC184AFC4924572A31C856EC8332C8F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>
      <w:r w:rsidRPr="00DF5497">
        <w:rPr>
          <w:b/>
        </w:rPr>
        <w:t>Welke adviezen en hulp heb je gekregen op je leerbedrijf?</w:t>
      </w:r>
      <w:r w:rsidRPr="00DF5497">
        <w:br/>
      </w:r>
      <w:sdt>
        <w:sdtPr>
          <w:id w:val="1014894285"/>
          <w:placeholder>
            <w:docPart w:val="BEC184AFC4924572A31C856EC8332C8F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>
      <w:r w:rsidRPr="00DF5497">
        <w:rPr>
          <w:b/>
        </w:rPr>
        <w:t>Welke verbeteringen zie je nadat je aan het leerdoel hebt gewerkt? Noem ook een voorbeeld.</w:t>
      </w:r>
      <w:r w:rsidRPr="00DF5497">
        <w:br/>
      </w:r>
      <w:sdt>
        <w:sdtPr>
          <w:id w:val="526607469"/>
          <w:placeholder>
            <w:docPart w:val="BEC184AFC4924572A31C856EC8332C8F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Pr="00DF5497" w:rsidRDefault="00DF5497" w:rsidP="00DF5497">
      <w:r w:rsidRPr="00DF5497">
        <w:rPr>
          <w:b/>
        </w:rPr>
        <w:t>Leg waarom je dit leerdoel meeneemt naar de volgende periode of leg uit waarom je het niet meeneemt naar de volgende periode</w:t>
      </w:r>
      <w:r w:rsidRPr="00DF5497">
        <w:t xml:space="preserve">. </w:t>
      </w:r>
      <w:r w:rsidRPr="00DF5497">
        <w:br/>
      </w:r>
      <w:sdt>
        <w:sdtPr>
          <w:id w:val="-38131173"/>
          <w:placeholder>
            <w:docPart w:val="BEC184AFC4924572A31C856EC8332C8F"/>
          </w:placeholder>
          <w:showingPlcHdr/>
        </w:sdtPr>
        <w:sdtEndPr/>
        <w:sdtContent>
          <w:r w:rsidRPr="00DF5497">
            <w:t>Klik of tik om tekst in te voeren.</w:t>
          </w:r>
        </w:sdtContent>
      </w:sdt>
    </w:p>
    <w:p w:rsidR="00DF5497" w:rsidRDefault="00DF5497"/>
    <w:sectPr w:rsidR="00DF54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497" w:rsidRDefault="00DF5497" w:rsidP="00DF5497">
      <w:pPr>
        <w:spacing w:after="0" w:line="240" w:lineRule="auto"/>
      </w:pPr>
      <w:r>
        <w:separator/>
      </w:r>
    </w:p>
  </w:endnote>
  <w:endnote w:type="continuationSeparator" w:id="0">
    <w:p w:rsidR="00DF5497" w:rsidRDefault="00DF5497" w:rsidP="00DF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497" w:rsidRDefault="00DF5497" w:rsidP="00DF5497">
      <w:pPr>
        <w:spacing w:after="0" w:line="240" w:lineRule="auto"/>
      </w:pPr>
      <w:r>
        <w:separator/>
      </w:r>
    </w:p>
  </w:footnote>
  <w:footnote w:type="continuationSeparator" w:id="0">
    <w:p w:rsidR="00DF5497" w:rsidRDefault="00DF5497" w:rsidP="00DF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497" w:rsidRDefault="00DF5497">
    <w:pPr>
      <w:pStyle w:val="Koptekst"/>
    </w:pPr>
    <w:r>
      <w:tab/>
    </w:r>
    <w:r>
      <w:tab/>
    </w:r>
    <w:r w:rsidRPr="00DF5497">
      <w:rPr>
        <w:noProof/>
        <w:lang w:eastAsia="nl-NL"/>
      </w:rPr>
      <w:drawing>
        <wp:inline distT="0" distB="0" distL="0" distR="0">
          <wp:extent cx="2094846" cy="932815"/>
          <wp:effectExtent l="0" t="0" r="1270" b="635"/>
          <wp:docPr id="1" name="Afbeelding 1" descr="Afbeeldingsresultaat voor leerdoele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leerdoele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2220847" cy="9889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D2"/>
    <w:rsid w:val="001B5526"/>
    <w:rsid w:val="00751E9F"/>
    <w:rsid w:val="009D60D2"/>
    <w:rsid w:val="00D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B3A4"/>
  <w15:chartTrackingRefBased/>
  <w15:docId w15:val="{2089CA74-E3CE-4C7A-A27F-A2589BAE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F5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5497"/>
  </w:style>
  <w:style w:type="paragraph" w:styleId="Voettekst">
    <w:name w:val="footer"/>
    <w:basedOn w:val="Standaard"/>
    <w:link w:val="VoettekstChar"/>
    <w:uiPriority w:val="99"/>
    <w:unhideWhenUsed/>
    <w:rsid w:val="00DF5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5497"/>
  </w:style>
  <w:style w:type="character" w:styleId="Tekstvantijdelijkeaanduiding">
    <w:name w:val="Placeholder Text"/>
    <w:basedOn w:val="Standaardalinea-lettertype"/>
    <w:uiPriority w:val="99"/>
    <w:semiHidden/>
    <w:rsid w:val="00DF54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google.nl/url?sa=i&amp;rct=j&amp;q=&amp;esrc=s&amp;source=images&amp;cd=&amp;cad=rja&amp;uact=8&amp;ved=2ahUKEwiE_c7ZmsHbAhUNZlAKHdvHCnIQjRx6BAgBEAU&amp;url=https://www.desteven.nl/leerdoelen&amp;psig=AOvVaw2Lnqc6RA0n9OT6idK3phu7&amp;ust=152844908113350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9F635CE7574BEF8E015D20798166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7B6F46-79D3-409D-8AF1-68B18CEAE392}"/>
      </w:docPartPr>
      <w:docPartBody>
        <w:p w:rsidR="00590014" w:rsidRDefault="00843B1C" w:rsidP="00843B1C">
          <w:pPr>
            <w:pStyle w:val="B89F635CE7574BEF8E015D207981669F1"/>
          </w:pPr>
          <w:r w:rsidRPr="0048246E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4AE7743466B24816A244C04DCF6E28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1F4535-4412-4154-8B7C-BBA7130592F8}"/>
      </w:docPartPr>
      <w:docPartBody>
        <w:p w:rsidR="00590014" w:rsidRDefault="00843B1C" w:rsidP="00843B1C">
          <w:pPr>
            <w:pStyle w:val="4AE7743466B24816A244C04DCF6E28E0"/>
          </w:pPr>
          <w:r w:rsidRPr="00DF5497">
            <w:t>Klik of tik om tekst in te voeren.</w:t>
          </w:r>
        </w:p>
      </w:docPartBody>
    </w:docPart>
    <w:docPart>
      <w:docPartPr>
        <w:name w:val="A7A0DC1C72E14FD18ABB860B5C8E07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892F5E-6F27-49D2-A9BB-A92B9CD1CA20}"/>
      </w:docPartPr>
      <w:docPartBody>
        <w:p w:rsidR="00590014" w:rsidRDefault="00843B1C" w:rsidP="00843B1C">
          <w:pPr>
            <w:pStyle w:val="A7A0DC1C72E14FD18ABB860B5C8E07E51"/>
          </w:pPr>
          <w:r w:rsidRPr="0048246E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BEC184AFC4924572A31C856EC8332C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67F945-8DE6-4130-B18C-4B2F238F3D1F}"/>
      </w:docPartPr>
      <w:docPartBody>
        <w:p w:rsidR="00590014" w:rsidRDefault="00843B1C" w:rsidP="00843B1C">
          <w:pPr>
            <w:pStyle w:val="BEC184AFC4924572A31C856EC8332C8F"/>
          </w:pPr>
          <w:r w:rsidRPr="00DF5497">
            <w:t>Klik of tik om tekst in te voeren.</w:t>
          </w:r>
        </w:p>
      </w:docPartBody>
    </w:docPart>
    <w:docPart>
      <w:docPartPr>
        <w:name w:val="70BF14C73D164245952441EDFD5BB5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21AAF9-EFF5-452A-9750-924FC086ACE5}"/>
      </w:docPartPr>
      <w:docPartBody>
        <w:p w:rsidR="00590014" w:rsidRDefault="00843B1C" w:rsidP="00843B1C">
          <w:pPr>
            <w:pStyle w:val="70BF14C73D164245952441EDFD5BB511"/>
          </w:pPr>
          <w:r w:rsidRPr="0048246E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27E4F7D6835046ADB1913C6EFDBBFE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62DB29-0DC0-4C59-8E15-C067595F8078}"/>
      </w:docPartPr>
      <w:docPartBody>
        <w:p w:rsidR="00590014" w:rsidRDefault="00843B1C" w:rsidP="00843B1C">
          <w:pPr>
            <w:pStyle w:val="27E4F7D6835046ADB1913C6EFDBBFE93"/>
          </w:pPr>
          <w:r>
            <w:rPr>
              <w:rStyle w:val="Tekstvantijdelijkeaanduiding"/>
            </w:rPr>
            <w:t>Vul in : Ja of nee</w:t>
          </w:r>
          <w:r w:rsidRPr="0048246E">
            <w:rPr>
              <w:rStyle w:val="Tekstvantijdelijkeaanduiding"/>
            </w:rPr>
            <w:t>.</w:t>
          </w:r>
        </w:p>
      </w:docPartBody>
    </w:docPart>
    <w:docPart>
      <w:docPartPr>
        <w:name w:val="E87253299EF343AFB0A6F692E67A75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30F749-FCDB-427B-A13B-3557AB0A7A15}"/>
      </w:docPartPr>
      <w:docPartBody>
        <w:p w:rsidR="00590014" w:rsidRDefault="00843B1C" w:rsidP="00843B1C">
          <w:pPr>
            <w:pStyle w:val="E87253299EF343AFB0A6F692E67A75C6"/>
          </w:pPr>
          <w:r w:rsidRPr="0048246E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6A714F899EF245D6973E7BD727FE5F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06D6D2-6E48-4FA7-ACCB-FA579C0FA2C0}"/>
      </w:docPartPr>
      <w:docPartBody>
        <w:p w:rsidR="00590014" w:rsidRDefault="00843B1C" w:rsidP="00843B1C">
          <w:pPr>
            <w:pStyle w:val="6A714F899EF245D6973E7BD727FE5F6A"/>
          </w:pPr>
          <w:r w:rsidRPr="0048246E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073D71D19F64718ADA133B5403862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EA2241-31E5-4070-B1A5-469D1798B797}"/>
      </w:docPartPr>
      <w:docPartBody>
        <w:p w:rsidR="00590014" w:rsidRDefault="00843B1C" w:rsidP="00843B1C">
          <w:pPr>
            <w:pStyle w:val="F073D71D19F64718ADA133B5403862B5"/>
          </w:pPr>
          <w:r w:rsidRPr="0048246E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054FA9186A4A48528785838192C133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BA1B9-692C-4730-A684-D59CA95BF54B}"/>
      </w:docPartPr>
      <w:docPartBody>
        <w:p w:rsidR="00590014" w:rsidRDefault="00843B1C" w:rsidP="00843B1C">
          <w:pPr>
            <w:pStyle w:val="054FA9186A4A48528785838192C13309"/>
          </w:pPr>
          <w:r w:rsidRPr="0048246E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1C"/>
    <w:rsid w:val="00590014"/>
    <w:rsid w:val="0084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843B1C"/>
    <w:rPr>
      <w:color w:val="808080"/>
    </w:rPr>
  </w:style>
  <w:style w:type="paragraph" w:customStyle="1" w:styleId="B89F635CE7574BEF8E015D207981669F">
    <w:name w:val="B89F635CE7574BEF8E015D207981669F"/>
    <w:rsid w:val="00843B1C"/>
  </w:style>
  <w:style w:type="paragraph" w:customStyle="1" w:styleId="4AE7743466B24816A244C04DCF6E28E0">
    <w:name w:val="4AE7743466B24816A244C04DCF6E28E0"/>
    <w:rsid w:val="00843B1C"/>
  </w:style>
  <w:style w:type="paragraph" w:customStyle="1" w:styleId="A7A0DC1C72E14FD18ABB860B5C8E07E5">
    <w:name w:val="A7A0DC1C72E14FD18ABB860B5C8E07E5"/>
    <w:rsid w:val="00843B1C"/>
  </w:style>
  <w:style w:type="paragraph" w:customStyle="1" w:styleId="BEC184AFC4924572A31C856EC8332C8F">
    <w:name w:val="BEC184AFC4924572A31C856EC8332C8F"/>
    <w:rsid w:val="00843B1C"/>
  </w:style>
  <w:style w:type="paragraph" w:customStyle="1" w:styleId="70BF14C73D164245952441EDFD5BB511">
    <w:name w:val="70BF14C73D164245952441EDFD5BB511"/>
    <w:rsid w:val="00843B1C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27E4F7D6835046ADB1913C6EFDBBFE93">
    <w:name w:val="27E4F7D6835046ADB1913C6EFDBBFE93"/>
    <w:rsid w:val="00843B1C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E87253299EF343AFB0A6F692E67A75C6">
    <w:name w:val="E87253299EF343AFB0A6F692E67A75C6"/>
    <w:rsid w:val="00843B1C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6A714F899EF245D6973E7BD727FE5F6A">
    <w:name w:val="6A714F899EF245D6973E7BD727FE5F6A"/>
    <w:rsid w:val="00843B1C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073D71D19F64718ADA133B5403862B5">
    <w:name w:val="F073D71D19F64718ADA133B5403862B5"/>
    <w:rsid w:val="00843B1C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54FA9186A4A48528785838192C13309">
    <w:name w:val="054FA9186A4A48528785838192C13309"/>
    <w:rsid w:val="00843B1C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B89F635CE7574BEF8E015D207981669F1">
    <w:name w:val="B89F635CE7574BEF8E015D207981669F1"/>
    <w:rsid w:val="00843B1C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A7A0DC1C72E14FD18ABB860B5C8E07E51">
    <w:name w:val="A7A0DC1C72E14FD18ABB860B5C8E07E51"/>
    <w:rsid w:val="00843B1C"/>
    <w:pPr>
      <w:spacing w:line="276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C89BA5CB</Template>
  <TotalTime>17</TotalTime>
  <Pages>3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2018-06-07T09:00:00Z</dcterms:created>
  <dcterms:modified xsi:type="dcterms:W3CDTF">2018-06-07T10:00:00Z</dcterms:modified>
</cp:coreProperties>
</file>