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00" w:rsidRDefault="00055800" w:rsidP="00055800">
      <w:pPr>
        <w:pStyle w:val="Kop1"/>
        <w:ind w:left="851"/>
      </w:pPr>
      <w:r>
        <w:t>antwoorden</w:t>
      </w:r>
      <w:r w:rsidR="00E078EA">
        <w:t>vel</w:t>
      </w:r>
      <w:r>
        <w:t xml:space="preserve"> oogsten</w:t>
      </w:r>
      <w:r w:rsidR="00CD30F9">
        <w:t xml:space="preserve"> van gerbera´s</w:t>
      </w:r>
      <w:r>
        <w:t xml:space="preserve">   -   niveau ii</w:t>
      </w:r>
      <w:r w:rsidR="002020A5">
        <w:t>I &amp; IV</w:t>
      </w:r>
    </w:p>
    <w:p w:rsidR="00055800" w:rsidRDefault="00055800" w:rsidP="00055800">
      <w:pPr>
        <w:pStyle w:val="Geenafstand"/>
      </w:pPr>
    </w:p>
    <w:tbl>
      <w:tblPr>
        <w:tblStyle w:val="GW1"/>
        <w:tblW w:w="0" w:type="auto"/>
        <w:tblLook w:val="04A0" w:firstRow="1" w:lastRow="0" w:firstColumn="1" w:lastColumn="0" w:noHBand="0" w:noVBand="1"/>
      </w:tblPr>
      <w:tblGrid>
        <w:gridCol w:w="1397"/>
        <w:gridCol w:w="6649"/>
        <w:gridCol w:w="1242"/>
      </w:tblGrid>
      <w:tr w:rsidR="00055800" w:rsidTr="00245301">
        <w:tc>
          <w:tcPr>
            <w:tcW w:w="1397" w:type="dxa"/>
          </w:tcPr>
          <w:p w:rsidR="00055800" w:rsidRDefault="00055800" w:rsidP="00245301">
            <w:pPr>
              <w:pStyle w:val="Geenafstand"/>
            </w:pPr>
            <w:r>
              <w:t>Namen van groepsleden</w:t>
            </w:r>
          </w:p>
          <w:p w:rsidR="00CD30F9" w:rsidRDefault="00CD30F9" w:rsidP="00245301">
            <w:pPr>
              <w:pStyle w:val="Geenafstand"/>
            </w:pPr>
          </w:p>
        </w:tc>
        <w:tc>
          <w:tcPr>
            <w:tcW w:w="6649" w:type="dxa"/>
          </w:tcPr>
          <w:p w:rsidR="00055800" w:rsidRDefault="00055800" w:rsidP="00245301">
            <w:pPr>
              <w:pStyle w:val="Geenafstand"/>
            </w:pPr>
          </w:p>
        </w:tc>
        <w:tc>
          <w:tcPr>
            <w:tcW w:w="1242" w:type="dxa"/>
            <w:vMerge w:val="restart"/>
          </w:tcPr>
          <w:p w:rsidR="00055800" w:rsidRDefault="00055800" w:rsidP="00245301">
            <w:pPr>
              <w:pStyle w:val="Geenafstand"/>
            </w:pPr>
            <w:r>
              <w:t>Beoordeling</w:t>
            </w:r>
          </w:p>
        </w:tc>
      </w:tr>
      <w:tr w:rsidR="00055800" w:rsidTr="00245301">
        <w:tc>
          <w:tcPr>
            <w:tcW w:w="1397" w:type="dxa"/>
          </w:tcPr>
          <w:p w:rsidR="00055800" w:rsidRDefault="00055800" w:rsidP="00245301">
            <w:pPr>
              <w:pStyle w:val="Geenafstand"/>
            </w:pPr>
            <w:r>
              <w:t>Datum</w:t>
            </w:r>
          </w:p>
        </w:tc>
        <w:tc>
          <w:tcPr>
            <w:tcW w:w="6649" w:type="dxa"/>
          </w:tcPr>
          <w:p w:rsidR="00055800" w:rsidRDefault="00055800" w:rsidP="00245301">
            <w:pPr>
              <w:pStyle w:val="Geenafstand"/>
            </w:pPr>
          </w:p>
        </w:tc>
        <w:tc>
          <w:tcPr>
            <w:tcW w:w="1242" w:type="dxa"/>
            <w:vMerge/>
          </w:tcPr>
          <w:p w:rsidR="00055800" w:rsidRDefault="00055800" w:rsidP="00245301">
            <w:pPr>
              <w:pStyle w:val="Geenafstand"/>
            </w:pPr>
          </w:p>
        </w:tc>
      </w:tr>
    </w:tbl>
    <w:p w:rsidR="00CD30F9" w:rsidRDefault="00CD30F9" w:rsidP="00CD30F9">
      <w:pPr>
        <w:pStyle w:val="Geenafstand"/>
      </w:pPr>
    </w:p>
    <w:p w:rsidR="00CD30F9" w:rsidRDefault="00CD30F9" w:rsidP="00CD30F9">
      <w:pPr>
        <w:pStyle w:val="Geenafstand"/>
      </w:pPr>
      <w:r>
        <w:t xml:space="preserve">Deze opdracht bestaat uit een totaal van </w:t>
      </w:r>
      <w:r w:rsidR="008D2637">
        <w:t>1</w:t>
      </w:r>
      <w:r w:rsidR="00721C09">
        <w:t xml:space="preserve">5 </w:t>
      </w:r>
      <w:r>
        <w:t>vragen.</w:t>
      </w:r>
    </w:p>
    <w:p w:rsidR="00055800" w:rsidRDefault="00055800" w:rsidP="00055800">
      <w:pPr>
        <w:pStyle w:val="Kop2"/>
      </w:pPr>
      <w:r>
        <w:t>Oogsten</w:t>
      </w:r>
    </w:p>
    <w:p w:rsidR="001F0FF6" w:rsidRDefault="001F0FF6" w:rsidP="001F0FF6">
      <w:pPr>
        <w:pStyle w:val="Geenafstand"/>
      </w:pPr>
    </w:p>
    <w:p w:rsidR="001F0FF6" w:rsidRDefault="000F66D6" w:rsidP="00445140">
      <w:pPr>
        <w:pStyle w:val="Geenafstand"/>
        <w:numPr>
          <w:ilvl w:val="0"/>
          <w:numId w:val="6"/>
        </w:numPr>
      </w:pPr>
      <w:r>
        <w:t>Wat ging er goed bij het oogsten?</w:t>
      </w:r>
    </w:p>
    <w:p w:rsidR="007A39B7" w:rsidRDefault="00445140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FB26E" wp14:editId="6EFCEECA">
                <wp:simplePos x="0" y="0"/>
                <wp:positionH relativeFrom="column">
                  <wp:posOffset>-94615</wp:posOffset>
                </wp:positionH>
                <wp:positionV relativeFrom="paragraph">
                  <wp:posOffset>34290</wp:posOffset>
                </wp:positionV>
                <wp:extent cx="6026150" cy="637540"/>
                <wp:effectExtent l="0" t="0" r="12700" b="10160"/>
                <wp:wrapNone/>
                <wp:docPr id="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2.7pt;width:474.5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" fillcolor="white [3201]" strokecolor="#94c600 [3204]"/>
            </w:pict>
          </mc:Fallback>
        </mc:AlternateContent>
      </w:r>
    </w:p>
    <w:p w:rsidR="001F0FF6" w:rsidRDefault="001F0FF6" w:rsidP="001F0FF6">
      <w:pPr>
        <w:pStyle w:val="Geenafstand"/>
      </w:pPr>
    </w:p>
    <w:p w:rsidR="00445140" w:rsidRDefault="00445140" w:rsidP="001F0FF6">
      <w:pPr>
        <w:pStyle w:val="Geenafstand"/>
      </w:pPr>
    </w:p>
    <w:p w:rsidR="00445140" w:rsidRDefault="00445140" w:rsidP="001F0FF6">
      <w:pPr>
        <w:pStyle w:val="Geenafstand"/>
      </w:pPr>
    </w:p>
    <w:p w:rsidR="00445140" w:rsidRDefault="00445140" w:rsidP="001F0FF6">
      <w:pPr>
        <w:pStyle w:val="Geenafstand"/>
      </w:pPr>
    </w:p>
    <w:p w:rsidR="000F66D6" w:rsidRDefault="000F66D6" w:rsidP="000F66D6">
      <w:pPr>
        <w:pStyle w:val="Geenafstand"/>
        <w:numPr>
          <w:ilvl w:val="0"/>
          <w:numId w:val="6"/>
        </w:numPr>
      </w:pPr>
      <w:r>
        <w:t>Wat kon er beter?</w:t>
      </w:r>
    </w:p>
    <w:p w:rsidR="000F66D6" w:rsidRDefault="000F66D6" w:rsidP="000F66D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F9F1AA" wp14:editId="36B8F9EC">
                <wp:simplePos x="0" y="0"/>
                <wp:positionH relativeFrom="column">
                  <wp:posOffset>-94615</wp:posOffset>
                </wp:positionH>
                <wp:positionV relativeFrom="paragraph">
                  <wp:posOffset>37465</wp:posOffset>
                </wp:positionV>
                <wp:extent cx="6026150" cy="637540"/>
                <wp:effectExtent l="0" t="0" r="12700" b="10160"/>
                <wp:wrapNone/>
                <wp:docPr id="2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2.95pt;width:474.5pt;height:5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" fillcolor="white [3201]" strokecolor="#94c600 [3204]"/>
            </w:pict>
          </mc:Fallback>
        </mc:AlternateContent>
      </w:r>
    </w:p>
    <w:p w:rsidR="000F66D6" w:rsidRDefault="000F66D6" w:rsidP="000F66D6">
      <w:pPr>
        <w:pStyle w:val="Geenafstand"/>
      </w:pPr>
    </w:p>
    <w:p w:rsidR="000F66D6" w:rsidRDefault="000F66D6" w:rsidP="000F66D6">
      <w:pPr>
        <w:pStyle w:val="Geenafstand"/>
      </w:pPr>
    </w:p>
    <w:p w:rsidR="000F66D6" w:rsidRDefault="000F66D6" w:rsidP="000F66D6">
      <w:pPr>
        <w:pStyle w:val="Geenafstand"/>
      </w:pPr>
    </w:p>
    <w:p w:rsidR="000F66D6" w:rsidRDefault="000F66D6" w:rsidP="000F66D6">
      <w:pPr>
        <w:pStyle w:val="Geenafstand"/>
      </w:pPr>
    </w:p>
    <w:p w:rsidR="00445140" w:rsidRDefault="00445140" w:rsidP="00445140">
      <w:pPr>
        <w:pStyle w:val="Geenafstand"/>
        <w:numPr>
          <w:ilvl w:val="0"/>
          <w:numId w:val="6"/>
        </w:numPr>
      </w:pPr>
      <w:r>
        <w:t xml:space="preserve">Merkte je dat bepaalde handelingen je makkelijker afgingen naarmate je </w:t>
      </w:r>
      <w:r w:rsidR="00036EC0">
        <w:t>ze vaker uitvoerde</w:t>
      </w:r>
      <w:r>
        <w:t>? Zo ja, bij welke handelingen was dit vooral zo?</w:t>
      </w:r>
    </w:p>
    <w:p w:rsidR="00445140" w:rsidRDefault="005F2039" w:rsidP="00445140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CC681C" wp14:editId="53C2A867">
                <wp:simplePos x="0" y="0"/>
                <wp:positionH relativeFrom="column">
                  <wp:posOffset>-94615</wp:posOffset>
                </wp:positionH>
                <wp:positionV relativeFrom="paragraph">
                  <wp:posOffset>38100</wp:posOffset>
                </wp:positionV>
                <wp:extent cx="6026150" cy="637540"/>
                <wp:effectExtent l="0" t="0" r="12700" b="10160"/>
                <wp:wrapNone/>
                <wp:docPr id="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3pt;width:474.5pt;height:5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" fillcolor="white [3201]" strokecolor="#94c600 [3204]"/>
            </w:pict>
          </mc:Fallback>
        </mc:AlternateContent>
      </w:r>
    </w:p>
    <w:p w:rsidR="00445140" w:rsidRDefault="00445140" w:rsidP="00445140">
      <w:pPr>
        <w:pStyle w:val="Geenafstand"/>
      </w:pPr>
    </w:p>
    <w:p w:rsidR="00445140" w:rsidRDefault="00445140" w:rsidP="00445140">
      <w:pPr>
        <w:pStyle w:val="Geenafstand"/>
      </w:pPr>
    </w:p>
    <w:p w:rsidR="00445140" w:rsidRDefault="00445140" w:rsidP="00445140">
      <w:pPr>
        <w:pStyle w:val="Geenafstand"/>
      </w:pPr>
    </w:p>
    <w:p w:rsidR="00445140" w:rsidRDefault="00445140" w:rsidP="00445140">
      <w:pPr>
        <w:pStyle w:val="Geenafstand"/>
      </w:pPr>
    </w:p>
    <w:p w:rsidR="001F0FF6" w:rsidRDefault="00552331" w:rsidP="00445140">
      <w:pPr>
        <w:pStyle w:val="Geenafstand"/>
        <w:numPr>
          <w:ilvl w:val="0"/>
          <w:numId w:val="6"/>
        </w:numPr>
      </w:pPr>
      <w:r>
        <w:t xml:space="preserve">Hoeveel gerbera´s </w:t>
      </w:r>
      <w:r w:rsidR="00484DC6">
        <w:t>heb je</w:t>
      </w:r>
      <w:r w:rsidR="00E06112">
        <w:t xml:space="preserve"> in</w:t>
      </w:r>
      <w:r w:rsidR="00484DC6">
        <w:t xml:space="preserve"> </w:t>
      </w:r>
      <w:r w:rsidR="00E06112">
        <w:t>totaal geoogst</w:t>
      </w:r>
      <w:r w:rsidR="00CD30F9">
        <w:t>? Maak hierbij onderscheid tussen de verschillende kleuren.</w:t>
      </w:r>
    </w:p>
    <w:p w:rsidR="00DC13E9" w:rsidRDefault="00445140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35407" wp14:editId="797B7DDC">
                <wp:simplePos x="0" y="0"/>
                <wp:positionH relativeFrom="column">
                  <wp:posOffset>-90170</wp:posOffset>
                </wp:positionH>
                <wp:positionV relativeFrom="paragraph">
                  <wp:posOffset>78105</wp:posOffset>
                </wp:positionV>
                <wp:extent cx="6026150" cy="1390650"/>
                <wp:effectExtent l="0" t="0" r="1270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13906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1pt;margin-top:6.15pt;width:474.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" fillcolor="white [3201]" strokecolor="#94c600 [3204]"/>
            </w:pict>
          </mc:Fallback>
        </mc:AlternateContent>
      </w:r>
      <w:r w:rsidR="00DC13E9">
        <w:tab/>
      </w:r>
    </w:p>
    <w:p w:rsidR="00552331" w:rsidRDefault="00552331" w:rsidP="001F0FF6">
      <w:pPr>
        <w:pStyle w:val="Geenafstand"/>
      </w:pPr>
    </w:p>
    <w:p w:rsidR="00CD30F9" w:rsidRDefault="00CD30F9" w:rsidP="001F0FF6">
      <w:pPr>
        <w:pStyle w:val="Geenafstand"/>
      </w:pPr>
    </w:p>
    <w:p w:rsidR="00CD30F9" w:rsidRDefault="00CD30F9" w:rsidP="001F0FF6">
      <w:pPr>
        <w:pStyle w:val="Geenafstand"/>
      </w:pPr>
    </w:p>
    <w:p w:rsidR="00CD30F9" w:rsidRDefault="00CD30F9" w:rsidP="001F0FF6">
      <w:pPr>
        <w:pStyle w:val="Geenafstand"/>
      </w:pPr>
    </w:p>
    <w:p w:rsidR="009E68C3" w:rsidRDefault="009E68C3" w:rsidP="001F0FF6">
      <w:pPr>
        <w:pStyle w:val="Geenafstand"/>
      </w:pPr>
    </w:p>
    <w:p w:rsidR="005F2039" w:rsidRDefault="005F2039" w:rsidP="001F0FF6">
      <w:pPr>
        <w:pStyle w:val="Geenafstand"/>
      </w:pPr>
    </w:p>
    <w:p w:rsidR="00E06112" w:rsidRDefault="00E06112" w:rsidP="001F0FF6">
      <w:pPr>
        <w:pStyle w:val="Geenafstand"/>
      </w:pPr>
    </w:p>
    <w:p w:rsidR="00E06112" w:rsidRDefault="00E06112" w:rsidP="001F0FF6">
      <w:pPr>
        <w:pStyle w:val="Geenafstand"/>
      </w:pPr>
    </w:p>
    <w:p w:rsidR="00E06112" w:rsidRDefault="00E06112" w:rsidP="001F0FF6">
      <w:pPr>
        <w:pStyle w:val="Geenafstand"/>
      </w:pPr>
    </w:p>
    <w:p w:rsidR="002020A5" w:rsidRDefault="002020A5" w:rsidP="002020A5">
      <w:pPr>
        <w:pStyle w:val="Geenafstand"/>
      </w:pPr>
    </w:p>
    <w:p w:rsidR="002020A5" w:rsidRDefault="00197232" w:rsidP="00197232">
      <w:pPr>
        <w:pStyle w:val="Geenafstand"/>
        <w:numPr>
          <w:ilvl w:val="0"/>
          <w:numId w:val="6"/>
        </w:numPr>
      </w:pPr>
      <w:r>
        <w:t xml:space="preserve">Een rij gerbera´s bevat </w:t>
      </w:r>
      <w:r w:rsidRPr="00484DC6">
        <w:t>60</w:t>
      </w:r>
      <w:r>
        <w:t xml:space="preserve"> planten. Hoeveel gerbera´s heb je gemiddeld over de hele kas per plant geoogst?</w:t>
      </w:r>
    </w:p>
    <w:p w:rsidR="00197232" w:rsidRDefault="00197232" w:rsidP="002020A5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CA2FE1" wp14:editId="339B8F99">
                <wp:simplePos x="0" y="0"/>
                <wp:positionH relativeFrom="column">
                  <wp:posOffset>-90170</wp:posOffset>
                </wp:positionH>
                <wp:positionV relativeFrom="paragraph">
                  <wp:posOffset>34925</wp:posOffset>
                </wp:positionV>
                <wp:extent cx="6026150" cy="1133475"/>
                <wp:effectExtent l="0" t="0" r="12700" b="28575"/>
                <wp:wrapNone/>
                <wp:docPr id="19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11334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1pt;margin-top:2.75pt;width:474.5pt;height:8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" fillcolor="white [3201]" strokecolor="#94c600 [3204]"/>
            </w:pict>
          </mc:Fallback>
        </mc:AlternateContent>
      </w:r>
    </w:p>
    <w:p w:rsidR="00197232" w:rsidRDefault="00197232" w:rsidP="002020A5">
      <w:pPr>
        <w:pStyle w:val="Geenafstand"/>
      </w:pPr>
    </w:p>
    <w:p w:rsidR="00197232" w:rsidRDefault="00197232" w:rsidP="002020A5">
      <w:pPr>
        <w:pStyle w:val="Geenafstand"/>
      </w:pPr>
    </w:p>
    <w:p w:rsidR="00197232" w:rsidRDefault="00197232" w:rsidP="002020A5">
      <w:pPr>
        <w:pStyle w:val="Geenafstand"/>
      </w:pPr>
    </w:p>
    <w:p w:rsidR="00197232" w:rsidRDefault="00197232" w:rsidP="002020A5">
      <w:pPr>
        <w:pStyle w:val="Geenafstand"/>
      </w:pPr>
    </w:p>
    <w:p w:rsidR="00197232" w:rsidRDefault="00197232" w:rsidP="002020A5">
      <w:pPr>
        <w:pStyle w:val="Geenafstand"/>
      </w:pPr>
    </w:p>
    <w:p w:rsidR="00197232" w:rsidRDefault="00197232" w:rsidP="002020A5">
      <w:pPr>
        <w:pStyle w:val="Geenafstand"/>
      </w:pPr>
    </w:p>
    <w:p w:rsidR="00197232" w:rsidRDefault="00197232" w:rsidP="002020A5">
      <w:pPr>
        <w:pStyle w:val="Geenafstand"/>
      </w:pPr>
    </w:p>
    <w:p w:rsidR="00346A00" w:rsidRDefault="00346A00" w:rsidP="002020A5">
      <w:pPr>
        <w:pStyle w:val="Geenafstand"/>
      </w:pPr>
    </w:p>
    <w:p w:rsidR="00484DC6" w:rsidRDefault="00484DC6" w:rsidP="00484DC6">
      <w:pPr>
        <w:pStyle w:val="Geenafstand"/>
      </w:pPr>
    </w:p>
    <w:p w:rsidR="009E68C3" w:rsidRDefault="009E68C3" w:rsidP="009E68C3">
      <w:pPr>
        <w:pStyle w:val="Kop2"/>
      </w:pPr>
      <w:r>
        <w:t>Nazorg</w:t>
      </w:r>
    </w:p>
    <w:p w:rsidR="009E68C3" w:rsidRDefault="009E68C3" w:rsidP="001F0FF6">
      <w:pPr>
        <w:pStyle w:val="Geenafstand"/>
      </w:pPr>
    </w:p>
    <w:p w:rsidR="005F2039" w:rsidRDefault="00322763" w:rsidP="00346A00">
      <w:pPr>
        <w:pStyle w:val="Geenafstand"/>
        <w:numPr>
          <w:ilvl w:val="0"/>
          <w:numId w:val="6"/>
        </w:numPr>
      </w:pPr>
      <w:r>
        <w:t>Hoeveel bloemen heb je nog weg moeten gooien bij het controleren? Wat was hier</w:t>
      </w:r>
      <w:r w:rsidR="00DC6FEC">
        <w:t>van</w:t>
      </w:r>
      <w:r>
        <w:t xml:space="preserve"> de meest voorkomende </w:t>
      </w:r>
      <w:r w:rsidR="00721C09">
        <w:t>oorzaak?</w:t>
      </w:r>
    </w:p>
    <w:p w:rsidR="005F2039" w:rsidRDefault="005F2039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570C4A" wp14:editId="4F7F44C7">
                <wp:simplePos x="0" y="0"/>
                <wp:positionH relativeFrom="column">
                  <wp:posOffset>-94615</wp:posOffset>
                </wp:positionH>
                <wp:positionV relativeFrom="paragraph">
                  <wp:posOffset>18415</wp:posOffset>
                </wp:positionV>
                <wp:extent cx="6026150" cy="637540"/>
                <wp:effectExtent l="0" t="0" r="12700" b="10160"/>
                <wp:wrapNone/>
                <wp:docPr id="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1.45pt;width:474.5pt;height:5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" fillcolor="white [3201]" strokecolor="#94c600 [3204]"/>
            </w:pict>
          </mc:Fallback>
        </mc:AlternateContent>
      </w: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5F2039" w:rsidRDefault="005F2039" w:rsidP="00346A00">
      <w:pPr>
        <w:pStyle w:val="Geenafstand"/>
        <w:numPr>
          <w:ilvl w:val="0"/>
          <w:numId w:val="6"/>
        </w:numPr>
      </w:pPr>
      <w:r>
        <w:t xml:space="preserve">Ben je nog bloemen tegen gekomen waar iets anders aan mankeerde? Denk hierbij aan verbranding, </w:t>
      </w:r>
      <w:r w:rsidR="00484DC6">
        <w:t xml:space="preserve">water tekort, </w:t>
      </w:r>
      <w:r>
        <w:t>ziekten en plagen</w:t>
      </w:r>
      <w:r w:rsidR="00484DC6">
        <w:t>.</w:t>
      </w:r>
    </w:p>
    <w:p w:rsidR="005F2039" w:rsidRDefault="005F2039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A30D81" wp14:editId="5349F065">
                <wp:simplePos x="0" y="0"/>
                <wp:positionH relativeFrom="column">
                  <wp:posOffset>-94615</wp:posOffset>
                </wp:positionH>
                <wp:positionV relativeFrom="paragraph">
                  <wp:posOffset>85725</wp:posOffset>
                </wp:positionV>
                <wp:extent cx="6026150" cy="637540"/>
                <wp:effectExtent l="0" t="0" r="12700" b="10160"/>
                <wp:wrapNone/>
                <wp:docPr id="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6.75pt;width:474.5pt;height:5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" fillcolor="white [3201]" strokecolor="#94c600 [3204]"/>
            </w:pict>
          </mc:Fallback>
        </mc:AlternateContent>
      </w: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663C19" w:rsidRDefault="00663C19" w:rsidP="001F0FF6">
      <w:pPr>
        <w:pStyle w:val="Geenafstand"/>
      </w:pPr>
    </w:p>
    <w:p w:rsidR="009E68C3" w:rsidRDefault="00E078B5" w:rsidP="009E68C3">
      <w:pPr>
        <w:pStyle w:val="Kop2"/>
      </w:pPr>
      <w:r>
        <w:t>P</w:t>
      </w:r>
      <w:r w:rsidR="009E68C3">
        <w:t>resentatie</w:t>
      </w:r>
    </w:p>
    <w:p w:rsidR="009E68C3" w:rsidRDefault="009E68C3" w:rsidP="001F0FF6">
      <w:pPr>
        <w:pStyle w:val="Geenafstand"/>
      </w:pPr>
    </w:p>
    <w:p w:rsidR="00E078B5" w:rsidRDefault="001244BF" w:rsidP="00346A00">
      <w:pPr>
        <w:pStyle w:val="Geenafstand"/>
        <w:numPr>
          <w:ilvl w:val="0"/>
          <w:numId w:val="6"/>
        </w:numPr>
      </w:pPr>
      <w:r>
        <w:t xml:space="preserve">Hoeveel kartonnetjes heb </w:t>
      </w:r>
      <w:r w:rsidR="00E360AA">
        <w:t xml:space="preserve">je vol </w:t>
      </w:r>
      <w:r w:rsidR="00DC6FEC">
        <w:t>kunnen steken</w:t>
      </w:r>
      <w:r>
        <w:t xml:space="preserve">? </w:t>
      </w:r>
      <w:r w:rsidR="00E360AA">
        <w:t xml:space="preserve">Heb je ook nog </w:t>
      </w:r>
      <w:r w:rsidR="00DC6FEC">
        <w:t>gemengde kartonnetjes gemaakt?</w:t>
      </w:r>
    </w:p>
    <w:p w:rsidR="00E078B5" w:rsidRDefault="00E360AA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9B1641" wp14:editId="0EB17D2E">
                <wp:simplePos x="0" y="0"/>
                <wp:positionH relativeFrom="column">
                  <wp:posOffset>-104140</wp:posOffset>
                </wp:positionH>
                <wp:positionV relativeFrom="paragraph">
                  <wp:posOffset>65405</wp:posOffset>
                </wp:positionV>
                <wp:extent cx="6026150" cy="637540"/>
                <wp:effectExtent l="0" t="0" r="12700" b="10160"/>
                <wp:wrapNone/>
                <wp:docPr id="1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2pt;margin-top:5.15pt;width:474.5pt;height:5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" fillcolor="white [3201]" strokecolor="#94c600 [3204]"/>
            </w:pict>
          </mc:Fallback>
        </mc:AlternateContent>
      </w:r>
    </w:p>
    <w:p w:rsidR="00E360AA" w:rsidRDefault="00E360AA" w:rsidP="001F0FF6">
      <w:pPr>
        <w:pStyle w:val="Geenafstand"/>
      </w:pPr>
    </w:p>
    <w:p w:rsidR="00E360AA" w:rsidRDefault="00E360AA" w:rsidP="001F0FF6">
      <w:pPr>
        <w:pStyle w:val="Geenafstand"/>
      </w:pPr>
    </w:p>
    <w:p w:rsidR="00E360AA" w:rsidRDefault="00E360AA" w:rsidP="001F0FF6">
      <w:pPr>
        <w:pStyle w:val="Geenafstand"/>
      </w:pPr>
    </w:p>
    <w:p w:rsidR="00E078B5" w:rsidRDefault="00E078B5" w:rsidP="001F0FF6">
      <w:pPr>
        <w:pStyle w:val="Geenafstand"/>
      </w:pPr>
    </w:p>
    <w:p w:rsidR="00BB61E3" w:rsidRDefault="00BB61E3" w:rsidP="00346A00">
      <w:pPr>
        <w:pStyle w:val="Geenafstand"/>
        <w:numPr>
          <w:ilvl w:val="0"/>
          <w:numId w:val="6"/>
        </w:numPr>
      </w:pPr>
      <w:r>
        <w:t>Staan alle geoogste gerbera´s nu met verpakking en al in het water? Zo nee, waarom niet?</w:t>
      </w:r>
    </w:p>
    <w:p w:rsidR="009E68C3" w:rsidRDefault="0035718E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CF2094" wp14:editId="0A219FAA">
                <wp:simplePos x="0" y="0"/>
                <wp:positionH relativeFrom="column">
                  <wp:posOffset>-104140</wp:posOffset>
                </wp:positionH>
                <wp:positionV relativeFrom="paragraph">
                  <wp:posOffset>59055</wp:posOffset>
                </wp:positionV>
                <wp:extent cx="6026150" cy="637540"/>
                <wp:effectExtent l="0" t="0" r="12700" b="10160"/>
                <wp:wrapNone/>
                <wp:docPr id="1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2pt;margin-top:4.65pt;width:474.5pt;height:5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" fillcolor="white [3201]" strokecolor="#94c600 [3204]"/>
            </w:pict>
          </mc:Fallback>
        </mc:AlternateContent>
      </w:r>
    </w:p>
    <w:p w:rsidR="0035718E" w:rsidRDefault="0035718E" w:rsidP="001F0FF6">
      <w:pPr>
        <w:pStyle w:val="Geenafstand"/>
      </w:pPr>
    </w:p>
    <w:p w:rsidR="0035718E" w:rsidRDefault="0035718E" w:rsidP="001F0FF6">
      <w:pPr>
        <w:pStyle w:val="Geenafstand"/>
      </w:pPr>
    </w:p>
    <w:p w:rsidR="0035718E" w:rsidRDefault="0035718E" w:rsidP="001F0FF6">
      <w:pPr>
        <w:pStyle w:val="Geenafstand"/>
      </w:pPr>
    </w:p>
    <w:p w:rsidR="009E68C3" w:rsidRDefault="009E68C3" w:rsidP="001F0FF6">
      <w:pPr>
        <w:pStyle w:val="Geenafstand"/>
      </w:pPr>
    </w:p>
    <w:p w:rsidR="00663C19" w:rsidRDefault="00663C19" w:rsidP="00346A00">
      <w:pPr>
        <w:pStyle w:val="Geenafstand"/>
        <w:numPr>
          <w:ilvl w:val="0"/>
          <w:numId w:val="6"/>
        </w:numPr>
      </w:pPr>
      <w:r>
        <w:t xml:space="preserve">Wat </w:t>
      </w:r>
      <w:r w:rsidR="00346A00">
        <w:t>zou er nog aan de presentatie van de gerbera´s kunnen worden verbeterd</w:t>
      </w:r>
      <w:r>
        <w:t>?</w:t>
      </w:r>
    </w:p>
    <w:p w:rsidR="00663C19" w:rsidRDefault="00663C19" w:rsidP="00663C19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788F8" wp14:editId="0C4E4FC3">
                <wp:simplePos x="0" y="0"/>
                <wp:positionH relativeFrom="column">
                  <wp:posOffset>-104140</wp:posOffset>
                </wp:positionH>
                <wp:positionV relativeFrom="paragraph">
                  <wp:posOffset>40640</wp:posOffset>
                </wp:positionV>
                <wp:extent cx="6026150" cy="637540"/>
                <wp:effectExtent l="0" t="0" r="12700" b="10160"/>
                <wp:wrapNone/>
                <wp:docPr id="2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2pt;margin-top:3.2pt;width:474.5pt;height:5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" fillcolor="white [3201]" strokecolor="#94c600 [3204]"/>
            </w:pict>
          </mc:Fallback>
        </mc:AlternateContent>
      </w:r>
    </w:p>
    <w:p w:rsidR="00663C19" w:rsidRDefault="00663C19" w:rsidP="00663C19">
      <w:pPr>
        <w:pStyle w:val="Geenafstand"/>
      </w:pPr>
    </w:p>
    <w:p w:rsidR="00663C19" w:rsidRDefault="00663C19" w:rsidP="00663C19">
      <w:pPr>
        <w:pStyle w:val="Geenafstand"/>
      </w:pPr>
    </w:p>
    <w:p w:rsidR="00663C19" w:rsidRDefault="00663C19" w:rsidP="00663C19">
      <w:pPr>
        <w:pStyle w:val="Geenafstand"/>
      </w:pPr>
    </w:p>
    <w:p w:rsidR="00663C19" w:rsidRDefault="00663C19" w:rsidP="00663C19">
      <w:pPr>
        <w:pStyle w:val="Geenafstand"/>
      </w:pPr>
    </w:p>
    <w:p w:rsidR="001F0FF6" w:rsidRDefault="009C796A" w:rsidP="009C796A">
      <w:pPr>
        <w:pStyle w:val="Kop2"/>
      </w:pPr>
      <w:r>
        <w:t>Afronding</w:t>
      </w:r>
    </w:p>
    <w:p w:rsidR="009C796A" w:rsidRDefault="009C796A" w:rsidP="001F0FF6">
      <w:pPr>
        <w:pStyle w:val="Geenafstand"/>
      </w:pPr>
    </w:p>
    <w:p w:rsidR="009C796A" w:rsidRDefault="00C53C59" w:rsidP="00346A00">
      <w:pPr>
        <w:pStyle w:val="Geenafstand"/>
        <w:numPr>
          <w:ilvl w:val="0"/>
          <w:numId w:val="6"/>
        </w:numPr>
      </w:pPr>
      <w:r>
        <w:t>Welke v</w:t>
      </w:r>
      <w:r w:rsidR="00EC2621">
        <w:t>an de verschillende werkzaamheden die je tijden</w:t>
      </w:r>
      <w:r>
        <w:t>s deze opdracht hebt uitgevoerd</w:t>
      </w:r>
      <w:r w:rsidR="00EC2621">
        <w:t xml:space="preserve"> heeft het meeste tijd gekost? </w:t>
      </w:r>
      <w:r w:rsidR="00663C19">
        <w:t>Is dit ook de handeling waar je de meeste aandacht aan hebt besteed</w:t>
      </w:r>
      <w:r w:rsidR="00EF5678">
        <w:t xml:space="preserve"> (waar je het meest nauwkeurig</w:t>
      </w:r>
      <w:r w:rsidR="00721C09">
        <w:t xml:space="preserve"> aan</w:t>
      </w:r>
      <w:r w:rsidR="00EF5678">
        <w:t xml:space="preserve"> hebt gewerkt)</w:t>
      </w:r>
      <w:r w:rsidR="00663C19">
        <w:t>?</w:t>
      </w:r>
    </w:p>
    <w:p w:rsidR="00C53C59" w:rsidRDefault="00C53C59" w:rsidP="00C53C59">
      <w:pPr>
        <w:pStyle w:val="Geenafstand"/>
        <w:ind w:left="72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BEB28E" wp14:editId="12D4CA9B">
                <wp:simplePos x="0" y="0"/>
                <wp:positionH relativeFrom="column">
                  <wp:posOffset>-99695</wp:posOffset>
                </wp:positionH>
                <wp:positionV relativeFrom="paragraph">
                  <wp:posOffset>34290</wp:posOffset>
                </wp:positionV>
                <wp:extent cx="6026150" cy="971550"/>
                <wp:effectExtent l="0" t="0" r="12700" b="19050"/>
                <wp:wrapNone/>
                <wp:docPr id="1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9715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85pt;margin-top:2.7pt;width:474.5pt;height:7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" fillcolor="white [3201]" strokecolor="#94c600 [3204]"/>
            </w:pict>
          </mc:Fallback>
        </mc:AlternateContent>
      </w:r>
    </w:p>
    <w:p w:rsidR="00EC2621" w:rsidRDefault="00EC2621" w:rsidP="001F0FF6">
      <w:pPr>
        <w:pStyle w:val="Geenafstand"/>
      </w:pP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663C19" w:rsidRDefault="00663C19" w:rsidP="001F0FF6">
      <w:pPr>
        <w:pStyle w:val="Geenafstand"/>
      </w:pPr>
    </w:p>
    <w:p w:rsidR="00663C19" w:rsidRDefault="00663C19" w:rsidP="001F0FF6">
      <w:pPr>
        <w:pStyle w:val="Geenafstand"/>
      </w:pPr>
    </w:p>
    <w:p w:rsidR="00FB395B" w:rsidRDefault="00FB395B" w:rsidP="001F0FF6">
      <w:pPr>
        <w:pStyle w:val="Geenafstand"/>
      </w:pPr>
    </w:p>
    <w:p w:rsidR="00DC6FEC" w:rsidRDefault="00DC6FEC" w:rsidP="00DC6FEC">
      <w:pPr>
        <w:pStyle w:val="Geenafstand"/>
      </w:pPr>
      <w:bookmarkStart w:id="0" w:name="_GoBack"/>
      <w:bookmarkEnd w:id="0"/>
    </w:p>
    <w:p w:rsidR="00EC2621" w:rsidRDefault="00CC219C" w:rsidP="00346A00">
      <w:pPr>
        <w:pStyle w:val="Geenafstand"/>
        <w:numPr>
          <w:ilvl w:val="0"/>
          <w:numId w:val="6"/>
        </w:numPr>
      </w:pPr>
      <w:r>
        <w:t>Zijn er werkzaamheden waar je liever meer aandacht aan had besteed?</w:t>
      </w:r>
    </w:p>
    <w:p w:rsidR="009C796A" w:rsidRDefault="00C53C59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FF1232" wp14:editId="3169CC33">
                <wp:simplePos x="0" y="0"/>
                <wp:positionH relativeFrom="column">
                  <wp:posOffset>-104140</wp:posOffset>
                </wp:positionH>
                <wp:positionV relativeFrom="paragraph">
                  <wp:posOffset>73025</wp:posOffset>
                </wp:positionV>
                <wp:extent cx="6026150" cy="637540"/>
                <wp:effectExtent l="0" t="0" r="12700" b="10160"/>
                <wp:wrapNone/>
                <wp:docPr id="1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2pt;margin-top:5.75pt;width:474.5pt;height:5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" fillcolor="white [3201]" strokecolor="#94c600 [3204]"/>
            </w:pict>
          </mc:Fallback>
        </mc:AlternateContent>
      </w: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346A00" w:rsidRDefault="00346A00" w:rsidP="00346A00">
      <w:pPr>
        <w:pStyle w:val="Geenafstand"/>
      </w:pPr>
    </w:p>
    <w:p w:rsidR="00346A00" w:rsidRDefault="00346A00" w:rsidP="00346A00">
      <w:pPr>
        <w:pStyle w:val="Geenafstand"/>
        <w:numPr>
          <w:ilvl w:val="0"/>
          <w:numId w:val="6"/>
        </w:numPr>
      </w:pPr>
      <w:r>
        <w:t xml:space="preserve">Merkte je een verschil tussen het oogsten van de verschillende </w:t>
      </w:r>
      <w:r w:rsidR="007119F6">
        <w:t>soorten</w:t>
      </w:r>
      <w:r>
        <w:t>? Was de één bijvoorbeeld kwetsbaarder dan de andere?</w:t>
      </w:r>
    </w:p>
    <w:p w:rsidR="00346A00" w:rsidRDefault="00346A00" w:rsidP="00346A00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9CE5BD" wp14:editId="1F26812B">
                <wp:simplePos x="0" y="0"/>
                <wp:positionH relativeFrom="column">
                  <wp:posOffset>-94615</wp:posOffset>
                </wp:positionH>
                <wp:positionV relativeFrom="paragraph">
                  <wp:posOffset>38735</wp:posOffset>
                </wp:positionV>
                <wp:extent cx="6026150" cy="637540"/>
                <wp:effectExtent l="0" t="0" r="12700" b="10160"/>
                <wp:wrapNone/>
                <wp:docPr id="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3.05pt;width:474.5pt;height:5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" fillcolor="white [3201]" strokecolor="#94c600 [3204]"/>
            </w:pict>
          </mc:Fallback>
        </mc:AlternateContent>
      </w:r>
    </w:p>
    <w:p w:rsidR="00346A00" w:rsidRDefault="00346A00" w:rsidP="00346A00">
      <w:pPr>
        <w:pStyle w:val="Geenafstand"/>
      </w:pPr>
    </w:p>
    <w:p w:rsidR="00346A00" w:rsidRPr="00346A00" w:rsidRDefault="00346A00" w:rsidP="00346A00">
      <w:pPr>
        <w:pStyle w:val="Geenafstand"/>
      </w:pPr>
    </w:p>
    <w:p w:rsidR="00346A00" w:rsidRDefault="00346A00" w:rsidP="00346A00">
      <w:pPr>
        <w:pStyle w:val="Geenafstand"/>
      </w:pPr>
    </w:p>
    <w:p w:rsidR="00346A00" w:rsidRDefault="00346A00" w:rsidP="00346A00">
      <w:pPr>
        <w:pStyle w:val="Geenafstand"/>
      </w:pPr>
    </w:p>
    <w:p w:rsidR="002020A5" w:rsidRDefault="008D2637" w:rsidP="00346A00">
      <w:pPr>
        <w:pStyle w:val="Geenafstand"/>
        <w:numPr>
          <w:ilvl w:val="0"/>
          <w:numId w:val="6"/>
        </w:numPr>
      </w:pPr>
      <w:r>
        <w:t>Hoe verliep het samenwerken? Welke dingen hebben jullie van te voren besproken?</w:t>
      </w:r>
    </w:p>
    <w:p w:rsidR="008D2637" w:rsidRDefault="008D2637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51572D" wp14:editId="148A2FE5">
                <wp:simplePos x="0" y="0"/>
                <wp:positionH relativeFrom="column">
                  <wp:posOffset>-99695</wp:posOffset>
                </wp:positionH>
                <wp:positionV relativeFrom="paragraph">
                  <wp:posOffset>27940</wp:posOffset>
                </wp:positionV>
                <wp:extent cx="6026150" cy="971550"/>
                <wp:effectExtent l="0" t="0" r="12700" b="19050"/>
                <wp:wrapNone/>
                <wp:docPr id="22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9715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85pt;margin-top:2.2pt;width:474.5pt;height:7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" fillcolor="white [3201]" strokecolor="#94c600 [3204]"/>
            </w:pict>
          </mc:Fallback>
        </mc:AlternateContent>
      </w:r>
    </w:p>
    <w:p w:rsidR="008D2637" w:rsidRDefault="008D2637" w:rsidP="001F0FF6">
      <w:pPr>
        <w:pStyle w:val="Geenafstand"/>
      </w:pPr>
    </w:p>
    <w:p w:rsidR="008D2637" w:rsidRDefault="008D2637" w:rsidP="001F0FF6">
      <w:pPr>
        <w:pStyle w:val="Geenafstand"/>
      </w:pPr>
    </w:p>
    <w:p w:rsidR="008D2637" w:rsidRDefault="008D2637" w:rsidP="001F0FF6">
      <w:pPr>
        <w:pStyle w:val="Geenafstand"/>
      </w:pPr>
    </w:p>
    <w:p w:rsidR="008D2637" w:rsidRDefault="008D2637" w:rsidP="001F0FF6">
      <w:pPr>
        <w:pStyle w:val="Geenafstand"/>
      </w:pPr>
    </w:p>
    <w:p w:rsidR="008D2637" w:rsidRDefault="008D2637" w:rsidP="001F0FF6">
      <w:pPr>
        <w:pStyle w:val="Geenafstand"/>
      </w:pPr>
    </w:p>
    <w:p w:rsidR="008D2637" w:rsidRDefault="008D2637" w:rsidP="001F0FF6">
      <w:pPr>
        <w:pStyle w:val="Geenafstand"/>
      </w:pPr>
    </w:p>
    <w:p w:rsidR="00197232" w:rsidRDefault="008D2637" w:rsidP="00346A00">
      <w:pPr>
        <w:pStyle w:val="Geenafstand"/>
        <w:numPr>
          <w:ilvl w:val="0"/>
          <w:numId w:val="6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5C0FCD" wp14:editId="2AD6FA60">
                <wp:simplePos x="0" y="0"/>
                <wp:positionH relativeFrom="column">
                  <wp:posOffset>-99695</wp:posOffset>
                </wp:positionH>
                <wp:positionV relativeFrom="paragraph">
                  <wp:posOffset>352424</wp:posOffset>
                </wp:positionV>
                <wp:extent cx="6026150" cy="923925"/>
                <wp:effectExtent l="0" t="0" r="12700" b="28575"/>
                <wp:wrapNone/>
                <wp:docPr id="2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9239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85pt;margin-top:27.75pt;width:474.5pt;height:7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" fillcolor="white [3201]" strokecolor="#94c600 [3204]"/>
            </w:pict>
          </mc:Fallback>
        </mc:AlternateContent>
      </w:r>
      <w:r>
        <w:t>Ben je nog opvallende dingen tegengekomen in het gewas? Heb je dit ook gemeld aan je praktijkdocent?</w:t>
      </w:r>
    </w:p>
    <w:sectPr w:rsidR="00197232" w:rsidSect="004E3EF3">
      <w:head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E2B" w:rsidRDefault="004F7E2B" w:rsidP="0021687D">
      <w:pPr>
        <w:spacing w:before="0" w:after="0" w:line="240" w:lineRule="auto"/>
      </w:pPr>
      <w:r>
        <w:separator/>
      </w:r>
    </w:p>
  </w:endnote>
  <w:endnote w:type="continuationSeparator" w:id="0">
    <w:p w:rsidR="004F7E2B" w:rsidRDefault="004F7E2B" w:rsidP="002168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E2B" w:rsidRDefault="004F7E2B" w:rsidP="0021687D">
      <w:pPr>
        <w:spacing w:before="0" w:after="0" w:line="240" w:lineRule="auto"/>
      </w:pPr>
      <w:r>
        <w:separator/>
      </w:r>
    </w:p>
  </w:footnote>
  <w:footnote w:type="continuationSeparator" w:id="0">
    <w:p w:rsidR="004F7E2B" w:rsidRDefault="004F7E2B" w:rsidP="002168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7D" w:rsidRDefault="0021687D">
    <w:pPr>
      <w:pStyle w:val="Koptekst"/>
    </w:pPr>
    <w:r w:rsidRPr="00A512CE">
      <w:rPr>
        <w:rFonts w:ascii="Arial" w:hAnsi="Arial" w:cs="Arial"/>
        <w:noProof/>
        <w:lang w:eastAsia="nl-NL"/>
      </w:rPr>
      <w:drawing>
        <wp:anchor distT="0" distB="0" distL="114300" distR="114300" simplePos="0" relativeHeight="251659264" behindDoc="1" locked="1" layoutInCell="1" allowOverlap="0" wp14:anchorId="0C67BC86" wp14:editId="02B80759">
          <wp:simplePos x="0" y="0"/>
          <wp:positionH relativeFrom="page">
            <wp:posOffset>-10160</wp:posOffset>
          </wp:positionH>
          <wp:positionV relativeFrom="page">
            <wp:posOffset>-10160</wp:posOffset>
          </wp:positionV>
          <wp:extent cx="7594600" cy="1275715"/>
          <wp:effectExtent l="0" t="0" r="6350" b="635"/>
          <wp:wrapNone/>
          <wp:docPr id="2" name="Afbeelding 2" descr="GW strep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W strep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99"/>
                  <a:stretch>
                    <a:fillRect/>
                  </a:stretch>
                </pic:blipFill>
                <pic:spPr bwMode="auto">
                  <a:xfrm>
                    <a:off x="0" y="0"/>
                    <a:ext cx="7594600" cy="1275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5A70"/>
    <w:multiLevelType w:val="hybridMultilevel"/>
    <w:tmpl w:val="DE5645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A760A"/>
    <w:multiLevelType w:val="hybridMultilevel"/>
    <w:tmpl w:val="06C89D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00936"/>
    <w:multiLevelType w:val="hybridMultilevel"/>
    <w:tmpl w:val="110EA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4A02EA"/>
    <w:multiLevelType w:val="hybridMultilevel"/>
    <w:tmpl w:val="E3C6B9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75111A"/>
    <w:multiLevelType w:val="hybridMultilevel"/>
    <w:tmpl w:val="AB30F1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21451"/>
    <w:multiLevelType w:val="hybridMultilevel"/>
    <w:tmpl w:val="4B3CA9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9F46D2"/>
    <w:multiLevelType w:val="hybridMultilevel"/>
    <w:tmpl w:val="D4C4E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D570A"/>
    <w:multiLevelType w:val="hybridMultilevel"/>
    <w:tmpl w:val="F9E09A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61"/>
    <w:rsid w:val="00036EC0"/>
    <w:rsid w:val="00046722"/>
    <w:rsid w:val="00055800"/>
    <w:rsid w:val="000A57AE"/>
    <w:rsid w:val="000F5840"/>
    <w:rsid w:val="000F64BB"/>
    <w:rsid w:val="000F66D6"/>
    <w:rsid w:val="00100DFA"/>
    <w:rsid w:val="001244BF"/>
    <w:rsid w:val="0017275D"/>
    <w:rsid w:val="00197232"/>
    <w:rsid w:val="001A4511"/>
    <w:rsid w:val="001B32C3"/>
    <w:rsid w:val="001C40D1"/>
    <w:rsid w:val="001F0FF6"/>
    <w:rsid w:val="002020A5"/>
    <w:rsid w:val="00205AAF"/>
    <w:rsid w:val="0021687D"/>
    <w:rsid w:val="0022781F"/>
    <w:rsid w:val="002350E7"/>
    <w:rsid w:val="00237B95"/>
    <w:rsid w:val="00255394"/>
    <w:rsid w:val="002C1B21"/>
    <w:rsid w:val="002E3E61"/>
    <w:rsid w:val="002F4F84"/>
    <w:rsid w:val="00322763"/>
    <w:rsid w:val="003252BA"/>
    <w:rsid w:val="003404D3"/>
    <w:rsid w:val="00346A00"/>
    <w:rsid w:val="0035718E"/>
    <w:rsid w:val="00361761"/>
    <w:rsid w:val="00374561"/>
    <w:rsid w:val="0038550B"/>
    <w:rsid w:val="00392F26"/>
    <w:rsid w:val="003961AC"/>
    <w:rsid w:val="00411A84"/>
    <w:rsid w:val="0042666E"/>
    <w:rsid w:val="00445140"/>
    <w:rsid w:val="00484DC6"/>
    <w:rsid w:val="004A295E"/>
    <w:rsid w:val="004B5849"/>
    <w:rsid w:val="004E3041"/>
    <w:rsid w:val="004E3EF3"/>
    <w:rsid w:val="004F7E2B"/>
    <w:rsid w:val="00517145"/>
    <w:rsid w:val="00526E9D"/>
    <w:rsid w:val="00552331"/>
    <w:rsid w:val="005F2039"/>
    <w:rsid w:val="00663C19"/>
    <w:rsid w:val="007119F6"/>
    <w:rsid w:val="00721C09"/>
    <w:rsid w:val="007407D5"/>
    <w:rsid w:val="0076738A"/>
    <w:rsid w:val="007950A3"/>
    <w:rsid w:val="007A39B7"/>
    <w:rsid w:val="007F0CC2"/>
    <w:rsid w:val="00892C77"/>
    <w:rsid w:val="00896EB2"/>
    <w:rsid w:val="008A6DAE"/>
    <w:rsid w:val="008C3916"/>
    <w:rsid w:val="008D2637"/>
    <w:rsid w:val="009C1B98"/>
    <w:rsid w:val="009C796A"/>
    <w:rsid w:val="009E68C3"/>
    <w:rsid w:val="00A05F8D"/>
    <w:rsid w:val="00A56FCE"/>
    <w:rsid w:val="00A7756D"/>
    <w:rsid w:val="00A85ECB"/>
    <w:rsid w:val="00AE4C99"/>
    <w:rsid w:val="00B628E5"/>
    <w:rsid w:val="00B72601"/>
    <w:rsid w:val="00B8265E"/>
    <w:rsid w:val="00BB61E3"/>
    <w:rsid w:val="00BF058F"/>
    <w:rsid w:val="00C21261"/>
    <w:rsid w:val="00C305EC"/>
    <w:rsid w:val="00C530CD"/>
    <w:rsid w:val="00C53C59"/>
    <w:rsid w:val="00CA14E1"/>
    <w:rsid w:val="00CC219C"/>
    <w:rsid w:val="00CD30F9"/>
    <w:rsid w:val="00DC13E9"/>
    <w:rsid w:val="00DC6FEC"/>
    <w:rsid w:val="00DE572A"/>
    <w:rsid w:val="00E06112"/>
    <w:rsid w:val="00E078B5"/>
    <w:rsid w:val="00E078EA"/>
    <w:rsid w:val="00E2219A"/>
    <w:rsid w:val="00E360AA"/>
    <w:rsid w:val="00E674D8"/>
    <w:rsid w:val="00E87F44"/>
    <w:rsid w:val="00EC2621"/>
    <w:rsid w:val="00EC5708"/>
    <w:rsid w:val="00ED1F61"/>
    <w:rsid w:val="00EF3545"/>
    <w:rsid w:val="00EF5678"/>
    <w:rsid w:val="00F25ACA"/>
    <w:rsid w:val="00FA6B2A"/>
    <w:rsid w:val="00FB395B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04D3"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404D3"/>
    <w:pPr>
      <w:pBdr>
        <w:top w:val="single" w:sz="24" w:space="0" w:color="94C600" w:themeColor="accent1"/>
        <w:left w:val="single" w:sz="24" w:space="0" w:color="94C600" w:themeColor="accent1"/>
        <w:bottom w:val="single" w:sz="24" w:space="0" w:color="94C600" w:themeColor="accent1"/>
        <w:right w:val="single" w:sz="24" w:space="0" w:color="94C600" w:themeColor="accent1"/>
      </w:pBdr>
      <w:shd w:val="clear" w:color="auto" w:fill="94C60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404D3"/>
    <w:pPr>
      <w:pBdr>
        <w:top w:val="single" w:sz="24" w:space="0" w:color="EFFFC0" w:themeColor="accent1" w:themeTint="33"/>
        <w:left w:val="single" w:sz="24" w:space="0" w:color="EFFFC0" w:themeColor="accent1" w:themeTint="33"/>
        <w:bottom w:val="single" w:sz="24" w:space="0" w:color="EFFFC0" w:themeColor="accent1" w:themeTint="33"/>
        <w:right w:val="single" w:sz="24" w:space="0" w:color="EFFFC0" w:themeColor="accent1" w:themeTint="33"/>
      </w:pBdr>
      <w:shd w:val="clear" w:color="auto" w:fill="EFFFC0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404D3"/>
    <w:pPr>
      <w:pBdr>
        <w:top w:val="single" w:sz="6" w:space="2" w:color="94C600" w:themeColor="accent1"/>
        <w:left w:val="single" w:sz="6" w:space="2" w:color="94C600" w:themeColor="accent1"/>
      </w:pBdr>
      <w:spacing w:before="300" w:after="0"/>
      <w:outlineLvl w:val="2"/>
    </w:pPr>
    <w:rPr>
      <w:caps/>
      <w:color w:val="496200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404D3"/>
    <w:pPr>
      <w:pBdr>
        <w:top w:val="dotted" w:sz="6" w:space="2" w:color="94C600" w:themeColor="accent1"/>
        <w:left w:val="dotted" w:sz="6" w:space="2" w:color="94C600" w:themeColor="accent1"/>
      </w:pBdr>
      <w:spacing w:before="300" w:after="0"/>
      <w:outlineLvl w:val="3"/>
    </w:pPr>
    <w:rPr>
      <w:caps/>
      <w:color w:val="6E9400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3404D3"/>
    <w:pPr>
      <w:pBdr>
        <w:bottom w:val="single" w:sz="6" w:space="1" w:color="94C600" w:themeColor="accent1"/>
      </w:pBdr>
      <w:spacing w:before="300" w:after="0"/>
      <w:outlineLvl w:val="4"/>
    </w:pPr>
    <w:rPr>
      <w:caps/>
      <w:color w:val="6E9400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404D3"/>
    <w:pPr>
      <w:pBdr>
        <w:bottom w:val="dotted" w:sz="6" w:space="1" w:color="94C600" w:themeColor="accent1"/>
      </w:pBdr>
      <w:spacing w:before="300" w:after="0"/>
      <w:outlineLvl w:val="5"/>
    </w:pPr>
    <w:rPr>
      <w:caps/>
      <w:color w:val="6E9400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404D3"/>
    <w:pPr>
      <w:spacing w:before="300" w:after="0"/>
      <w:outlineLvl w:val="6"/>
    </w:pPr>
    <w:rPr>
      <w:caps/>
      <w:color w:val="6E9400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404D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404D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404D3"/>
    <w:rPr>
      <w:caps/>
      <w:spacing w:val="15"/>
      <w:shd w:val="clear" w:color="auto" w:fill="EFFFC0" w:themeFill="accent1" w:themeFillTint="33"/>
    </w:rPr>
  </w:style>
  <w:style w:type="character" w:customStyle="1" w:styleId="Kop1Char">
    <w:name w:val="Kop 1 Char"/>
    <w:basedOn w:val="Standaardalinea-lettertype"/>
    <w:link w:val="Kop1"/>
    <w:uiPriority w:val="9"/>
    <w:rsid w:val="003404D3"/>
    <w:rPr>
      <w:b/>
      <w:bCs/>
      <w:caps/>
      <w:color w:val="FFFFFF" w:themeColor="background1"/>
      <w:spacing w:val="15"/>
      <w:shd w:val="clear" w:color="auto" w:fill="94C600" w:themeFill="accent1"/>
    </w:rPr>
  </w:style>
  <w:style w:type="character" w:customStyle="1" w:styleId="Kop3Char">
    <w:name w:val="Kop 3 Char"/>
    <w:basedOn w:val="Standaardalinea-lettertype"/>
    <w:link w:val="Kop3"/>
    <w:uiPriority w:val="9"/>
    <w:rsid w:val="003404D3"/>
    <w:rPr>
      <w:caps/>
      <w:color w:val="4962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3404D3"/>
    <w:rPr>
      <w:caps/>
      <w:color w:val="6E94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3404D3"/>
    <w:rPr>
      <w:caps/>
      <w:color w:val="6E94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404D3"/>
    <w:rPr>
      <w:caps/>
      <w:color w:val="6E94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404D3"/>
    <w:rPr>
      <w:caps/>
      <w:color w:val="6E94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404D3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404D3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404D3"/>
    <w:rPr>
      <w:b/>
      <w:bCs/>
      <w:color w:val="6E9400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3404D3"/>
    <w:pPr>
      <w:spacing w:before="720"/>
    </w:pPr>
    <w:rPr>
      <w:caps/>
      <w:color w:val="94C600" w:themeColor="accent1"/>
      <w:spacing w:val="10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404D3"/>
    <w:rPr>
      <w:caps/>
      <w:color w:val="94C600" w:themeColor="accent1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404D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404D3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3404D3"/>
    <w:rPr>
      <w:b/>
      <w:bCs/>
    </w:rPr>
  </w:style>
  <w:style w:type="character" w:styleId="Nadruk">
    <w:name w:val="Emphasis"/>
    <w:uiPriority w:val="20"/>
    <w:qFormat/>
    <w:rsid w:val="003404D3"/>
    <w:rPr>
      <w:caps/>
      <w:color w:val="496200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3404D3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3404D3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3404D3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404D3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3404D3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404D3"/>
    <w:pPr>
      <w:pBdr>
        <w:top w:val="single" w:sz="4" w:space="10" w:color="94C600" w:themeColor="accent1"/>
        <w:left w:val="single" w:sz="4" w:space="10" w:color="94C600" w:themeColor="accent1"/>
      </w:pBdr>
      <w:spacing w:after="0"/>
      <w:ind w:left="1296" w:right="1152"/>
      <w:jc w:val="both"/>
    </w:pPr>
    <w:rPr>
      <w:i/>
      <w:iCs/>
      <w:color w:val="94C600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404D3"/>
    <w:rPr>
      <w:i/>
      <w:iCs/>
      <w:color w:val="94C600" w:themeColor="accent1"/>
      <w:sz w:val="20"/>
      <w:szCs w:val="20"/>
    </w:rPr>
  </w:style>
  <w:style w:type="character" w:styleId="Subtielebenadrukking">
    <w:name w:val="Subtle Emphasis"/>
    <w:uiPriority w:val="19"/>
    <w:qFormat/>
    <w:rsid w:val="003404D3"/>
    <w:rPr>
      <w:i/>
      <w:iCs/>
      <w:color w:val="496200" w:themeColor="accent1" w:themeShade="7F"/>
    </w:rPr>
  </w:style>
  <w:style w:type="character" w:styleId="Intensievebenadrukking">
    <w:name w:val="Intense Emphasis"/>
    <w:uiPriority w:val="21"/>
    <w:qFormat/>
    <w:rsid w:val="003404D3"/>
    <w:rPr>
      <w:b/>
      <w:bCs/>
      <w:caps/>
      <w:color w:val="496200" w:themeColor="accent1" w:themeShade="7F"/>
      <w:spacing w:val="10"/>
    </w:rPr>
  </w:style>
  <w:style w:type="character" w:styleId="Subtieleverwijzing">
    <w:name w:val="Subtle Reference"/>
    <w:uiPriority w:val="31"/>
    <w:qFormat/>
    <w:rsid w:val="003404D3"/>
    <w:rPr>
      <w:b/>
      <w:bCs/>
      <w:color w:val="94C600" w:themeColor="accent1"/>
    </w:rPr>
  </w:style>
  <w:style w:type="character" w:styleId="Intensieveverwijzing">
    <w:name w:val="Intense Reference"/>
    <w:uiPriority w:val="32"/>
    <w:qFormat/>
    <w:rsid w:val="003404D3"/>
    <w:rPr>
      <w:b/>
      <w:bCs/>
      <w:i/>
      <w:iCs/>
      <w:caps/>
      <w:color w:val="94C600" w:themeColor="accent1"/>
    </w:rPr>
  </w:style>
  <w:style w:type="character" w:styleId="Titelvanboek">
    <w:name w:val="Book Title"/>
    <w:uiPriority w:val="33"/>
    <w:qFormat/>
    <w:rsid w:val="003404D3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404D3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216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1687D"/>
    <w:rPr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216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1687D"/>
    <w:rPr>
      <w:sz w:val="20"/>
      <w:szCs w:val="20"/>
    </w:rPr>
  </w:style>
  <w:style w:type="table" w:styleId="Tabelraster">
    <w:name w:val="Table Grid"/>
    <w:basedOn w:val="Standaardtabel"/>
    <w:uiPriority w:val="59"/>
    <w:rsid w:val="0042666E"/>
    <w:pPr>
      <w:spacing w:before="0" w:after="0" w:line="240" w:lineRule="auto"/>
    </w:pPr>
    <w:tblPr>
      <w:tblInd w:w="0" w:type="dxa"/>
      <w:tblBorders>
        <w:top w:val="single" w:sz="4" w:space="0" w:color="94C600" w:themeColor="accent1"/>
        <w:left w:val="single" w:sz="4" w:space="0" w:color="94C600" w:themeColor="accent1"/>
        <w:bottom w:val="single" w:sz="4" w:space="0" w:color="94C600" w:themeColor="accent1"/>
        <w:right w:val="single" w:sz="4" w:space="0" w:color="94C600" w:themeColor="accent1"/>
        <w:insideH w:val="single" w:sz="4" w:space="0" w:color="94C600" w:themeColor="accent1"/>
        <w:insideV w:val="single" w:sz="4" w:space="0" w:color="94C6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CE3" w:themeFill="background2" w:themeFillTint="33"/>
    </w:tcPr>
  </w:style>
  <w:style w:type="table" w:customStyle="1" w:styleId="GW1">
    <w:name w:val="GW1"/>
    <w:basedOn w:val="Standaardtabel"/>
    <w:uiPriority w:val="99"/>
    <w:rsid w:val="00237B95"/>
    <w:pPr>
      <w:spacing w:before="0" w:after="0" w:line="240" w:lineRule="auto"/>
    </w:pPr>
    <w:tblPr>
      <w:tblInd w:w="0" w:type="dxa"/>
      <w:tblBorders>
        <w:top w:val="single" w:sz="8" w:space="0" w:color="94C600" w:themeColor="accent1"/>
        <w:left w:val="single" w:sz="8" w:space="0" w:color="94C600" w:themeColor="accent1"/>
        <w:bottom w:val="single" w:sz="8" w:space="0" w:color="94C600" w:themeColor="accent1"/>
        <w:right w:val="single" w:sz="8" w:space="0" w:color="94C600" w:themeColor="accent1"/>
        <w:insideH w:val="single" w:sz="8" w:space="0" w:color="94C600" w:themeColor="accent1"/>
        <w:insideV w:val="single" w:sz="8" w:space="0" w:color="94C6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CE3" w:themeFill="background2" w:themeFillTint="33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04D3"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404D3"/>
    <w:pPr>
      <w:pBdr>
        <w:top w:val="single" w:sz="24" w:space="0" w:color="94C600" w:themeColor="accent1"/>
        <w:left w:val="single" w:sz="24" w:space="0" w:color="94C600" w:themeColor="accent1"/>
        <w:bottom w:val="single" w:sz="24" w:space="0" w:color="94C600" w:themeColor="accent1"/>
        <w:right w:val="single" w:sz="24" w:space="0" w:color="94C600" w:themeColor="accent1"/>
      </w:pBdr>
      <w:shd w:val="clear" w:color="auto" w:fill="94C60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404D3"/>
    <w:pPr>
      <w:pBdr>
        <w:top w:val="single" w:sz="24" w:space="0" w:color="EFFFC0" w:themeColor="accent1" w:themeTint="33"/>
        <w:left w:val="single" w:sz="24" w:space="0" w:color="EFFFC0" w:themeColor="accent1" w:themeTint="33"/>
        <w:bottom w:val="single" w:sz="24" w:space="0" w:color="EFFFC0" w:themeColor="accent1" w:themeTint="33"/>
        <w:right w:val="single" w:sz="24" w:space="0" w:color="EFFFC0" w:themeColor="accent1" w:themeTint="33"/>
      </w:pBdr>
      <w:shd w:val="clear" w:color="auto" w:fill="EFFFC0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404D3"/>
    <w:pPr>
      <w:pBdr>
        <w:top w:val="single" w:sz="6" w:space="2" w:color="94C600" w:themeColor="accent1"/>
        <w:left w:val="single" w:sz="6" w:space="2" w:color="94C600" w:themeColor="accent1"/>
      </w:pBdr>
      <w:spacing w:before="300" w:after="0"/>
      <w:outlineLvl w:val="2"/>
    </w:pPr>
    <w:rPr>
      <w:caps/>
      <w:color w:val="496200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404D3"/>
    <w:pPr>
      <w:pBdr>
        <w:top w:val="dotted" w:sz="6" w:space="2" w:color="94C600" w:themeColor="accent1"/>
        <w:left w:val="dotted" w:sz="6" w:space="2" w:color="94C600" w:themeColor="accent1"/>
      </w:pBdr>
      <w:spacing w:before="300" w:after="0"/>
      <w:outlineLvl w:val="3"/>
    </w:pPr>
    <w:rPr>
      <w:caps/>
      <w:color w:val="6E9400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3404D3"/>
    <w:pPr>
      <w:pBdr>
        <w:bottom w:val="single" w:sz="6" w:space="1" w:color="94C600" w:themeColor="accent1"/>
      </w:pBdr>
      <w:spacing w:before="300" w:after="0"/>
      <w:outlineLvl w:val="4"/>
    </w:pPr>
    <w:rPr>
      <w:caps/>
      <w:color w:val="6E9400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404D3"/>
    <w:pPr>
      <w:pBdr>
        <w:bottom w:val="dotted" w:sz="6" w:space="1" w:color="94C600" w:themeColor="accent1"/>
      </w:pBdr>
      <w:spacing w:before="300" w:after="0"/>
      <w:outlineLvl w:val="5"/>
    </w:pPr>
    <w:rPr>
      <w:caps/>
      <w:color w:val="6E9400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404D3"/>
    <w:pPr>
      <w:spacing w:before="300" w:after="0"/>
      <w:outlineLvl w:val="6"/>
    </w:pPr>
    <w:rPr>
      <w:caps/>
      <w:color w:val="6E9400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404D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404D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404D3"/>
    <w:rPr>
      <w:caps/>
      <w:spacing w:val="15"/>
      <w:shd w:val="clear" w:color="auto" w:fill="EFFFC0" w:themeFill="accent1" w:themeFillTint="33"/>
    </w:rPr>
  </w:style>
  <w:style w:type="character" w:customStyle="1" w:styleId="Kop1Char">
    <w:name w:val="Kop 1 Char"/>
    <w:basedOn w:val="Standaardalinea-lettertype"/>
    <w:link w:val="Kop1"/>
    <w:uiPriority w:val="9"/>
    <w:rsid w:val="003404D3"/>
    <w:rPr>
      <w:b/>
      <w:bCs/>
      <w:caps/>
      <w:color w:val="FFFFFF" w:themeColor="background1"/>
      <w:spacing w:val="15"/>
      <w:shd w:val="clear" w:color="auto" w:fill="94C600" w:themeFill="accent1"/>
    </w:rPr>
  </w:style>
  <w:style w:type="character" w:customStyle="1" w:styleId="Kop3Char">
    <w:name w:val="Kop 3 Char"/>
    <w:basedOn w:val="Standaardalinea-lettertype"/>
    <w:link w:val="Kop3"/>
    <w:uiPriority w:val="9"/>
    <w:rsid w:val="003404D3"/>
    <w:rPr>
      <w:caps/>
      <w:color w:val="4962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3404D3"/>
    <w:rPr>
      <w:caps/>
      <w:color w:val="6E94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3404D3"/>
    <w:rPr>
      <w:caps/>
      <w:color w:val="6E94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404D3"/>
    <w:rPr>
      <w:caps/>
      <w:color w:val="6E94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404D3"/>
    <w:rPr>
      <w:caps/>
      <w:color w:val="6E94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404D3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404D3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404D3"/>
    <w:rPr>
      <w:b/>
      <w:bCs/>
      <w:color w:val="6E9400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3404D3"/>
    <w:pPr>
      <w:spacing w:before="720"/>
    </w:pPr>
    <w:rPr>
      <w:caps/>
      <w:color w:val="94C600" w:themeColor="accent1"/>
      <w:spacing w:val="10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404D3"/>
    <w:rPr>
      <w:caps/>
      <w:color w:val="94C600" w:themeColor="accent1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404D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404D3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3404D3"/>
    <w:rPr>
      <w:b/>
      <w:bCs/>
    </w:rPr>
  </w:style>
  <w:style w:type="character" w:styleId="Nadruk">
    <w:name w:val="Emphasis"/>
    <w:uiPriority w:val="20"/>
    <w:qFormat/>
    <w:rsid w:val="003404D3"/>
    <w:rPr>
      <w:caps/>
      <w:color w:val="496200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3404D3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3404D3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3404D3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404D3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3404D3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404D3"/>
    <w:pPr>
      <w:pBdr>
        <w:top w:val="single" w:sz="4" w:space="10" w:color="94C600" w:themeColor="accent1"/>
        <w:left w:val="single" w:sz="4" w:space="10" w:color="94C600" w:themeColor="accent1"/>
      </w:pBdr>
      <w:spacing w:after="0"/>
      <w:ind w:left="1296" w:right="1152"/>
      <w:jc w:val="both"/>
    </w:pPr>
    <w:rPr>
      <w:i/>
      <w:iCs/>
      <w:color w:val="94C600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404D3"/>
    <w:rPr>
      <w:i/>
      <w:iCs/>
      <w:color w:val="94C600" w:themeColor="accent1"/>
      <w:sz w:val="20"/>
      <w:szCs w:val="20"/>
    </w:rPr>
  </w:style>
  <w:style w:type="character" w:styleId="Subtielebenadrukking">
    <w:name w:val="Subtle Emphasis"/>
    <w:uiPriority w:val="19"/>
    <w:qFormat/>
    <w:rsid w:val="003404D3"/>
    <w:rPr>
      <w:i/>
      <w:iCs/>
      <w:color w:val="496200" w:themeColor="accent1" w:themeShade="7F"/>
    </w:rPr>
  </w:style>
  <w:style w:type="character" w:styleId="Intensievebenadrukking">
    <w:name w:val="Intense Emphasis"/>
    <w:uiPriority w:val="21"/>
    <w:qFormat/>
    <w:rsid w:val="003404D3"/>
    <w:rPr>
      <w:b/>
      <w:bCs/>
      <w:caps/>
      <w:color w:val="496200" w:themeColor="accent1" w:themeShade="7F"/>
      <w:spacing w:val="10"/>
    </w:rPr>
  </w:style>
  <w:style w:type="character" w:styleId="Subtieleverwijzing">
    <w:name w:val="Subtle Reference"/>
    <w:uiPriority w:val="31"/>
    <w:qFormat/>
    <w:rsid w:val="003404D3"/>
    <w:rPr>
      <w:b/>
      <w:bCs/>
      <w:color w:val="94C600" w:themeColor="accent1"/>
    </w:rPr>
  </w:style>
  <w:style w:type="character" w:styleId="Intensieveverwijzing">
    <w:name w:val="Intense Reference"/>
    <w:uiPriority w:val="32"/>
    <w:qFormat/>
    <w:rsid w:val="003404D3"/>
    <w:rPr>
      <w:b/>
      <w:bCs/>
      <w:i/>
      <w:iCs/>
      <w:caps/>
      <w:color w:val="94C600" w:themeColor="accent1"/>
    </w:rPr>
  </w:style>
  <w:style w:type="character" w:styleId="Titelvanboek">
    <w:name w:val="Book Title"/>
    <w:uiPriority w:val="33"/>
    <w:qFormat/>
    <w:rsid w:val="003404D3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404D3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216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1687D"/>
    <w:rPr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216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1687D"/>
    <w:rPr>
      <w:sz w:val="20"/>
      <w:szCs w:val="20"/>
    </w:rPr>
  </w:style>
  <w:style w:type="table" w:styleId="Tabelraster">
    <w:name w:val="Table Grid"/>
    <w:basedOn w:val="Standaardtabel"/>
    <w:uiPriority w:val="59"/>
    <w:rsid w:val="0042666E"/>
    <w:pPr>
      <w:spacing w:before="0" w:after="0" w:line="240" w:lineRule="auto"/>
    </w:pPr>
    <w:tblPr>
      <w:tblInd w:w="0" w:type="dxa"/>
      <w:tblBorders>
        <w:top w:val="single" w:sz="4" w:space="0" w:color="94C600" w:themeColor="accent1"/>
        <w:left w:val="single" w:sz="4" w:space="0" w:color="94C600" w:themeColor="accent1"/>
        <w:bottom w:val="single" w:sz="4" w:space="0" w:color="94C600" w:themeColor="accent1"/>
        <w:right w:val="single" w:sz="4" w:space="0" w:color="94C600" w:themeColor="accent1"/>
        <w:insideH w:val="single" w:sz="4" w:space="0" w:color="94C600" w:themeColor="accent1"/>
        <w:insideV w:val="single" w:sz="4" w:space="0" w:color="94C6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CE3" w:themeFill="background2" w:themeFillTint="33"/>
    </w:tcPr>
  </w:style>
  <w:style w:type="table" w:customStyle="1" w:styleId="GW1">
    <w:name w:val="GW1"/>
    <w:basedOn w:val="Standaardtabel"/>
    <w:uiPriority w:val="99"/>
    <w:rsid w:val="00237B95"/>
    <w:pPr>
      <w:spacing w:before="0" w:after="0" w:line="240" w:lineRule="auto"/>
    </w:pPr>
    <w:tblPr>
      <w:tblInd w:w="0" w:type="dxa"/>
      <w:tblBorders>
        <w:top w:val="single" w:sz="8" w:space="0" w:color="94C600" w:themeColor="accent1"/>
        <w:left w:val="single" w:sz="8" w:space="0" w:color="94C600" w:themeColor="accent1"/>
        <w:bottom w:val="single" w:sz="8" w:space="0" w:color="94C600" w:themeColor="accent1"/>
        <w:right w:val="single" w:sz="8" w:space="0" w:color="94C600" w:themeColor="accent1"/>
        <w:insideH w:val="single" w:sz="8" w:space="0" w:color="94C600" w:themeColor="accent1"/>
        <w:insideV w:val="single" w:sz="8" w:space="0" w:color="94C6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CE3" w:themeFill="background2" w:themeFillTint="33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0C88C-E78F-483C-97A6-BC2CA5F4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F9924B9E</Template>
  <TotalTime>29</TotalTime>
  <Pages>3</Pages>
  <Words>278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Mathijs</dc:creator>
  <cp:lastModifiedBy>Mathijs Ruhe</cp:lastModifiedBy>
  <cp:revision>18</cp:revision>
  <dcterms:created xsi:type="dcterms:W3CDTF">2014-06-25T11:50:00Z</dcterms:created>
  <dcterms:modified xsi:type="dcterms:W3CDTF">2014-06-26T09:07:00Z</dcterms:modified>
</cp:coreProperties>
</file>