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0" w:rsidRDefault="00492732" w:rsidP="00E03FB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Groene detail</w:t>
      </w:r>
      <w:r w:rsidR="009B2A70">
        <w:rPr>
          <w:rFonts w:cs="Arial"/>
          <w:b/>
          <w:sz w:val="22"/>
          <w:szCs w:val="22"/>
        </w:rPr>
        <w:t>handel</w:t>
      </w:r>
      <w:r w:rsidR="00E548E7">
        <w:rPr>
          <w:rFonts w:cs="Arial"/>
          <w:b/>
          <w:sz w:val="22"/>
          <w:szCs w:val="22"/>
        </w:rPr>
        <w:tab/>
      </w:r>
      <w:r w:rsidR="00E548E7">
        <w:rPr>
          <w:rFonts w:cs="Arial"/>
          <w:b/>
          <w:sz w:val="22"/>
          <w:szCs w:val="22"/>
        </w:rPr>
        <w:tab/>
      </w:r>
      <w:r w:rsidR="00E548E7">
        <w:rPr>
          <w:rFonts w:cs="Arial"/>
          <w:b/>
          <w:sz w:val="22"/>
          <w:szCs w:val="22"/>
        </w:rPr>
        <w:tab/>
      </w:r>
      <w:r w:rsidR="00E548E7">
        <w:rPr>
          <w:rFonts w:cs="Arial"/>
          <w:b/>
          <w:sz w:val="22"/>
          <w:szCs w:val="22"/>
        </w:rPr>
        <w:tab/>
      </w:r>
      <w:r w:rsidR="00E548E7">
        <w:rPr>
          <w:rFonts w:cs="Arial"/>
          <w:b/>
          <w:sz w:val="22"/>
          <w:szCs w:val="22"/>
        </w:rPr>
        <w:tab/>
      </w:r>
      <w:r w:rsidR="00E548E7">
        <w:rPr>
          <w:rFonts w:cs="Arial"/>
          <w:b/>
          <w:sz w:val="22"/>
          <w:szCs w:val="22"/>
        </w:rPr>
        <w:tab/>
      </w:r>
    </w:p>
    <w:p w:rsidR="004C25EB" w:rsidRDefault="004C25EB" w:rsidP="00E03FB5">
      <w:pPr>
        <w:rPr>
          <w:rFonts w:cs="Arial"/>
          <w:b/>
          <w:sz w:val="22"/>
          <w:szCs w:val="22"/>
        </w:rPr>
      </w:pPr>
    </w:p>
    <w:p w:rsidR="00E03FB5" w:rsidRPr="00F071AC" w:rsidRDefault="00E03FB5" w:rsidP="00E03FB5">
      <w:pPr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>Logboek Weeknr:</w:t>
      </w:r>
      <w:r w:rsidR="009B2A70">
        <w:rPr>
          <w:rFonts w:cs="Arial"/>
          <w:b/>
          <w:sz w:val="22"/>
          <w:szCs w:val="22"/>
        </w:rPr>
        <w:t xml:space="preserve"> </w:t>
      </w:r>
      <w:sdt>
        <w:sdtPr>
          <w:rPr>
            <w:rFonts w:cs="Arial"/>
            <w:b/>
            <w:sz w:val="22"/>
            <w:szCs w:val="22"/>
          </w:rPr>
          <w:id w:val="1232047081"/>
          <w:placeholder>
            <w:docPart w:val="39942771FD914D4198AC659E25D31D1E"/>
          </w:placeholder>
          <w:showingPlcHdr/>
        </w:sdtPr>
        <w:sdtEndPr/>
        <w:sdtContent>
          <w:r w:rsidR="009B2A70" w:rsidRPr="002C159B">
            <w:rPr>
              <w:rStyle w:val="Tekstvantijdelijkeaanduiding"/>
            </w:rPr>
            <w:t xml:space="preserve">Klik of tik om </w:t>
          </w:r>
          <w:r w:rsidR="009B2A70">
            <w:rPr>
              <w:rStyle w:val="Tekstvantijdelijkeaanduiding"/>
            </w:rPr>
            <w:t>weeknummer</w:t>
          </w:r>
          <w:r w:rsidR="009B2A70" w:rsidRPr="002C159B">
            <w:rPr>
              <w:rStyle w:val="Tekstvantijdelijkeaanduiding"/>
            </w:rPr>
            <w:t xml:space="preserve"> in te voeren.</w:t>
          </w:r>
        </w:sdtContent>
      </w:sdt>
    </w:p>
    <w:p w:rsidR="009B2A70" w:rsidRDefault="009B2A70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Welke taak heb je uitgevoerd?</w:t>
      </w:r>
    </w:p>
    <w:sdt>
      <w:sdtPr>
        <w:rPr>
          <w:rFonts w:cs="Arial"/>
          <w:sz w:val="22"/>
          <w:szCs w:val="22"/>
        </w:rPr>
        <w:id w:val="-975365192"/>
        <w:placeholder>
          <w:docPart w:val="A6851209A6874625A4336C2139B82EEA"/>
        </w:placeholder>
        <w:showingPlcHdr/>
      </w:sdtPr>
      <w:sdtEndPr/>
      <w:sdtContent>
        <w:p w:rsidR="00492732" w:rsidRDefault="009B2A70" w:rsidP="00E03FB5">
          <w:p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Met wie heb je samengewerkt en hoe zijn de taken verdeeld?</w:t>
      </w:r>
    </w:p>
    <w:sdt>
      <w:sdtPr>
        <w:rPr>
          <w:rFonts w:cs="Arial"/>
          <w:sz w:val="22"/>
          <w:szCs w:val="22"/>
        </w:rPr>
        <w:id w:val="-1090004642"/>
        <w:placeholder>
          <w:docPart w:val="E4BCB868397C40278C461258D02D666B"/>
        </w:placeholder>
        <w:showingPlcHdr/>
      </w:sdtPr>
      <w:sdtEndPr/>
      <w:sdtContent>
        <w:p w:rsidR="00492732" w:rsidRDefault="009B2A70" w:rsidP="00E03FB5">
          <w:p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Wat zij</w:t>
      </w:r>
      <w:r w:rsidR="002665CD">
        <w:rPr>
          <w:rFonts w:cs="Arial"/>
          <w:sz w:val="22"/>
          <w:szCs w:val="22"/>
        </w:rPr>
        <w:t xml:space="preserve">n de aandachtspunten? Waar </w:t>
      </w:r>
      <w:r w:rsidRPr="00F071AC">
        <w:rPr>
          <w:rFonts w:cs="Arial"/>
          <w:sz w:val="22"/>
          <w:szCs w:val="22"/>
        </w:rPr>
        <w:t xml:space="preserve">moet </w:t>
      </w:r>
      <w:r w:rsidR="002665CD">
        <w:rPr>
          <w:rFonts w:cs="Arial"/>
          <w:sz w:val="22"/>
          <w:szCs w:val="22"/>
        </w:rPr>
        <w:t xml:space="preserve">je op </w:t>
      </w:r>
      <w:r w:rsidRPr="00F071AC">
        <w:rPr>
          <w:rFonts w:cs="Arial"/>
          <w:sz w:val="22"/>
          <w:szCs w:val="22"/>
        </w:rPr>
        <w:t>letten bij de uitvoering?</w:t>
      </w:r>
    </w:p>
    <w:sdt>
      <w:sdtPr>
        <w:rPr>
          <w:rFonts w:cs="Arial"/>
          <w:sz w:val="22"/>
          <w:szCs w:val="22"/>
        </w:rPr>
        <w:id w:val="1744530028"/>
        <w:placeholder>
          <w:docPart w:val="831F9E6FA6804EC4A855BFDCC6EC17A5"/>
        </w:placeholder>
        <w:showingPlcHdr/>
      </w:sdtPr>
      <w:sdtEndPr/>
      <w:sdtContent>
        <w:p w:rsidR="00F071AC" w:rsidRDefault="00492732" w:rsidP="00E03FB5">
          <w:p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  <w:rFonts w:eastAsiaTheme="minorHAnsi"/>
            </w:rPr>
            <w:t>Klik of tik om tekst in te voeren.</w:t>
          </w:r>
        </w:p>
      </w:sdtContent>
    </w:sdt>
    <w:p w:rsidR="00492732" w:rsidRDefault="00492732" w:rsidP="00E03FB5">
      <w:pPr>
        <w:rPr>
          <w:rFonts w:cs="Arial"/>
          <w:sz w:val="22"/>
          <w:szCs w:val="22"/>
        </w:rPr>
      </w:pPr>
    </w:p>
    <w:p w:rsidR="00E03FB5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Welke materialen en middelen heb je gebruikt bij deze taak?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 </w:t>
            </w:r>
            <w:sdt>
              <w:sdtPr>
                <w:rPr>
                  <w:rFonts w:cs="Arial"/>
                  <w:sz w:val="22"/>
                  <w:szCs w:val="22"/>
                </w:rPr>
                <w:id w:val="-1943996208"/>
                <w:placeholder>
                  <w:docPart w:val="4D863700FC444236A236653B464643E3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7. </w:t>
            </w:r>
            <w:sdt>
              <w:sdtPr>
                <w:rPr>
                  <w:rFonts w:cs="Arial"/>
                  <w:sz w:val="22"/>
                  <w:szCs w:val="22"/>
                </w:rPr>
                <w:id w:val="-1273082644"/>
                <w:placeholder>
                  <w:docPart w:val="BB97CE89103148FDB2C3E822450E6140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 </w:t>
            </w:r>
            <w:sdt>
              <w:sdtPr>
                <w:rPr>
                  <w:rFonts w:cs="Arial"/>
                  <w:sz w:val="22"/>
                  <w:szCs w:val="22"/>
                </w:rPr>
                <w:id w:val="-726608462"/>
                <w:placeholder>
                  <w:docPart w:val="3145B61D37A24A2697DB4AD672299474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8. </w:t>
            </w:r>
            <w:sdt>
              <w:sdtPr>
                <w:rPr>
                  <w:rFonts w:cs="Arial"/>
                  <w:sz w:val="22"/>
                  <w:szCs w:val="22"/>
                </w:rPr>
                <w:id w:val="-638181367"/>
                <w:placeholder>
                  <w:docPart w:val="52B891CCB11B43408F191679D4414F4E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3. </w:t>
            </w:r>
            <w:sdt>
              <w:sdtPr>
                <w:rPr>
                  <w:rFonts w:cs="Arial"/>
                  <w:sz w:val="22"/>
                  <w:szCs w:val="22"/>
                </w:rPr>
                <w:id w:val="1981648669"/>
                <w:placeholder>
                  <w:docPart w:val="976319454A134DD2ADB9B37D17BBACEE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9. </w:t>
            </w:r>
            <w:sdt>
              <w:sdtPr>
                <w:rPr>
                  <w:rFonts w:cs="Arial"/>
                  <w:sz w:val="22"/>
                  <w:szCs w:val="22"/>
                </w:rPr>
                <w:id w:val="-2832806"/>
                <w:placeholder>
                  <w:docPart w:val="8129A74513AF4143A89C94FEC601BCE6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4. </w:t>
            </w:r>
            <w:sdt>
              <w:sdtPr>
                <w:rPr>
                  <w:rFonts w:cs="Arial"/>
                  <w:sz w:val="22"/>
                  <w:szCs w:val="22"/>
                </w:rPr>
                <w:id w:val="1667519353"/>
                <w:placeholder>
                  <w:docPart w:val="91048B3024094126B76D75310083FA6E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10. </w:t>
            </w:r>
            <w:sdt>
              <w:sdtPr>
                <w:rPr>
                  <w:rFonts w:cs="Arial"/>
                  <w:sz w:val="22"/>
                  <w:szCs w:val="22"/>
                </w:rPr>
                <w:id w:val="1883748333"/>
                <w:placeholder>
                  <w:docPart w:val="C77539348C9E4A8B9F04509BD51C9463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 </w:t>
            </w:r>
            <w:sdt>
              <w:sdtPr>
                <w:rPr>
                  <w:rFonts w:cs="Arial"/>
                  <w:sz w:val="22"/>
                  <w:szCs w:val="22"/>
                </w:rPr>
                <w:id w:val="1513960112"/>
                <w:placeholder>
                  <w:docPart w:val="FE1E1CD5E962459A8B406B7C746250A6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11. </w:t>
            </w:r>
            <w:sdt>
              <w:sdtPr>
                <w:rPr>
                  <w:rFonts w:cs="Arial"/>
                  <w:sz w:val="22"/>
                  <w:szCs w:val="22"/>
                </w:rPr>
                <w:id w:val="373584640"/>
                <w:placeholder>
                  <w:docPart w:val="315469C3EA9B4A8590551AB0D7A9423C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  <w:tr w:rsidR="009B2A70" w:rsidTr="009B2A70"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6. </w:t>
            </w:r>
            <w:sdt>
              <w:sdtPr>
                <w:rPr>
                  <w:rFonts w:cs="Arial"/>
                  <w:sz w:val="22"/>
                  <w:szCs w:val="22"/>
                </w:rPr>
                <w:id w:val="1721320280"/>
                <w:placeholder>
                  <w:docPart w:val="D412D4B47E444A40BC6F6A1B6DAB7BB1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4531" w:type="dxa"/>
          </w:tcPr>
          <w:p w:rsidR="009B2A70" w:rsidRDefault="009B2A70" w:rsidP="00E03FB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12. </w:t>
            </w:r>
            <w:sdt>
              <w:sdtPr>
                <w:rPr>
                  <w:rFonts w:cs="Arial"/>
                  <w:sz w:val="22"/>
                  <w:szCs w:val="22"/>
                </w:rPr>
                <w:id w:val="-1382243915"/>
                <w:placeholder>
                  <w:docPart w:val="8CCF92E3BF9A495680AC566C8CEABD9B"/>
                </w:placeholder>
                <w:showingPlcHdr/>
              </w:sdtPr>
              <w:sdtEndPr/>
              <w:sdtContent>
                <w:r>
                  <w:rPr>
                    <w:rStyle w:val="Tekstvantijdelijkeaanduiding"/>
                  </w:rPr>
                  <w:t>vul in</w:t>
                </w:r>
                <w:r w:rsidRPr="002C159B">
                  <w:rPr>
                    <w:rStyle w:val="Tekstvantijdelijkeaanduiding"/>
                  </w:rPr>
                  <w:t>.</w:t>
                </w:r>
              </w:sdtContent>
            </w:sdt>
          </w:p>
        </w:tc>
      </w:tr>
    </w:tbl>
    <w:p w:rsidR="00492732" w:rsidRPr="00F071AC" w:rsidRDefault="00492732" w:rsidP="00E03FB5">
      <w:pPr>
        <w:rPr>
          <w:rFonts w:cs="Arial"/>
          <w:sz w:val="22"/>
          <w:szCs w:val="22"/>
        </w:rPr>
      </w:pPr>
    </w:p>
    <w:p w:rsidR="00E03FB5" w:rsidRPr="00492732" w:rsidRDefault="00E03FB5" w:rsidP="00492732">
      <w:pPr>
        <w:rPr>
          <w:rFonts w:cs="Arial"/>
          <w:sz w:val="22"/>
          <w:szCs w:val="22"/>
        </w:rPr>
      </w:pPr>
      <w:r w:rsidRPr="00492732">
        <w:rPr>
          <w:rFonts w:cs="Arial"/>
          <w:sz w:val="22"/>
          <w:szCs w:val="22"/>
        </w:rPr>
        <w:t xml:space="preserve">Beschrijf, stap voor stap, hoe je de taak hebt uitgevoerd. </w:t>
      </w:r>
    </w:p>
    <w:sdt>
      <w:sdtPr>
        <w:rPr>
          <w:rFonts w:cs="Arial"/>
          <w:sz w:val="22"/>
          <w:szCs w:val="22"/>
        </w:rPr>
        <w:id w:val="1198593568"/>
        <w:placeholder>
          <w:docPart w:val="DC45652D862F4FEA846C27D042DE095D"/>
        </w:placeholder>
        <w:showingPlcHdr/>
      </w:sdtPr>
      <w:sdtEndPr/>
      <w:sdtContent>
        <w:p w:rsidR="00E03FB5" w:rsidRPr="009B2A70" w:rsidRDefault="009B2A70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627208807"/>
        <w:placeholder>
          <w:docPart w:val="C6ED16E3FED84763827653700D4D4182"/>
        </w:placeholder>
        <w:showingPlcHdr/>
      </w:sdtPr>
      <w:sdtEndPr/>
      <w:sdtContent>
        <w:p w:rsidR="009B2A70" w:rsidRPr="009B2A70" w:rsidRDefault="009B2A70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1959219439"/>
        <w:placeholder>
          <w:docPart w:val="FCBCBC33EEC44019B3CABF4249AC3171"/>
        </w:placeholder>
        <w:showingPlcHdr/>
      </w:sdtPr>
      <w:sdtEndPr/>
      <w:sdtContent>
        <w:p w:rsidR="009B2A70" w:rsidRPr="009B2A70" w:rsidRDefault="00216FDE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876272723"/>
        <w:placeholder>
          <w:docPart w:val="D145285FD308485EB4E3AA2B93B7CFCD"/>
        </w:placeholder>
        <w:showingPlcHdr/>
      </w:sdtPr>
      <w:sdtEndPr/>
      <w:sdtContent>
        <w:p w:rsidR="009B2A70" w:rsidRPr="009B2A70" w:rsidRDefault="00216FDE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-867521320"/>
        <w:placeholder>
          <w:docPart w:val="78F57AE5846F43F4B77607152325E061"/>
        </w:placeholder>
        <w:showingPlcHdr/>
      </w:sdtPr>
      <w:sdtEndPr/>
      <w:sdtContent>
        <w:p w:rsidR="009B2A70" w:rsidRPr="009B2A70" w:rsidRDefault="00216FDE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1121960037"/>
        <w:placeholder>
          <w:docPart w:val="D4F733436B36465E95F68E957CB1F165"/>
        </w:placeholder>
        <w:showingPlcHdr/>
      </w:sdtPr>
      <w:sdtEndPr/>
      <w:sdtContent>
        <w:p w:rsidR="009B2A70" w:rsidRPr="009B2A70" w:rsidRDefault="00216FDE" w:rsidP="009B2A70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1160350680"/>
        <w:placeholder>
          <w:docPart w:val="745954174E8E43BC8EC4BCD7B61A32ED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771134149"/>
        <w:placeholder>
          <w:docPart w:val="2A39F304BA794CFCA028DA2917E96613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-381399412"/>
        <w:placeholder>
          <w:docPart w:val="6167522E22EB440783E1304BB1A6B85E"/>
        </w:placeholder>
        <w:showingPlcHdr/>
      </w:sdtPr>
      <w:sdtEndPr/>
      <w:sdtContent>
        <w:bookmarkStart w:id="0" w:name="_GoBack" w:displacedByCustomXml="prev"/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  <w:bookmarkEnd w:id="0" w:displacedByCustomXml="next"/>
      </w:sdtContent>
    </w:sdt>
    <w:sdt>
      <w:sdtPr>
        <w:rPr>
          <w:rFonts w:cs="Arial"/>
          <w:sz w:val="22"/>
          <w:szCs w:val="22"/>
        </w:rPr>
        <w:id w:val="-1401591810"/>
        <w:placeholder>
          <w:docPart w:val="F5AEAD90B58849558143B072DC2D0D3F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776149234"/>
        <w:placeholder>
          <w:docPart w:val="83AB706E69F146DBBBC2393B47409514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-447387401"/>
        <w:placeholder>
          <w:docPart w:val="4D679C747652499E890393333184A207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969556016"/>
        <w:placeholder>
          <w:docPart w:val="E0CFE6668B1B46A4B520D4473253048A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rFonts w:cs="Arial"/>
          <w:sz w:val="22"/>
          <w:szCs w:val="22"/>
        </w:rPr>
        <w:id w:val="-1298448417"/>
        <w:placeholder>
          <w:docPart w:val="FE4C106545BA437E9F67716499852124"/>
        </w:placeholder>
        <w:showingPlcHdr/>
      </w:sdtPr>
      <w:sdtEndPr/>
      <w:sdtContent>
        <w:p w:rsidR="00216FDE" w:rsidRPr="00216FDE" w:rsidRDefault="00216FDE" w:rsidP="00216FDE">
          <w:pPr>
            <w:pStyle w:val="Lijstalinea"/>
            <w:numPr>
              <w:ilvl w:val="0"/>
              <w:numId w:val="3"/>
            </w:num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p w:rsidR="00216FDE" w:rsidRDefault="00216FDE" w:rsidP="00E03FB5">
      <w:pPr>
        <w:rPr>
          <w:rFonts w:cs="Arial"/>
          <w:sz w:val="22"/>
          <w:szCs w:val="22"/>
        </w:rPr>
      </w:pPr>
    </w:p>
    <w:p w:rsidR="00216FDE" w:rsidRDefault="00216FDE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Vind je dat je de taak goed hebt uitgevoerd? Leg uit.</w:t>
      </w:r>
    </w:p>
    <w:sdt>
      <w:sdtPr>
        <w:rPr>
          <w:rFonts w:cs="Arial"/>
          <w:sz w:val="22"/>
          <w:szCs w:val="22"/>
        </w:rPr>
        <w:id w:val="-1566486638"/>
        <w:placeholder>
          <w:docPart w:val="2247BA93EE0F4923A1A2A1AA3370B787"/>
        </w:placeholder>
        <w:showingPlcHdr/>
      </w:sdtPr>
      <w:sdtEndPr/>
      <w:sdtContent>
        <w:p w:rsidR="00216FDE" w:rsidRDefault="00216FDE" w:rsidP="00E03FB5">
          <w:p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p w:rsidR="00216FDE" w:rsidRPr="00F071AC" w:rsidRDefault="00216FDE" w:rsidP="00E03FB5">
      <w:pPr>
        <w:rPr>
          <w:rFonts w:cs="Arial"/>
          <w:sz w:val="22"/>
          <w:szCs w:val="22"/>
        </w:rPr>
      </w:pPr>
    </w:p>
    <w:p w:rsidR="00492732" w:rsidRDefault="00492732" w:rsidP="00E03FB5">
      <w:pPr>
        <w:rPr>
          <w:rFonts w:cs="Arial"/>
          <w:sz w:val="22"/>
          <w:szCs w:val="22"/>
        </w:rPr>
      </w:pPr>
    </w:p>
    <w:p w:rsidR="00E03FB5" w:rsidRDefault="002665CD" w:rsidP="00E03FB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Vindt de praktijkopleider dat jij</w:t>
      </w:r>
      <w:r w:rsidR="00E03FB5" w:rsidRPr="00F071AC">
        <w:rPr>
          <w:rFonts w:cs="Arial"/>
          <w:sz w:val="22"/>
          <w:szCs w:val="22"/>
        </w:rPr>
        <w:t xml:space="preserve"> je taak goed hebt uitgevoerd? </w:t>
      </w:r>
    </w:p>
    <w:sdt>
      <w:sdtPr>
        <w:rPr>
          <w:rFonts w:cs="Arial"/>
          <w:sz w:val="22"/>
          <w:szCs w:val="22"/>
        </w:rPr>
        <w:id w:val="-352493441"/>
        <w:placeholder>
          <w:docPart w:val="CAD2154024C34F00A956EA4F6F3B4448"/>
        </w:placeholder>
        <w:showingPlcHdr/>
      </w:sdtPr>
      <w:sdtEndPr/>
      <w:sdtContent>
        <w:p w:rsidR="004C25EB" w:rsidRPr="00216FDE" w:rsidRDefault="00216FDE" w:rsidP="00C7087C">
          <w:pPr>
            <w:rPr>
              <w:rFonts w:cs="Arial"/>
              <w:sz w:val="22"/>
              <w:szCs w:val="22"/>
            </w:rPr>
          </w:pPr>
          <w:r w:rsidRPr="002C159B">
            <w:rPr>
              <w:rStyle w:val="Tekstvantijdelijkeaanduiding"/>
            </w:rPr>
            <w:t>Klik of tik om tekst in te voeren.</w:t>
          </w:r>
        </w:p>
      </w:sdtContent>
    </w:sdt>
    <w:p w:rsidR="00C7087C" w:rsidRPr="00F071AC" w:rsidRDefault="00E03FB5" w:rsidP="00C7087C">
      <w:pPr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ab/>
      </w:r>
      <w:r w:rsidRPr="00F071AC">
        <w:rPr>
          <w:rFonts w:cs="Arial"/>
          <w:b/>
          <w:sz w:val="22"/>
          <w:szCs w:val="22"/>
        </w:rPr>
        <w:tab/>
      </w:r>
      <w:r w:rsidRPr="00F071AC">
        <w:rPr>
          <w:rFonts w:cs="Arial"/>
          <w:b/>
          <w:sz w:val="22"/>
          <w:szCs w:val="22"/>
        </w:rPr>
        <w:tab/>
      </w:r>
      <w:r w:rsidR="004C25EB">
        <w:rPr>
          <w:rFonts w:cs="Arial"/>
          <w:b/>
          <w:sz w:val="22"/>
          <w:szCs w:val="22"/>
        </w:rPr>
        <w:tab/>
      </w:r>
    </w:p>
    <w:sectPr w:rsidR="00C7087C" w:rsidRPr="00F071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8E7" w:rsidRDefault="00E548E7" w:rsidP="00E548E7">
      <w:r>
        <w:separator/>
      </w:r>
    </w:p>
  </w:endnote>
  <w:endnote w:type="continuationSeparator" w:id="0">
    <w:p w:rsidR="00E548E7" w:rsidRDefault="00E548E7" w:rsidP="00E5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8E7" w:rsidRDefault="00E548E7" w:rsidP="00E548E7">
      <w:r>
        <w:separator/>
      </w:r>
    </w:p>
  </w:footnote>
  <w:footnote w:type="continuationSeparator" w:id="0">
    <w:p w:rsidR="00E548E7" w:rsidRDefault="00E548E7" w:rsidP="00E54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8E7" w:rsidRDefault="00E548E7" w:rsidP="00E548E7">
    <w:pPr>
      <w:pStyle w:val="Koptekst"/>
      <w:tabs>
        <w:tab w:val="left" w:pos="855"/>
      </w:tabs>
    </w:pPr>
    <w:r>
      <w:tab/>
    </w:r>
    <w:r>
      <w:tab/>
    </w:r>
    <w:r w:rsidRPr="00E548E7">
      <w:drawing>
        <wp:inline distT="0" distB="0" distL="0" distR="0">
          <wp:extent cx="2724150" cy="1038225"/>
          <wp:effectExtent l="0" t="0" r="0" b="9525"/>
          <wp:docPr id="2" name="Afbeelding 2" descr="Afbeeldingsresultaat voor logboe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logboek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7EF0"/>
    <w:multiLevelType w:val="hybridMultilevel"/>
    <w:tmpl w:val="34424A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16922"/>
    <w:multiLevelType w:val="hybridMultilevel"/>
    <w:tmpl w:val="39ACCE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C522B"/>
    <w:multiLevelType w:val="hybridMultilevel"/>
    <w:tmpl w:val="9FF4CF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B5"/>
    <w:rsid w:val="000D796D"/>
    <w:rsid w:val="00216FDE"/>
    <w:rsid w:val="002665CD"/>
    <w:rsid w:val="00492732"/>
    <w:rsid w:val="004C25EB"/>
    <w:rsid w:val="0093000C"/>
    <w:rsid w:val="009B2A70"/>
    <w:rsid w:val="00B24C80"/>
    <w:rsid w:val="00C7087C"/>
    <w:rsid w:val="00DD13D0"/>
    <w:rsid w:val="00E03FB5"/>
    <w:rsid w:val="00E548E7"/>
    <w:rsid w:val="00F002CC"/>
    <w:rsid w:val="00F0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11FD1"/>
  <w15:docId w15:val="{97D27BC7-AEFB-4FE0-8887-7BA64A23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03FB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92732"/>
    <w:rPr>
      <w:color w:val="808080"/>
    </w:rPr>
  </w:style>
  <w:style w:type="paragraph" w:styleId="Lijstalinea">
    <w:name w:val="List Paragraph"/>
    <w:basedOn w:val="Standaard"/>
    <w:uiPriority w:val="34"/>
    <w:qFormat/>
    <w:rsid w:val="00492732"/>
    <w:pPr>
      <w:ind w:left="720"/>
      <w:contextualSpacing/>
    </w:pPr>
  </w:style>
  <w:style w:type="table" w:styleId="Tabelraster">
    <w:name w:val="Table Grid"/>
    <w:basedOn w:val="Standaardtabel"/>
    <w:uiPriority w:val="59"/>
    <w:rsid w:val="009B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548E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548E7"/>
    <w:rPr>
      <w:rFonts w:ascii="Arial" w:eastAsia="Times New Roman" w:hAnsi="Arial" w:cs="Times New Roman"/>
      <w:sz w:val="24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548E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548E7"/>
    <w:rPr>
      <w:rFonts w:ascii="Arial" w:eastAsia="Times New Roman" w:hAnsi="Arial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nl/url?sa=i&amp;rct=j&amp;q=&amp;esrc=s&amp;source=images&amp;cd=&amp;cad=rja&amp;uact=8&amp;ved=2ahUKEwia1O-Hg8HbAhVNIlAKHb6bB6sQjRx6BAgBEAU&amp;url=http%3A%2F%2Fwww.suunto.com%2FSupport%2FProduct-support%2Fsuunto_3_fitness%2Fsuunto_3_fitness_nl%2Fkenmerken%2Flogboek%2F&amp;psig=AOvVaw34f6Btw0gaszEuD3QCylj4&amp;ust=152844271648258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1F9E6FA6804EC4A855BFDCC6EC17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67801E-6357-44C5-85D7-6EE9454A76FE}"/>
      </w:docPartPr>
      <w:docPartBody>
        <w:p w:rsidR="000C40DB" w:rsidRDefault="00EB1E52" w:rsidP="00EB1E52">
          <w:pPr>
            <w:pStyle w:val="831F9E6FA6804EC4A855BFDCC6EC17A55"/>
          </w:pPr>
          <w:r w:rsidRPr="002C159B">
            <w:rPr>
              <w:rStyle w:val="Tekstvantijdelijkeaanduiding"/>
              <w:rFonts w:eastAsiaTheme="minorHAnsi"/>
            </w:rPr>
            <w:t>Klik of tik om tekst in te voeren.</w:t>
          </w:r>
        </w:p>
      </w:docPartBody>
    </w:docPart>
    <w:docPart>
      <w:docPartPr>
        <w:name w:val="39942771FD914D4198AC659E25D31D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732F9F-F9F9-4C3B-82F3-1E0E4E37A5C3}"/>
      </w:docPartPr>
      <w:docPartBody>
        <w:p w:rsidR="000C40DB" w:rsidRDefault="00EB1E52" w:rsidP="00EB1E52">
          <w:pPr>
            <w:pStyle w:val="39942771FD914D4198AC659E25D31D1E2"/>
          </w:pPr>
          <w:r w:rsidRPr="002C159B">
            <w:rPr>
              <w:rStyle w:val="Tekstvantijdelijkeaanduiding"/>
            </w:rPr>
            <w:t xml:space="preserve">Klik of tik om </w:t>
          </w:r>
          <w:r>
            <w:rPr>
              <w:rStyle w:val="Tekstvantijdelijkeaanduiding"/>
            </w:rPr>
            <w:t>weeknummer</w:t>
          </w:r>
          <w:r w:rsidRPr="002C159B">
            <w:rPr>
              <w:rStyle w:val="Tekstvantijdelijkeaanduiding"/>
            </w:rPr>
            <w:t xml:space="preserve"> in te voeren.</w:t>
          </w:r>
        </w:p>
      </w:docPartBody>
    </w:docPart>
    <w:docPart>
      <w:docPartPr>
        <w:name w:val="A6851209A6874625A4336C2139B82E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DF8262-2F72-4D1B-B8BF-B3BE7D2BDF8A}"/>
      </w:docPartPr>
      <w:docPartBody>
        <w:p w:rsidR="000C40DB" w:rsidRDefault="00EB1E52" w:rsidP="00EB1E52">
          <w:pPr>
            <w:pStyle w:val="A6851209A6874625A4336C2139B82EEA1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E4BCB868397C40278C461258D02D66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EE0960-55CE-46DF-8759-03E6A7420721}"/>
      </w:docPartPr>
      <w:docPartBody>
        <w:p w:rsidR="000C40DB" w:rsidRDefault="00EB1E52" w:rsidP="00EB1E52">
          <w:pPr>
            <w:pStyle w:val="E4BCB868397C40278C461258D02D666B1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145B61D37A24A2697DB4AD6722994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FF30C7-886E-4124-AE59-DAC4B55B14DB}"/>
      </w:docPartPr>
      <w:docPartBody>
        <w:p w:rsidR="000C40DB" w:rsidRDefault="00EB1E52" w:rsidP="00EB1E52">
          <w:pPr>
            <w:pStyle w:val="3145B61D37A24A2697DB4AD672299474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976319454A134DD2ADB9B37D17BBAC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E8F2F9-A010-47E4-BFDE-7CBBDE12DCC8}"/>
      </w:docPartPr>
      <w:docPartBody>
        <w:p w:rsidR="000C40DB" w:rsidRDefault="00EB1E52" w:rsidP="00EB1E52">
          <w:pPr>
            <w:pStyle w:val="976319454A134DD2ADB9B37D17BBACEE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91048B3024094126B76D75310083FA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953A9C-1A18-4E91-8B01-C52955342996}"/>
      </w:docPartPr>
      <w:docPartBody>
        <w:p w:rsidR="000C40DB" w:rsidRDefault="00EB1E52" w:rsidP="00EB1E52">
          <w:pPr>
            <w:pStyle w:val="91048B3024094126B76D75310083FA6E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FE1E1CD5E962459A8B406B7C746250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8D658F-5E88-460E-9C77-DC025D6A4FCC}"/>
      </w:docPartPr>
      <w:docPartBody>
        <w:p w:rsidR="000C40DB" w:rsidRDefault="00EB1E52" w:rsidP="00EB1E52">
          <w:pPr>
            <w:pStyle w:val="FE1E1CD5E962459A8B406B7C746250A6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D412D4B47E444A40BC6F6A1B6DAB7B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71B16A-0058-4690-BA59-33A2C66D67A3}"/>
      </w:docPartPr>
      <w:docPartBody>
        <w:p w:rsidR="000C40DB" w:rsidRDefault="00EB1E52" w:rsidP="00EB1E52">
          <w:pPr>
            <w:pStyle w:val="D412D4B47E444A40BC6F6A1B6DAB7BB1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BB97CE89103148FDB2C3E822450E61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7D98D1-6858-4568-A6CC-1D91D8D225D8}"/>
      </w:docPartPr>
      <w:docPartBody>
        <w:p w:rsidR="000C40DB" w:rsidRDefault="00EB1E52" w:rsidP="00EB1E52">
          <w:pPr>
            <w:pStyle w:val="BB97CE89103148FDB2C3E822450E6140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52B891CCB11B43408F191679D4414F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708F51-B250-4E4C-9FEF-E2C839EC70CE}"/>
      </w:docPartPr>
      <w:docPartBody>
        <w:p w:rsidR="000C40DB" w:rsidRDefault="00EB1E52" w:rsidP="00EB1E52">
          <w:pPr>
            <w:pStyle w:val="52B891CCB11B43408F191679D4414F4E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8129A74513AF4143A89C94FEC601BC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AF419D-CDAC-4D9D-82EE-233B35AC9E94}"/>
      </w:docPartPr>
      <w:docPartBody>
        <w:p w:rsidR="000C40DB" w:rsidRDefault="00EB1E52" w:rsidP="00EB1E52">
          <w:pPr>
            <w:pStyle w:val="8129A74513AF4143A89C94FEC601BCE6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C77539348C9E4A8B9F04509BD51C94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71DF76-1703-4D87-BCE5-7BBE96E0C843}"/>
      </w:docPartPr>
      <w:docPartBody>
        <w:p w:rsidR="000C40DB" w:rsidRDefault="00EB1E52" w:rsidP="00EB1E52">
          <w:pPr>
            <w:pStyle w:val="C77539348C9E4A8B9F04509BD51C9463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315469C3EA9B4A8590551AB0D7A942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68805D-EC95-4BC2-BA4E-49A44B2C6D1C}"/>
      </w:docPartPr>
      <w:docPartBody>
        <w:p w:rsidR="000C40DB" w:rsidRDefault="00EB1E52" w:rsidP="00EB1E52">
          <w:pPr>
            <w:pStyle w:val="315469C3EA9B4A8590551AB0D7A9423C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8CCF92E3BF9A495680AC566C8CEABD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E56A2A-6AEA-40B0-8444-BB01D4F0C1AA}"/>
      </w:docPartPr>
      <w:docPartBody>
        <w:p w:rsidR="000C40DB" w:rsidRDefault="00EB1E52" w:rsidP="00EB1E52">
          <w:pPr>
            <w:pStyle w:val="8CCF92E3BF9A495680AC566C8CEABD9B1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4D863700FC444236A236653B464643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1BB9B8-E2E3-45F4-8C0B-5D32A76F7F4A}"/>
      </w:docPartPr>
      <w:docPartBody>
        <w:p w:rsidR="000C40DB" w:rsidRDefault="00EB1E52" w:rsidP="00EB1E52">
          <w:pPr>
            <w:pStyle w:val="4D863700FC444236A236653B464643E3"/>
          </w:pPr>
          <w:r>
            <w:rPr>
              <w:rStyle w:val="Tekstvantijdelijkeaanduiding"/>
            </w:rPr>
            <w:t>vul in</w:t>
          </w:r>
          <w:r w:rsidRPr="002C159B">
            <w:rPr>
              <w:rStyle w:val="Tekstvantijdelijkeaanduiding"/>
            </w:rPr>
            <w:t>.</w:t>
          </w:r>
        </w:p>
      </w:docPartBody>
    </w:docPart>
    <w:docPart>
      <w:docPartPr>
        <w:name w:val="DC45652D862F4FEA846C27D042DE09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54040F-EE39-4471-AF23-1ABCFD116CC1}"/>
      </w:docPartPr>
      <w:docPartBody>
        <w:p w:rsidR="000C40DB" w:rsidRDefault="00EB1E52" w:rsidP="00EB1E52">
          <w:pPr>
            <w:pStyle w:val="DC45652D862F4FEA846C27D042DE095D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C6ED16E3FED84763827653700D4D41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B23303-7A71-4B82-A5D2-1834F9593FEA}"/>
      </w:docPartPr>
      <w:docPartBody>
        <w:p w:rsidR="000C40DB" w:rsidRDefault="00EB1E52" w:rsidP="00EB1E52">
          <w:pPr>
            <w:pStyle w:val="C6ED16E3FED84763827653700D4D4182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CBCBC33EEC44019B3CABF4249AC31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E3EBC1-0689-4605-A15C-54D6FB433C7C}"/>
      </w:docPartPr>
      <w:docPartBody>
        <w:p w:rsidR="000C40DB" w:rsidRDefault="00EB1E52" w:rsidP="00EB1E52">
          <w:pPr>
            <w:pStyle w:val="FCBCBC33EEC44019B3CABF4249AC3171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145285FD308485EB4E3AA2B93B7CF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883C8A-4CDA-41C4-AB60-3692B622F5FA}"/>
      </w:docPartPr>
      <w:docPartBody>
        <w:p w:rsidR="000C40DB" w:rsidRDefault="00EB1E52" w:rsidP="00EB1E52">
          <w:pPr>
            <w:pStyle w:val="D145285FD308485EB4E3AA2B93B7CFCD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78F57AE5846F43F4B77607152325E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D207BB-9AD8-408F-A66C-2DEB5F18D999}"/>
      </w:docPartPr>
      <w:docPartBody>
        <w:p w:rsidR="000C40DB" w:rsidRDefault="00EB1E52" w:rsidP="00EB1E52">
          <w:pPr>
            <w:pStyle w:val="78F57AE5846F43F4B77607152325E061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4F733436B36465E95F68E957CB1F1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225030-CFA3-4527-BD44-1DEAFC7634B6}"/>
      </w:docPartPr>
      <w:docPartBody>
        <w:p w:rsidR="000C40DB" w:rsidRDefault="00EB1E52" w:rsidP="00EB1E52">
          <w:pPr>
            <w:pStyle w:val="D4F733436B36465E95F68E957CB1F165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745954174E8E43BC8EC4BCD7B61A32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0838BD-758D-4162-B679-56CEDF3D2616}"/>
      </w:docPartPr>
      <w:docPartBody>
        <w:p w:rsidR="000C40DB" w:rsidRDefault="00EB1E52" w:rsidP="00EB1E52">
          <w:pPr>
            <w:pStyle w:val="745954174E8E43BC8EC4BCD7B61A32ED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2A39F304BA794CFCA028DA2917E96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F99264-A95C-4B51-85A7-94E8763B8164}"/>
      </w:docPartPr>
      <w:docPartBody>
        <w:p w:rsidR="000C40DB" w:rsidRDefault="00EB1E52" w:rsidP="00EB1E52">
          <w:pPr>
            <w:pStyle w:val="2A39F304BA794CFCA028DA2917E96613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6167522E22EB440783E1304BB1A6B8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396C3C-78E2-4F29-8B88-B88DECF00B5B}"/>
      </w:docPartPr>
      <w:docPartBody>
        <w:p w:rsidR="000C40DB" w:rsidRDefault="00EB1E52" w:rsidP="00EB1E52">
          <w:pPr>
            <w:pStyle w:val="6167522E22EB440783E1304BB1A6B85E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5AEAD90B58849558143B072DC2D0D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5368A1-18BB-4460-85F5-C983D302C615}"/>
      </w:docPartPr>
      <w:docPartBody>
        <w:p w:rsidR="000C40DB" w:rsidRDefault="00EB1E52" w:rsidP="00EB1E52">
          <w:pPr>
            <w:pStyle w:val="F5AEAD90B58849558143B072DC2D0D3F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83AB706E69F146DBBBC2393B474095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79EA39-C592-4161-A8C3-8BE80E7F13C0}"/>
      </w:docPartPr>
      <w:docPartBody>
        <w:p w:rsidR="000C40DB" w:rsidRDefault="00EB1E52" w:rsidP="00EB1E52">
          <w:pPr>
            <w:pStyle w:val="83AB706E69F146DBBBC2393B47409514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D679C747652499E890393333184A2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0EF237-C8DE-4D5B-8CAF-F8BBD09936B8}"/>
      </w:docPartPr>
      <w:docPartBody>
        <w:p w:rsidR="000C40DB" w:rsidRDefault="00EB1E52" w:rsidP="00EB1E52">
          <w:pPr>
            <w:pStyle w:val="4D679C747652499E890393333184A207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E0CFE6668B1B46A4B520D447325304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69C2D9-49A8-471A-AB24-A404F7DA31A7}"/>
      </w:docPartPr>
      <w:docPartBody>
        <w:p w:rsidR="000C40DB" w:rsidRDefault="00EB1E52" w:rsidP="00EB1E52">
          <w:pPr>
            <w:pStyle w:val="E0CFE6668B1B46A4B520D4473253048A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E4C106545BA437E9F677164998521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1F2386-9F2B-4C44-8233-6D6D8D1FEB0B}"/>
      </w:docPartPr>
      <w:docPartBody>
        <w:p w:rsidR="000C40DB" w:rsidRDefault="00EB1E52" w:rsidP="00EB1E52">
          <w:pPr>
            <w:pStyle w:val="FE4C106545BA437E9F67716499852124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2247BA93EE0F4923A1A2A1AA3370B7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D9387-B004-4ABD-8441-83A83D01DB52}"/>
      </w:docPartPr>
      <w:docPartBody>
        <w:p w:rsidR="000C40DB" w:rsidRDefault="00EB1E52" w:rsidP="00EB1E52">
          <w:pPr>
            <w:pStyle w:val="2247BA93EE0F4923A1A2A1AA3370B787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CAD2154024C34F00A956EA4F6F3B44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9BC5C6-0A1A-4EC6-9F6E-6855685E46CE}"/>
      </w:docPartPr>
      <w:docPartBody>
        <w:p w:rsidR="000C40DB" w:rsidRDefault="00EB1E52" w:rsidP="00EB1E52">
          <w:pPr>
            <w:pStyle w:val="CAD2154024C34F00A956EA4F6F3B4448"/>
          </w:pPr>
          <w:r w:rsidRPr="002C159B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28"/>
    <w:rsid w:val="000C40DB"/>
    <w:rsid w:val="00CA0128"/>
    <w:rsid w:val="00EB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B1E52"/>
    <w:rPr>
      <w:color w:val="808080"/>
    </w:rPr>
  </w:style>
  <w:style w:type="paragraph" w:customStyle="1" w:styleId="11F24F9EB3E34E65ADE950174E3A123C">
    <w:name w:val="11F24F9EB3E34E65ADE950174E3A123C"/>
    <w:rsid w:val="00CA012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1F24F9EB3E34E65ADE950174E3A123C1">
    <w:name w:val="11F24F9EB3E34E65ADE950174E3A123C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89638D4D5054B4FBFD4B12CDEC56745">
    <w:name w:val="189638D4D5054B4FBFD4B12CDEC56745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">
    <w:name w:val="831F9E6FA6804EC4A855BFDCC6EC17A5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42C07E4409A47089A617E278B1B957A">
    <w:name w:val="842C07E4409A47089A617E278B1B957A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8EF1E7E080B4E0DABBBA9D3A279F66B">
    <w:name w:val="48EF1E7E080B4E0DABBBA9D3A279F66B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1F24F9EB3E34E65ADE950174E3A123C2">
    <w:name w:val="11F24F9EB3E34E65ADE950174E3A123C2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89638D4D5054B4FBFD4B12CDEC567451">
    <w:name w:val="189638D4D5054B4FBFD4B12CDEC56745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1">
    <w:name w:val="831F9E6FA6804EC4A855BFDCC6EC17A5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70D76F15B8BD4A6D98DC14335DDD8092">
    <w:name w:val="70D76F15B8BD4A6D98DC14335DDD8092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8EF1E7E080B4E0DABBBA9D3A279F66B1">
    <w:name w:val="48EF1E7E080B4E0DABBBA9D3A279F66B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2">
    <w:name w:val="831F9E6FA6804EC4A855BFDCC6EC17A52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9942771FD914D4198AC659E25D31D1E">
    <w:name w:val="39942771FD914D4198AC659E25D31D1E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3">
    <w:name w:val="831F9E6FA6804EC4A855BFDCC6EC17A53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9942771FD914D4198AC659E25D31D1E1">
    <w:name w:val="39942771FD914D4198AC659E25D31D1E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6851209A6874625A4336C2139B82EEA">
    <w:name w:val="A6851209A6874625A4336C2139B82EEA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4BCB868397C40278C461258D02D666B">
    <w:name w:val="E4BCB868397C40278C461258D02D666B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4">
    <w:name w:val="831F9E6FA6804EC4A855BFDCC6EC17A54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145B61D37A24A2697DB4AD672299474">
    <w:name w:val="3145B61D37A24A2697DB4AD672299474"/>
    <w:rsid w:val="00EB1E52"/>
  </w:style>
  <w:style w:type="paragraph" w:customStyle="1" w:styleId="976319454A134DD2ADB9B37D17BBACEE">
    <w:name w:val="976319454A134DD2ADB9B37D17BBACEE"/>
    <w:rsid w:val="00EB1E52"/>
  </w:style>
  <w:style w:type="paragraph" w:customStyle="1" w:styleId="91048B3024094126B76D75310083FA6E">
    <w:name w:val="91048B3024094126B76D75310083FA6E"/>
    <w:rsid w:val="00EB1E52"/>
  </w:style>
  <w:style w:type="paragraph" w:customStyle="1" w:styleId="FE1E1CD5E962459A8B406B7C746250A6">
    <w:name w:val="FE1E1CD5E962459A8B406B7C746250A6"/>
    <w:rsid w:val="00EB1E52"/>
  </w:style>
  <w:style w:type="paragraph" w:customStyle="1" w:styleId="D412D4B47E444A40BC6F6A1B6DAB7BB1">
    <w:name w:val="D412D4B47E444A40BC6F6A1B6DAB7BB1"/>
    <w:rsid w:val="00EB1E52"/>
  </w:style>
  <w:style w:type="paragraph" w:customStyle="1" w:styleId="BB97CE89103148FDB2C3E822450E6140">
    <w:name w:val="BB97CE89103148FDB2C3E822450E6140"/>
    <w:rsid w:val="00EB1E52"/>
  </w:style>
  <w:style w:type="paragraph" w:customStyle="1" w:styleId="52B891CCB11B43408F191679D4414F4E">
    <w:name w:val="52B891CCB11B43408F191679D4414F4E"/>
    <w:rsid w:val="00EB1E52"/>
  </w:style>
  <w:style w:type="paragraph" w:customStyle="1" w:styleId="8129A74513AF4143A89C94FEC601BCE6">
    <w:name w:val="8129A74513AF4143A89C94FEC601BCE6"/>
    <w:rsid w:val="00EB1E52"/>
  </w:style>
  <w:style w:type="paragraph" w:customStyle="1" w:styleId="C77539348C9E4A8B9F04509BD51C9463">
    <w:name w:val="C77539348C9E4A8B9F04509BD51C9463"/>
    <w:rsid w:val="00EB1E52"/>
  </w:style>
  <w:style w:type="paragraph" w:customStyle="1" w:styleId="2EB753547CBE4DF6AA3B47309266562F">
    <w:name w:val="2EB753547CBE4DF6AA3B47309266562F"/>
    <w:rsid w:val="00EB1E52"/>
  </w:style>
  <w:style w:type="paragraph" w:customStyle="1" w:styleId="315469C3EA9B4A8590551AB0D7A9423C">
    <w:name w:val="315469C3EA9B4A8590551AB0D7A9423C"/>
    <w:rsid w:val="00EB1E52"/>
  </w:style>
  <w:style w:type="paragraph" w:customStyle="1" w:styleId="8CCF92E3BF9A495680AC566C8CEABD9B">
    <w:name w:val="8CCF92E3BF9A495680AC566C8CEABD9B"/>
    <w:rsid w:val="00EB1E52"/>
  </w:style>
  <w:style w:type="paragraph" w:customStyle="1" w:styleId="39942771FD914D4198AC659E25D31D1E2">
    <w:name w:val="39942771FD914D4198AC659E25D31D1E2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6851209A6874625A4336C2139B82EEA1">
    <w:name w:val="A6851209A6874625A4336C2139B82EEA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4BCB868397C40278C461258D02D666B1">
    <w:name w:val="E4BCB868397C40278C461258D02D666B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31F9E6FA6804EC4A855BFDCC6EC17A55">
    <w:name w:val="831F9E6FA6804EC4A855BFDCC6EC17A55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D863700FC444236A236653B464643E3">
    <w:name w:val="4D863700FC444236A236653B464643E3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B97CE89103148FDB2C3E822450E61401">
    <w:name w:val="BB97CE89103148FDB2C3E822450E6140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145B61D37A24A2697DB4AD6722994741">
    <w:name w:val="3145B61D37A24A2697DB4AD672299474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52B891CCB11B43408F191679D4414F4E1">
    <w:name w:val="52B891CCB11B43408F191679D4414F4E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976319454A134DD2ADB9B37D17BBACEE1">
    <w:name w:val="976319454A134DD2ADB9B37D17BBACEE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129A74513AF4143A89C94FEC601BCE61">
    <w:name w:val="8129A74513AF4143A89C94FEC601BCE6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91048B3024094126B76D75310083FA6E1">
    <w:name w:val="91048B3024094126B76D75310083FA6E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77539348C9E4A8B9F04509BD51C94631">
    <w:name w:val="C77539348C9E4A8B9F04509BD51C9463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FE1E1CD5E962459A8B406B7C746250A61">
    <w:name w:val="FE1E1CD5E962459A8B406B7C746250A6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15469C3EA9B4A8590551AB0D7A9423C1">
    <w:name w:val="315469C3EA9B4A8590551AB0D7A9423C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412D4B47E444A40BC6F6A1B6DAB7BB11">
    <w:name w:val="D412D4B47E444A40BC6F6A1B6DAB7BB1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CCF92E3BF9A495680AC566C8CEABD9B1">
    <w:name w:val="8CCF92E3BF9A495680AC566C8CEABD9B1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C45652D862F4FEA846C27D042DE095D">
    <w:name w:val="DC45652D862F4FEA846C27D042DE095D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C6ED16E3FED84763827653700D4D4182">
    <w:name w:val="C6ED16E3FED84763827653700D4D4182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FCBCBC33EEC44019B3CABF4249AC3171">
    <w:name w:val="FCBCBC33EEC44019B3CABF4249AC3171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D145285FD308485EB4E3AA2B93B7CFCD">
    <w:name w:val="D145285FD308485EB4E3AA2B93B7CFCD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78F57AE5846F43F4B77607152325E061">
    <w:name w:val="78F57AE5846F43F4B77607152325E061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D4F733436B36465E95F68E957CB1F165">
    <w:name w:val="D4F733436B36465E95F68E957CB1F165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745954174E8E43BC8EC4BCD7B61A32ED">
    <w:name w:val="745954174E8E43BC8EC4BCD7B61A32ED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2A39F304BA794CFCA028DA2917E96613">
    <w:name w:val="2A39F304BA794CFCA028DA2917E96613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6167522E22EB440783E1304BB1A6B85E">
    <w:name w:val="6167522E22EB440783E1304BB1A6B85E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F5AEAD90B58849558143B072DC2D0D3F">
    <w:name w:val="F5AEAD90B58849558143B072DC2D0D3F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83AB706E69F146DBBBC2393B47409514">
    <w:name w:val="83AB706E69F146DBBBC2393B47409514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4D679C747652499E890393333184A207">
    <w:name w:val="4D679C747652499E890393333184A207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E0CFE6668B1B46A4B520D4473253048A">
    <w:name w:val="E0CFE6668B1B46A4B520D4473253048A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FE4C106545BA437E9F67716499852124">
    <w:name w:val="FE4C106545BA437E9F67716499852124"/>
    <w:rsid w:val="00EB1E5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</w:rPr>
  </w:style>
  <w:style w:type="paragraph" w:customStyle="1" w:styleId="2247BA93EE0F4923A1A2A1AA3370B787">
    <w:name w:val="2247BA93EE0F4923A1A2A1AA3370B787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AD2154024C34F00A956EA4F6F3B4448">
    <w:name w:val="CAD2154024C34F00A956EA4F6F3B4448"/>
    <w:rsid w:val="00EB1E5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78A49E19</Template>
  <TotalTime>6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4</cp:revision>
  <dcterms:created xsi:type="dcterms:W3CDTF">2018-06-06T09:41:00Z</dcterms:created>
  <dcterms:modified xsi:type="dcterms:W3CDTF">2018-06-07T07:28:00Z</dcterms:modified>
  <cp:contentStatus/>
</cp:coreProperties>
</file>